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9C1C68" w14:textId="1A50FE4E" w:rsidR="00987834" w:rsidRDefault="00136A62">
      <w:bookmarkStart w:id="0" w:name="_GoBack"/>
      <w:bookmarkEnd w:id="0"/>
      <w:r>
        <w:rPr>
          <w:noProof/>
          <w:lang w:eastAsia="zh-TW"/>
        </w:rPr>
        <mc:AlternateContent>
          <mc:Choice Requires="wps">
            <w:drawing>
              <wp:anchor distT="0" distB="0" distL="114300" distR="114300" simplePos="0" relativeHeight="251659264" behindDoc="0" locked="0" layoutInCell="1" allowOverlap="1" wp14:anchorId="699C1D7A" wp14:editId="4FD78688">
                <wp:simplePos x="0" y="0"/>
                <wp:positionH relativeFrom="column">
                  <wp:posOffset>3743325</wp:posOffset>
                </wp:positionH>
                <wp:positionV relativeFrom="paragraph">
                  <wp:posOffset>-798195</wp:posOffset>
                </wp:positionV>
                <wp:extent cx="2898140" cy="3775710"/>
                <wp:effectExtent l="0" t="0" r="0" b="0"/>
                <wp:wrapNone/>
                <wp:docPr id="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8140" cy="377571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C1D91" w14:textId="77777777" w:rsidR="00223C32" w:rsidRDefault="00223C32" w:rsidP="00484FB7">
                            <w:pPr>
                              <w:jc w:val="center"/>
                              <w:rPr>
                                <w:noProof/>
                                <w:lang w:eastAsia="sl-SI"/>
                              </w:rPr>
                            </w:pPr>
                            <w:r>
                              <w:rPr>
                                <w:noProof/>
                                <w:lang w:eastAsia="zh-TW"/>
                              </w:rPr>
                              <w:drawing>
                                <wp:inline distT="0" distB="0" distL="0" distR="0" wp14:anchorId="699C1D97" wp14:editId="699C1D98">
                                  <wp:extent cx="1543050" cy="1739900"/>
                                  <wp:effectExtent l="19050" t="0" r="0" b="0"/>
                                  <wp:docPr id="1" name="Picture 1" descr="Informat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rmatika"/>
                                          <pic:cNvPicPr>
                                            <a:picLocks noChangeAspect="1" noChangeArrowheads="1"/>
                                          </pic:cNvPicPr>
                                        </pic:nvPicPr>
                                        <pic:blipFill>
                                          <a:blip r:embed="rId14">
                                            <a:lum bright="-24000" contrast="28000"/>
                                          </a:blip>
                                          <a:srcRect/>
                                          <a:stretch>
                                            <a:fillRect/>
                                          </a:stretch>
                                        </pic:blipFill>
                                        <pic:spPr bwMode="auto">
                                          <a:xfrm>
                                            <a:off x="0" y="0"/>
                                            <a:ext cx="1543050" cy="1739900"/>
                                          </a:xfrm>
                                          <a:prstGeom prst="rect">
                                            <a:avLst/>
                                          </a:prstGeom>
                                          <a:noFill/>
                                          <a:ln w="9525">
                                            <a:noFill/>
                                            <a:miter lim="800000"/>
                                            <a:headEnd/>
                                            <a:tailEnd/>
                                          </a:ln>
                                        </pic:spPr>
                                      </pic:pic>
                                    </a:graphicData>
                                  </a:graphic>
                                </wp:inline>
                              </w:drawing>
                            </w:r>
                            <w:r>
                              <w:rPr>
                                <w:noProof/>
                                <w:lang w:eastAsia="sl-SI"/>
                              </w:rPr>
                              <w:br/>
                            </w:r>
                          </w:p>
                          <w:p w14:paraId="699C1D92" w14:textId="77777777" w:rsidR="00223C32" w:rsidRPr="00362541" w:rsidRDefault="00223C32" w:rsidP="00CD0C30">
                            <w:pPr>
                              <w:jc w:val="center"/>
                              <w:rPr>
                                <w:rFonts w:ascii="Cambria" w:hAnsi="Cambria"/>
                                <w:color w:val="FFFFFF"/>
                              </w:rPr>
                            </w:pPr>
                            <w:r w:rsidRPr="00F94FE0">
                              <w:rPr>
                                <w:rFonts w:ascii="Cambria" w:hAnsi="Cambria"/>
                                <w:b/>
                                <w:sz w:val="32"/>
                                <w:szCs w:val="32"/>
                                <w:lang w:val="it-IT"/>
                              </w:rPr>
                              <w:t>Informatika d.d</w:t>
                            </w:r>
                            <w:r w:rsidRPr="00362541">
                              <w:rPr>
                                <w:rFonts w:ascii="Cambria" w:hAnsi="Cambria"/>
                                <w:b/>
                                <w:lang w:val="it-IT"/>
                              </w:rPr>
                              <w:t>.</w:t>
                            </w:r>
                          </w:p>
                          <w:p w14:paraId="699C1D93" w14:textId="77777777" w:rsidR="00223C32" w:rsidRDefault="00223C32" w:rsidP="00CD0C30">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294.75pt;margin-top:-62.85pt;width:228.2pt;height:29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" filled="f" fillcolor="#c0504d" stroked="f">
                <v:textbox>
                  <w:txbxContent>
                    <w:p w14:paraId="699C1D91" w14:textId="77777777" w:rsidR="00223C32" w:rsidRDefault="00223C32" w:rsidP="00484FB7">
                      <w:pPr>
                        <w:jc w:val="center"/>
                        <w:rPr>
                          <w:noProof/>
                          <w:lang w:eastAsia="sl-SI"/>
                        </w:rPr>
                      </w:pPr>
                      <w:r>
                        <w:rPr>
                          <w:noProof/>
                          <w:lang w:eastAsia="zh-TW"/>
                        </w:rPr>
                        <w:drawing>
                          <wp:inline distT="0" distB="0" distL="0" distR="0" wp14:anchorId="699C1D97" wp14:editId="699C1D98">
                            <wp:extent cx="1543050" cy="1739900"/>
                            <wp:effectExtent l="19050" t="0" r="0" b="0"/>
                            <wp:docPr id="1" name="Picture 1" descr="Informat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rmatika"/>
                                    <pic:cNvPicPr>
                                      <a:picLocks noChangeAspect="1" noChangeArrowheads="1"/>
                                    </pic:cNvPicPr>
                                  </pic:nvPicPr>
                                  <pic:blipFill>
                                    <a:blip r:embed="rId14">
                                      <a:lum bright="-24000" contrast="28000"/>
                                    </a:blip>
                                    <a:srcRect/>
                                    <a:stretch>
                                      <a:fillRect/>
                                    </a:stretch>
                                  </pic:blipFill>
                                  <pic:spPr bwMode="auto">
                                    <a:xfrm>
                                      <a:off x="0" y="0"/>
                                      <a:ext cx="1543050" cy="1739900"/>
                                    </a:xfrm>
                                    <a:prstGeom prst="rect">
                                      <a:avLst/>
                                    </a:prstGeom>
                                    <a:noFill/>
                                    <a:ln w="9525">
                                      <a:noFill/>
                                      <a:miter lim="800000"/>
                                      <a:headEnd/>
                                      <a:tailEnd/>
                                    </a:ln>
                                  </pic:spPr>
                                </pic:pic>
                              </a:graphicData>
                            </a:graphic>
                          </wp:inline>
                        </w:drawing>
                      </w:r>
                      <w:r>
                        <w:rPr>
                          <w:noProof/>
                          <w:lang w:eastAsia="sl-SI"/>
                        </w:rPr>
                        <w:br/>
                      </w:r>
                    </w:p>
                    <w:p w14:paraId="699C1D92" w14:textId="77777777" w:rsidR="00223C32" w:rsidRPr="00362541" w:rsidRDefault="00223C32" w:rsidP="00CD0C30">
                      <w:pPr>
                        <w:jc w:val="center"/>
                        <w:rPr>
                          <w:rFonts w:ascii="Cambria" w:hAnsi="Cambria"/>
                          <w:color w:val="FFFFFF"/>
                        </w:rPr>
                      </w:pPr>
                      <w:r w:rsidRPr="00F94FE0">
                        <w:rPr>
                          <w:rFonts w:ascii="Cambria" w:hAnsi="Cambria"/>
                          <w:b/>
                          <w:sz w:val="32"/>
                          <w:szCs w:val="32"/>
                          <w:lang w:val="it-IT"/>
                        </w:rPr>
                        <w:t>Informatika d.d</w:t>
                      </w:r>
                      <w:r w:rsidRPr="00362541">
                        <w:rPr>
                          <w:rFonts w:ascii="Cambria" w:hAnsi="Cambria"/>
                          <w:b/>
                          <w:lang w:val="it-IT"/>
                        </w:rPr>
                        <w:t>.</w:t>
                      </w:r>
                    </w:p>
                    <w:p w14:paraId="699C1D93" w14:textId="77777777" w:rsidR="00223C32" w:rsidRDefault="00223C32" w:rsidP="00CD0C30">
                      <w:pPr>
                        <w:jc w:val="center"/>
                        <w:rPr>
                          <w:b/>
                          <w:sz w:val="32"/>
                          <w:szCs w:val="32"/>
                        </w:rPr>
                      </w:pPr>
                    </w:p>
                  </w:txbxContent>
                </v:textbox>
              </v:shape>
            </w:pict>
          </mc:Fallback>
        </mc:AlternateContent>
      </w:r>
      <w:r>
        <w:rPr>
          <w:noProof/>
          <w:lang w:eastAsia="zh-TW"/>
        </w:rPr>
        <mc:AlternateContent>
          <mc:Choice Requires="wps">
            <w:drawing>
              <wp:anchor distT="0" distB="0" distL="114300" distR="114300" simplePos="0" relativeHeight="251656192" behindDoc="0" locked="0" layoutInCell="1" allowOverlap="1" wp14:anchorId="699C1D7B" wp14:editId="1AE5AC21">
                <wp:simplePos x="0" y="0"/>
                <wp:positionH relativeFrom="column">
                  <wp:posOffset>3646805</wp:posOffset>
                </wp:positionH>
                <wp:positionV relativeFrom="page">
                  <wp:posOffset>-3810</wp:posOffset>
                </wp:positionV>
                <wp:extent cx="125730" cy="10678795"/>
                <wp:effectExtent l="5080" t="7620" r="2540" b="5715"/>
                <wp:wrapNone/>
                <wp:docPr id="8" name="Rectangle 20" descr="Description: Description: Description: Light vertic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10678795"/>
                        </a:xfrm>
                        <a:prstGeom prst="rect">
                          <a:avLst/>
                        </a:prstGeom>
                        <a:pattFill prst="ltVert">
                          <a:fgClr>
                            <a:srgbClr val="4F81BD">
                              <a:alpha val="79999"/>
                            </a:srgbClr>
                          </a:fgClr>
                          <a:bgClr>
                            <a:srgbClr val="FFFFFF">
                              <a:alpha val="79999"/>
                            </a:srgb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a:graphicData>
                </a:graphic>
                <wp14:sizeRelH relativeFrom="margin">
                  <wp14:pctWidth>0</wp14:pctWidth>
                </wp14:sizeRelH>
                <wp14:sizeRelV relativeFrom="page">
                  <wp14:pctHeight>100000</wp14:pctHeight>
                </wp14:sizeRelV>
              </wp:anchor>
            </w:drawing>
          </mc:Choice>
          <mc:Fallback>
            <w:pict>
              <v:rect id="Rectangle 20" o:spid="_x0000_s1026" alt="Description: Description: Description: Light vertical" style="position:absolute;margin-left:287.15pt;margin-top:-.3pt;width:9.9pt;height:840.85pt;z-index:251656192;visibility:visible;mso-wrap-style:square;mso-width-percent:0;mso-height-percent:1000;mso-wrap-distance-left:9pt;mso-wrap-distance-top:0;mso-wrap-distance-right:9pt;mso-wrap-distance-bottom:0;mso-position-horizontal:absolute;mso-position-horizontal-relative:text;mso-position-vertical:absolute;mso-position-vertical-relative:page;mso-width-percent:0;mso-height-percent:100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" fillcolor="#4f81bd" stroked="f" strokecolor="white" strokeweight="1pt">
                <v:fill r:id="rId16" o:title="" opacity="52428f" o:opacity2="52428f" type="pattern"/>
                <v:shadow color="#d8d8d8" offset="3pt,3pt"/>
                <w10:wrap anchory="page"/>
              </v:rect>
            </w:pict>
          </mc:Fallback>
        </mc:AlternateContent>
      </w:r>
      <w:r>
        <w:rPr>
          <w:noProof/>
          <w:lang w:eastAsia="zh-TW"/>
        </w:rPr>
        <mc:AlternateContent>
          <mc:Choice Requires="wps">
            <w:drawing>
              <wp:anchor distT="0" distB="0" distL="114300" distR="114300" simplePos="0" relativeHeight="251655168" behindDoc="0" locked="0" layoutInCell="1" allowOverlap="1" wp14:anchorId="699C1D7C" wp14:editId="0F1A4E3D">
                <wp:simplePos x="0" y="0"/>
                <wp:positionH relativeFrom="column">
                  <wp:posOffset>3778885</wp:posOffset>
                </wp:positionH>
                <wp:positionV relativeFrom="page">
                  <wp:align>top</wp:align>
                </wp:positionV>
                <wp:extent cx="2898140" cy="10656570"/>
                <wp:effectExtent l="0" t="0" r="35560" b="52070"/>
                <wp:wrapNone/>
                <wp:docPr id="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8140" cy="10656570"/>
                        </a:xfrm>
                        <a:prstGeom prst="rect">
                          <a:avLst/>
                        </a:prstGeom>
                        <a:gradFill rotWithShape="1">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100000</wp14:pctHeight>
                </wp14:sizeRelV>
              </wp:anchor>
            </w:drawing>
          </mc:Choice>
          <mc:Fallback>
            <w:pict>
              <v:rect id="Rectangle 19" o:spid="_x0000_s1026" style="position:absolute;margin-left:297.55pt;margin-top:0;width:228.2pt;height:839.1pt;z-index:251655168;visibility:visible;mso-wrap-style:square;mso-width-percent:0;mso-height-percent:1000;mso-wrap-distance-left:9pt;mso-wrap-distance-top:0;mso-wrap-distance-right:9pt;mso-wrap-distance-bottom:0;mso-position-horizontal:absolute;mso-position-horizontal-relative:text;mso-position-vertical:top;mso-position-vertical-relative:page;mso-width-percent: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" fillcolor="#c2d69b" strokecolor="#c2d69b" strokeweight="1pt">
                <v:fill color2="#eaf1dd" rotate="t" angle="135" focus="50%" type="gradient"/>
                <v:shadow on="t" color="#4e6128" opacity=".5" offset="1pt"/>
                <w10:wrap anchory="page"/>
              </v:rect>
            </w:pict>
          </mc:Fallback>
        </mc:AlternateContent>
      </w:r>
      <w:r>
        <w:rPr>
          <w:noProof/>
          <w:lang w:eastAsia="zh-TW"/>
        </w:rPr>
        <mc:AlternateContent>
          <mc:Choice Requires="wps">
            <w:drawing>
              <wp:anchor distT="0" distB="0" distL="114300" distR="114300" simplePos="0" relativeHeight="251658240" behindDoc="0" locked="0" layoutInCell="0" allowOverlap="1" wp14:anchorId="699C1D7D" wp14:editId="0CC02BBB">
                <wp:simplePos x="0" y="0"/>
                <wp:positionH relativeFrom="page">
                  <wp:posOffset>4669790</wp:posOffset>
                </wp:positionH>
                <wp:positionV relativeFrom="margin">
                  <wp:posOffset>8094980</wp:posOffset>
                </wp:positionV>
                <wp:extent cx="2898140" cy="541020"/>
                <wp:effectExtent l="0" t="0" r="0" b="0"/>
                <wp:wrapNone/>
                <wp:docPr id="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8140" cy="541020"/>
                        </a:xfrm>
                        <a:prstGeom prst="rect">
                          <a:avLst/>
                        </a:prstGeom>
                        <a:noFill/>
                        <a:ln>
                          <a:noFill/>
                        </a:ln>
                        <a:effectLst/>
                        <a:extLst>
                          <a:ext uri="{909E8E84-426E-40DD-AFC4-6F175D3DCCD1}">
                            <a14:hiddenFill xmlns:a14="http://schemas.microsoft.com/office/drawing/2010/main">
                              <a:solidFill>
                                <a:srgbClr val="C0504D">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699C1D94" w14:textId="37246122" w:rsidR="00223C32" w:rsidRPr="0018651E" w:rsidRDefault="00686092" w:rsidP="00987834">
                            <w:pPr>
                              <w:pStyle w:val="NoSpacing"/>
                              <w:spacing w:line="360" w:lineRule="auto"/>
                              <w:jc w:val="center"/>
                              <w:rPr>
                                <w:b/>
                                <w:sz w:val="24"/>
                                <w:szCs w:val="24"/>
                                <w:lang w:val="de-DE"/>
                              </w:rPr>
                            </w:pPr>
                            <w:r>
                              <w:rPr>
                                <w:b/>
                                <w:sz w:val="24"/>
                                <w:szCs w:val="24"/>
                                <w:lang w:val="sl-SI"/>
                              </w:rPr>
                              <w:t>Oktober</w:t>
                            </w:r>
                            <w:r w:rsidR="00223C32">
                              <w:rPr>
                                <w:b/>
                                <w:sz w:val="24"/>
                                <w:szCs w:val="24"/>
                                <w:lang w:val="sl-SI"/>
                              </w:rPr>
                              <w:t xml:space="preserve">  2016</w:t>
                            </w:r>
                          </w:p>
                        </w:txbxContent>
                      </wps:txbx>
                      <wps:bodyPr rot="0" vert="horz" wrap="square" lIns="365760" tIns="182880" rIns="182880" bIns="18288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7" style="position:absolute;left:0;text-align:left;margin-left:367.7pt;margin-top:637.4pt;width:228.2pt;height:42.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" o:allowincell="f" filled="f" fillcolor="#c0504d" stroked="f" strokecolor="white" strokeweight="1pt">
                <v:fill opacity="52428f"/>
                <v:textbox inset="28.8pt,14.4pt,14.4pt,14.4pt">
                  <w:txbxContent>
                    <w:p w14:paraId="699C1D94" w14:textId="37246122" w:rsidR="00223C32" w:rsidRPr="0018651E" w:rsidRDefault="00686092" w:rsidP="00987834">
                      <w:pPr>
                        <w:pStyle w:val="NoSpacing"/>
                        <w:spacing w:line="360" w:lineRule="auto"/>
                        <w:jc w:val="center"/>
                        <w:rPr>
                          <w:b/>
                          <w:sz w:val="24"/>
                          <w:szCs w:val="24"/>
                          <w:lang w:val="de-DE"/>
                        </w:rPr>
                      </w:pPr>
                      <w:r>
                        <w:rPr>
                          <w:b/>
                          <w:sz w:val="24"/>
                          <w:szCs w:val="24"/>
                          <w:lang w:val="sl-SI"/>
                        </w:rPr>
                        <w:t>Oktober</w:t>
                      </w:r>
                      <w:r w:rsidR="00223C32">
                        <w:rPr>
                          <w:b/>
                          <w:sz w:val="24"/>
                          <w:szCs w:val="24"/>
                          <w:lang w:val="sl-SI"/>
                        </w:rPr>
                        <w:t xml:space="preserve">  2016</w:t>
                      </w:r>
                    </w:p>
                  </w:txbxContent>
                </v:textbox>
                <w10:wrap anchorx="page" anchory="margin"/>
              </v:rect>
            </w:pict>
          </mc:Fallback>
        </mc:AlternateContent>
      </w:r>
      <w:r>
        <w:rPr>
          <w:noProof/>
          <w:lang w:eastAsia="zh-TW"/>
        </w:rPr>
        <mc:AlternateContent>
          <mc:Choice Requires="wps">
            <w:drawing>
              <wp:anchor distT="0" distB="0" distL="114300" distR="114300" simplePos="0" relativeHeight="251660288" behindDoc="0" locked="0" layoutInCell="0" allowOverlap="1" wp14:anchorId="699C1D7E" wp14:editId="59CF3499">
                <wp:simplePos x="0" y="0"/>
                <wp:positionH relativeFrom="page">
                  <wp:posOffset>4672330</wp:posOffset>
                </wp:positionH>
                <wp:positionV relativeFrom="margin">
                  <wp:posOffset>6863715</wp:posOffset>
                </wp:positionV>
                <wp:extent cx="2895600" cy="537210"/>
                <wp:effectExtent l="0" t="0" r="0" b="0"/>
                <wp:wrapNone/>
                <wp:docPr id="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537210"/>
                        </a:xfrm>
                        <a:prstGeom prst="rect">
                          <a:avLst/>
                        </a:prstGeom>
                        <a:noFill/>
                        <a:ln>
                          <a:noFill/>
                        </a:ln>
                        <a:effectLst/>
                        <a:extLst>
                          <a:ext uri="{909E8E84-426E-40DD-AFC4-6F175D3DCCD1}">
                            <a14:hiddenFill xmlns:a14="http://schemas.microsoft.com/office/drawing/2010/main">
                              <a:solidFill>
                                <a:srgbClr val="C0504D">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699C1D95" w14:textId="5D80F0EC" w:rsidR="00223C32" w:rsidRPr="00362541" w:rsidRDefault="00223C32" w:rsidP="00484FB7">
                            <w:pPr>
                              <w:pStyle w:val="NoSpacing"/>
                              <w:spacing w:line="360" w:lineRule="auto"/>
                              <w:jc w:val="center"/>
                              <w:rPr>
                                <w:color w:val="FFFFFF"/>
                                <w:lang w:val="de-DE"/>
                              </w:rPr>
                            </w:pPr>
                            <w:r>
                              <w:rPr>
                                <w:b/>
                                <w:sz w:val="24"/>
                                <w:szCs w:val="24"/>
                                <w:lang w:val="de-DE"/>
                              </w:rPr>
                              <w:t>verzija 1.</w:t>
                            </w:r>
                            <w:r w:rsidR="001922F6">
                              <w:rPr>
                                <w:b/>
                                <w:sz w:val="24"/>
                                <w:szCs w:val="24"/>
                                <w:lang w:val="de-DE"/>
                              </w:rPr>
                              <w:t>4</w:t>
                            </w:r>
                          </w:p>
                        </w:txbxContent>
                      </wps:txbx>
                      <wps:bodyPr rot="0" vert="horz" wrap="square" lIns="365760" tIns="182880" rIns="182880" bIns="18288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8" style="position:absolute;left:0;text-align:left;margin-left:367.9pt;margin-top:540.45pt;width:228pt;height:42.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" o:allowincell="f" filled="f" fillcolor="#c0504d" stroked="f" strokecolor="white" strokeweight="1pt">
                <v:fill opacity="52428f"/>
                <v:textbox inset="28.8pt,14.4pt,14.4pt,14.4pt">
                  <w:txbxContent>
                    <w:p w14:paraId="699C1D95" w14:textId="5D80F0EC" w:rsidR="00223C32" w:rsidRPr="00362541" w:rsidRDefault="00223C32" w:rsidP="00484FB7">
                      <w:pPr>
                        <w:pStyle w:val="NoSpacing"/>
                        <w:spacing w:line="360" w:lineRule="auto"/>
                        <w:jc w:val="center"/>
                        <w:rPr>
                          <w:color w:val="FFFFFF"/>
                          <w:lang w:val="de-DE"/>
                        </w:rPr>
                      </w:pPr>
                      <w:r>
                        <w:rPr>
                          <w:b/>
                          <w:sz w:val="24"/>
                          <w:szCs w:val="24"/>
                          <w:lang w:val="de-DE"/>
                        </w:rPr>
                        <w:t>verzija 1.</w:t>
                      </w:r>
                      <w:r w:rsidR="001922F6">
                        <w:rPr>
                          <w:b/>
                          <w:sz w:val="24"/>
                          <w:szCs w:val="24"/>
                          <w:lang w:val="de-DE"/>
                        </w:rPr>
                        <w:t>4</w:t>
                      </w:r>
                    </w:p>
                  </w:txbxContent>
                </v:textbox>
                <w10:wrap anchorx="page" anchory="margin"/>
              </v:rect>
            </w:pict>
          </mc:Fallback>
        </mc:AlternateContent>
      </w:r>
    </w:p>
    <w:p w14:paraId="699C1C69" w14:textId="3B369B52" w:rsidR="001F08A4" w:rsidRPr="004C0946" w:rsidRDefault="00136A62">
      <w:r>
        <w:rPr>
          <w:noProof/>
          <w:lang w:eastAsia="zh-TW"/>
        </w:rPr>
        <mc:AlternateContent>
          <mc:Choice Requires="wps">
            <w:drawing>
              <wp:anchor distT="0" distB="0" distL="114300" distR="114300" simplePos="0" relativeHeight="251657216" behindDoc="0" locked="0" layoutInCell="0" allowOverlap="1" wp14:anchorId="699C1D7F" wp14:editId="5710D134">
                <wp:simplePos x="0" y="0"/>
                <wp:positionH relativeFrom="page">
                  <wp:posOffset>6350</wp:posOffset>
                </wp:positionH>
                <wp:positionV relativeFrom="page">
                  <wp:posOffset>4017010</wp:posOffset>
                </wp:positionV>
                <wp:extent cx="6777990" cy="584200"/>
                <wp:effectExtent l="0" t="0" r="34925" b="63500"/>
                <wp:wrapNone/>
                <wp:docPr id="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7990" cy="584200"/>
                        </a:xfrm>
                        <a:prstGeom prst="rect">
                          <a:avLst/>
                        </a:prstGeom>
                        <a:gradFill rotWithShape="1">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txbx>
                        <w:txbxContent>
                          <w:p w14:paraId="699C1D96" w14:textId="77777777" w:rsidR="00223C32" w:rsidRPr="006708C2" w:rsidRDefault="00223C32" w:rsidP="00EA3EB5">
                            <w:pPr>
                              <w:pStyle w:val="NoSpacing"/>
                              <w:spacing w:before="120" w:after="120"/>
                              <w:jc w:val="right"/>
                              <w:rPr>
                                <w:rFonts w:ascii="Cambria" w:hAnsi="Cambria"/>
                                <w:b/>
                                <w:noProof/>
                                <w:color w:val="000000"/>
                                <w:sz w:val="44"/>
                                <w:szCs w:val="44"/>
                                <w:lang w:val="sl-SI"/>
                              </w:rPr>
                            </w:pPr>
                            <w:r>
                              <w:rPr>
                                <w:rFonts w:ascii="Cambria" w:hAnsi="Cambria"/>
                                <w:b/>
                                <w:noProof/>
                                <w:color w:val="000000"/>
                                <w:sz w:val="44"/>
                                <w:szCs w:val="44"/>
                                <w:lang w:val="sl-SI"/>
                              </w:rPr>
                              <w:t>Storitve enotne vstopne točke B2B</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23" o:spid="_x0000_s1029" style="position:absolute;left:0;text-align:left;margin-left:.5pt;margin-top:316.3pt;width:533.7pt;height:46pt;z-index:251657216;visibility:visible;mso-wrap-style:square;mso-width-percent:900;mso-height-percent:73;mso-wrap-distance-left:9pt;mso-wrap-distance-top:0;mso-wrap-distance-right:9pt;mso-wrap-distance-bottom:0;mso-position-horizontal:absolute;mso-position-horizontal-relative:page;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" o:allowincell="f" fillcolor="#c2d69b" strokecolor="#9bbb59" strokeweight="1pt">
                <v:fill color2="#9bbb59" rotate="t" focus="50%" type="gradient"/>
                <v:shadow on="t" color="#4e6128" offset="1pt"/>
                <v:textbox style="mso-fit-shape-to-text:t" inset="14.4pt,,14.4pt">
                  <w:txbxContent>
                    <w:p w14:paraId="699C1D96" w14:textId="77777777" w:rsidR="00223C32" w:rsidRPr="006708C2" w:rsidRDefault="00223C32" w:rsidP="00EA3EB5">
                      <w:pPr>
                        <w:pStyle w:val="NoSpacing"/>
                        <w:spacing w:before="120" w:after="120"/>
                        <w:jc w:val="right"/>
                        <w:rPr>
                          <w:rFonts w:ascii="Cambria" w:hAnsi="Cambria"/>
                          <w:b/>
                          <w:noProof/>
                          <w:color w:val="000000"/>
                          <w:sz w:val="44"/>
                          <w:szCs w:val="44"/>
                          <w:lang w:val="sl-SI"/>
                        </w:rPr>
                      </w:pPr>
                      <w:r>
                        <w:rPr>
                          <w:rFonts w:ascii="Cambria" w:hAnsi="Cambria"/>
                          <w:b/>
                          <w:noProof/>
                          <w:color w:val="000000"/>
                          <w:sz w:val="44"/>
                          <w:szCs w:val="44"/>
                          <w:lang w:val="sl-SI"/>
                        </w:rPr>
                        <w:t>Storitve enotne vstopne točke B2B</w:t>
                      </w:r>
                    </w:p>
                  </w:txbxContent>
                </v:textbox>
                <w10:wrap anchorx="page" anchory="page"/>
              </v:rect>
            </w:pict>
          </mc:Fallback>
        </mc:AlternateContent>
      </w:r>
    </w:p>
    <w:p w14:paraId="699C1C6A" w14:textId="77777777" w:rsidR="001F08A4" w:rsidRPr="004C0946" w:rsidRDefault="001F08A4">
      <w:pPr>
        <w:rPr>
          <w:rFonts w:ascii="Cambria" w:eastAsia="Times New Roman" w:hAnsi="Cambria"/>
          <w:caps/>
        </w:rPr>
      </w:pPr>
      <w:r w:rsidRPr="004C0946">
        <w:rPr>
          <w:rFonts w:ascii="Cambria" w:eastAsia="Times New Roman" w:hAnsi="Cambria"/>
          <w:caps/>
        </w:rPr>
        <w:br w:type="page"/>
      </w:r>
    </w:p>
    <w:tbl>
      <w:tblPr>
        <w:tblW w:w="5000" w:type="pct"/>
        <w:tblLayout w:type="fixed"/>
        <w:tblCellMar>
          <w:top w:w="57" w:type="dxa"/>
          <w:bottom w:w="57" w:type="dxa"/>
        </w:tblCellMar>
        <w:tblLook w:val="04A0" w:firstRow="1" w:lastRow="0" w:firstColumn="1" w:lastColumn="0" w:noHBand="0" w:noVBand="1"/>
      </w:tblPr>
      <w:tblGrid>
        <w:gridCol w:w="2660"/>
        <w:gridCol w:w="478"/>
        <w:gridCol w:w="6150"/>
      </w:tblGrid>
      <w:tr w:rsidR="00BE6CB8" w:rsidRPr="00362541" w14:paraId="699C1C6D" w14:textId="77777777" w:rsidTr="00362541">
        <w:tc>
          <w:tcPr>
            <w:tcW w:w="9288" w:type="dxa"/>
            <w:gridSpan w:val="3"/>
          </w:tcPr>
          <w:p w14:paraId="699C1C6B" w14:textId="77777777" w:rsidR="00BE6CB8" w:rsidRPr="002475E7" w:rsidRDefault="00F454EE" w:rsidP="00362541">
            <w:pPr>
              <w:pStyle w:val="Naslov-breztevilenja"/>
              <w:spacing w:line="240" w:lineRule="auto"/>
              <w:rPr>
                <w:color w:val="76923C"/>
              </w:rPr>
            </w:pPr>
            <w:r w:rsidRPr="002475E7">
              <w:rPr>
                <w:color w:val="76923C"/>
              </w:rPr>
              <w:lastRenderedPageBreak/>
              <w:t>Stanje dokumenta</w:t>
            </w:r>
          </w:p>
          <w:p w14:paraId="699C1C6C" w14:textId="77777777" w:rsidR="00054324" w:rsidRPr="00362541" w:rsidRDefault="00054324" w:rsidP="00362541">
            <w:pPr>
              <w:spacing w:after="0" w:line="240" w:lineRule="auto"/>
            </w:pPr>
          </w:p>
        </w:tc>
      </w:tr>
      <w:tr w:rsidR="002475E7" w:rsidRPr="00E628F9" w14:paraId="699C1C71" w14:textId="77777777" w:rsidTr="009B3D0D">
        <w:tc>
          <w:tcPr>
            <w:tcW w:w="2660" w:type="dxa"/>
          </w:tcPr>
          <w:p w14:paraId="699C1C6E" w14:textId="77777777" w:rsidR="002475E7" w:rsidRPr="00E628F9" w:rsidRDefault="002475E7" w:rsidP="009B3D0D">
            <w:pPr>
              <w:pStyle w:val="Naslov-breztevilenja"/>
              <w:spacing w:line="240" w:lineRule="auto"/>
              <w:jc w:val="left"/>
              <w:rPr>
                <w:sz w:val="26"/>
                <w:szCs w:val="26"/>
              </w:rPr>
            </w:pPr>
            <w:r w:rsidRPr="00E628F9">
              <w:rPr>
                <w:sz w:val="26"/>
                <w:szCs w:val="26"/>
              </w:rPr>
              <w:t>Namen dokumenta</w:t>
            </w:r>
          </w:p>
        </w:tc>
        <w:tc>
          <w:tcPr>
            <w:tcW w:w="478" w:type="dxa"/>
          </w:tcPr>
          <w:p w14:paraId="699C1C6F" w14:textId="77777777" w:rsidR="002475E7" w:rsidRPr="00E628F9" w:rsidRDefault="002475E7" w:rsidP="009B3D0D">
            <w:pPr>
              <w:pStyle w:val="Naslov-breztevilenja"/>
              <w:spacing w:line="240" w:lineRule="auto"/>
            </w:pPr>
            <w:r w:rsidRPr="00E628F9">
              <w:t>:</w:t>
            </w:r>
          </w:p>
        </w:tc>
        <w:tc>
          <w:tcPr>
            <w:tcW w:w="6150" w:type="dxa"/>
            <w:tcMar>
              <w:top w:w="28" w:type="dxa"/>
              <w:bottom w:w="57" w:type="dxa"/>
            </w:tcMar>
            <w:vAlign w:val="center"/>
          </w:tcPr>
          <w:p w14:paraId="699C1C70" w14:textId="14825949" w:rsidR="002475E7" w:rsidRPr="00E628F9" w:rsidRDefault="002824F2" w:rsidP="00896363">
            <w:pPr>
              <w:spacing w:after="0" w:line="240" w:lineRule="auto"/>
            </w:pPr>
            <w:r>
              <w:t xml:space="preserve">Definirati </w:t>
            </w:r>
            <w:r w:rsidR="00896363">
              <w:t>»one pager«</w:t>
            </w:r>
            <w:r w:rsidR="006E776D">
              <w:t xml:space="preserve"> </w:t>
            </w:r>
            <w:r w:rsidR="005B0E84">
              <w:t>navodila za B2B klice</w:t>
            </w:r>
            <w:r w:rsidR="00896363">
              <w:t xml:space="preserve"> storitev enotne vstopne točke</w:t>
            </w:r>
          </w:p>
        </w:tc>
      </w:tr>
      <w:tr w:rsidR="002475E7" w:rsidRPr="00E628F9" w14:paraId="699C1C75" w14:textId="77777777" w:rsidTr="009B3D0D">
        <w:tc>
          <w:tcPr>
            <w:tcW w:w="2660" w:type="dxa"/>
          </w:tcPr>
          <w:p w14:paraId="699C1C72" w14:textId="77777777" w:rsidR="002475E7" w:rsidRPr="00E628F9" w:rsidRDefault="002475E7" w:rsidP="009B3D0D">
            <w:pPr>
              <w:pStyle w:val="Naslov-breztevilenja"/>
              <w:spacing w:line="240" w:lineRule="auto"/>
              <w:jc w:val="left"/>
              <w:rPr>
                <w:sz w:val="26"/>
                <w:szCs w:val="26"/>
              </w:rPr>
            </w:pPr>
            <w:r w:rsidRPr="00E628F9">
              <w:rPr>
                <w:sz w:val="26"/>
                <w:szCs w:val="26"/>
              </w:rPr>
              <w:t>Vsebina</w:t>
            </w:r>
          </w:p>
        </w:tc>
        <w:tc>
          <w:tcPr>
            <w:tcW w:w="478" w:type="dxa"/>
          </w:tcPr>
          <w:p w14:paraId="699C1C73" w14:textId="77777777" w:rsidR="002475E7" w:rsidRPr="00E628F9" w:rsidRDefault="002475E7" w:rsidP="009B3D0D">
            <w:pPr>
              <w:pStyle w:val="Naslov-breztevilenja"/>
              <w:spacing w:line="240" w:lineRule="auto"/>
            </w:pPr>
            <w:r w:rsidRPr="00E628F9">
              <w:t>:</w:t>
            </w:r>
          </w:p>
        </w:tc>
        <w:tc>
          <w:tcPr>
            <w:tcW w:w="6150" w:type="dxa"/>
            <w:tcMar>
              <w:top w:w="28" w:type="dxa"/>
              <w:bottom w:w="57" w:type="dxa"/>
            </w:tcMar>
            <w:vAlign w:val="center"/>
          </w:tcPr>
          <w:p w14:paraId="699C1C74" w14:textId="77777777" w:rsidR="002475E7" w:rsidRPr="00E628F9" w:rsidRDefault="00896363" w:rsidP="009B3D0D">
            <w:pPr>
              <w:spacing w:after="0" w:line="240" w:lineRule="auto"/>
            </w:pPr>
            <w:r>
              <w:t>Definicija navodil za B2B klic storitev enotne vstopne točke za potrebe izmenjave podatkov med distributerji in dobavitelji na trgu EE</w:t>
            </w:r>
          </w:p>
        </w:tc>
      </w:tr>
      <w:tr w:rsidR="002475E7" w:rsidRPr="00E628F9" w14:paraId="699C1C79" w14:textId="77777777" w:rsidTr="009B3D0D">
        <w:tc>
          <w:tcPr>
            <w:tcW w:w="2660" w:type="dxa"/>
          </w:tcPr>
          <w:p w14:paraId="699C1C76" w14:textId="77777777" w:rsidR="002475E7" w:rsidRPr="00E628F9" w:rsidRDefault="002475E7" w:rsidP="009B3D0D">
            <w:pPr>
              <w:pStyle w:val="Naslov-breztevilenja"/>
              <w:spacing w:line="240" w:lineRule="auto"/>
              <w:jc w:val="left"/>
              <w:rPr>
                <w:sz w:val="26"/>
                <w:szCs w:val="26"/>
              </w:rPr>
            </w:pPr>
            <w:r w:rsidRPr="00E628F9">
              <w:rPr>
                <w:sz w:val="26"/>
                <w:szCs w:val="26"/>
              </w:rPr>
              <w:t>Oznaka dokumenta</w:t>
            </w:r>
          </w:p>
        </w:tc>
        <w:tc>
          <w:tcPr>
            <w:tcW w:w="478" w:type="dxa"/>
          </w:tcPr>
          <w:p w14:paraId="699C1C77" w14:textId="77777777" w:rsidR="002475E7" w:rsidRPr="00E628F9" w:rsidRDefault="002475E7" w:rsidP="009B3D0D">
            <w:pPr>
              <w:pStyle w:val="Naslov-breztevilenja"/>
              <w:spacing w:line="240" w:lineRule="auto"/>
            </w:pPr>
            <w:r w:rsidRPr="00E628F9">
              <w:t>:</w:t>
            </w:r>
          </w:p>
        </w:tc>
        <w:tc>
          <w:tcPr>
            <w:tcW w:w="6150" w:type="dxa"/>
            <w:tcMar>
              <w:top w:w="28" w:type="dxa"/>
              <w:bottom w:w="57" w:type="dxa"/>
            </w:tcMar>
            <w:vAlign w:val="center"/>
          </w:tcPr>
          <w:p w14:paraId="699C1C78" w14:textId="157143EA" w:rsidR="002475E7" w:rsidRPr="00E628F9" w:rsidRDefault="005B0E84" w:rsidP="00ED72D7">
            <w:pPr>
              <w:spacing w:after="0" w:line="240" w:lineRule="auto"/>
            </w:pPr>
            <w:r>
              <w:t>Storitve enotne vs</w:t>
            </w:r>
            <w:r w:rsidR="00896363">
              <w:t>topne točke B2B</w:t>
            </w:r>
            <w:r>
              <w:t xml:space="preserve"> – one pager</w:t>
            </w:r>
            <w:r w:rsidR="002824F2">
              <w:t>.docx</w:t>
            </w:r>
          </w:p>
        </w:tc>
      </w:tr>
      <w:tr w:rsidR="002475E7" w:rsidRPr="00E628F9" w14:paraId="699C1C7D" w14:textId="77777777" w:rsidTr="009B3D0D">
        <w:tc>
          <w:tcPr>
            <w:tcW w:w="2660" w:type="dxa"/>
          </w:tcPr>
          <w:p w14:paraId="699C1C7A" w14:textId="77777777" w:rsidR="002475E7" w:rsidRPr="00E628F9" w:rsidRDefault="002475E7" w:rsidP="009B3D0D">
            <w:pPr>
              <w:pStyle w:val="Naslov-breztevilenja"/>
              <w:spacing w:line="240" w:lineRule="auto"/>
              <w:jc w:val="left"/>
              <w:rPr>
                <w:sz w:val="26"/>
                <w:szCs w:val="26"/>
              </w:rPr>
            </w:pPr>
            <w:r w:rsidRPr="00E628F9">
              <w:rPr>
                <w:sz w:val="26"/>
                <w:szCs w:val="26"/>
              </w:rPr>
              <w:t>Status</w:t>
            </w:r>
          </w:p>
        </w:tc>
        <w:tc>
          <w:tcPr>
            <w:tcW w:w="478" w:type="dxa"/>
          </w:tcPr>
          <w:p w14:paraId="699C1C7B" w14:textId="77777777" w:rsidR="002475E7" w:rsidRPr="00E628F9" w:rsidRDefault="002475E7" w:rsidP="009B3D0D">
            <w:pPr>
              <w:pStyle w:val="Naslov-breztevilenja"/>
              <w:spacing w:line="240" w:lineRule="auto"/>
            </w:pPr>
            <w:r w:rsidRPr="00E628F9">
              <w:t>:</w:t>
            </w:r>
          </w:p>
        </w:tc>
        <w:tc>
          <w:tcPr>
            <w:tcW w:w="6150" w:type="dxa"/>
            <w:tcMar>
              <w:top w:w="28" w:type="dxa"/>
              <w:bottom w:w="57" w:type="dxa"/>
            </w:tcMar>
            <w:vAlign w:val="center"/>
          </w:tcPr>
          <w:p w14:paraId="699C1C7C" w14:textId="183D25D5" w:rsidR="002475E7" w:rsidRPr="00E628F9" w:rsidRDefault="0015616B" w:rsidP="009B3D0D">
            <w:pPr>
              <w:pStyle w:val="NoSpacing"/>
              <w:rPr>
                <w:lang w:val="sl-SI"/>
              </w:rPr>
            </w:pPr>
            <w:r>
              <w:rPr>
                <w:lang w:val="sl-SI"/>
              </w:rPr>
              <w:t>Delovna verzija</w:t>
            </w:r>
          </w:p>
        </w:tc>
      </w:tr>
      <w:tr w:rsidR="002475E7" w:rsidRPr="00E628F9" w14:paraId="699C1C81" w14:textId="77777777" w:rsidTr="009B3D0D">
        <w:tc>
          <w:tcPr>
            <w:tcW w:w="2660" w:type="dxa"/>
          </w:tcPr>
          <w:p w14:paraId="699C1C7E" w14:textId="77777777" w:rsidR="002475E7" w:rsidRPr="00E628F9" w:rsidRDefault="002475E7" w:rsidP="009B3D0D">
            <w:pPr>
              <w:pStyle w:val="Naslov-breztevilenja"/>
              <w:spacing w:line="240" w:lineRule="auto"/>
              <w:jc w:val="left"/>
              <w:rPr>
                <w:sz w:val="26"/>
                <w:szCs w:val="26"/>
              </w:rPr>
            </w:pPr>
            <w:r w:rsidRPr="00E628F9">
              <w:rPr>
                <w:sz w:val="26"/>
                <w:szCs w:val="26"/>
              </w:rPr>
              <w:t>Verzija</w:t>
            </w:r>
          </w:p>
        </w:tc>
        <w:tc>
          <w:tcPr>
            <w:tcW w:w="478" w:type="dxa"/>
          </w:tcPr>
          <w:p w14:paraId="699C1C7F" w14:textId="77777777" w:rsidR="002475E7" w:rsidRPr="00E628F9" w:rsidRDefault="002475E7" w:rsidP="009B3D0D">
            <w:pPr>
              <w:pStyle w:val="Naslov-breztevilenja"/>
              <w:spacing w:line="240" w:lineRule="auto"/>
            </w:pPr>
            <w:r w:rsidRPr="00E628F9">
              <w:t>:</w:t>
            </w:r>
          </w:p>
        </w:tc>
        <w:tc>
          <w:tcPr>
            <w:tcW w:w="6150" w:type="dxa"/>
            <w:tcMar>
              <w:top w:w="28" w:type="dxa"/>
              <w:bottom w:w="57" w:type="dxa"/>
            </w:tcMar>
            <w:vAlign w:val="center"/>
          </w:tcPr>
          <w:p w14:paraId="699C1C80" w14:textId="1E1D1A38" w:rsidR="002475E7" w:rsidRPr="00E628F9" w:rsidRDefault="00B339C2" w:rsidP="00686092">
            <w:pPr>
              <w:pStyle w:val="NoSpacing"/>
              <w:rPr>
                <w:lang w:val="sl-SI"/>
              </w:rPr>
            </w:pPr>
            <w:r>
              <w:rPr>
                <w:lang w:val="sl-SI"/>
              </w:rPr>
              <w:t>1.</w:t>
            </w:r>
            <w:r w:rsidR="00686092">
              <w:rPr>
                <w:lang w:val="sl-SI"/>
              </w:rPr>
              <w:t>4</w:t>
            </w:r>
          </w:p>
        </w:tc>
      </w:tr>
      <w:tr w:rsidR="002475E7" w:rsidRPr="00E628F9" w14:paraId="699C1C85" w14:textId="77777777" w:rsidTr="009B3D0D">
        <w:tc>
          <w:tcPr>
            <w:tcW w:w="2660" w:type="dxa"/>
          </w:tcPr>
          <w:p w14:paraId="699C1C82" w14:textId="77777777" w:rsidR="002475E7" w:rsidRPr="00E628F9" w:rsidRDefault="002475E7" w:rsidP="009B3D0D">
            <w:pPr>
              <w:pStyle w:val="Naslov-breztevilenja"/>
              <w:spacing w:line="240" w:lineRule="auto"/>
              <w:jc w:val="left"/>
              <w:rPr>
                <w:sz w:val="26"/>
                <w:szCs w:val="26"/>
              </w:rPr>
            </w:pPr>
            <w:r w:rsidRPr="00E628F9">
              <w:rPr>
                <w:sz w:val="26"/>
                <w:szCs w:val="26"/>
              </w:rPr>
              <w:t>Datum verzije</w:t>
            </w:r>
          </w:p>
        </w:tc>
        <w:tc>
          <w:tcPr>
            <w:tcW w:w="478" w:type="dxa"/>
          </w:tcPr>
          <w:p w14:paraId="699C1C83" w14:textId="77777777" w:rsidR="002475E7" w:rsidRPr="00E628F9" w:rsidRDefault="002475E7" w:rsidP="009B3D0D">
            <w:pPr>
              <w:pStyle w:val="Naslov-breztevilenja"/>
              <w:spacing w:line="240" w:lineRule="auto"/>
            </w:pPr>
            <w:r w:rsidRPr="00E628F9">
              <w:t>:</w:t>
            </w:r>
          </w:p>
        </w:tc>
        <w:tc>
          <w:tcPr>
            <w:tcW w:w="6150" w:type="dxa"/>
            <w:tcMar>
              <w:top w:w="28" w:type="dxa"/>
              <w:bottom w:w="57" w:type="dxa"/>
            </w:tcMar>
            <w:vAlign w:val="center"/>
          </w:tcPr>
          <w:p w14:paraId="699C1C84" w14:textId="6A0E1CA1" w:rsidR="002475E7" w:rsidRPr="00E628F9" w:rsidRDefault="0015616B" w:rsidP="00686092">
            <w:pPr>
              <w:pStyle w:val="NoSpacing"/>
              <w:spacing w:line="360" w:lineRule="auto"/>
              <w:rPr>
                <w:rFonts w:eastAsia="Calibri"/>
                <w:lang w:val="sl-SI"/>
              </w:rPr>
            </w:pPr>
            <w:r>
              <w:rPr>
                <w:lang w:val="sl-SI"/>
              </w:rPr>
              <w:t>10</w:t>
            </w:r>
            <w:r w:rsidR="002565D2">
              <w:rPr>
                <w:lang w:val="sl-SI"/>
              </w:rPr>
              <w:t>.</w:t>
            </w:r>
            <w:r w:rsidR="00686092">
              <w:rPr>
                <w:lang w:val="sl-SI"/>
              </w:rPr>
              <w:t>10</w:t>
            </w:r>
            <w:r w:rsidR="0043716E">
              <w:rPr>
                <w:lang w:val="sl-SI"/>
              </w:rPr>
              <w:t>.20</w:t>
            </w:r>
            <w:r w:rsidR="00B339C2">
              <w:rPr>
                <w:lang w:val="sl-SI"/>
              </w:rPr>
              <w:t>1</w:t>
            </w:r>
            <w:r>
              <w:rPr>
                <w:lang w:val="sl-SI"/>
              </w:rPr>
              <w:t>6</w:t>
            </w:r>
          </w:p>
        </w:tc>
      </w:tr>
      <w:tr w:rsidR="002475E7" w:rsidRPr="00E628F9" w14:paraId="699C1C89" w14:textId="77777777" w:rsidTr="009B3D0D">
        <w:tc>
          <w:tcPr>
            <w:tcW w:w="2660" w:type="dxa"/>
          </w:tcPr>
          <w:p w14:paraId="699C1C86" w14:textId="77777777" w:rsidR="002475E7" w:rsidRPr="00E628F9" w:rsidRDefault="002475E7" w:rsidP="009B3D0D">
            <w:pPr>
              <w:pStyle w:val="Naslov-breztevilenja"/>
              <w:spacing w:line="240" w:lineRule="auto"/>
              <w:jc w:val="left"/>
              <w:rPr>
                <w:sz w:val="26"/>
                <w:szCs w:val="26"/>
              </w:rPr>
            </w:pPr>
            <w:r w:rsidRPr="00E628F9">
              <w:rPr>
                <w:sz w:val="26"/>
                <w:szCs w:val="26"/>
              </w:rPr>
              <w:t>Avtorji</w:t>
            </w:r>
          </w:p>
        </w:tc>
        <w:tc>
          <w:tcPr>
            <w:tcW w:w="478" w:type="dxa"/>
          </w:tcPr>
          <w:p w14:paraId="699C1C87" w14:textId="77777777" w:rsidR="002475E7" w:rsidRPr="00E628F9" w:rsidRDefault="002475E7" w:rsidP="009B3D0D">
            <w:pPr>
              <w:pStyle w:val="Naslov-breztevilenja"/>
              <w:spacing w:line="240" w:lineRule="auto"/>
            </w:pPr>
            <w:r w:rsidRPr="00E628F9">
              <w:t>:</w:t>
            </w:r>
          </w:p>
        </w:tc>
        <w:tc>
          <w:tcPr>
            <w:tcW w:w="6150" w:type="dxa"/>
            <w:tcMar>
              <w:top w:w="28" w:type="dxa"/>
              <w:bottom w:w="57" w:type="dxa"/>
            </w:tcMar>
            <w:vAlign w:val="center"/>
          </w:tcPr>
          <w:p w14:paraId="699C1C88" w14:textId="77777777" w:rsidR="002475E7" w:rsidRPr="00E628F9" w:rsidRDefault="006E776D" w:rsidP="00896363">
            <w:pPr>
              <w:pStyle w:val="NoSpacing"/>
              <w:rPr>
                <w:lang w:val="sl-SI"/>
              </w:rPr>
            </w:pPr>
            <w:r>
              <w:rPr>
                <w:lang w:val="sl-SI"/>
              </w:rPr>
              <w:t xml:space="preserve">Blaž Kraner, </w:t>
            </w:r>
            <w:r w:rsidR="00896363">
              <w:rPr>
                <w:lang w:val="sl-SI"/>
              </w:rPr>
              <w:t>Matej Nosan</w:t>
            </w:r>
          </w:p>
        </w:tc>
      </w:tr>
      <w:tr w:rsidR="002475E7" w:rsidRPr="00E628F9" w14:paraId="699C1C8D" w14:textId="77777777" w:rsidTr="009B3D0D">
        <w:tc>
          <w:tcPr>
            <w:tcW w:w="2660" w:type="dxa"/>
          </w:tcPr>
          <w:p w14:paraId="699C1C8A" w14:textId="77777777" w:rsidR="002475E7" w:rsidRPr="00E628F9" w:rsidRDefault="002475E7" w:rsidP="009B3D0D">
            <w:pPr>
              <w:pStyle w:val="Naslov-breztevilenja"/>
              <w:spacing w:line="240" w:lineRule="auto"/>
              <w:jc w:val="left"/>
              <w:rPr>
                <w:sz w:val="26"/>
                <w:szCs w:val="26"/>
              </w:rPr>
            </w:pPr>
            <w:r w:rsidRPr="00E628F9">
              <w:rPr>
                <w:sz w:val="26"/>
                <w:szCs w:val="26"/>
              </w:rPr>
              <w:t>Odobrili</w:t>
            </w:r>
          </w:p>
        </w:tc>
        <w:tc>
          <w:tcPr>
            <w:tcW w:w="478" w:type="dxa"/>
          </w:tcPr>
          <w:p w14:paraId="699C1C8B" w14:textId="77777777" w:rsidR="002475E7" w:rsidRPr="00E628F9" w:rsidRDefault="002475E7" w:rsidP="009B3D0D">
            <w:pPr>
              <w:pStyle w:val="Naslov-breztevilenja"/>
              <w:spacing w:line="240" w:lineRule="auto"/>
            </w:pPr>
            <w:r w:rsidRPr="00E628F9">
              <w:t>:</w:t>
            </w:r>
          </w:p>
        </w:tc>
        <w:tc>
          <w:tcPr>
            <w:tcW w:w="6150" w:type="dxa"/>
            <w:tcMar>
              <w:top w:w="28" w:type="dxa"/>
              <w:bottom w:w="57" w:type="dxa"/>
            </w:tcMar>
            <w:vAlign w:val="center"/>
          </w:tcPr>
          <w:p w14:paraId="699C1C8C" w14:textId="77777777" w:rsidR="002475E7" w:rsidRPr="00E628F9" w:rsidRDefault="002475E7" w:rsidP="009B3D0D">
            <w:pPr>
              <w:pStyle w:val="NoSpacing"/>
              <w:rPr>
                <w:lang w:val="sl-SI"/>
              </w:rPr>
            </w:pPr>
          </w:p>
        </w:tc>
      </w:tr>
      <w:tr w:rsidR="002475E7" w:rsidRPr="00E628F9" w14:paraId="699C1C91" w14:textId="77777777" w:rsidTr="009B3D0D">
        <w:tc>
          <w:tcPr>
            <w:tcW w:w="2660" w:type="dxa"/>
          </w:tcPr>
          <w:p w14:paraId="699C1C8E" w14:textId="77777777" w:rsidR="002475E7" w:rsidRPr="00E628F9" w:rsidRDefault="002475E7" w:rsidP="009B3D0D">
            <w:pPr>
              <w:pStyle w:val="Naslov-breztevilenja"/>
              <w:spacing w:line="240" w:lineRule="auto"/>
              <w:jc w:val="left"/>
              <w:rPr>
                <w:sz w:val="26"/>
                <w:szCs w:val="26"/>
              </w:rPr>
            </w:pPr>
            <w:r w:rsidRPr="00E628F9">
              <w:rPr>
                <w:sz w:val="26"/>
                <w:szCs w:val="26"/>
              </w:rPr>
              <w:t>Dostavljeno</w:t>
            </w:r>
          </w:p>
        </w:tc>
        <w:tc>
          <w:tcPr>
            <w:tcW w:w="478" w:type="dxa"/>
          </w:tcPr>
          <w:p w14:paraId="699C1C8F" w14:textId="77777777" w:rsidR="002475E7" w:rsidRPr="00E628F9" w:rsidRDefault="002475E7" w:rsidP="009B3D0D">
            <w:pPr>
              <w:pStyle w:val="Naslov-breztevilenja"/>
              <w:spacing w:line="240" w:lineRule="auto"/>
            </w:pPr>
            <w:r w:rsidRPr="00E628F9">
              <w:t>:</w:t>
            </w:r>
          </w:p>
        </w:tc>
        <w:tc>
          <w:tcPr>
            <w:tcW w:w="6150" w:type="dxa"/>
            <w:tcMar>
              <w:top w:w="28" w:type="dxa"/>
              <w:bottom w:w="57" w:type="dxa"/>
            </w:tcMar>
            <w:vAlign w:val="center"/>
          </w:tcPr>
          <w:p w14:paraId="699C1C90" w14:textId="77777777" w:rsidR="002475E7" w:rsidRPr="00E628F9" w:rsidRDefault="00896363" w:rsidP="0043716E">
            <w:pPr>
              <w:pStyle w:val="NoSpacing"/>
              <w:rPr>
                <w:lang w:val="sl-SI"/>
              </w:rPr>
            </w:pPr>
            <w:r>
              <w:rPr>
                <w:lang w:val="sl-SI"/>
              </w:rPr>
              <w:t>SODO d.o.o.</w:t>
            </w:r>
          </w:p>
        </w:tc>
      </w:tr>
      <w:tr w:rsidR="002475E7" w:rsidRPr="00E628F9" w14:paraId="699C1C95" w14:textId="77777777" w:rsidTr="009B3D0D">
        <w:tc>
          <w:tcPr>
            <w:tcW w:w="2660" w:type="dxa"/>
          </w:tcPr>
          <w:p w14:paraId="699C1C92" w14:textId="77777777" w:rsidR="002475E7" w:rsidRPr="00E628F9" w:rsidRDefault="002475E7" w:rsidP="009B3D0D">
            <w:pPr>
              <w:pStyle w:val="Naslov-breztevilenja"/>
              <w:spacing w:line="240" w:lineRule="auto"/>
              <w:jc w:val="left"/>
              <w:rPr>
                <w:sz w:val="26"/>
                <w:szCs w:val="26"/>
              </w:rPr>
            </w:pPr>
            <w:r w:rsidRPr="00E628F9">
              <w:rPr>
                <w:sz w:val="26"/>
                <w:szCs w:val="26"/>
              </w:rPr>
              <w:t>Tiskano dne</w:t>
            </w:r>
          </w:p>
        </w:tc>
        <w:tc>
          <w:tcPr>
            <w:tcW w:w="478" w:type="dxa"/>
          </w:tcPr>
          <w:p w14:paraId="699C1C93" w14:textId="77777777" w:rsidR="002475E7" w:rsidRPr="00E628F9" w:rsidRDefault="002475E7" w:rsidP="009B3D0D">
            <w:pPr>
              <w:pStyle w:val="Naslov-breztevilenja"/>
              <w:spacing w:line="240" w:lineRule="auto"/>
            </w:pPr>
            <w:r w:rsidRPr="00E628F9">
              <w:t>:</w:t>
            </w:r>
          </w:p>
        </w:tc>
        <w:tc>
          <w:tcPr>
            <w:tcW w:w="6150" w:type="dxa"/>
            <w:tcMar>
              <w:top w:w="28" w:type="dxa"/>
              <w:bottom w:w="57" w:type="dxa"/>
            </w:tcMar>
            <w:vAlign w:val="center"/>
          </w:tcPr>
          <w:p w14:paraId="699C1C94" w14:textId="77777777" w:rsidR="002475E7" w:rsidRPr="00E628F9" w:rsidRDefault="0048557D" w:rsidP="009B3D0D">
            <w:pPr>
              <w:pStyle w:val="NoSpacing"/>
              <w:rPr>
                <w:lang w:val="sl-SI"/>
              </w:rPr>
            </w:pPr>
            <w:r w:rsidRPr="00E628F9">
              <w:rPr>
                <w:lang w:val="sl-SI"/>
              </w:rPr>
              <w:fldChar w:fldCharType="begin"/>
            </w:r>
            <w:r w:rsidR="002475E7" w:rsidRPr="00E628F9">
              <w:rPr>
                <w:lang w:val="sl-SI"/>
              </w:rPr>
              <w:instrText xml:space="preserve"> DATE  \@ "d.M.yyyy"  \* MERGEFORMAT </w:instrText>
            </w:r>
            <w:r w:rsidRPr="00E628F9">
              <w:rPr>
                <w:lang w:val="sl-SI"/>
              </w:rPr>
              <w:fldChar w:fldCharType="separate"/>
            </w:r>
            <w:r w:rsidR="00A25B3C">
              <w:rPr>
                <w:noProof/>
                <w:lang w:val="sl-SI"/>
              </w:rPr>
              <w:t>10.10.2016</w:t>
            </w:r>
            <w:r w:rsidRPr="00E628F9">
              <w:rPr>
                <w:lang w:val="sl-SI"/>
              </w:rPr>
              <w:fldChar w:fldCharType="end"/>
            </w:r>
          </w:p>
        </w:tc>
      </w:tr>
    </w:tbl>
    <w:p w14:paraId="699C1C96" w14:textId="77777777" w:rsidR="008E4F3C" w:rsidRDefault="008E4F3C" w:rsidP="00D75DFD"/>
    <w:p w14:paraId="699C1C97" w14:textId="77777777" w:rsidR="008E4F3C" w:rsidRDefault="008E4F3C" w:rsidP="00D75DFD"/>
    <w:p w14:paraId="699C1C98" w14:textId="77777777" w:rsidR="008E4F3C" w:rsidRDefault="008E4F3C" w:rsidP="00D75DFD"/>
    <w:p w14:paraId="699C1C99" w14:textId="77777777" w:rsidR="008E4F3C" w:rsidRDefault="008E4F3C" w:rsidP="00D75DFD"/>
    <w:p w14:paraId="699C1C9A" w14:textId="77777777" w:rsidR="001A2566" w:rsidRDefault="001A2566" w:rsidP="00D75DFD"/>
    <w:p w14:paraId="699C1C9B" w14:textId="77777777" w:rsidR="001A2566" w:rsidRDefault="001A2566" w:rsidP="00D75DFD"/>
    <w:p w14:paraId="699C1C9C" w14:textId="77777777" w:rsidR="001A2566" w:rsidRDefault="001A2566" w:rsidP="00D75DFD"/>
    <w:p w14:paraId="699C1C9D" w14:textId="77777777" w:rsidR="008E4F3C" w:rsidRDefault="008E4F3C" w:rsidP="00D75DFD"/>
    <w:p w14:paraId="699C1C9E" w14:textId="77777777" w:rsidR="008E4F3C" w:rsidRDefault="008E4F3C" w:rsidP="00D75DFD"/>
    <w:p w14:paraId="699C1C9F" w14:textId="77777777" w:rsidR="008E4F3C" w:rsidRDefault="008E4F3C" w:rsidP="00D75DF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2"/>
      </w:tblGrid>
      <w:tr w:rsidR="001A2566" w14:paraId="699C1CA3" w14:textId="77777777" w:rsidTr="009B3D0D">
        <w:tc>
          <w:tcPr>
            <w:tcW w:w="9212" w:type="dxa"/>
          </w:tcPr>
          <w:p w14:paraId="699C1CA0" w14:textId="77777777" w:rsidR="001A2566" w:rsidRDefault="001A2566" w:rsidP="009B3D0D">
            <w:pPr>
              <w:pStyle w:val="Naslov-breztevilenja"/>
              <w:spacing w:before="240" w:after="200"/>
            </w:pPr>
            <w:r>
              <w:t>Zaščita dokumenta</w:t>
            </w:r>
          </w:p>
          <w:p w14:paraId="699C1CA1" w14:textId="77777777" w:rsidR="001A2566" w:rsidRDefault="002824F2" w:rsidP="001A2566">
            <w:r>
              <w:t>© 2011</w:t>
            </w:r>
            <w:r w:rsidR="001A2566">
              <w:t xml:space="preserve"> Informatika d.d.</w:t>
            </w:r>
          </w:p>
          <w:p w14:paraId="699C1CA2" w14:textId="77777777" w:rsidR="001A2566" w:rsidRDefault="001A2566" w:rsidP="00D75DFD">
            <w:r>
              <w:t xml:space="preserve">Vse pravice pridržane. Reprodukcija po delih ali v celoti na kakršenkoli način in v kateremkoli mediju ni dovoljena brez pisnega dovoljenja avtorja. Kršitve se sankcionirajo v skladu z avtorsko pravno in kazensko zakonodajo. Avtorji zadržijo moralne avtorske pravice. </w:t>
            </w:r>
          </w:p>
        </w:tc>
      </w:tr>
    </w:tbl>
    <w:p w14:paraId="699C1CA4" w14:textId="77777777" w:rsidR="008E4F3C" w:rsidRDefault="008E4F3C" w:rsidP="00D75DFD"/>
    <w:p w14:paraId="699C1CA5" w14:textId="77777777" w:rsidR="008E4F3C" w:rsidRDefault="001A2566" w:rsidP="00D75DFD">
      <w:r>
        <w:rPr>
          <w:rFonts w:ascii="Cambria" w:hAnsi="Cambria"/>
          <w:b/>
          <w:color w:val="76923C"/>
          <w:sz w:val="28"/>
        </w:rPr>
        <w:br w:type="page"/>
      </w:r>
      <w:r w:rsidRPr="001A2566">
        <w:rPr>
          <w:rFonts w:ascii="Cambria" w:hAnsi="Cambria"/>
          <w:b/>
          <w:color w:val="76923C"/>
          <w:sz w:val="28"/>
        </w:rPr>
        <w:lastRenderedPageBreak/>
        <w:t>Zgodovina verzij</w:t>
      </w:r>
    </w:p>
    <w:tbl>
      <w:tblPr>
        <w:tblW w:w="4731" w:type="pct"/>
        <w:tblInd w:w="108" w:type="dxa"/>
        <w:tblLayout w:type="fixed"/>
        <w:tblCellMar>
          <w:top w:w="57" w:type="dxa"/>
          <w:bottom w:w="57" w:type="dxa"/>
        </w:tblCellMar>
        <w:tblLook w:val="04A0" w:firstRow="1" w:lastRow="0" w:firstColumn="1" w:lastColumn="0" w:noHBand="0" w:noVBand="1"/>
      </w:tblPr>
      <w:tblGrid>
        <w:gridCol w:w="1842"/>
        <w:gridCol w:w="1559"/>
        <w:gridCol w:w="3402"/>
        <w:gridCol w:w="1985"/>
      </w:tblGrid>
      <w:tr w:rsidR="00682107" w:rsidRPr="00E628F9" w14:paraId="699C1CAA" w14:textId="77777777" w:rsidTr="009B3D0D">
        <w:trPr>
          <w:tblHeader/>
        </w:trPr>
        <w:tc>
          <w:tcPr>
            <w:tcW w:w="1842" w:type="dxa"/>
            <w:tcBorders>
              <w:top w:val="single" w:sz="4" w:space="0" w:color="auto"/>
              <w:left w:val="single" w:sz="4" w:space="0" w:color="auto"/>
              <w:bottom w:val="single" w:sz="4" w:space="0" w:color="auto"/>
              <w:right w:val="single" w:sz="4" w:space="0" w:color="auto"/>
            </w:tcBorders>
            <w:vAlign w:val="center"/>
          </w:tcPr>
          <w:p w14:paraId="699C1CA6" w14:textId="77777777" w:rsidR="00682107" w:rsidRPr="00E628F9" w:rsidRDefault="00682107" w:rsidP="009B3D0D">
            <w:pPr>
              <w:spacing w:before="40" w:after="0" w:line="240" w:lineRule="auto"/>
              <w:jc w:val="left"/>
              <w:rPr>
                <w:rStyle w:val="CaptionChar"/>
              </w:rPr>
            </w:pPr>
            <w:r w:rsidRPr="00E628F9">
              <w:rPr>
                <w:rStyle w:val="CaptionChar"/>
              </w:rPr>
              <w:t>Verzija</w:t>
            </w:r>
          </w:p>
        </w:tc>
        <w:tc>
          <w:tcPr>
            <w:tcW w:w="1559" w:type="dxa"/>
            <w:tcBorders>
              <w:top w:val="single" w:sz="4" w:space="0" w:color="auto"/>
              <w:left w:val="single" w:sz="4" w:space="0" w:color="auto"/>
              <w:bottom w:val="single" w:sz="4" w:space="0" w:color="auto"/>
              <w:right w:val="single" w:sz="4" w:space="0" w:color="auto"/>
            </w:tcBorders>
            <w:vAlign w:val="center"/>
          </w:tcPr>
          <w:p w14:paraId="699C1CA7" w14:textId="77777777" w:rsidR="00682107" w:rsidRPr="00E628F9" w:rsidRDefault="00682107" w:rsidP="009B3D0D">
            <w:pPr>
              <w:spacing w:before="40" w:after="0" w:line="240" w:lineRule="auto"/>
              <w:jc w:val="left"/>
              <w:rPr>
                <w:rStyle w:val="CaptionChar"/>
              </w:rPr>
            </w:pPr>
            <w:r w:rsidRPr="00E628F9">
              <w:rPr>
                <w:rStyle w:val="CaptionChar"/>
              </w:rPr>
              <w:t>Datum verzije</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A8" w14:textId="77777777" w:rsidR="00682107" w:rsidRPr="00E628F9" w:rsidRDefault="00682107" w:rsidP="009B3D0D">
            <w:pPr>
              <w:spacing w:before="40" w:after="0" w:line="240" w:lineRule="auto"/>
              <w:jc w:val="left"/>
              <w:rPr>
                <w:rStyle w:val="CaptionChar"/>
              </w:rPr>
            </w:pPr>
            <w:r w:rsidRPr="00E628F9">
              <w:rPr>
                <w:rStyle w:val="CaptionChar"/>
              </w:rPr>
              <w:t>Opombe</w:t>
            </w:r>
          </w:p>
        </w:tc>
        <w:tc>
          <w:tcPr>
            <w:tcW w:w="1985" w:type="dxa"/>
            <w:tcBorders>
              <w:top w:val="single" w:sz="4" w:space="0" w:color="auto"/>
              <w:left w:val="single" w:sz="4" w:space="0" w:color="auto"/>
              <w:bottom w:val="single" w:sz="4" w:space="0" w:color="auto"/>
              <w:right w:val="single" w:sz="4" w:space="0" w:color="auto"/>
            </w:tcBorders>
            <w:vAlign w:val="center"/>
          </w:tcPr>
          <w:p w14:paraId="699C1CA9" w14:textId="77777777" w:rsidR="00682107" w:rsidRPr="00E628F9" w:rsidRDefault="00682107" w:rsidP="009B3D0D">
            <w:pPr>
              <w:spacing w:before="40" w:after="0" w:line="240" w:lineRule="auto"/>
              <w:jc w:val="left"/>
              <w:rPr>
                <w:rStyle w:val="CaptionChar"/>
              </w:rPr>
            </w:pPr>
            <w:r>
              <w:rPr>
                <w:rStyle w:val="CaptionChar"/>
              </w:rPr>
              <w:t>Status</w:t>
            </w:r>
          </w:p>
        </w:tc>
      </w:tr>
      <w:tr w:rsidR="00682107" w:rsidRPr="00E628F9" w14:paraId="699C1CAF" w14:textId="77777777" w:rsidTr="009B3D0D">
        <w:tc>
          <w:tcPr>
            <w:tcW w:w="1842" w:type="dxa"/>
            <w:tcBorders>
              <w:top w:val="single" w:sz="4" w:space="0" w:color="auto"/>
              <w:left w:val="single" w:sz="4" w:space="0" w:color="auto"/>
              <w:bottom w:val="single" w:sz="4" w:space="0" w:color="auto"/>
              <w:right w:val="single" w:sz="4" w:space="0" w:color="auto"/>
            </w:tcBorders>
          </w:tcPr>
          <w:p w14:paraId="699C1CAB" w14:textId="77777777" w:rsidR="00682107" w:rsidRPr="00E628F9" w:rsidRDefault="008B6BFE" w:rsidP="008B6BFE">
            <w:pPr>
              <w:spacing w:after="0" w:line="240" w:lineRule="auto"/>
            </w:pPr>
            <w:r>
              <w:t>0</w:t>
            </w:r>
            <w:r w:rsidR="0043716E">
              <w:t>.</w:t>
            </w:r>
            <w:r>
              <w:t>1</w:t>
            </w:r>
          </w:p>
        </w:tc>
        <w:tc>
          <w:tcPr>
            <w:tcW w:w="1559" w:type="dxa"/>
            <w:tcBorders>
              <w:top w:val="single" w:sz="4" w:space="0" w:color="auto"/>
              <w:left w:val="single" w:sz="4" w:space="0" w:color="auto"/>
              <w:bottom w:val="single" w:sz="4" w:space="0" w:color="auto"/>
              <w:right w:val="single" w:sz="4" w:space="0" w:color="auto"/>
            </w:tcBorders>
          </w:tcPr>
          <w:p w14:paraId="699C1CAC" w14:textId="77777777" w:rsidR="00682107" w:rsidRPr="00E628F9" w:rsidRDefault="00E51A80" w:rsidP="006E776D">
            <w:pPr>
              <w:spacing w:after="0" w:line="240" w:lineRule="auto"/>
            </w:pPr>
            <w:r>
              <w:t>14</w:t>
            </w:r>
            <w:r w:rsidR="0043716E">
              <w:t>.</w:t>
            </w:r>
            <w:r w:rsidR="00F31090">
              <w:t xml:space="preserve"> </w:t>
            </w:r>
            <w:r>
              <w:t>12</w:t>
            </w:r>
            <w:r w:rsidR="0043716E">
              <w:t>.</w:t>
            </w:r>
            <w:r w:rsidR="00F31090">
              <w:t xml:space="preserve"> </w:t>
            </w:r>
            <w:r w:rsidR="0043716E">
              <w:t>20</w:t>
            </w:r>
            <w:r>
              <w:t>13</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AD" w14:textId="77777777" w:rsidR="0043716E" w:rsidRPr="00E628F9" w:rsidRDefault="002824F2" w:rsidP="0043716E">
            <w:pPr>
              <w:spacing w:after="0" w:line="240" w:lineRule="auto"/>
            </w:pPr>
            <w:r>
              <w:t>Osnutek</w:t>
            </w:r>
          </w:p>
        </w:tc>
        <w:tc>
          <w:tcPr>
            <w:tcW w:w="1985" w:type="dxa"/>
            <w:tcBorders>
              <w:top w:val="single" w:sz="4" w:space="0" w:color="auto"/>
              <w:left w:val="single" w:sz="4" w:space="0" w:color="auto"/>
              <w:bottom w:val="single" w:sz="4" w:space="0" w:color="auto"/>
              <w:right w:val="single" w:sz="4" w:space="0" w:color="auto"/>
            </w:tcBorders>
          </w:tcPr>
          <w:p w14:paraId="699C1CAE" w14:textId="77777777" w:rsidR="00682107" w:rsidRPr="00E628F9" w:rsidRDefault="00682107" w:rsidP="009B3D0D">
            <w:pPr>
              <w:spacing w:after="0" w:line="240" w:lineRule="auto"/>
            </w:pPr>
          </w:p>
        </w:tc>
      </w:tr>
      <w:tr w:rsidR="00682107" w:rsidRPr="00E628F9" w14:paraId="699C1CB4" w14:textId="77777777" w:rsidTr="009B3D0D">
        <w:tc>
          <w:tcPr>
            <w:tcW w:w="1842" w:type="dxa"/>
            <w:tcBorders>
              <w:top w:val="single" w:sz="4" w:space="0" w:color="auto"/>
              <w:left w:val="single" w:sz="4" w:space="0" w:color="auto"/>
              <w:bottom w:val="single" w:sz="4" w:space="0" w:color="auto"/>
              <w:right w:val="single" w:sz="4" w:space="0" w:color="auto"/>
            </w:tcBorders>
          </w:tcPr>
          <w:p w14:paraId="699C1CB0" w14:textId="3C27EFA7" w:rsidR="00682107" w:rsidRPr="00E628F9" w:rsidRDefault="00B339C2" w:rsidP="009B3D0D">
            <w:pPr>
              <w:spacing w:after="0" w:line="240" w:lineRule="auto"/>
            </w:pPr>
            <w:r>
              <w:t>1.0</w:t>
            </w:r>
          </w:p>
        </w:tc>
        <w:tc>
          <w:tcPr>
            <w:tcW w:w="1559" w:type="dxa"/>
            <w:tcBorders>
              <w:top w:val="single" w:sz="4" w:space="0" w:color="auto"/>
              <w:left w:val="single" w:sz="4" w:space="0" w:color="auto"/>
              <w:bottom w:val="single" w:sz="4" w:space="0" w:color="auto"/>
              <w:right w:val="single" w:sz="4" w:space="0" w:color="auto"/>
            </w:tcBorders>
          </w:tcPr>
          <w:p w14:paraId="699C1CB1" w14:textId="6321A1D2" w:rsidR="00682107" w:rsidRPr="00E628F9" w:rsidRDefault="00B339C2" w:rsidP="009B3D0D">
            <w:pPr>
              <w:spacing w:after="0" w:line="240" w:lineRule="auto"/>
            </w:pPr>
            <w:r>
              <w:t>9.9.2014</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B2" w14:textId="77777777" w:rsidR="00682107" w:rsidRPr="00E628F9" w:rsidRDefault="00682107" w:rsidP="00ED72D7">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CB3" w14:textId="77777777" w:rsidR="00682107" w:rsidRPr="00E628F9" w:rsidRDefault="00682107" w:rsidP="009B3D0D">
            <w:pPr>
              <w:spacing w:after="0" w:line="240" w:lineRule="auto"/>
            </w:pPr>
          </w:p>
        </w:tc>
      </w:tr>
      <w:tr w:rsidR="00682107" w:rsidRPr="00E628F9" w14:paraId="699C1CB9" w14:textId="77777777" w:rsidTr="009B3D0D">
        <w:tc>
          <w:tcPr>
            <w:tcW w:w="1842" w:type="dxa"/>
            <w:tcBorders>
              <w:top w:val="single" w:sz="4" w:space="0" w:color="auto"/>
              <w:left w:val="single" w:sz="4" w:space="0" w:color="auto"/>
              <w:bottom w:val="single" w:sz="4" w:space="0" w:color="auto"/>
              <w:right w:val="single" w:sz="4" w:space="0" w:color="auto"/>
            </w:tcBorders>
          </w:tcPr>
          <w:p w14:paraId="699C1CB5" w14:textId="3CEEA372" w:rsidR="00682107" w:rsidRPr="00E628F9" w:rsidRDefault="001031C2" w:rsidP="009B3D0D">
            <w:pPr>
              <w:spacing w:after="0" w:line="240" w:lineRule="auto"/>
            </w:pPr>
            <w:r>
              <w:t>1.1</w:t>
            </w:r>
          </w:p>
        </w:tc>
        <w:tc>
          <w:tcPr>
            <w:tcW w:w="1559" w:type="dxa"/>
            <w:tcBorders>
              <w:top w:val="single" w:sz="4" w:space="0" w:color="auto"/>
              <w:left w:val="single" w:sz="4" w:space="0" w:color="auto"/>
              <w:bottom w:val="single" w:sz="4" w:space="0" w:color="auto"/>
              <w:right w:val="single" w:sz="4" w:space="0" w:color="auto"/>
            </w:tcBorders>
          </w:tcPr>
          <w:p w14:paraId="699C1CB6" w14:textId="2A012A87" w:rsidR="00682107" w:rsidRPr="00E628F9" w:rsidRDefault="001031C2" w:rsidP="009B3D0D">
            <w:pPr>
              <w:spacing w:after="0" w:line="240" w:lineRule="auto"/>
            </w:pPr>
            <w:r>
              <w:t>25.8.2015</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B7" w14:textId="072626AE" w:rsidR="00682107" w:rsidRPr="00E628F9" w:rsidRDefault="001031C2" w:rsidP="009B3D0D">
            <w:pPr>
              <w:spacing w:after="0" w:line="240" w:lineRule="auto"/>
            </w:pPr>
            <w:r>
              <w:t>Dodatki evidence zahtev</w:t>
            </w:r>
          </w:p>
        </w:tc>
        <w:tc>
          <w:tcPr>
            <w:tcW w:w="1985" w:type="dxa"/>
            <w:tcBorders>
              <w:top w:val="single" w:sz="4" w:space="0" w:color="auto"/>
              <w:left w:val="single" w:sz="4" w:space="0" w:color="auto"/>
              <w:bottom w:val="single" w:sz="4" w:space="0" w:color="auto"/>
              <w:right w:val="single" w:sz="4" w:space="0" w:color="auto"/>
            </w:tcBorders>
          </w:tcPr>
          <w:p w14:paraId="699C1CB8" w14:textId="77777777" w:rsidR="00682107" w:rsidRPr="00E628F9" w:rsidRDefault="00682107" w:rsidP="009B3D0D">
            <w:pPr>
              <w:spacing w:after="0" w:line="240" w:lineRule="auto"/>
            </w:pPr>
          </w:p>
        </w:tc>
      </w:tr>
      <w:tr w:rsidR="00ED72D7" w:rsidRPr="00E628F9" w14:paraId="699C1CBE" w14:textId="77777777" w:rsidTr="009B3D0D">
        <w:tc>
          <w:tcPr>
            <w:tcW w:w="1842" w:type="dxa"/>
            <w:tcBorders>
              <w:top w:val="single" w:sz="4" w:space="0" w:color="auto"/>
              <w:left w:val="single" w:sz="4" w:space="0" w:color="auto"/>
              <w:bottom w:val="single" w:sz="4" w:space="0" w:color="auto"/>
              <w:right w:val="single" w:sz="4" w:space="0" w:color="auto"/>
            </w:tcBorders>
          </w:tcPr>
          <w:p w14:paraId="699C1CBA" w14:textId="779753E2" w:rsidR="00ED72D7" w:rsidRPr="00E628F9" w:rsidRDefault="0015616B" w:rsidP="009B3D0D">
            <w:pPr>
              <w:spacing w:after="0" w:line="240" w:lineRule="auto"/>
            </w:pPr>
            <w:r>
              <w:t>1.2</w:t>
            </w:r>
          </w:p>
        </w:tc>
        <w:tc>
          <w:tcPr>
            <w:tcW w:w="1559" w:type="dxa"/>
            <w:tcBorders>
              <w:top w:val="single" w:sz="4" w:space="0" w:color="auto"/>
              <w:left w:val="single" w:sz="4" w:space="0" w:color="auto"/>
              <w:bottom w:val="single" w:sz="4" w:space="0" w:color="auto"/>
              <w:right w:val="single" w:sz="4" w:space="0" w:color="auto"/>
            </w:tcBorders>
          </w:tcPr>
          <w:p w14:paraId="699C1CBB" w14:textId="037A0C47" w:rsidR="00ED72D7" w:rsidRPr="00E628F9" w:rsidRDefault="0015616B" w:rsidP="009B3D0D">
            <w:pPr>
              <w:spacing w:after="0" w:line="240" w:lineRule="auto"/>
            </w:pPr>
            <w:r>
              <w:t>10.2.2016</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BC" w14:textId="7C35A6FA" w:rsidR="00ED72D7" w:rsidRPr="00E628F9" w:rsidRDefault="0015616B" w:rsidP="00E828CC">
            <w:pPr>
              <w:spacing w:after="0" w:line="240" w:lineRule="auto"/>
            </w:pPr>
            <w:r>
              <w:t>Nova verzija podatkov MM</w:t>
            </w:r>
          </w:p>
        </w:tc>
        <w:tc>
          <w:tcPr>
            <w:tcW w:w="1985" w:type="dxa"/>
            <w:tcBorders>
              <w:top w:val="single" w:sz="4" w:space="0" w:color="auto"/>
              <w:left w:val="single" w:sz="4" w:space="0" w:color="auto"/>
              <w:bottom w:val="single" w:sz="4" w:space="0" w:color="auto"/>
              <w:right w:val="single" w:sz="4" w:space="0" w:color="auto"/>
            </w:tcBorders>
          </w:tcPr>
          <w:p w14:paraId="699C1CBD" w14:textId="77777777" w:rsidR="00ED72D7" w:rsidRPr="00E628F9" w:rsidRDefault="00ED72D7" w:rsidP="009B3D0D">
            <w:pPr>
              <w:spacing w:after="0" w:line="240" w:lineRule="auto"/>
            </w:pPr>
          </w:p>
        </w:tc>
      </w:tr>
      <w:tr w:rsidR="00ED72D7" w:rsidRPr="00E628F9" w14:paraId="699C1CC3" w14:textId="77777777" w:rsidTr="009B3D0D">
        <w:tc>
          <w:tcPr>
            <w:tcW w:w="1842" w:type="dxa"/>
            <w:tcBorders>
              <w:top w:val="single" w:sz="4" w:space="0" w:color="auto"/>
              <w:left w:val="single" w:sz="4" w:space="0" w:color="auto"/>
              <w:bottom w:val="single" w:sz="4" w:space="0" w:color="auto"/>
              <w:right w:val="single" w:sz="4" w:space="0" w:color="auto"/>
            </w:tcBorders>
          </w:tcPr>
          <w:p w14:paraId="699C1CBF" w14:textId="6D0C025A" w:rsidR="00ED72D7" w:rsidRPr="00E628F9" w:rsidRDefault="00E104F0" w:rsidP="009B3D0D">
            <w:pPr>
              <w:spacing w:after="0" w:line="240" w:lineRule="auto"/>
            </w:pPr>
            <w:r>
              <w:t>1.3.</w:t>
            </w:r>
          </w:p>
        </w:tc>
        <w:tc>
          <w:tcPr>
            <w:tcW w:w="1559" w:type="dxa"/>
            <w:tcBorders>
              <w:top w:val="single" w:sz="4" w:space="0" w:color="auto"/>
              <w:left w:val="single" w:sz="4" w:space="0" w:color="auto"/>
              <w:bottom w:val="single" w:sz="4" w:space="0" w:color="auto"/>
              <w:right w:val="single" w:sz="4" w:space="0" w:color="auto"/>
            </w:tcBorders>
          </w:tcPr>
          <w:p w14:paraId="699C1CC0" w14:textId="0E6D886D" w:rsidR="00ED72D7" w:rsidRPr="00E628F9" w:rsidRDefault="00E104F0" w:rsidP="009B3D0D">
            <w:pPr>
              <w:spacing w:after="0" w:line="240" w:lineRule="auto"/>
            </w:pPr>
            <w:r>
              <w:t>6.9.2016</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C1" w14:textId="65723269" w:rsidR="00ED72D7" w:rsidRPr="00E628F9" w:rsidRDefault="00E104F0" w:rsidP="00E828CC">
            <w:pPr>
              <w:spacing w:after="0" w:line="240" w:lineRule="auto"/>
            </w:pPr>
            <w:r>
              <w:t>Umaknjena odjava plačnika</w:t>
            </w:r>
          </w:p>
        </w:tc>
        <w:tc>
          <w:tcPr>
            <w:tcW w:w="1985" w:type="dxa"/>
            <w:tcBorders>
              <w:top w:val="single" w:sz="4" w:space="0" w:color="auto"/>
              <w:left w:val="single" w:sz="4" w:space="0" w:color="auto"/>
              <w:bottom w:val="single" w:sz="4" w:space="0" w:color="auto"/>
              <w:right w:val="single" w:sz="4" w:space="0" w:color="auto"/>
            </w:tcBorders>
          </w:tcPr>
          <w:p w14:paraId="699C1CC2" w14:textId="77777777" w:rsidR="00ED72D7" w:rsidRPr="00E628F9" w:rsidRDefault="00ED72D7" w:rsidP="009B3D0D">
            <w:pPr>
              <w:spacing w:after="0" w:line="240" w:lineRule="auto"/>
            </w:pPr>
          </w:p>
        </w:tc>
      </w:tr>
      <w:tr w:rsidR="00ED72D7" w:rsidRPr="00E628F9" w14:paraId="699C1CC8" w14:textId="77777777" w:rsidTr="009B3D0D">
        <w:tc>
          <w:tcPr>
            <w:tcW w:w="1842" w:type="dxa"/>
            <w:tcBorders>
              <w:top w:val="single" w:sz="4" w:space="0" w:color="auto"/>
              <w:left w:val="single" w:sz="4" w:space="0" w:color="auto"/>
              <w:bottom w:val="single" w:sz="4" w:space="0" w:color="auto"/>
              <w:right w:val="single" w:sz="4" w:space="0" w:color="auto"/>
            </w:tcBorders>
          </w:tcPr>
          <w:p w14:paraId="699C1CC4" w14:textId="6DCE20C9" w:rsidR="00ED72D7" w:rsidRPr="00E628F9" w:rsidRDefault="001922F6" w:rsidP="009B3D0D">
            <w:pPr>
              <w:spacing w:after="0" w:line="240" w:lineRule="auto"/>
            </w:pPr>
            <w:r>
              <w:t>1.4.</w:t>
            </w:r>
          </w:p>
        </w:tc>
        <w:tc>
          <w:tcPr>
            <w:tcW w:w="1559" w:type="dxa"/>
            <w:tcBorders>
              <w:top w:val="single" w:sz="4" w:space="0" w:color="auto"/>
              <w:left w:val="single" w:sz="4" w:space="0" w:color="auto"/>
              <w:bottom w:val="single" w:sz="4" w:space="0" w:color="auto"/>
              <w:right w:val="single" w:sz="4" w:space="0" w:color="auto"/>
            </w:tcBorders>
          </w:tcPr>
          <w:p w14:paraId="699C1CC5" w14:textId="547964F1" w:rsidR="00ED72D7" w:rsidRPr="00E628F9" w:rsidRDefault="001922F6" w:rsidP="009B3D0D">
            <w:pPr>
              <w:spacing w:after="0" w:line="240" w:lineRule="auto"/>
            </w:pPr>
            <w:r>
              <w:t>3.10.2016</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C6" w14:textId="0D2F1D71" w:rsidR="00ED72D7" w:rsidRPr="00E628F9" w:rsidRDefault="001922F6" w:rsidP="009B3D0D">
            <w:pPr>
              <w:spacing w:after="0" w:line="240" w:lineRule="auto"/>
            </w:pPr>
            <w:r>
              <w:t>Dodana storitev za pridobivanje količin</w:t>
            </w:r>
          </w:p>
        </w:tc>
        <w:tc>
          <w:tcPr>
            <w:tcW w:w="1985" w:type="dxa"/>
            <w:tcBorders>
              <w:top w:val="single" w:sz="4" w:space="0" w:color="auto"/>
              <w:left w:val="single" w:sz="4" w:space="0" w:color="auto"/>
              <w:bottom w:val="single" w:sz="4" w:space="0" w:color="auto"/>
              <w:right w:val="single" w:sz="4" w:space="0" w:color="auto"/>
            </w:tcBorders>
          </w:tcPr>
          <w:p w14:paraId="699C1CC7" w14:textId="77777777" w:rsidR="00ED72D7" w:rsidRPr="00E628F9" w:rsidRDefault="00ED72D7" w:rsidP="009B3D0D">
            <w:pPr>
              <w:spacing w:after="0" w:line="240" w:lineRule="auto"/>
            </w:pPr>
          </w:p>
        </w:tc>
      </w:tr>
      <w:tr w:rsidR="00ED72D7" w:rsidRPr="00E628F9" w14:paraId="699C1CCD" w14:textId="77777777" w:rsidTr="009B3D0D">
        <w:tc>
          <w:tcPr>
            <w:tcW w:w="1842" w:type="dxa"/>
            <w:tcBorders>
              <w:top w:val="single" w:sz="4" w:space="0" w:color="auto"/>
              <w:left w:val="single" w:sz="4" w:space="0" w:color="auto"/>
              <w:bottom w:val="single" w:sz="4" w:space="0" w:color="auto"/>
              <w:right w:val="single" w:sz="4" w:space="0" w:color="auto"/>
            </w:tcBorders>
          </w:tcPr>
          <w:p w14:paraId="699C1CC9" w14:textId="77777777" w:rsidR="00ED72D7" w:rsidRPr="00E628F9"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CCA" w14:textId="77777777" w:rsidR="00ED72D7" w:rsidRPr="00E628F9"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CB" w14:textId="77777777" w:rsidR="00ED72D7" w:rsidRPr="00E628F9"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CCC" w14:textId="77777777" w:rsidR="00ED72D7" w:rsidRPr="00E628F9" w:rsidRDefault="00ED72D7" w:rsidP="009B3D0D">
            <w:pPr>
              <w:spacing w:after="0" w:line="240" w:lineRule="auto"/>
            </w:pPr>
          </w:p>
        </w:tc>
      </w:tr>
      <w:tr w:rsidR="00ED72D7" w:rsidRPr="00E628F9" w14:paraId="699C1CD2" w14:textId="77777777" w:rsidTr="009B3D0D">
        <w:tc>
          <w:tcPr>
            <w:tcW w:w="1842" w:type="dxa"/>
            <w:tcBorders>
              <w:top w:val="single" w:sz="4" w:space="0" w:color="auto"/>
              <w:left w:val="single" w:sz="4" w:space="0" w:color="auto"/>
              <w:bottom w:val="single" w:sz="4" w:space="0" w:color="auto"/>
              <w:right w:val="single" w:sz="4" w:space="0" w:color="auto"/>
            </w:tcBorders>
          </w:tcPr>
          <w:p w14:paraId="699C1CCE" w14:textId="77777777" w:rsidR="00ED72D7" w:rsidRPr="00E628F9"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CCF" w14:textId="77777777" w:rsidR="00ED72D7" w:rsidRPr="00E628F9"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D0" w14:textId="77777777" w:rsidR="00ED72D7" w:rsidRPr="00E628F9"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CD1" w14:textId="77777777" w:rsidR="00ED72D7" w:rsidRPr="00E628F9" w:rsidRDefault="00ED72D7" w:rsidP="009B3D0D">
            <w:pPr>
              <w:spacing w:after="0" w:line="240" w:lineRule="auto"/>
            </w:pPr>
          </w:p>
        </w:tc>
      </w:tr>
      <w:tr w:rsidR="00ED72D7" w:rsidRPr="00E628F9" w14:paraId="699C1CD7" w14:textId="77777777" w:rsidTr="009B3D0D">
        <w:tc>
          <w:tcPr>
            <w:tcW w:w="1842" w:type="dxa"/>
            <w:tcBorders>
              <w:top w:val="single" w:sz="4" w:space="0" w:color="auto"/>
              <w:left w:val="single" w:sz="4" w:space="0" w:color="auto"/>
              <w:bottom w:val="single" w:sz="4" w:space="0" w:color="auto"/>
              <w:right w:val="single" w:sz="4" w:space="0" w:color="auto"/>
            </w:tcBorders>
          </w:tcPr>
          <w:p w14:paraId="699C1CD3" w14:textId="77777777" w:rsidR="00ED72D7" w:rsidRPr="00E628F9"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CD4" w14:textId="77777777" w:rsidR="00ED72D7" w:rsidRPr="00E628F9"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D5" w14:textId="77777777" w:rsidR="00ED72D7" w:rsidRPr="00E628F9"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CD6" w14:textId="77777777" w:rsidR="00ED72D7" w:rsidRPr="00E628F9" w:rsidRDefault="00ED72D7" w:rsidP="009B3D0D">
            <w:pPr>
              <w:spacing w:after="0" w:line="240" w:lineRule="auto"/>
            </w:pPr>
          </w:p>
        </w:tc>
      </w:tr>
      <w:tr w:rsidR="00ED72D7" w:rsidRPr="00E628F9" w14:paraId="699C1CDC" w14:textId="77777777" w:rsidTr="009B3D0D">
        <w:tc>
          <w:tcPr>
            <w:tcW w:w="1842" w:type="dxa"/>
            <w:tcBorders>
              <w:top w:val="single" w:sz="4" w:space="0" w:color="auto"/>
              <w:left w:val="single" w:sz="4" w:space="0" w:color="auto"/>
              <w:bottom w:val="single" w:sz="4" w:space="0" w:color="auto"/>
              <w:right w:val="single" w:sz="4" w:space="0" w:color="auto"/>
            </w:tcBorders>
          </w:tcPr>
          <w:p w14:paraId="699C1CD8" w14:textId="77777777" w:rsidR="00ED72D7" w:rsidRPr="00E628F9"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CD9" w14:textId="77777777" w:rsidR="00ED72D7" w:rsidRPr="00E628F9"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DA" w14:textId="77777777" w:rsidR="00ED72D7" w:rsidRPr="00E628F9"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CDB" w14:textId="77777777" w:rsidR="00ED72D7" w:rsidRPr="00E628F9" w:rsidRDefault="00ED72D7" w:rsidP="009B3D0D">
            <w:pPr>
              <w:spacing w:after="0" w:line="240" w:lineRule="auto"/>
            </w:pPr>
          </w:p>
        </w:tc>
      </w:tr>
      <w:tr w:rsidR="00ED72D7" w:rsidRPr="00E628F9" w14:paraId="699C1CE1" w14:textId="77777777" w:rsidTr="009B3D0D">
        <w:tc>
          <w:tcPr>
            <w:tcW w:w="1842" w:type="dxa"/>
            <w:tcBorders>
              <w:top w:val="single" w:sz="4" w:space="0" w:color="auto"/>
              <w:left w:val="single" w:sz="4" w:space="0" w:color="auto"/>
              <w:bottom w:val="single" w:sz="4" w:space="0" w:color="auto"/>
              <w:right w:val="single" w:sz="4" w:space="0" w:color="auto"/>
            </w:tcBorders>
          </w:tcPr>
          <w:p w14:paraId="699C1CDD" w14:textId="77777777" w:rsidR="00ED72D7" w:rsidRPr="00E628F9"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CDE" w14:textId="77777777" w:rsidR="00ED72D7" w:rsidRPr="00E628F9"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DF" w14:textId="77777777" w:rsidR="00ED72D7" w:rsidRPr="00E628F9"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CE0" w14:textId="77777777" w:rsidR="00ED72D7" w:rsidRPr="00E628F9" w:rsidRDefault="00ED72D7" w:rsidP="009B3D0D">
            <w:pPr>
              <w:spacing w:after="0" w:line="240" w:lineRule="auto"/>
            </w:pPr>
          </w:p>
        </w:tc>
      </w:tr>
      <w:tr w:rsidR="00ED72D7" w:rsidRPr="00E628F9" w14:paraId="699C1CE6" w14:textId="77777777" w:rsidTr="009B3D0D">
        <w:tc>
          <w:tcPr>
            <w:tcW w:w="1842" w:type="dxa"/>
            <w:tcBorders>
              <w:top w:val="single" w:sz="4" w:space="0" w:color="auto"/>
              <w:left w:val="single" w:sz="4" w:space="0" w:color="auto"/>
              <w:bottom w:val="single" w:sz="4" w:space="0" w:color="auto"/>
              <w:right w:val="single" w:sz="4" w:space="0" w:color="auto"/>
            </w:tcBorders>
          </w:tcPr>
          <w:p w14:paraId="699C1CE2" w14:textId="77777777" w:rsidR="00ED72D7" w:rsidRPr="00E628F9"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CE3" w14:textId="77777777" w:rsidR="00ED72D7" w:rsidRPr="00E628F9"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E4" w14:textId="77777777" w:rsidR="00ED72D7" w:rsidRPr="00E628F9"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CE5" w14:textId="77777777" w:rsidR="00ED72D7" w:rsidRPr="00E628F9" w:rsidRDefault="00ED72D7" w:rsidP="009B3D0D">
            <w:pPr>
              <w:spacing w:after="0" w:line="240" w:lineRule="auto"/>
            </w:pPr>
          </w:p>
        </w:tc>
      </w:tr>
      <w:tr w:rsidR="00ED72D7" w:rsidRPr="00E628F9" w14:paraId="699C1CEB" w14:textId="77777777" w:rsidTr="009B3D0D">
        <w:tc>
          <w:tcPr>
            <w:tcW w:w="1842" w:type="dxa"/>
            <w:tcBorders>
              <w:top w:val="single" w:sz="4" w:space="0" w:color="auto"/>
              <w:left w:val="single" w:sz="4" w:space="0" w:color="auto"/>
              <w:bottom w:val="single" w:sz="4" w:space="0" w:color="auto"/>
              <w:right w:val="single" w:sz="4" w:space="0" w:color="auto"/>
            </w:tcBorders>
          </w:tcPr>
          <w:p w14:paraId="699C1CE7" w14:textId="77777777" w:rsidR="00ED72D7" w:rsidRPr="00E628F9"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CE8" w14:textId="77777777" w:rsidR="00ED72D7" w:rsidRPr="00E628F9"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E9" w14:textId="77777777" w:rsidR="00ED72D7" w:rsidRPr="00E628F9"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CEA" w14:textId="77777777" w:rsidR="00ED72D7" w:rsidRPr="00E628F9" w:rsidRDefault="00ED72D7" w:rsidP="009B3D0D">
            <w:pPr>
              <w:spacing w:after="0" w:line="240" w:lineRule="auto"/>
            </w:pPr>
          </w:p>
        </w:tc>
      </w:tr>
      <w:tr w:rsidR="00ED72D7" w:rsidRPr="00E628F9" w14:paraId="699C1CF0" w14:textId="77777777" w:rsidTr="009B3D0D">
        <w:tc>
          <w:tcPr>
            <w:tcW w:w="1842" w:type="dxa"/>
            <w:tcBorders>
              <w:top w:val="single" w:sz="4" w:space="0" w:color="auto"/>
              <w:left w:val="single" w:sz="4" w:space="0" w:color="auto"/>
              <w:bottom w:val="single" w:sz="4" w:space="0" w:color="auto"/>
              <w:right w:val="single" w:sz="4" w:space="0" w:color="auto"/>
            </w:tcBorders>
          </w:tcPr>
          <w:p w14:paraId="699C1CEC" w14:textId="77777777" w:rsidR="00ED72D7" w:rsidRPr="00E628F9"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CED" w14:textId="77777777" w:rsidR="00ED72D7" w:rsidRPr="00E628F9"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EE" w14:textId="77777777" w:rsidR="00ED72D7" w:rsidRPr="00E628F9"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CEF" w14:textId="77777777" w:rsidR="00ED72D7" w:rsidRPr="00E628F9" w:rsidRDefault="00ED72D7" w:rsidP="009B3D0D">
            <w:pPr>
              <w:spacing w:after="0" w:line="240" w:lineRule="auto"/>
            </w:pPr>
          </w:p>
        </w:tc>
      </w:tr>
      <w:tr w:rsidR="00ED72D7" w:rsidRPr="00E628F9" w14:paraId="699C1CF5" w14:textId="77777777" w:rsidTr="009B3D0D">
        <w:tc>
          <w:tcPr>
            <w:tcW w:w="1842" w:type="dxa"/>
            <w:tcBorders>
              <w:top w:val="single" w:sz="4" w:space="0" w:color="auto"/>
              <w:left w:val="single" w:sz="4" w:space="0" w:color="auto"/>
              <w:bottom w:val="single" w:sz="4" w:space="0" w:color="auto"/>
              <w:right w:val="single" w:sz="4" w:space="0" w:color="auto"/>
            </w:tcBorders>
          </w:tcPr>
          <w:p w14:paraId="699C1CF1" w14:textId="77777777" w:rsidR="00ED72D7" w:rsidRPr="00E628F9"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CF2" w14:textId="77777777" w:rsidR="00ED72D7" w:rsidRPr="00E628F9"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F3" w14:textId="77777777" w:rsidR="00ED72D7" w:rsidRPr="00E628F9"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CF4" w14:textId="77777777" w:rsidR="00ED72D7" w:rsidRPr="00E628F9" w:rsidRDefault="00ED72D7" w:rsidP="009B3D0D">
            <w:pPr>
              <w:spacing w:after="0" w:line="240" w:lineRule="auto"/>
            </w:pPr>
          </w:p>
        </w:tc>
      </w:tr>
      <w:tr w:rsidR="00ED72D7" w:rsidRPr="00E628F9" w14:paraId="699C1CFA" w14:textId="77777777" w:rsidTr="009B3D0D">
        <w:tc>
          <w:tcPr>
            <w:tcW w:w="1842" w:type="dxa"/>
            <w:tcBorders>
              <w:top w:val="single" w:sz="4" w:space="0" w:color="auto"/>
              <w:left w:val="single" w:sz="4" w:space="0" w:color="auto"/>
              <w:bottom w:val="single" w:sz="4" w:space="0" w:color="auto"/>
              <w:right w:val="single" w:sz="4" w:space="0" w:color="auto"/>
            </w:tcBorders>
          </w:tcPr>
          <w:p w14:paraId="699C1CF6" w14:textId="77777777" w:rsidR="00ED72D7" w:rsidRPr="00E628F9"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CF7" w14:textId="77777777" w:rsidR="00ED72D7" w:rsidRPr="00E628F9"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F8" w14:textId="77777777" w:rsidR="00ED72D7" w:rsidRPr="00E628F9"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CF9" w14:textId="77777777" w:rsidR="00ED72D7" w:rsidRPr="00E628F9" w:rsidRDefault="00ED72D7" w:rsidP="009B3D0D">
            <w:pPr>
              <w:spacing w:after="0" w:line="240" w:lineRule="auto"/>
            </w:pPr>
          </w:p>
        </w:tc>
      </w:tr>
      <w:tr w:rsidR="00ED72D7" w:rsidRPr="00E628F9" w14:paraId="699C1CFF" w14:textId="77777777" w:rsidTr="009B3D0D">
        <w:tc>
          <w:tcPr>
            <w:tcW w:w="1842" w:type="dxa"/>
            <w:tcBorders>
              <w:top w:val="single" w:sz="4" w:space="0" w:color="auto"/>
              <w:left w:val="single" w:sz="4" w:space="0" w:color="auto"/>
              <w:bottom w:val="single" w:sz="4" w:space="0" w:color="auto"/>
              <w:right w:val="single" w:sz="4" w:space="0" w:color="auto"/>
            </w:tcBorders>
          </w:tcPr>
          <w:p w14:paraId="699C1CFB" w14:textId="77777777" w:rsidR="00ED72D7" w:rsidRPr="00E628F9"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CFC" w14:textId="77777777" w:rsidR="00ED72D7" w:rsidRPr="00E628F9"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FD" w14:textId="77777777" w:rsidR="00ED72D7" w:rsidRPr="00E628F9"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CFE" w14:textId="77777777" w:rsidR="00ED72D7" w:rsidRPr="00E628F9" w:rsidRDefault="00ED72D7" w:rsidP="009B3D0D">
            <w:pPr>
              <w:spacing w:after="0" w:line="240" w:lineRule="auto"/>
            </w:pPr>
          </w:p>
        </w:tc>
      </w:tr>
      <w:tr w:rsidR="00ED72D7" w:rsidRPr="00E628F9" w14:paraId="699C1D04" w14:textId="77777777" w:rsidTr="009B3D0D">
        <w:tc>
          <w:tcPr>
            <w:tcW w:w="1842" w:type="dxa"/>
            <w:tcBorders>
              <w:top w:val="single" w:sz="4" w:space="0" w:color="auto"/>
              <w:left w:val="single" w:sz="4" w:space="0" w:color="auto"/>
              <w:bottom w:val="single" w:sz="4" w:space="0" w:color="auto"/>
              <w:right w:val="single" w:sz="4" w:space="0" w:color="auto"/>
            </w:tcBorders>
          </w:tcPr>
          <w:p w14:paraId="699C1D00" w14:textId="77777777" w:rsidR="00ED72D7" w:rsidRPr="00E628F9"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D01" w14:textId="77777777" w:rsidR="00ED72D7" w:rsidRPr="00E628F9"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D02" w14:textId="77777777" w:rsidR="00ED72D7" w:rsidRPr="00E628F9"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D03" w14:textId="77777777" w:rsidR="00ED72D7" w:rsidRPr="00E628F9" w:rsidRDefault="00ED72D7" w:rsidP="009B3D0D">
            <w:pPr>
              <w:spacing w:after="0" w:line="240" w:lineRule="auto"/>
            </w:pPr>
          </w:p>
        </w:tc>
      </w:tr>
      <w:tr w:rsidR="00ED72D7" w:rsidRPr="00E628F9" w14:paraId="699C1D09" w14:textId="77777777" w:rsidTr="009B3D0D">
        <w:tc>
          <w:tcPr>
            <w:tcW w:w="1842" w:type="dxa"/>
            <w:tcBorders>
              <w:top w:val="single" w:sz="4" w:space="0" w:color="auto"/>
              <w:left w:val="single" w:sz="4" w:space="0" w:color="auto"/>
              <w:bottom w:val="single" w:sz="4" w:space="0" w:color="auto"/>
              <w:right w:val="single" w:sz="4" w:space="0" w:color="auto"/>
            </w:tcBorders>
          </w:tcPr>
          <w:p w14:paraId="699C1D05" w14:textId="77777777" w:rsidR="00ED72D7" w:rsidRPr="00E628F9"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D06" w14:textId="77777777" w:rsidR="00ED72D7" w:rsidRPr="00E628F9"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D07" w14:textId="77777777" w:rsidR="00ED72D7" w:rsidRPr="00E628F9"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D08" w14:textId="77777777" w:rsidR="00ED72D7" w:rsidRPr="00E628F9" w:rsidRDefault="00ED72D7" w:rsidP="009B3D0D">
            <w:pPr>
              <w:spacing w:after="0" w:line="240" w:lineRule="auto"/>
            </w:pPr>
          </w:p>
        </w:tc>
      </w:tr>
      <w:tr w:rsidR="00ED72D7" w:rsidRPr="00E628F9" w14:paraId="699C1D0E" w14:textId="77777777" w:rsidTr="009B3D0D">
        <w:tc>
          <w:tcPr>
            <w:tcW w:w="1842" w:type="dxa"/>
            <w:tcBorders>
              <w:top w:val="single" w:sz="4" w:space="0" w:color="auto"/>
              <w:left w:val="single" w:sz="4" w:space="0" w:color="auto"/>
              <w:bottom w:val="single" w:sz="4" w:space="0" w:color="auto"/>
              <w:right w:val="single" w:sz="4" w:space="0" w:color="auto"/>
            </w:tcBorders>
          </w:tcPr>
          <w:p w14:paraId="699C1D0A" w14:textId="77777777" w:rsidR="00ED72D7" w:rsidRPr="00E628F9"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D0B" w14:textId="77777777" w:rsidR="00ED72D7" w:rsidRPr="00E628F9"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D0C" w14:textId="77777777" w:rsidR="00ED72D7" w:rsidRPr="00E628F9"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D0D" w14:textId="77777777" w:rsidR="00ED72D7" w:rsidRPr="00E628F9" w:rsidRDefault="00ED72D7" w:rsidP="009B3D0D">
            <w:pPr>
              <w:spacing w:after="0" w:line="240" w:lineRule="auto"/>
            </w:pPr>
          </w:p>
        </w:tc>
      </w:tr>
      <w:tr w:rsidR="00ED72D7" w:rsidRPr="00E628F9" w14:paraId="699C1D13" w14:textId="77777777" w:rsidTr="009B3D0D">
        <w:tc>
          <w:tcPr>
            <w:tcW w:w="1842" w:type="dxa"/>
            <w:tcBorders>
              <w:top w:val="single" w:sz="4" w:space="0" w:color="auto"/>
              <w:left w:val="single" w:sz="4" w:space="0" w:color="auto"/>
              <w:bottom w:val="single" w:sz="4" w:space="0" w:color="auto"/>
              <w:right w:val="single" w:sz="4" w:space="0" w:color="auto"/>
            </w:tcBorders>
          </w:tcPr>
          <w:p w14:paraId="699C1D0F" w14:textId="77777777" w:rsidR="00ED72D7" w:rsidRPr="00E628F9"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D10" w14:textId="77777777" w:rsidR="00ED72D7" w:rsidRPr="00E628F9"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D11" w14:textId="77777777" w:rsidR="00ED72D7" w:rsidRPr="00E628F9"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D12" w14:textId="77777777" w:rsidR="00ED72D7" w:rsidRPr="00E628F9" w:rsidRDefault="00ED72D7" w:rsidP="009B3D0D">
            <w:pPr>
              <w:spacing w:after="0" w:line="240" w:lineRule="auto"/>
            </w:pPr>
          </w:p>
        </w:tc>
      </w:tr>
      <w:tr w:rsidR="00ED72D7" w:rsidRPr="00E628F9" w14:paraId="699C1D18" w14:textId="77777777" w:rsidTr="009B3D0D">
        <w:tc>
          <w:tcPr>
            <w:tcW w:w="1842" w:type="dxa"/>
            <w:tcBorders>
              <w:top w:val="single" w:sz="4" w:space="0" w:color="auto"/>
              <w:left w:val="single" w:sz="4" w:space="0" w:color="auto"/>
              <w:bottom w:val="single" w:sz="4" w:space="0" w:color="auto"/>
              <w:right w:val="single" w:sz="4" w:space="0" w:color="auto"/>
            </w:tcBorders>
          </w:tcPr>
          <w:p w14:paraId="699C1D14" w14:textId="77777777" w:rsidR="00ED72D7" w:rsidRPr="00E628F9"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D15" w14:textId="77777777" w:rsidR="00ED72D7" w:rsidRPr="00E628F9"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D16" w14:textId="77777777" w:rsidR="00ED72D7" w:rsidRPr="00E628F9"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D17" w14:textId="77777777" w:rsidR="00ED72D7" w:rsidRPr="00E628F9" w:rsidRDefault="00ED72D7" w:rsidP="009B3D0D">
            <w:pPr>
              <w:spacing w:after="0" w:line="240" w:lineRule="auto"/>
            </w:pPr>
          </w:p>
        </w:tc>
      </w:tr>
      <w:tr w:rsidR="00ED72D7" w:rsidRPr="00E628F9" w14:paraId="699C1D1D" w14:textId="77777777" w:rsidTr="009B3D0D">
        <w:tc>
          <w:tcPr>
            <w:tcW w:w="1842" w:type="dxa"/>
            <w:tcBorders>
              <w:top w:val="single" w:sz="4" w:space="0" w:color="auto"/>
              <w:left w:val="single" w:sz="4" w:space="0" w:color="auto"/>
              <w:bottom w:val="single" w:sz="4" w:space="0" w:color="auto"/>
              <w:right w:val="single" w:sz="4" w:space="0" w:color="auto"/>
            </w:tcBorders>
          </w:tcPr>
          <w:p w14:paraId="699C1D19" w14:textId="77777777" w:rsidR="00ED72D7" w:rsidRPr="00E628F9"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D1A" w14:textId="77777777" w:rsidR="00ED72D7" w:rsidRPr="00E628F9"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D1B" w14:textId="77777777" w:rsidR="00ED72D7" w:rsidRPr="00E628F9"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D1C" w14:textId="77777777" w:rsidR="00ED72D7" w:rsidRPr="00E628F9" w:rsidRDefault="00ED72D7" w:rsidP="009B3D0D">
            <w:pPr>
              <w:spacing w:after="0" w:line="240" w:lineRule="auto"/>
            </w:pPr>
          </w:p>
        </w:tc>
      </w:tr>
    </w:tbl>
    <w:p w14:paraId="699C1D1E" w14:textId="77777777" w:rsidR="008E4F3C" w:rsidRDefault="008E4F3C" w:rsidP="00D75DFD"/>
    <w:p w14:paraId="699C1D1F" w14:textId="77777777" w:rsidR="008E4F3C" w:rsidRDefault="008E4F3C" w:rsidP="00D75DFD"/>
    <w:p w14:paraId="699C1D20" w14:textId="77777777" w:rsidR="00677B2D" w:rsidRDefault="00677B2D" w:rsidP="00D75DFD"/>
    <w:p w14:paraId="699C1D21" w14:textId="77777777" w:rsidR="00677B2D" w:rsidRDefault="00677B2D" w:rsidP="00D75DFD">
      <w:pPr>
        <w:sectPr w:rsidR="00677B2D" w:rsidSect="00987834">
          <w:headerReference w:type="first" r:id="rId17"/>
          <w:pgSz w:w="11906" w:h="16838"/>
          <w:pgMar w:top="1417" w:right="1417" w:bottom="1417" w:left="1417" w:header="708" w:footer="708" w:gutter="0"/>
          <w:cols w:space="708"/>
          <w:docGrid w:linePitch="360"/>
        </w:sectPr>
      </w:pPr>
    </w:p>
    <w:p w14:paraId="699C1D22" w14:textId="77777777" w:rsidR="001D5B3F" w:rsidRPr="004C0946" w:rsidRDefault="006F49C2" w:rsidP="004C0946">
      <w:pPr>
        <w:pStyle w:val="Naslov-breztevilenja"/>
      </w:pPr>
      <w:r w:rsidRPr="00E855D0">
        <w:lastRenderedPageBreak/>
        <w:t>Kazalo</w:t>
      </w:r>
    </w:p>
    <w:p w14:paraId="4B678B0E" w14:textId="77777777" w:rsidR="00590D6D" w:rsidRDefault="0048557D">
      <w:pPr>
        <w:pStyle w:val="TOC1"/>
        <w:tabs>
          <w:tab w:val="left" w:pos="440"/>
          <w:tab w:val="right" w:leader="dot" w:pos="9060"/>
        </w:tabs>
        <w:rPr>
          <w:rFonts w:asciiTheme="minorHAnsi" w:eastAsiaTheme="minorEastAsia" w:hAnsiTheme="minorHAnsi" w:cstheme="minorBidi"/>
          <w:b w:val="0"/>
          <w:noProof/>
          <w:lang w:eastAsia="sl-SI"/>
        </w:rPr>
      </w:pPr>
      <w:r w:rsidRPr="004C0946">
        <w:fldChar w:fldCharType="begin"/>
      </w:r>
      <w:r w:rsidR="001D5B3F" w:rsidRPr="004C0946">
        <w:instrText xml:space="preserve"> TOC \o "1-3" \h \z \u </w:instrText>
      </w:r>
      <w:r w:rsidRPr="004C0946">
        <w:fldChar w:fldCharType="separate"/>
      </w:r>
      <w:hyperlink w:anchor="_Toc463011686" w:history="1">
        <w:r w:rsidR="00590D6D" w:rsidRPr="001147B1">
          <w:rPr>
            <w:rStyle w:val="Hyperlink"/>
            <w:noProof/>
          </w:rPr>
          <w:t>1</w:t>
        </w:r>
        <w:r w:rsidR="00590D6D">
          <w:rPr>
            <w:rFonts w:asciiTheme="minorHAnsi" w:eastAsiaTheme="minorEastAsia" w:hAnsiTheme="minorHAnsi" w:cstheme="minorBidi"/>
            <w:b w:val="0"/>
            <w:noProof/>
            <w:lang w:eastAsia="sl-SI"/>
          </w:rPr>
          <w:tab/>
        </w:r>
        <w:r w:rsidR="00590D6D" w:rsidRPr="001147B1">
          <w:rPr>
            <w:rStyle w:val="Hyperlink"/>
            <w:noProof/>
          </w:rPr>
          <w:t>Pridobivanje zadnjega odbirka</w:t>
        </w:r>
        <w:r w:rsidR="00590D6D">
          <w:rPr>
            <w:noProof/>
            <w:webHidden/>
          </w:rPr>
          <w:tab/>
        </w:r>
        <w:r w:rsidR="00590D6D">
          <w:rPr>
            <w:noProof/>
            <w:webHidden/>
          </w:rPr>
          <w:fldChar w:fldCharType="begin"/>
        </w:r>
        <w:r w:rsidR="00590D6D">
          <w:rPr>
            <w:noProof/>
            <w:webHidden/>
          </w:rPr>
          <w:instrText xml:space="preserve"> PAGEREF _Toc463011686 \h </w:instrText>
        </w:r>
        <w:r w:rsidR="00590D6D">
          <w:rPr>
            <w:noProof/>
            <w:webHidden/>
          </w:rPr>
        </w:r>
        <w:r w:rsidR="00590D6D">
          <w:rPr>
            <w:noProof/>
            <w:webHidden/>
          </w:rPr>
          <w:fldChar w:fldCharType="separate"/>
        </w:r>
        <w:r w:rsidR="00590D6D">
          <w:rPr>
            <w:noProof/>
            <w:webHidden/>
          </w:rPr>
          <w:t>12</w:t>
        </w:r>
        <w:r w:rsidR="00590D6D">
          <w:rPr>
            <w:noProof/>
            <w:webHidden/>
          </w:rPr>
          <w:fldChar w:fldCharType="end"/>
        </w:r>
      </w:hyperlink>
    </w:p>
    <w:p w14:paraId="5E4E6E40"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687" w:history="1">
        <w:r w:rsidR="00590D6D" w:rsidRPr="001147B1">
          <w:rPr>
            <w:rStyle w:val="Hyperlink"/>
            <w:noProof/>
          </w:rPr>
          <w:t>1.1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_Toc463011687 \h </w:instrText>
        </w:r>
        <w:r w:rsidR="00590D6D">
          <w:rPr>
            <w:noProof/>
            <w:webHidden/>
          </w:rPr>
        </w:r>
        <w:r w:rsidR="00590D6D">
          <w:rPr>
            <w:noProof/>
            <w:webHidden/>
          </w:rPr>
          <w:fldChar w:fldCharType="separate"/>
        </w:r>
        <w:r w:rsidR="00590D6D">
          <w:rPr>
            <w:noProof/>
            <w:webHidden/>
          </w:rPr>
          <w:t>12</w:t>
        </w:r>
        <w:r w:rsidR="00590D6D">
          <w:rPr>
            <w:noProof/>
            <w:webHidden/>
          </w:rPr>
          <w:fldChar w:fldCharType="end"/>
        </w:r>
      </w:hyperlink>
    </w:p>
    <w:p w14:paraId="01E8891C"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688" w:history="1">
        <w:r w:rsidR="00590D6D" w:rsidRPr="001147B1">
          <w:rPr>
            <w:rStyle w:val="Hyperlink"/>
            <w:noProof/>
          </w:rPr>
          <w:t>1.2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_Toc463011688 \h </w:instrText>
        </w:r>
        <w:r w:rsidR="00590D6D">
          <w:rPr>
            <w:noProof/>
            <w:webHidden/>
          </w:rPr>
        </w:r>
        <w:r w:rsidR="00590D6D">
          <w:rPr>
            <w:noProof/>
            <w:webHidden/>
          </w:rPr>
          <w:fldChar w:fldCharType="separate"/>
        </w:r>
        <w:r w:rsidR="00590D6D">
          <w:rPr>
            <w:noProof/>
            <w:webHidden/>
          </w:rPr>
          <w:t>12</w:t>
        </w:r>
        <w:r w:rsidR="00590D6D">
          <w:rPr>
            <w:noProof/>
            <w:webHidden/>
          </w:rPr>
          <w:fldChar w:fldCharType="end"/>
        </w:r>
      </w:hyperlink>
    </w:p>
    <w:p w14:paraId="50E0B450"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689" w:history="1">
        <w:r w:rsidR="00590D6D" w:rsidRPr="001147B1">
          <w:rPr>
            <w:rStyle w:val="Hyperlink"/>
            <w:noProof/>
          </w:rPr>
          <w:t>1.3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_Toc463011689 \h </w:instrText>
        </w:r>
        <w:r w:rsidR="00590D6D">
          <w:rPr>
            <w:noProof/>
            <w:webHidden/>
          </w:rPr>
        </w:r>
        <w:r w:rsidR="00590D6D">
          <w:rPr>
            <w:noProof/>
            <w:webHidden/>
          </w:rPr>
          <w:fldChar w:fldCharType="separate"/>
        </w:r>
        <w:r w:rsidR="00590D6D">
          <w:rPr>
            <w:noProof/>
            <w:webHidden/>
          </w:rPr>
          <w:t>12</w:t>
        </w:r>
        <w:r w:rsidR="00590D6D">
          <w:rPr>
            <w:noProof/>
            <w:webHidden/>
          </w:rPr>
          <w:fldChar w:fldCharType="end"/>
        </w:r>
      </w:hyperlink>
    </w:p>
    <w:p w14:paraId="5772434B"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690" w:history="1">
        <w:r w:rsidR="00590D6D" w:rsidRPr="001147B1">
          <w:rPr>
            <w:rStyle w:val="Hyperlink"/>
            <w:noProof/>
          </w:rPr>
          <w:t>1.4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_Toc463011690 \h </w:instrText>
        </w:r>
        <w:r w:rsidR="00590D6D">
          <w:rPr>
            <w:noProof/>
            <w:webHidden/>
          </w:rPr>
        </w:r>
        <w:r w:rsidR="00590D6D">
          <w:rPr>
            <w:noProof/>
            <w:webHidden/>
          </w:rPr>
          <w:fldChar w:fldCharType="separate"/>
        </w:r>
        <w:r w:rsidR="00590D6D">
          <w:rPr>
            <w:noProof/>
            <w:webHidden/>
          </w:rPr>
          <w:t>12</w:t>
        </w:r>
        <w:r w:rsidR="00590D6D">
          <w:rPr>
            <w:noProof/>
            <w:webHidden/>
          </w:rPr>
          <w:fldChar w:fldCharType="end"/>
        </w:r>
      </w:hyperlink>
    </w:p>
    <w:p w14:paraId="558C8A1B"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691" w:history="1">
        <w:r w:rsidR="00590D6D" w:rsidRPr="001147B1">
          <w:rPr>
            <w:rStyle w:val="Hyperlink"/>
            <w:noProof/>
          </w:rPr>
          <w:t>1.5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_Toc463011691 \h </w:instrText>
        </w:r>
        <w:r w:rsidR="00590D6D">
          <w:rPr>
            <w:noProof/>
            <w:webHidden/>
          </w:rPr>
        </w:r>
        <w:r w:rsidR="00590D6D">
          <w:rPr>
            <w:noProof/>
            <w:webHidden/>
          </w:rPr>
          <w:fldChar w:fldCharType="separate"/>
        </w:r>
        <w:r w:rsidR="00590D6D">
          <w:rPr>
            <w:noProof/>
            <w:webHidden/>
          </w:rPr>
          <w:t>12</w:t>
        </w:r>
        <w:r w:rsidR="00590D6D">
          <w:rPr>
            <w:noProof/>
            <w:webHidden/>
          </w:rPr>
          <w:fldChar w:fldCharType="end"/>
        </w:r>
      </w:hyperlink>
    </w:p>
    <w:p w14:paraId="0B9B234D"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692" w:history="1">
        <w:r w:rsidR="00590D6D" w:rsidRPr="001147B1">
          <w:rPr>
            <w:rStyle w:val="Hyperlink"/>
            <w:noProof/>
          </w:rPr>
          <w:t>1.6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_Toc463011692 \h </w:instrText>
        </w:r>
        <w:r w:rsidR="00590D6D">
          <w:rPr>
            <w:noProof/>
            <w:webHidden/>
          </w:rPr>
        </w:r>
        <w:r w:rsidR="00590D6D">
          <w:rPr>
            <w:noProof/>
            <w:webHidden/>
          </w:rPr>
          <w:fldChar w:fldCharType="separate"/>
        </w:r>
        <w:r w:rsidR="00590D6D">
          <w:rPr>
            <w:noProof/>
            <w:webHidden/>
          </w:rPr>
          <w:t>12</w:t>
        </w:r>
        <w:r w:rsidR="00590D6D">
          <w:rPr>
            <w:noProof/>
            <w:webHidden/>
          </w:rPr>
          <w:fldChar w:fldCharType="end"/>
        </w:r>
      </w:hyperlink>
    </w:p>
    <w:p w14:paraId="59A5ED41" w14:textId="77777777" w:rsidR="00590D6D" w:rsidRDefault="00A25B3C">
      <w:pPr>
        <w:pStyle w:val="TOC1"/>
        <w:tabs>
          <w:tab w:val="left" w:pos="440"/>
          <w:tab w:val="right" w:leader="dot" w:pos="9060"/>
        </w:tabs>
        <w:rPr>
          <w:rFonts w:asciiTheme="minorHAnsi" w:eastAsiaTheme="minorEastAsia" w:hAnsiTheme="minorHAnsi" w:cstheme="minorBidi"/>
          <w:b w:val="0"/>
          <w:noProof/>
          <w:lang w:eastAsia="sl-SI"/>
        </w:rPr>
      </w:pPr>
      <w:hyperlink w:anchor="_Toc463011693" w:history="1">
        <w:r w:rsidR="00590D6D" w:rsidRPr="001147B1">
          <w:rPr>
            <w:rStyle w:val="Hyperlink"/>
            <w:noProof/>
          </w:rPr>
          <w:t>2</w:t>
        </w:r>
        <w:r w:rsidR="00590D6D">
          <w:rPr>
            <w:rFonts w:asciiTheme="minorHAnsi" w:eastAsiaTheme="minorEastAsia" w:hAnsiTheme="minorHAnsi" w:cstheme="minorBidi"/>
            <w:b w:val="0"/>
            <w:noProof/>
            <w:lang w:eastAsia="sl-SI"/>
          </w:rPr>
          <w:tab/>
        </w:r>
        <w:r w:rsidR="00590D6D" w:rsidRPr="001147B1">
          <w:rPr>
            <w:rStyle w:val="Hyperlink"/>
            <w:noProof/>
          </w:rPr>
          <w:t>Pridobivanje zadnjega odbirka 2</w:t>
        </w:r>
        <w:r w:rsidR="00590D6D">
          <w:rPr>
            <w:noProof/>
            <w:webHidden/>
          </w:rPr>
          <w:tab/>
        </w:r>
        <w:r w:rsidR="00590D6D">
          <w:rPr>
            <w:noProof/>
            <w:webHidden/>
          </w:rPr>
          <w:fldChar w:fldCharType="begin"/>
        </w:r>
        <w:r w:rsidR="00590D6D">
          <w:rPr>
            <w:noProof/>
            <w:webHidden/>
          </w:rPr>
          <w:instrText xml:space="preserve"> PAGEREF _Toc463011693 \h </w:instrText>
        </w:r>
        <w:r w:rsidR="00590D6D">
          <w:rPr>
            <w:noProof/>
            <w:webHidden/>
          </w:rPr>
        </w:r>
        <w:r w:rsidR="00590D6D">
          <w:rPr>
            <w:noProof/>
            <w:webHidden/>
          </w:rPr>
          <w:fldChar w:fldCharType="separate"/>
        </w:r>
        <w:r w:rsidR="00590D6D">
          <w:rPr>
            <w:noProof/>
            <w:webHidden/>
          </w:rPr>
          <w:t>13</w:t>
        </w:r>
        <w:r w:rsidR="00590D6D">
          <w:rPr>
            <w:noProof/>
            <w:webHidden/>
          </w:rPr>
          <w:fldChar w:fldCharType="end"/>
        </w:r>
      </w:hyperlink>
    </w:p>
    <w:p w14:paraId="4D8BBDDD"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694" w:history="1">
        <w:r w:rsidR="00590D6D" w:rsidRPr="001147B1">
          <w:rPr>
            <w:rStyle w:val="Hyperlink"/>
            <w:noProof/>
          </w:rPr>
          <w:t>2.1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_Toc463011694 \h </w:instrText>
        </w:r>
        <w:r w:rsidR="00590D6D">
          <w:rPr>
            <w:noProof/>
            <w:webHidden/>
          </w:rPr>
        </w:r>
        <w:r w:rsidR="00590D6D">
          <w:rPr>
            <w:noProof/>
            <w:webHidden/>
          </w:rPr>
          <w:fldChar w:fldCharType="separate"/>
        </w:r>
        <w:r w:rsidR="00590D6D">
          <w:rPr>
            <w:noProof/>
            <w:webHidden/>
          </w:rPr>
          <w:t>13</w:t>
        </w:r>
        <w:r w:rsidR="00590D6D">
          <w:rPr>
            <w:noProof/>
            <w:webHidden/>
          </w:rPr>
          <w:fldChar w:fldCharType="end"/>
        </w:r>
      </w:hyperlink>
    </w:p>
    <w:p w14:paraId="04FFACAB"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695" w:history="1">
        <w:r w:rsidR="00590D6D" w:rsidRPr="001147B1">
          <w:rPr>
            <w:rStyle w:val="Hyperlink"/>
            <w:noProof/>
          </w:rPr>
          <w:t>2.2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_Toc463011695 \h </w:instrText>
        </w:r>
        <w:r w:rsidR="00590D6D">
          <w:rPr>
            <w:noProof/>
            <w:webHidden/>
          </w:rPr>
        </w:r>
        <w:r w:rsidR="00590D6D">
          <w:rPr>
            <w:noProof/>
            <w:webHidden/>
          </w:rPr>
          <w:fldChar w:fldCharType="separate"/>
        </w:r>
        <w:r w:rsidR="00590D6D">
          <w:rPr>
            <w:noProof/>
            <w:webHidden/>
          </w:rPr>
          <w:t>13</w:t>
        </w:r>
        <w:r w:rsidR="00590D6D">
          <w:rPr>
            <w:noProof/>
            <w:webHidden/>
          </w:rPr>
          <w:fldChar w:fldCharType="end"/>
        </w:r>
      </w:hyperlink>
    </w:p>
    <w:p w14:paraId="5F8FC661"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696" w:history="1">
        <w:r w:rsidR="00590D6D" w:rsidRPr="001147B1">
          <w:rPr>
            <w:rStyle w:val="Hyperlink"/>
            <w:noProof/>
          </w:rPr>
          <w:t>2.3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_Toc463011696 \h </w:instrText>
        </w:r>
        <w:r w:rsidR="00590D6D">
          <w:rPr>
            <w:noProof/>
            <w:webHidden/>
          </w:rPr>
        </w:r>
        <w:r w:rsidR="00590D6D">
          <w:rPr>
            <w:noProof/>
            <w:webHidden/>
          </w:rPr>
          <w:fldChar w:fldCharType="separate"/>
        </w:r>
        <w:r w:rsidR="00590D6D">
          <w:rPr>
            <w:noProof/>
            <w:webHidden/>
          </w:rPr>
          <w:t>13</w:t>
        </w:r>
        <w:r w:rsidR="00590D6D">
          <w:rPr>
            <w:noProof/>
            <w:webHidden/>
          </w:rPr>
          <w:fldChar w:fldCharType="end"/>
        </w:r>
      </w:hyperlink>
    </w:p>
    <w:p w14:paraId="29BA622A"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697" w:history="1">
        <w:r w:rsidR="00590D6D" w:rsidRPr="001147B1">
          <w:rPr>
            <w:rStyle w:val="Hyperlink"/>
            <w:noProof/>
          </w:rPr>
          <w:t>2.4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_Toc463011697 \h </w:instrText>
        </w:r>
        <w:r w:rsidR="00590D6D">
          <w:rPr>
            <w:noProof/>
            <w:webHidden/>
          </w:rPr>
        </w:r>
        <w:r w:rsidR="00590D6D">
          <w:rPr>
            <w:noProof/>
            <w:webHidden/>
          </w:rPr>
          <w:fldChar w:fldCharType="separate"/>
        </w:r>
        <w:r w:rsidR="00590D6D">
          <w:rPr>
            <w:noProof/>
            <w:webHidden/>
          </w:rPr>
          <w:t>13</w:t>
        </w:r>
        <w:r w:rsidR="00590D6D">
          <w:rPr>
            <w:noProof/>
            <w:webHidden/>
          </w:rPr>
          <w:fldChar w:fldCharType="end"/>
        </w:r>
      </w:hyperlink>
    </w:p>
    <w:p w14:paraId="6E54A073"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698" w:history="1">
        <w:r w:rsidR="00590D6D" w:rsidRPr="001147B1">
          <w:rPr>
            <w:rStyle w:val="Hyperlink"/>
            <w:noProof/>
          </w:rPr>
          <w:t>2.5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_Toc463011698 \h </w:instrText>
        </w:r>
        <w:r w:rsidR="00590D6D">
          <w:rPr>
            <w:noProof/>
            <w:webHidden/>
          </w:rPr>
        </w:r>
        <w:r w:rsidR="00590D6D">
          <w:rPr>
            <w:noProof/>
            <w:webHidden/>
          </w:rPr>
          <w:fldChar w:fldCharType="separate"/>
        </w:r>
        <w:r w:rsidR="00590D6D">
          <w:rPr>
            <w:noProof/>
            <w:webHidden/>
          </w:rPr>
          <w:t>13</w:t>
        </w:r>
        <w:r w:rsidR="00590D6D">
          <w:rPr>
            <w:noProof/>
            <w:webHidden/>
          </w:rPr>
          <w:fldChar w:fldCharType="end"/>
        </w:r>
      </w:hyperlink>
    </w:p>
    <w:p w14:paraId="3F9C48A6"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699" w:history="1">
        <w:r w:rsidR="00590D6D" w:rsidRPr="001147B1">
          <w:rPr>
            <w:rStyle w:val="Hyperlink"/>
            <w:noProof/>
          </w:rPr>
          <w:t>2.6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_Toc463011699 \h </w:instrText>
        </w:r>
        <w:r w:rsidR="00590D6D">
          <w:rPr>
            <w:noProof/>
            <w:webHidden/>
          </w:rPr>
        </w:r>
        <w:r w:rsidR="00590D6D">
          <w:rPr>
            <w:noProof/>
            <w:webHidden/>
          </w:rPr>
          <w:fldChar w:fldCharType="separate"/>
        </w:r>
        <w:r w:rsidR="00590D6D">
          <w:rPr>
            <w:noProof/>
            <w:webHidden/>
          </w:rPr>
          <w:t>13</w:t>
        </w:r>
        <w:r w:rsidR="00590D6D">
          <w:rPr>
            <w:noProof/>
            <w:webHidden/>
          </w:rPr>
          <w:fldChar w:fldCharType="end"/>
        </w:r>
      </w:hyperlink>
    </w:p>
    <w:p w14:paraId="699BDF4B" w14:textId="77777777" w:rsidR="00590D6D" w:rsidRDefault="00A25B3C">
      <w:pPr>
        <w:pStyle w:val="TOC1"/>
        <w:tabs>
          <w:tab w:val="left" w:pos="440"/>
          <w:tab w:val="right" w:leader="dot" w:pos="9060"/>
        </w:tabs>
        <w:rPr>
          <w:rFonts w:asciiTheme="minorHAnsi" w:eastAsiaTheme="minorEastAsia" w:hAnsiTheme="minorHAnsi" w:cstheme="minorBidi"/>
          <w:b w:val="0"/>
          <w:noProof/>
          <w:lang w:eastAsia="sl-SI"/>
        </w:rPr>
      </w:pPr>
      <w:hyperlink w:anchor="_Toc463011700" w:history="1">
        <w:r w:rsidR="00590D6D" w:rsidRPr="001147B1">
          <w:rPr>
            <w:rStyle w:val="Hyperlink"/>
            <w:noProof/>
          </w:rPr>
          <w:t>3</w:t>
        </w:r>
        <w:r w:rsidR="00590D6D">
          <w:rPr>
            <w:rFonts w:asciiTheme="minorHAnsi" w:eastAsiaTheme="minorEastAsia" w:hAnsiTheme="minorHAnsi" w:cstheme="minorBidi"/>
            <w:b w:val="0"/>
            <w:noProof/>
            <w:lang w:eastAsia="sl-SI"/>
          </w:rPr>
          <w:tab/>
        </w:r>
        <w:r w:rsidR="00590D6D" w:rsidRPr="001147B1">
          <w:rPr>
            <w:rStyle w:val="Hyperlink"/>
            <w:noProof/>
          </w:rPr>
          <w:t>Vnos odbirka</w:t>
        </w:r>
        <w:r w:rsidR="00590D6D">
          <w:rPr>
            <w:noProof/>
            <w:webHidden/>
          </w:rPr>
          <w:tab/>
        </w:r>
        <w:r w:rsidR="00590D6D">
          <w:rPr>
            <w:noProof/>
            <w:webHidden/>
          </w:rPr>
          <w:fldChar w:fldCharType="begin"/>
        </w:r>
        <w:r w:rsidR="00590D6D">
          <w:rPr>
            <w:noProof/>
            <w:webHidden/>
          </w:rPr>
          <w:instrText xml:space="preserve"> PAGEREF _Toc463011700 \h </w:instrText>
        </w:r>
        <w:r w:rsidR="00590D6D">
          <w:rPr>
            <w:noProof/>
            <w:webHidden/>
          </w:rPr>
        </w:r>
        <w:r w:rsidR="00590D6D">
          <w:rPr>
            <w:noProof/>
            <w:webHidden/>
          </w:rPr>
          <w:fldChar w:fldCharType="separate"/>
        </w:r>
        <w:r w:rsidR="00590D6D">
          <w:rPr>
            <w:noProof/>
            <w:webHidden/>
          </w:rPr>
          <w:t>14</w:t>
        </w:r>
        <w:r w:rsidR="00590D6D">
          <w:rPr>
            <w:noProof/>
            <w:webHidden/>
          </w:rPr>
          <w:fldChar w:fldCharType="end"/>
        </w:r>
      </w:hyperlink>
    </w:p>
    <w:p w14:paraId="1BD23C08"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01" w:history="1">
        <w:r w:rsidR="00590D6D" w:rsidRPr="001147B1">
          <w:rPr>
            <w:rStyle w:val="Hyperlink"/>
            <w:noProof/>
          </w:rPr>
          <w:t>3.1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_Toc463011701 \h </w:instrText>
        </w:r>
        <w:r w:rsidR="00590D6D">
          <w:rPr>
            <w:noProof/>
            <w:webHidden/>
          </w:rPr>
        </w:r>
        <w:r w:rsidR="00590D6D">
          <w:rPr>
            <w:noProof/>
            <w:webHidden/>
          </w:rPr>
          <w:fldChar w:fldCharType="separate"/>
        </w:r>
        <w:r w:rsidR="00590D6D">
          <w:rPr>
            <w:noProof/>
            <w:webHidden/>
          </w:rPr>
          <w:t>14</w:t>
        </w:r>
        <w:r w:rsidR="00590D6D">
          <w:rPr>
            <w:noProof/>
            <w:webHidden/>
          </w:rPr>
          <w:fldChar w:fldCharType="end"/>
        </w:r>
      </w:hyperlink>
    </w:p>
    <w:p w14:paraId="6B55B514"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02" w:history="1">
        <w:r w:rsidR="00590D6D" w:rsidRPr="001147B1">
          <w:rPr>
            <w:rStyle w:val="Hyperlink"/>
            <w:noProof/>
          </w:rPr>
          <w:t>3.2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_Toc463011702 \h </w:instrText>
        </w:r>
        <w:r w:rsidR="00590D6D">
          <w:rPr>
            <w:noProof/>
            <w:webHidden/>
          </w:rPr>
        </w:r>
        <w:r w:rsidR="00590D6D">
          <w:rPr>
            <w:noProof/>
            <w:webHidden/>
          </w:rPr>
          <w:fldChar w:fldCharType="separate"/>
        </w:r>
        <w:r w:rsidR="00590D6D">
          <w:rPr>
            <w:noProof/>
            <w:webHidden/>
          </w:rPr>
          <w:t>14</w:t>
        </w:r>
        <w:r w:rsidR="00590D6D">
          <w:rPr>
            <w:noProof/>
            <w:webHidden/>
          </w:rPr>
          <w:fldChar w:fldCharType="end"/>
        </w:r>
      </w:hyperlink>
    </w:p>
    <w:p w14:paraId="5210A69E"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03" w:history="1">
        <w:r w:rsidR="00590D6D" w:rsidRPr="001147B1">
          <w:rPr>
            <w:rStyle w:val="Hyperlink"/>
            <w:noProof/>
          </w:rPr>
          <w:t>3.3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_Toc463011703 \h </w:instrText>
        </w:r>
        <w:r w:rsidR="00590D6D">
          <w:rPr>
            <w:noProof/>
            <w:webHidden/>
          </w:rPr>
        </w:r>
        <w:r w:rsidR="00590D6D">
          <w:rPr>
            <w:noProof/>
            <w:webHidden/>
          </w:rPr>
          <w:fldChar w:fldCharType="separate"/>
        </w:r>
        <w:r w:rsidR="00590D6D">
          <w:rPr>
            <w:noProof/>
            <w:webHidden/>
          </w:rPr>
          <w:t>14</w:t>
        </w:r>
        <w:r w:rsidR="00590D6D">
          <w:rPr>
            <w:noProof/>
            <w:webHidden/>
          </w:rPr>
          <w:fldChar w:fldCharType="end"/>
        </w:r>
      </w:hyperlink>
    </w:p>
    <w:p w14:paraId="63D4DA08"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04" w:history="1">
        <w:r w:rsidR="00590D6D" w:rsidRPr="001147B1">
          <w:rPr>
            <w:rStyle w:val="Hyperlink"/>
            <w:noProof/>
          </w:rPr>
          <w:t>3.4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_Toc463011704 \h </w:instrText>
        </w:r>
        <w:r w:rsidR="00590D6D">
          <w:rPr>
            <w:noProof/>
            <w:webHidden/>
          </w:rPr>
        </w:r>
        <w:r w:rsidR="00590D6D">
          <w:rPr>
            <w:noProof/>
            <w:webHidden/>
          </w:rPr>
          <w:fldChar w:fldCharType="separate"/>
        </w:r>
        <w:r w:rsidR="00590D6D">
          <w:rPr>
            <w:noProof/>
            <w:webHidden/>
          </w:rPr>
          <w:t>14</w:t>
        </w:r>
        <w:r w:rsidR="00590D6D">
          <w:rPr>
            <w:noProof/>
            <w:webHidden/>
          </w:rPr>
          <w:fldChar w:fldCharType="end"/>
        </w:r>
      </w:hyperlink>
    </w:p>
    <w:p w14:paraId="77BD4E8D"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05" w:history="1">
        <w:r w:rsidR="00590D6D" w:rsidRPr="001147B1">
          <w:rPr>
            <w:rStyle w:val="Hyperlink"/>
            <w:noProof/>
          </w:rPr>
          <w:t>3.5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_Toc463011705 \h </w:instrText>
        </w:r>
        <w:r w:rsidR="00590D6D">
          <w:rPr>
            <w:noProof/>
            <w:webHidden/>
          </w:rPr>
        </w:r>
        <w:r w:rsidR="00590D6D">
          <w:rPr>
            <w:noProof/>
            <w:webHidden/>
          </w:rPr>
          <w:fldChar w:fldCharType="separate"/>
        </w:r>
        <w:r w:rsidR="00590D6D">
          <w:rPr>
            <w:noProof/>
            <w:webHidden/>
          </w:rPr>
          <w:t>14</w:t>
        </w:r>
        <w:r w:rsidR="00590D6D">
          <w:rPr>
            <w:noProof/>
            <w:webHidden/>
          </w:rPr>
          <w:fldChar w:fldCharType="end"/>
        </w:r>
      </w:hyperlink>
    </w:p>
    <w:p w14:paraId="347B7BC6"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06" w:history="1">
        <w:r w:rsidR="00590D6D" w:rsidRPr="001147B1">
          <w:rPr>
            <w:rStyle w:val="Hyperlink"/>
            <w:noProof/>
          </w:rPr>
          <w:t>3.6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_Toc463011706 \h </w:instrText>
        </w:r>
        <w:r w:rsidR="00590D6D">
          <w:rPr>
            <w:noProof/>
            <w:webHidden/>
          </w:rPr>
        </w:r>
        <w:r w:rsidR="00590D6D">
          <w:rPr>
            <w:noProof/>
            <w:webHidden/>
          </w:rPr>
          <w:fldChar w:fldCharType="separate"/>
        </w:r>
        <w:r w:rsidR="00590D6D">
          <w:rPr>
            <w:noProof/>
            <w:webHidden/>
          </w:rPr>
          <w:t>14</w:t>
        </w:r>
        <w:r w:rsidR="00590D6D">
          <w:rPr>
            <w:noProof/>
            <w:webHidden/>
          </w:rPr>
          <w:fldChar w:fldCharType="end"/>
        </w:r>
      </w:hyperlink>
    </w:p>
    <w:p w14:paraId="00481AD9" w14:textId="77777777" w:rsidR="00590D6D" w:rsidRDefault="00A25B3C">
      <w:pPr>
        <w:pStyle w:val="TOC1"/>
        <w:tabs>
          <w:tab w:val="left" w:pos="440"/>
          <w:tab w:val="right" w:leader="dot" w:pos="9060"/>
        </w:tabs>
        <w:rPr>
          <w:rFonts w:asciiTheme="minorHAnsi" w:eastAsiaTheme="minorEastAsia" w:hAnsiTheme="minorHAnsi" w:cstheme="minorBidi"/>
          <w:b w:val="0"/>
          <w:noProof/>
          <w:lang w:eastAsia="sl-SI"/>
        </w:rPr>
      </w:pPr>
      <w:hyperlink w:anchor="_Toc463011707" w:history="1">
        <w:r w:rsidR="00590D6D" w:rsidRPr="001147B1">
          <w:rPr>
            <w:rStyle w:val="Hyperlink"/>
            <w:noProof/>
          </w:rPr>
          <w:t>4</w:t>
        </w:r>
        <w:r w:rsidR="00590D6D">
          <w:rPr>
            <w:rFonts w:asciiTheme="minorHAnsi" w:eastAsiaTheme="minorEastAsia" w:hAnsiTheme="minorHAnsi" w:cstheme="minorBidi"/>
            <w:b w:val="0"/>
            <w:noProof/>
            <w:lang w:eastAsia="sl-SI"/>
          </w:rPr>
          <w:tab/>
        </w:r>
        <w:r w:rsidR="00590D6D" w:rsidRPr="001147B1">
          <w:rPr>
            <w:rStyle w:val="Hyperlink"/>
            <w:noProof/>
          </w:rPr>
          <w:t>Vnos odbirka 2</w:t>
        </w:r>
        <w:r w:rsidR="00590D6D">
          <w:rPr>
            <w:noProof/>
            <w:webHidden/>
          </w:rPr>
          <w:tab/>
        </w:r>
        <w:r w:rsidR="00590D6D">
          <w:rPr>
            <w:noProof/>
            <w:webHidden/>
          </w:rPr>
          <w:fldChar w:fldCharType="begin"/>
        </w:r>
        <w:r w:rsidR="00590D6D">
          <w:rPr>
            <w:noProof/>
            <w:webHidden/>
          </w:rPr>
          <w:instrText xml:space="preserve"> PAGEREF _Toc463011707 \h </w:instrText>
        </w:r>
        <w:r w:rsidR="00590D6D">
          <w:rPr>
            <w:noProof/>
            <w:webHidden/>
          </w:rPr>
        </w:r>
        <w:r w:rsidR="00590D6D">
          <w:rPr>
            <w:noProof/>
            <w:webHidden/>
          </w:rPr>
          <w:fldChar w:fldCharType="separate"/>
        </w:r>
        <w:r w:rsidR="00590D6D">
          <w:rPr>
            <w:noProof/>
            <w:webHidden/>
          </w:rPr>
          <w:t>15</w:t>
        </w:r>
        <w:r w:rsidR="00590D6D">
          <w:rPr>
            <w:noProof/>
            <w:webHidden/>
          </w:rPr>
          <w:fldChar w:fldCharType="end"/>
        </w:r>
      </w:hyperlink>
    </w:p>
    <w:p w14:paraId="693AA7FC"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08" w:history="1">
        <w:r w:rsidR="00590D6D" w:rsidRPr="001147B1">
          <w:rPr>
            <w:rStyle w:val="Hyperlink"/>
            <w:noProof/>
          </w:rPr>
          <w:t>4.1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_Toc463011708 \h </w:instrText>
        </w:r>
        <w:r w:rsidR="00590D6D">
          <w:rPr>
            <w:noProof/>
            <w:webHidden/>
          </w:rPr>
        </w:r>
        <w:r w:rsidR="00590D6D">
          <w:rPr>
            <w:noProof/>
            <w:webHidden/>
          </w:rPr>
          <w:fldChar w:fldCharType="separate"/>
        </w:r>
        <w:r w:rsidR="00590D6D">
          <w:rPr>
            <w:noProof/>
            <w:webHidden/>
          </w:rPr>
          <w:t>15</w:t>
        </w:r>
        <w:r w:rsidR="00590D6D">
          <w:rPr>
            <w:noProof/>
            <w:webHidden/>
          </w:rPr>
          <w:fldChar w:fldCharType="end"/>
        </w:r>
      </w:hyperlink>
    </w:p>
    <w:p w14:paraId="0A4B4E63"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09" w:history="1">
        <w:r w:rsidR="00590D6D" w:rsidRPr="001147B1">
          <w:rPr>
            <w:rStyle w:val="Hyperlink"/>
            <w:noProof/>
          </w:rPr>
          <w:t>4.2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_Toc463011709 \h </w:instrText>
        </w:r>
        <w:r w:rsidR="00590D6D">
          <w:rPr>
            <w:noProof/>
            <w:webHidden/>
          </w:rPr>
        </w:r>
        <w:r w:rsidR="00590D6D">
          <w:rPr>
            <w:noProof/>
            <w:webHidden/>
          </w:rPr>
          <w:fldChar w:fldCharType="separate"/>
        </w:r>
        <w:r w:rsidR="00590D6D">
          <w:rPr>
            <w:noProof/>
            <w:webHidden/>
          </w:rPr>
          <w:t>15</w:t>
        </w:r>
        <w:r w:rsidR="00590D6D">
          <w:rPr>
            <w:noProof/>
            <w:webHidden/>
          </w:rPr>
          <w:fldChar w:fldCharType="end"/>
        </w:r>
      </w:hyperlink>
    </w:p>
    <w:p w14:paraId="060AD3AE"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10" w:history="1">
        <w:r w:rsidR="00590D6D" w:rsidRPr="001147B1">
          <w:rPr>
            <w:rStyle w:val="Hyperlink"/>
            <w:noProof/>
          </w:rPr>
          <w:t>4.3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_Toc463011710 \h </w:instrText>
        </w:r>
        <w:r w:rsidR="00590D6D">
          <w:rPr>
            <w:noProof/>
            <w:webHidden/>
          </w:rPr>
        </w:r>
        <w:r w:rsidR="00590D6D">
          <w:rPr>
            <w:noProof/>
            <w:webHidden/>
          </w:rPr>
          <w:fldChar w:fldCharType="separate"/>
        </w:r>
        <w:r w:rsidR="00590D6D">
          <w:rPr>
            <w:noProof/>
            <w:webHidden/>
          </w:rPr>
          <w:t>15</w:t>
        </w:r>
        <w:r w:rsidR="00590D6D">
          <w:rPr>
            <w:noProof/>
            <w:webHidden/>
          </w:rPr>
          <w:fldChar w:fldCharType="end"/>
        </w:r>
      </w:hyperlink>
    </w:p>
    <w:p w14:paraId="68677806"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11" w:history="1">
        <w:r w:rsidR="00590D6D" w:rsidRPr="001147B1">
          <w:rPr>
            <w:rStyle w:val="Hyperlink"/>
            <w:noProof/>
          </w:rPr>
          <w:t>4.4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_Toc463011711 \h </w:instrText>
        </w:r>
        <w:r w:rsidR="00590D6D">
          <w:rPr>
            <w:noProof/>
            <w:webHidden/>
          </w:rPr>
        </w:r>
        <w:r w:rsidR="00590D6D">
          <w:rPr>
            <w:noProof/>
            <w:webHidden/>
          </w:rPr>
          <w:fldChar w:fldCharType="separate"/>
        </w:r>
        <w:r w:rsidR="00590D6D">
          <w:rPr>
            <w:noProof/>
            <w:webHidden/>
          </w:rPr>
          <w:t>15</w:t>
        </w:r>
        <w:r w:rsidR="00590D6D">
          <w:rPr>
            <w:noProof/>
            <w:webHidden/>
          </w:rPr>
          <w:fldChar w:fldCharType="end"/>
        </w:r>
      </w:hyperlink>
    </w:p>
    <w:p w14:paraId="647478C3"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12" w:history="1">
        <w:r w:rsidR="00590D6D" w:rsidRPr="001147B1">
          <w:rPr>
            <w:rStyle w:val="Hyperlink"/>
            <w:noProof/>
          </w:rPr>
          <w:t>4.5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_Toc463011712 \h </w:instrText>
        </w:r>
        <w:r w:rsidR="00590D6D">
          <w:rPr>
            <w:noProof/>
            <w:webHidden/>
          </w:rPr>
        </w:r>
        <w:r w:rsidR="00590D6D">
          <w:rPr>
            <w:noProof/>
            <w:webHidden/>
          </w:rPr>
          <w:fldChar w:fldCharType="separate"/>
        </w:r>
        <w:r w:rsidR="00590D6D">
          <w:rPr>
            <w:noProof/>
            <w:webHidden/>
          </w:rPr>
          <w:t>15</w:t>
        </w:r>
        <w:r w:rsidR="00590D6D">
          <w:rPr>
            <w:noProof/>
            <w:webHidden/>
          </w:rPr>
          <w:fldChar w:fldCharType="end"/>
        </w:r>
      </w:hyperlink>
    </w:p>
    <w:p w14:paraId="6349B0F9"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13" w:history="1">
        <w:r w:rsidR="00590D6D" w:rsidRPr="001147B1">
          <w:rPr>
            <w:rStyle w:val="Hyperlink"/>
            <w:noProof/>
          </w:rPr>
          <w:t>4.6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_Toc463011713 \h </w:instrText>
        </w:r>
        <w:r w:rsidR="00590D6D">
          <w:rPr>
            <w:noProof/>
            <w:webHidden/>
          </w:rPr>
        </w:r>
        <w:r w:rsidR="00590D6D">
          <w:rPr>
            <w:noProof/>
            <w:webHidden/>
          </w:rPr>
          <w:fldChar w:fldCharType="separate"/>
        </w:r>
        <w:r w:rsidR="00590D6D">
          <w:rPr>
            <w:noProof/>
            <w:webHidden/>
          </w:rPr>
          <w:t>15</w:t>
        </w:r>
        <w:r w:rsidR="00590D6D">
          <w:rPr>
            <w:noProof/>
            <w:webHidden/>
          </w:rPr>
          <w:fldChar w:fldCharType="end"/>
        </w:r>
      </w:hyperlink>
    </w:p>
    <w:p w14:paraId="1D171C06" w14:textId="77777777" w:rsidR="00590D6D" w:rsidRDefault="00A25B3C">
      <w:pPr>
        <w:pStyle w:val="TOC1"/>
        <w:tabs>
          <w:tab w:val="left" w:pos="440"/>
          <w:tab w:val="right" w:leader="dot" w:pos="9060"/>
        </w:tabs>
        <w:rPr>
          <w:rFonts w:asciiTheme="minorHAnsi" w:eastAsiaTheme="minorEastAsia" w:hAnsiTheme="minorHAnsi" w:cstheme="minorBidi"/>
          <w:b w:val="0"/>
          <w:noProof/>
          <w:lang w:eastAsia="sl-SI"/>
        </w:rPr>
      </w:pPr>
      <w:hyperlink w:anchor="_Toc463011714" w:history="1">
        <w:r w:rsidR="00590D6D" w:rsidRPr="001147B1">
          <w:rPr>
            <w:rStyle w:val="Hyperlink"/>
            <w:noProof/>
          </w:rPr>
          <w:t>5</w:t>
        </w:r>
        <w:r w:rsidR="00590D6D">
          <w:rPr>
            <w:rFonts w:asciiTheme="minorHAnsi" w:eastAsiaTheme="minorEastAsia" w:hAnsiTheme="minorHAnsi" w:cstheme="minorBidi"/>
            <w:b w:val="0"/>
            <w:noProof/>
            <w:lang w:eastAsia="sl-SI"/>
          </w:rPr>
          <w:tab/>
        </w:r>
        <w:r w:rsidR="00590D6D" w:rsidRPr="001147B1">
          <w:rPr>
            <w:rStyle w:val="Hyperlink"/>
            <w:noProof/>
          </w:rPr>
          <w:t>Vrni odbirke</w:t>
        </w:r>
        <w:r w:rsidR="00590D6D">
          <w:rPr>
            <w:noProof/>
            <w:webHidden/>
          </w:rPr>
          <w:tab/>
        </w:r>
        <w:r w:rsidR="00590D6D">
          <w:rPr>
            <w:noProof/>
            <w:webHidden/>
          </w:rPr>
          <w:fldChar w:fldCharType="begin"/>
        </w:r>
        <w:r w:rsidR="00590D6D">
          <w:rPr>
            <w:noProof/>
            <w:webHidden/>
          </w:rPr>
          <w:instrText xml:space="preserve"> PAGEREF _Toc463011714 \h </w:instrText>
        </w:r>
        <w:r w:rsidR="00590D6D">
          <w:rPr>
            <w:noProof/>
            <w:webHidden/>
          </w:rPr>
        </w:r>
        <w:r w:rsidR="00590D6D">
          <w:rPr>
            <w:noProof/>
            <w:webHidden/>
          </w:rPr>
          <w:fldChar w:fldCharType="separate"/>
        </w:r>
        <w:r w:rsidR="00590D6D">
          <w:rPr>
            <w:noProof/>
            <w:webHidden/>
          </w:rPr>
          <w:t>16</w:t>
        </w:r>
        <w:r w:rsidR="00590D6D">
          <w:rPr>
            <w:noProof/>
            <w:webHidden/>
          </w:rPr>
          <w:fldChar w:fldCharType="end"/>
        </w:r>
      </w:hyperlink>
    </w:p>
    <w:p w14:paraId="1A9AC44F"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15" w:history="1">
        <w:r w:rsidR="00590D6D" w:rsidRPr="001147B1">
          <w:rPr>
            <w:rStyle w:val="Hyperlink"/>
            <w:noProof/>
          </w:rPr>
          <w:t>5.1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_Toc463011715 \h </w:instrText>
        </w:r>
        <w:r w:rsidR="00590D6D">
          <w:rPr>
            <w:noProof/>
            <w:webHidden/>
          </w:rPr>
        </w:r>
        <w:r w:rsidR="00590D6D">
          <w:rPr>
            <w:noProof/>
            <w:webHidden/>
          </w:rPr>
          <w:fldChar w:fldCharType="separate"/>
        </w:r>
        <w:r w:rsidR="00590D6D">
          <w:rPr>
            <w:noProof/>
            <w:webHidden/>
          </w:rPr>
          <w:t>16</w:t>
        </w:r>
        <w:r w:rsidR="00590D6D">
          <w:rPr>
            <w:noProof/>
            <w:webHidden/>
          </w:rPr>
          <w:fldChar w:fldCharType="end"/>
        </w:r>
      </w:hyperlink>
    </w:p>
    <w:p w14:paraId="3E69D208"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16" w:history="1">
        <w:r w:rsidR="00590D6D" w:rsidRPr="001147B1">
          <w:rPr>
            <w:rStyle w:val="Hyperlink"/>
            <w:noProof/>
          </w:rPr>
          <w:t>5.2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_Toc463011716 \h </w:instrText>
        </w:r>
        <w:r w:rsidR="00590D6D">
          <w:rPr>
            <w:noProof/>
            <w:webHidden/>
          </w:rPr>
        </w:r>
        <w:r w:rsidR="00590D6D">
          <w:rPr>
            <w:noProof/>
            <w:webHidden/>
          </w:rPr>
          <w:fldChar w:fldCharType="separate"/>
        </w:r>
        <w:r w:rsidR="00590D6D">
          <w:rPr>
            <w:noProof/>
            <w:webHidden/>
          </w:rPr>
          <w:t>16</w:t>
        </w:r>
        <w:r w:rsidR="00590D6D">
          <w:rPr>
            <w:noProof/>
            <w:webHidden/>
          </w:rPr>
          <w:fldChar w:fldCharType="end"/>
        </w:r>
      </w:hyperlink>
    </w:p>
    <w:p w14:paraId="7CAB53BF"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17" w:history="1">
        <w:r w:rsidR="00590D6D" w:rsidRPr="001147B1">
          <w:rPr>
            <w:rStyle w:val="Hyperlink"/>
            <w:noProof/>
          </w:rPr>
          <w:t>5.3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_Toc463011717 \h </w:instrText>
        </w:r>
        <w:r w:rsidR="00590D6D">
          <w:rPr>
            <w:noProof/>
            <w:webHidden/>
          </w:rPr>
        </w:r>
        <w:r w:rsidR="00590D6D">
          <w:rPr>
            <w:noProof/>
            <w:webHidden/>
          </w:rPr>
          <w:fldChar w:fldCharType="separate"/>
        </w:r>
        <w:r w:rsidR="00590D6D">
          <w:rPr>
            <w:noProof/>
            <w:webHidden/>
          </w:rPr>
          <w:t>16</w:t>
        </w:r>
        <w:r w:rsidR="00590D6D">
          <w:rPr>
            <w:noProof/>
            <w:webHidden/>
          </w:rPr>
          <w:fldChar w:fldCharType="end"/>
        </w:r>
      </w:hyperlink>
    </w:p>
    <w:p w14:paraId="53B8B43B"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18" w:history="1">
        <w:r w:rsidR="00590D6D" w:rsidRPr="001147B1">
          <w:rPr>
            <w:rStyle w:val="Hyperlink"/>
            <w:noProof/>
          </w:rPr>
          <w:t>5.4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_Toc463011718 \h </w:instrText>
        </w:r>
        <w:r w:rsidR="00590D6D">
          <w:rPr>
            <w:noProof/>
            <w:webHidden/>
          </w:rPr>
        </w:r>
        <w:r w:rsidR="00590D6D">
          <w:rPr>
            <w:noProof/>
            <w:webHidden/>
          </w:rPr>
          <w:fldChar w:fldCharType="separate"/>
        </w:r>
        <w:r w:rsidR="00590D6D">
          <w:rPr>
            <w:noProof/>
            <w:webHidden/>
          </w:rPr>
          <w:t>16</w:t>
        </w:r>
        <w:r w:rsidR="00590D6D">
          <w:rPr>
            <w:noProof/>
            <w:webHidden/>
          </w:rPr>
          <w:fldChar w:fldCharType="end"/>
        </w:r>
      </w:hyperlink>
    </w:p>
    <w:p w14:paraId="6FE7205C"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19" w:history="1">
        <w:r w:rsidR="00590D6D" w:rsidRPr="001147B1">
          <w:rPr>
            <w:rStyle w:val="Hyperlink"/>
            <w:noProof/>
          </w:rPr>
          <w:t>5.5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_Toc463011719 \h </w:instrText>
        </w:r>
        <w:r w:rsidR="00590D6D">
          <w:rPr>
            <w:noProof/>
            <w:webHidden/>
          </w:rPr>
        </w:r>
        <w:r w:rsidR="00590D6D">
          <w:rPr>
            <w:noProof/>
            <w:webHidden/>
          </w:rPr>
          <w:fldChar w:fldCharType="separate"/>
        </w:r>
        <w:r w:rsidR="00590D6D">
          <w:rPr>
            <w:noProof/>
            <w:webHidden/>
          </w:rPr>
          <w:t>16</w:t>
        </w:r>
        <w:r w:rsidR="00590D6D">
          <w:rPr>
            <w:noProof/>
            <w:webHidden/>
          </w:rPr>
          <w:fldChar w:fldCharType="end"/>
        </w:r>
      </w:hyperlink>
    </w:p>
    <w:p w14:paraId="10D15CF7"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20" w:history="1">
        <w:r w:rsidR="00590D6D" w:rsidRPr="001147B1">
          <w:rPr>
            <w:rStyle w:val="Hyperlink"/>
            <w:noProof/>
          </w:rPr>
          <w:t>5.6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_Toc463011720 \h </w:instrText>
        </w:r>
        <w:r w:rsidR="00590D6D">
          <w:rPr>
            <w:noProof/>
            <w:webHidden/>
          </w:rPr>
        </w:r>
        <w:r w:rsidR="00590D6D">
          <w:rPr>
            <w:noProof/>
            <w:webHidden/>
          </w:rPr>
          <w:fldChar w:fldCharType="separate"/>
        </w:r>
        <w:r w:rsidR="00590D6D">
          <w:rPr>
            <w:noProof/>
            <w:webHidden/>
          </w:rPr>
          <w:t>16</w:t>
        </w:r>
        <w:r w:rsidR="00590D6D">
          <w:rPr>
            <w:noProof/>
            <w:webHidden/>
          </w:rPr>
          <w:fldChar w:fldCharType="end"/>
        </w:r>
      </w:hyperlink>
    </w:p>
    <w:p w14:paraId="4AE826CD" w14:textId="77777777" w:rsidR="00590D6D" w:rsidRDefault="00A25B3C">
      <w:pPr>
        <w:pStyle w:val="TOC1"/>
        <w:tabs>
          <w:tab w:val="left" w:pos="440"/>
          <w:tab w:val="right" w:leader="dot" w:pos="9060"/>
        </w:tabs>
        <w:rPr>
          <w:rFonts w:asciiTheme="minorHAnsi" w:eastAsiaTheme="minorEastAsia" w:hAnsiTheme="minorHAnsi" w:cstheme="minorBidi"/>
          <w:b w:val="0"/>
          <w:noProof/>
          <w:lang w:eastAsia="sl-SI"/>
        </w:rPr>
      </w:pPr>
      <w:hyperlink w:anchor="_Toc463011721" w:history="1">
        <w:r w:rsidR="00590D6D" w:rsidRPr="001147B1">
          <w:rPr>
            <w:rStyle w:val="Hyperlink"/>
            <w:noProof/>
          </w:rPr>
          <w:t>6</w:t>
        </w:r>
        <w:r w:rsidR="00590D6D">
          <w:rPr>
            <w:rFonts w:asciiTheme="minorHAnsi" w:eastAsiaTheme="minorEastAsia" w:hAnsiTheme="minorHAnsi" w:cstheme="minorBidi"/>
            <w:b w:val="0"/>
            <w:noProof/>
            <w:lang w:eastAsia="sl-SI"/>
          </w:rPr>
          <w:tab/>
        </w:r>
        <w:r w:rsidR="00590D6D" w:rsidRPr="001147B1">
          <w:rPr>
            <w:rStyle w:val="Hyperlink"/>
            <w:noProof/>
          </w:rPr>
          <w:t>Vrni odbirke 2</w:t>
        </w:r>
        <w:r w:rsidR="00590D6D">
          <w:rPr>
            <w:noProof/>
            <w:webHidden/>
          </w:rPr>
          <w:tab/>
        </w:r>
        <w:r w:rsidR="00590D6D">
          <w:rPr>
            <w:noProof/>
            <w:webHidden/>
          </w:rPr>
          <w:fldChar w:fldCharType="begin"/>
        </w:r>
        <w:r w:rsidR="00590D6D">
          <w:rPr>
            <w:noProof/>
            <w:webHidden/>
          </w:rPr>
          <w:instrText xml:space="preserve"> PAGEREF _Toc463011721 \h </w:instrText>
        </w:r>
        <w:r w:rsidR="00590D6D">
          <w:rPr>
            <w:noProof/>
            <w:webHidden/>
          </w:rPr>
        </w:r>
        <w:r w:rsidR="00590D6D">
          <w:rPr>
            <w:noProof/>
            <w:webHidden/>
          </w:rPr>
          <w:fldChar w:fldCharType="separate"/>
        </w:r>
        <w:r w:rsidR="00590D6D">
          <w:rPr>
            <w:noProof/>
            <w:webHidden/>
          </w:rPr>
          <w:t>17</w:t>
        </w:r>
        <w:r w:rsidR="00590D6D">
          <w:rPr>
            <w:noProof/>
            <w:webHidden/>
          </w:rPr>
          <w:fldChar w:fldCharType="end"/>
        </w:r>
      </w:hyperlink>
    </w:p>
    <w:p w14:paraId="472573B8"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22" w:history="1">
        <w:r w:rsidR="00590D6D" w:rsidRPr="001147B1">
          <w:rPr>
            <w:rStyle w:val="Hyperlink"/>
            <w:noProof/>
          </w:rPr>
          <w:t>6.1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_Toc463011722 \h </w:instrText>
        </w:r>
        <w:r w:rsidR="00590D6D">
          <w:rPr>
            <w:noProof/>
            <w:webHidden/>
          </w:rPr>
        </w:r>
        <w:r w:rsidR="00590D6D">
          <w:rPr>
            <w:noProof/>
            <w:webHidden/>
          </w:rPr>
          <w:fldChar w:fldCharType="separate"/>
        </w:r>
        <w:r w:rsidR="00590D6D">
          <w:rPr>
            <w:noProof/>
            <w:webHidden/>
          </w:rPr>
          <w:t>17</w:t>
        </w:r>
        <w:r w:rsidR="00590D6D">
          <w:rPr>
            <w:noProof/>
            <w:webHidden/>
          </w:rPr>
          <w:fldChar w:fldCharType="end"/>
        </w:r>
      </w:hyperlink>
    </w:p>
    <w:p w14:paraId="02D52D3E"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23" w:history="1">
        <w:r w:rsidR="00590D6D" w:rsidRPr="001147B1">
          <w:rPr>
            <w:rStyle w:val="Hyperlink"/>
            <w:noProof/>
          </w:rPr>
          <w:t>6.2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_Toc463011723 \h </w:instrText>
        </w:r>
        <w:r w:rsidR="00590D6D">
          <w:rPr>
            <w:noProof/>
            <w:webHidden/>
          </w:rPr>
        </w:r>
        <w:r w:rsidR="00590D6D">
          <w:rPr>
            <w:noProof/>
            <w:webHidden/>
          </w:rPr>
          <w:fldChar w:fldCharType="separate"/>
        </w:r>
        <w:r w:rsidR="00590D6D">
          <w:rPr>
            <w:noProof/>
            <w:webHidden/>
          </w:rPr>
          <w:t>17</w:t>
        </w:r>
        <w:r w:rsidR="00590D6D">
          <w:rPr>
            <w:noProof/>
            <w:webHidden/>
          </w:rPr>
          <w:fldChar w:fldCharType="end"/>
        </w:r>
      </w:hyperlink>
    </w:p>
    <w:p w14:paraId="47355D5E"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24" w:history="1">
        <w:r w:rsidR="00590D6D" w:rsidRPr="001147B1">
          <w:rPr>
            <w:rStyle w:val="Hyperlink"/>
            <w:noProof/>
          </w:rPr>
          <w:t>6.3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_Toc463011724 \h </w:instrText>
        </w:r>
        <w:r w:rsidR="00590D6D">
          <w:rPr>
            <w:noProof/>
            <w:webHidden/>
          </w:rPr>
        </w:r>
        <w:r w:rsidR="00590D6D">
          <w:rPr>
            <w:noProof/>
            <w:webHidden/>
          </w:rPr>
          <w:fldChar w:fldCharType="separate"/>
        </w:r>
        <w:r w:rsidR="00590D6D">
          <w:rPr>
            <w:noProof/>
            <w:webHidden/>
          </w:rPr>
          <w:t>17</w:t>
        </w:r>
        <w:r w:rsidR="00590D6D">
          <w:rPr>
            <w:noProof/>
            <w:webHidden/>
          </w:rPr>
          <w:fldChar w:fldCharType="end"/>
        </w:r>
      </w:hyperlink>
    </w:p>
    <w:p w14:paraId="654BC1AE"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25" w:history="1">
        <w:r w:rsidR="00590D6D" w:rsidRPr="001147B1">
          <w:rPr>
            <w:rStyle w:val="Hyperlink"/>
            <w:noProof/>
          </w:rPr>
          <w:t>6.4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_Toc463011725 \h </w:instrText>
        </w:r>
        <w:r w:rsidR="00590D6D">
          <w:rPr>
            <w:noProof/>
            <w:webHidden/>
          </w:rPr>
        </w:r>
        <w:r w:rsidR="00590D6D">
          <w:rPr>
            <w:noProof/>
            <w:webHidden/>
          </w:rPr>
          <w:fldChar w:fldCharType="separate"/>
        </w:r>
        <w:r w:rsidR="00590D6D">
          <w:rPr>
            <w:noProof/>
            <w:webHidden/>
          </w:rPr>
          <w:t>17</w:t>
        </w:r>
        <w:r w:rsidR="00590D6D">
          <w:rPr>
            <w:noProof/>
            <w:webHidden/>
          </w:rPr>
          <w:fldChar w:fldCharType="end"/>
        </w:r>
      </w:hyperlink>
    </w:p>
    <w:p w14:paraId="26521B96"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26" w:history="1">
        <w:r w:rsidR="00590D6D" w:rsidRPr="001147B1">
          <w:rPr>
            <w:rStyle w:val="Hyperlink"/>
            <w:noProof/>
          </w:rPr>
          <w:t>6.5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_Toc463011726 \h </w:instrText>
        </w:r>
        <w:r w:rsidR="00590D6D">
          <w:rPr>
            <w:noProof/>
            <w:webHidden/>
          </w:rPr>
        </w:r>
        <w:r w:rsidR="00590D6D">
          <w:rPr>
            <w:noProof/>
            <w:webHidden/>
          </w:rPr>
          <w:fldChar w:fldCharType="separate"/>
        </w:r>
        <w:r w:rsidR="00590D6D">
          <w:rPr>
            <w:noProof/>
            <w:webHidden/>
          </w:rPr>
          <w:t>17</w:t>
        </w:r>
        <w:r w:rsidR="00590D6D">
          <w:rPr>
            <w:noProof/>
            <w:webHidden/>
          </w:rPr>
          <w:fldChar w:fldCharType="end"/>
        </w:r>
      </w:hyperlink>
    </w:p>
    <w:p w14:paraId="36F90822"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27" w:history="1">
        <w:r w:rsidR="00590D6D" w:rsidRPr="001147B1">
          <w:rPr>
            <w:rStyle w:val="Hyperlink"/>
            <w:noProof/>
          </w:rPr>
          <w:t>6.6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_Toc463011727 \h </w:instrText>
        </w:r>
        <w:r w:rsidR="00590D6D">
          <w:rPr>
            <w:noProof/>
            <w:webHidden/>
          </w:rPr>
        </w:r>
        <w:r w:rsidR="00590D6D">
          <w:rPr>
            <w:noProof/>
            <w:webHidden/>
          </w:rPr>
          <w:fldChar w:fldCharType="separate"/>
        </w:r>
        <w:r w:rsidR="00590D6D">
          <w:rPr>
            <w:noProof/>
            <w:webHidden/>
          </w:rPr>
          <w:t>17</w:t>
        </w:r>
        <w:r w:rsidR="00590D6D">
          <w:rPr>
            <w:noProof/>
            <w:webHidden/>
          </w:rPr>
          <w:fldChar w:fldCharType="end"/>
        </w:r>
      </w:hyperlink>
    </w:p>
    <w:p w14:paraId="0AB9D480" w14:textId="77777777" w:rsidR="00590D6D" w:rsidRDefault="00A25B3C">
      <w:pPr>
        <w:pStyle w:val="TOC1"/>
        <w:tabs>
          <w:tab w:val="left" w:pos="440"/>
          <w:tab w:val="right" w:leader="dot" w:pos="9060"/>
        </w:tabs>
        <w:rPr>
          <w:rFonts w:asciiTheme="minorHAnsi" w:eastAsiaTheme="minorEastAsia" w:hAnsiTheme="minorHAnsi" w:cstheme="minorBidi"/>
          <w:b w:val="0"/>
          <w:noProof/>
          <w:lang w:eastAsia="sl-SI"/>
        </w:rPr>
      </w:pPr>
      <w:hyperlink w:anchor="_Toc463011728" w:history="1">
        <w:r w:rsidR="00590D6D" w:rsidRPr="001147B1">
          <w:rPr>
            <w:rStyle w:val="Hyperlink"/>
            <w:noProof/>
          </w:rPr>
          <w:t>7</w:t>
        </w:r>
        <w:r w:rsidR="00590D6D">
          <w:rPr>
            <w:rFonts w:asciiTheme="minorHAnsi" w:eastAsiaTheme="minorEastAsia" w:hAnsiTheme="minorHAnsi" w:cstheme="minorBidi"/>
            <w:b w:val="0"/>
            <w:noProof/>
            <w:lang w:eastAsia="sl-SI"/>
          </w:rPr>
          <w:tab/>
        </w:r>
        <w:r w:rsidR="00590D6D" w:rsidRPr="001147B1">
          <w:rPr>
            <w:rStyle w:val="Hyperlink"/>
            <w:noProof/>
          </w:rPr>
          <w:t>Vrni odbirke čakajoči</w:t>
        </w:r>
        <w:r w:rsidR="00590D6D">
          <w:rPr>
            <w:noProof/>
            <w:webHidden/>
          </w:rPr>
          <w:tab/>
        </w:r>
        <w:r w:rsidR="00590D6D">
          <w:rPr>
            <w:noProof/>
            <w:webHidden/>
          </w:rPr>
          <w:fldChar w:fldCharType="begin"/>
        </w:r>
        <w:r w:rsidR="00590D6D">
          <w:rPr>
            <w:noProof/>
            <w:webHidden/>
          </w:rPr>
          <w:instrText xml:space="preserve"> PAGEREF _Toc463011728 \h </w:instrText>
        </w:r>
        <w:r w:rsidR="00590D6D">
          <w:rPr>
            <w:noProof/>
            <w:webHidden/>
          </w:rPr>
        </w:r>
        <w:r w:rsidR="00590D6D">
          <w:rPr>
            <w:noProof/>
            <w:webHidden/>
          </w:rPr>
          <w:fldChar w:fldCharType="separate"/>
        </w:r>
        <w:r w:rsidR="00590D6D">
          <w:rPr>
            <w:noProof/>
            <w:webHidden/>
          </w:rPr>
          <w:t>18</w:t>
        </w:r>
        <w:r w:rsidR="00590D6D">
          <w:rPr>
            <w:noProof/>
            <w:webHidden/>
          </w:rPr>
          <w:fldChar w:fldCharType="end"/>
        </w:r>
      </w:hyperlink>
    </w:p>
    <w:p w14:paraId="1619E54E"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29" w:history="1">
        <w:r w:rsidR="00590D6D" w:rsidRPr="001147B1">
          <w:rPr>
            <w:rStyle w:val="Hyperlink"/>
            <w:noProof/>
          </w:rPr>
          <w:t>7.1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_Toc463011729 \h </w:instrText>
        </w:r>
        <w:r w:rsidR="00590D6D">
          <w:rPr>
            <w:noProof/>
            <w:webHidden/>
          </w:rPr>
        </w:r>
        <w:r w:rsidR="00590D6D">
          <w:rPr>
            <w:noProof/>
            <w:webHidden/>
          </w:rPr>
          <w:fldChar w:fldCharType="separate"/>
        </w:r>
        <w:r w:rsidR="00590D6D">
          <w:rPr>
            <w:noProof/>
            <w:webHidden/>
          </w:rPr>
          <w:t>18</w:t>
        </w:r>
        <w:r w:rsidR="00590D6D">
          <w:rPr>
            <w:noProof/>
            <w:webHidden/>
          </w:rPr>
          <w:fldChar w:fldCharType="end"/>
        </w:r>
      </w:hyperlink>
    </w:p>
    <w:p w14:paraId="7A7E9AA7"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30" w:history="1">
        <w:r w:rsidR="00590D6D" w:rsidRPr="001147B1">
          <w:rPr>
            <w:rStyle w:val="Hyperlink"/>
            <w:noProof/>
          </w:rPr>
          <w:t>7.2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_Toc463011730 \h </w:instrText>
        </w:r>
        <w:r w:rsidR="00590D6D">
          <w:rPr>
            <w:noProof/>
            <w:webHidden/>
          </w:rPr>
        </w:r>
        <w:r w:rsidR="00590D6D">
          <w:rPr>
            <w:noProof/>
            <w:webHidden/>
          </w:rPr>
          <w:fldChar w:fldCharType="separate"/>
        </w:r>
        <w:r w:rsidR="00590D6D">
          <w:rPr>
            <w:noProof/>
            <w:webHidden/>
          </w:rPr>
          <w:t>18</w:t>
        </w:r>
        <w:r w:rsidR="00590D6D">
          <w:rPr>
            <w:noProof/>
            <w:webHidden/>
          </w:rPr>
          <w:fldChar w:fldCharType="end"/>
        </w:r>
      </w:hyperlink>
    </w:p>
    <w:p w14:paraId="65FFF725"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31" w:history="1">
        <w:r w:rsidR="00590D6D" w:rsidRPr="001147B1">
          <w:rPr>
            <w:rStyle w:val="Hyperlink"/>
            <w:noProof/>
          </w:rPr>
          <w:t>7.3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_Toc463011731 \h </w:instrText>
        </w:r>
        <w:r w:rsidR="00590D6D">
          <w:rPr>
            <w:noProof/>
            <w:webHidden/>
          </w:rPr>
        </w:r>
        <w:r w:rsidR="00590D6D">
          <w:rPr>
            <w:noProof/>
            <w:webHidden/>
          </w:rPr>
          <w:fldChar w:fldCharType="separate"/>
        </w:r>
        <w:r w:rsidR="00590D6D">
          <w:rPr>
            <w:noProof/>
            <w:webHidden/>
          </w:rPr>
          <w:t>18</w:t>
        </w:r>
        <w:r w:rsidR="00590D6D">
          <w:rPr>
            <w:noProof/>
            <w:webHidden/>
          </w:rPr>
          <w:fldChar w:fldCharType="end"/>
        </w:r>
      </w:hyperlink>
    </w:p>
    <w:p w14:paraId="27B937A9"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32" w:history="1">
        <w:r w:rsidR="00590D6D" w:rsidRPr="001147B1">
          <w:rPr>
            <w:rStyle w:val="Hyperlink"/>
            <w:noProof/>
          </w:rPr>
          <w:t>7.4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_Toc463011732 \h </w:instrText>
        </w:r>
        <w:r w:rsidR="00590D6D">
          <w:rPr>
            <w:noProof/>
            <w:webHidden/>
          </w:rPr>
        </w:r>
        <w:r w:rsidR="00590D6D">
          <w:rPr>
            <w:noProof/>
            <w:webHidden/>
          </w:rPr>
          <w:fldChar w:fldCharType="separate"/>
        </w:r>
        <w:r w:rsidR="00590D6D">
          <w:rPr>
            <w:noProof/>
            <w:webHidden/>
          </w:rPr>
          <w:t>18</w:t>
        </w:r>
        <w:r w:rsidR="00590D6D">
          <w:rPr>
            <w:noProof/>
            <w:webHidden/>
          </w:rPr>
          <w:fldChar w:fldCharType="end"/>
        </w:r>
      </w:hyperlink>
    </w:p>
    <w:p w14:paraId="0799137B"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33" w:history="1">
        <w:r w:rsidR="00590D6D" w:rsidRPr="001147B1">
          <w:rPr>
            <w:rStyle w:val="Hyperlink"/>
            <w:noProof/>
          </w:rPr>
          <w:t>7.5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_Toc463011733 \h </w:instrText>
        </w:r>
        <w:r w:rsidR="00590D6D">
          <w:rPr>
            <w:noProof/>
            <w:webHidden/>
          </w:rPr>
        </w:r>
        <w:r w:rsidR="00590D6D">
          <w:rPr>
            <w:noProof/>
            <w:webHidden/>
          </w:rPr>
          <w:fldChar w:fldCharType="separate"/>
        </w:r>
        <w:r w:rsidR="00590D6D">
          <w:rPr>
            <w:noProof/>
            <w:webHidden/>
          </w:rPr>
          <w:t>18</w:t>
        </w:r>
        <w:r w:rsidR="00590D6D">
          <w:rPr>
            <w:noProof/>
            <w:webHidden/>
          </w:rPr>
          <w:fldChar w:fldCharType="end"/>
        </w:r>
      </w:hyperlink>
    </w:p>
    <w:p w14:paraId="168D1B4B"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34" w:history="1">
        <w:r w:rsidR="00590D6D" w:rsidRPr="001147B1">
          <w:rPr>
            <w:rStyle w:val="Hyperlink"/>
            <w:noProof/>
          </w:rPr>
          <w:t>7.6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_Toc463011734 \h </w:instrText>
        </w:r>
        <w:r w:rsidR="00590D6D">
          <w:rPr>
            <w:noProof/>
            <w:webHidden/>
          </w:rPr>
        </w:r>
        <w:r w:rsidR="00590D6D">
          <w:rPr>
            <w:noProof/>
            <w:webHidden/>
          </w:rPr>
          <w:fldChar w:fldCharType="separate"/>
        </w:r>
        <w:r w:rsidR="00590D6D">
          <w:rPr>
            <w:noProof/>
            <w:webHidden/>
          </w:rPr>
          <w:t>18</w:t>
        </w:r>
        <w:r w:rsidR="00590D6D">
          <w:rPr>
            <w:noProof/>
            <w:webHidden/>
          </w:rPr>
          <w:fldChar w:fldCharType="end"/>
        </w:r>
      </w:hyperlink>
    </w:p>
    <w:p w14:paraId="3E5CDC45" w14:textId="77777777" w:rsidR="00590D6D" w:rsidRDefault="00A25B3C">
      <w:pPr>
        <w:pStyle w:val="TOC1"/>
        <w:tabs>
          <w:tab w:val="left" w:pos="440"/>
          <w:tab w:val="right" w:leader="dot" w:pos="9060"/>
        </w:tabs>
        <w:rPr>
          <w:rFonts w:asciiTheme="minorHAnsi" w:eastAsiaTheme="minorEastAsia" w:hAnsiTheme="minorHAnsi" w:cstheme="minorBidi"/>
          <w:b w:val="0"/>
          <w:noProof/>
          <w:lang w:eastAsia="sl-SI"/>
        </w:rPr>
      </w:pPr>
      <w:hyperlink w:anchor="_Toc463011735" w:history="1">
        <w:r w:rsidR="00590D6D" w:rsidRPr="001147B1">
          <w:rPr>
            <w:rStyle w:val="Hyperlink"/>
            <w:noProof/>
          </w:rPr>
          <w:t>8</w:t>
        </w:r>
        <w:r w:rsidR="00590D6D">
          <w:rPr>
            <w:rFonts w:asciiTheme="minorHAnsi" w:eastAsiaTheme="minorEastAsia" w:hAnsiTheme="minorHAnsi" w:cstheme="minorBidi"/>
            <w:b w:val="0"/>
            <w:noProof/>
            <w:lang w:eastAsia="sl-SI"/>
          </w:rPr>
          <w:tab/>
        </w:r>
        <w:r w:rsidR="00590D6D" w:rsidRPr="001147B1">
          <w:rPr>
            <w:rStyle w:val="Hyperlink"/>
            <w:noProof/>
          </w:rPr>
          <w:t>Vrni odbirke čakajoči 2</w:t>
        </w:r>
        <w:r w:rsidR="00590D6D">
          <w:rPr>
            <w:noProof/>
            <w:webHidden/>
          </w:rPr>
          <w:tab/>
        </w:r>
        <w:r w:rsidR="00590D6D">
          <w:rPr>
            <w:noProof/>
            <w:webHidden/>
          </w:rPr>
          <w:fldChar w:fldCharType="begin"/>
        </w:r>
        <w:r w:rsidR="00590D6D">
          <w:rPr>
            <w:noProof/>
            <w:webHidden/>
          </w:rPr>
          <w:instrText xml:space="preserve"> PAGEREF _Toc463011735 \h </w:instrText>
        </w:r>
        <w:r w:rsidR="00590D6D">
          <w:rPr>
            <w:noProof/>
            <w:webHidden/>
          </w:rPr>
        </w:r>
        <w:r w:rsidR="00590D6D">
          <w:rPr>
            <w:noProof/>
            <w:webHidden/>
          </w:rPr>
          <w:fldChar w:fldCharType="separate"/>
        </w:r>
        <w:r w:rsidR="00590D6D">
          <w:rPr>
            <w:noProof/>
            <w:webHidden/>
          </w:rPr>
          <w:t>19</w:t>
        </w:r>
        <w:r w:rsidR="00590D6D">
          <w:rPr>
            <w:noProof/>
            <w:webHidden/>
          </w:rPr>
          <w:fldChar w:fldCharType="end"/>
        </w:r>
      </w:hyperlink>
    </w:p>
    <w:p w14:paraId="0B7B1C9C"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36" w:history="1">
        <w:r w:rsidR="00590D6D" w:rsidRPr="001147B1">
          <w:rPr>
            <w:rStyle w:val="Hyperlink"/>
            <w:noProof/>
          </w:rPr>
          <w:t>8.1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_Toc463011736 \h </w:instrText>
        </w:r>
        <w:r w:rsidR="00590D6D">
          <w:rPr>
            <w:noProof/>
            <w:webHidden/>
          </w:rPr>
        </w:r>
        <w:r w:rsidR="00590D6D">
          <w:rPr>
            <w:noProof/>
            <w:webHidden/>
          </w:rPr>
          <w:fldChar w:fldCharType="separate"/>
        </w:r>
        <w:r w:rsidR="00590D6D">
          <w:rPr>
            <w:noProof/>
            <w:webHidden/>
          </w:rPr>
          <w:t>19</w:t>
        </w:r>
        <w:r w:rsidR="00590D6D">
          <w:rPr>
            <w:noProof/>
            <w:webHidden/>
          </w:rPr>
          <w:fldChar w:fldCharType="end"/>
        </w:r>
      </w:hyperlink>
    </w:p>
    <w:p w14:paraId="0D054279"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37" w:history="1">
        <w:r w:rsidR="00590D6D" w:rsidRPr="001147B1">
          <w:rPr>
            <w:rStyle w:val="Hyperlink"/>
            <w:noProof/>
          </w:rPr>
          <w:t>8.2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_Toc463011737 \h </w:instrText>
        </w:r>
        <w:r w:rsidR="00590D6D">
          <w:rPr>
            <w:noProof/>
            <w:webHidden/>
          </w:rPr>
        </w:r>
        <w:r w:rsidR="00590D6D">
          <w:rPr>
            <w:noProof/>
            <w:webHidden/>
          </w:rPr>
          <w:fldChar w:fldCharType="separate"/>
        </w:r>
        <w:r w:rsidR="00590D6D">
          <w:rPr>
            <w:noProof/>
            <w:webHidden/>
          </w:rPr>
          <w:t>19</w:t>
        </w:r>
        <w:r w:rsidR="00590D6D">
          <w:rPr>
            <w:noProof/>
            <w:webHidden/>
          </w:rPr>
          <w:fldChar w:fldCharType="end"/>
        </w:r>
      </w:hyperlink>
    </w:p>
    <w:p w14:paraId="1DD3DF78"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38" w:history="1">
        <w:r w:rsidR="00590D6D" w:rsidRPr="001147B1">
          <w:rPr>
            <w:rStyle w:val="Hyperlink"/>
            <w:noProof/>
          </w:rPr>
          <w:t>8.3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_Toc463011738 \h </w:instrText>
        </w:r>
        <w:r w:rsidR="00590D6D">
          <w:rPr>
            <w:noProof/>
            <w:webHidden/>
          </w:rPr>
        </w:r>
        <w:r w:rsidR="00590D6D">
          <w:rPr>
            <w:noProof/>
            <w:webHidden/>
          </w:rPr>
          <w:fldChar w:fldCharType="separate"/>
        </w:r>
        <w:r w:rsidR="00590D6D">
          <w:rPr>
            <w:noProof/>
            <w:webHidden/>
          </w:rPr>
          <w:t>19</w:t>
        </w:r>
        <w:r w:rsidR="00590D6D">
          <w:rPr>
            <w:noProof/>
            <w:webHidden/>
          </w:rPr>
          <w:fldChar w:fldCharType="end"/>
        </w:r>
      </w:hyperlink>
    </w:p>
    <w:p w14:paraId="6430CB52"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39" w:history="1">
        <w:r w:rsidR="00590D6D" w:rsidRPr="001147B1">
          <w:rPr>
            <w:rStyle w:val="Hyperlink"/>
            <w:noProof/>
          </w:rPr>
          <w:t>8.4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_Toc463011739 \h </w:instrText>
        </w:r>
        <w:r w:rsidR="00590D6D">
          <w:rPr>
            <w:noProof/>
            <w:webHidden/>
          </w:rPr>
        </w:r>
        <w:r w:rsidR="00590D6D">
          <w:rPr>
            <w:noProof/>
            <w:webHidden/>
          </w:rPr>
          <w:fldChar w:fldCharType="separate"/>
        </w:r>
        <w:r w:rsidR="00590D6D">
          <w:rPr>
            <w:noProof/>
            <w:webHidden/>
          </w:rPr>
          <w:t>19</w:t>
        </w:r>
        <w:r w:rsidR="00590D6D">
          <w:rPr>
            <w:noProof/>
            <w:webHidden/>
          </w:rPr>
          <w:fldChar w:fldCharType="end"/>
        </w:r>
      </w:hyperlink>
    </w:p>
    <w:p w14:paraId="3EF4E2A1"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40" w:history="1">
        <w:r w:rsidR="00590D6D" w:rsidRPr="001147B1">
          <w:rPr>
            <w:rStyle w:val="Hyperlink"/>
            <w:noProof/>
          </w:rPr>
          <w:t>8.5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_Toc463011740 \h </w:instrText>
        </w:r>
        <w:r w:rsidR="00590D6D">
          <w:rPr>
            <w:noProof/>
            <w:webHidden/>
          </w:rPr>
        </w:r>
        <w:r w:rsidR="00590D6D">
          <w:rPr>
            <w:noProof/>
            <w:webHidden/>
          </w:rPr>
          <w:fldChar w:fldCharType="separate"/>
        </w:r>
        <w:r w:rsidR="00590D6D">
          <w:rPr>
            <w:noProof/>
            <w:webHidden/>
          </w:rPr>
          <w:t>19</w:t>
        </w:r>
        <w:r w:rsidR="00590D6D">
          <w:rPr>
            <w:noProof/>
            <w:webHidden/>
          </w:rPr>
          <w:fldChar w:fldCharType="end"/>
        </w:r>
      </w:hyperlink>
    </w:p>
    <w:p w14:paraId="53A70C29"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41" w:history="1">
        <w:r w:rsidR="00590D6D" w:rsidRPr="001147B1">
          <w:rPr>
            <w:rStyle w:val="Hyperlink"/>
            <w:noProof/>
          </w:rPr>
          <w:t>8.6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_Toc463011741 \h </w:instrText>
        </w:r>
        <w:r w:rsidR="00590D6D">
          <w:rPr>
            <w:noProof/>
            <w:webHidden/>
          </w:rPr>
        </w:r>
        <w:r w:rsidR="00590D6D">
          <w:rPr>
            <w:noProof/>
            <w:webHidden/>
          </w:rPr>
          <w:fldChar w:fldCharType="separate"/>
        </w:r>
        <w:r w:rsidR="00590D6D">
          <w:rPr>
            <w:noProof/>
            <w:webHidden/>
          </w:rPr>
          <w:t>19</w:t>
        </w:r>
        <w:r w:rsidR="00590D6D">
          <w:rPr>
            <w:noProof/>
            <w:webHidden/>
          </w:rPr>
          <w:fldChar w:fldCharType="end"/>
        </w:r>
      </w:hyperlink>
    </w:p>
    <w:p w14:paraId="4A8A5A49" w14:textId="77777777" w:rsidR="00590D6D" w:rsidRDefault="00A25B3C">
      <w:pPr>
        <w:pStyle w:val="TOC1"/>
        <w:tabs>
          <w:tab w:val="left" w:pos="440"/>
          <w:tab w:val="right" w:leader="dot" w:pos="9060"/>
        </w:tabs>
        <w:rPr>
          <w:rFonts w:asciiTheme="minorHAnsi" w:eastAsiaTheme="minorEastAsia" w:hAnsiTheme="minorHAnsi" w:cstheme="minorBidi"/>
          <w:b w:val="0"/>
          <w:noProof/>
          <w:lang w:eastAsia="sl-SI"/>
        </w:rPr>
      </w:pPr>
      <w:hyperlink w:anchor="_Toc463011742" w:history="1">
        <w:r w:rsidR="00590D6D" w:rsidRPr="001147B1">
          <w:rPr>
            <w:rStyle w:val="Hyperlink"/>
            <w:noProof/>
          </w:rPr>
          <w:t>9</w:t>
        </w:r>
        <w:r w:rsidR="00590D6D">
          <w:rPr>
            <w:rFonts w:asciiTheme="minorHAnsi" w:eastAsiaTheme="minorEastAsia" w:hAnsiTheme="minorHAnsi" w:cstheme="minorBidi"/>
            <w:b w:val="0"/>
            <w:noProof/>
            <w:lang w:eastAsia="sl-SI"/>
          </w:rPr>
          <w:tab/>
        </w:r>
        <w:r w:rsidR="00590D6D" w:rsidRPr="001147B1">
          <w:rPr>
            <w:rStyle w:val="Hyperlink"/>
            <w:noProof/>
          </w:rPr>
          <w:t>Pridobivanje PDP</w:t>
        </w:r>
        <w:r w:rsidR="00590D6D">
          <w:rPr>
            <w:noProof/>
            <w:webHidden/>
          </w:rPr>
          <w:tab/>
        </w:r>
        <w:r w:rsidR="00590D6D">
          <w:rPr>
            <w:noProof/>
            <w:webHidden/>
          </w:rPr>
          <w:fldChar w:fldCharType="begin"/>
        </w:r>
        <w:r w:rsidR="00590D6D">
          <w:rPr>
            <w:noProof/>
            <w:webHidden/>
          </w:rPr>
          <w:instrText xml:space="preserve"> PAGEREF _Toc463011742 \h </w:instrText>
        </w:r>
        <w:r w:rsidR="00590D6D">
          <w:rPr>
            <w:noProof/>
            <w:webHidden/>
          </w:rPr>
        </w:r>
        <w:r w:rsidR="00590D6D">
          <w:rPr>
            <w:noProof/>
            <w:webHidden/>
          </w:rPr>
          <w:fldChar w:fldCharType="separate"/>
        </w:r>
        <w:r w:rsidR="00590D6D">
          <w:rPr>
            <w:noProof/>
            <w:webHidden/>
          </w:rPr>
          <w:t>20</w:t>
        </w:r>
        <w:r w:rsidR="00590D6D">
          <w:rPr>
            <w:noProof/>
            <w:webHidden/>
          </w:rPr>
          <w:fldChar w:fldCharType="end"/>
        </w:r>
      </w:hyperlink>
    </w:p>
    <w:p w14:paraId="38B670BF"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43" w:history="1">
        <w:r w:rsidR="00590D6D" w:rsidRPr="001147B1">
          <w:rPr>
            <w:rStyle w:val="Hyperlink"/>
            <w:noProof/>
          </w:rPr>
          <w:t>9.1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_Toc463011743 \h </w:instrText>
        </w:r>
        <w:r w:rsidR="00590D6D">
          <w:rPr>
            <w:noProof/>
            <w:webHidden/>
          </w:rPr>
        </w:r>
        <w:r w:rsidR="00590D6D">
          <w:rPr>
            <w:noProof/>
            <w:webHidden/>
          </w:rPr>
          <w:fldChar w:fldCharType="separate"/>
        </w:r>
        <w:r w:rsidR="00590D6D">
          <w:rPr>
            <w:noProof/>
            <w:webHidden/>
          </w:rPr>
          <w:t>20</w:t>
        </w:r>
        <w:r w:rsidR="00590D6D">
          <w:rPr>
            <w:noProof/>
            <w:webHidden/>
          </w:rPr>
          <w:fldChar w:fldCharType="end"/>
        </w:r>
      </w:hyperlink>
    </w:p>
    <w:p w14:paraId="4A101B24"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44" w:history="1">
        <w:r w:rsidR="00590D6D" w:rsidRPr="001147B1">
          <w:rPr>
            <w:rStyle w:val="Hyperlink"/>
            <w:noProof/>
          </w:rPr>
          <w:t>9.2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_Toc463011744 \h </w:instrText>
        </w:r>
        <w:r w:rsidR="00590D6D">
          <w:rPr>
            <w:noProof/>
            <w:webHidden/>
          </w:rPr>
        </w:r>
        <w:r w:rsidR="00590D6D">
          <w:rPr>
            <w:noProof/>
            <w:webHidden/>
          </w:rPr>
          <w:fldChar w:fldCharType="separate"/>
        </w:r>
        <w:r w:rsidR="00590D6D">
          <w:rPr>
            <w:noProof/>
            <w:webHidden/>
          </w:rPr>
          <w:t>20</w:t>
        </w:r>
        <w:r w:rsidR="00590D6D">
          <w:rPr>
            <w:noProof/>
            <w:webHidden/>
          </w:rPr>
          <w:fldChar w:fldCharType="end"/>
        </w:r>
      </w:hyperlink>
    </w:p>
    <w:p w14:paraId="66EE000E"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45" w:history="1">
        <w:r w:rsidR="00590D6D" w:rsidRPr="001147B1">
          <w:rPr>
            <w:rStyle w:val="Hyperlink"/>
            <w:noProof/>
          </w:rPr>
          <w:t>9.3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_Toc463011745 \h </w:instrText>
        </w:r>
        <w:r w:rsidR="00590D6D">
          <w:rPr>
            <w:noProof/>
            <w:webHidden/>
          </w:rPr>
        </w:r>
        <w:r w:rsidR="00590D6D">
          <w:rPr>
            <w:noProof/>
            <w:webHidden/>
          </w:rPr>
          <w:fldChar w:fldCharType="separate"/>
        </w:r>
        <w:r w:rsidR="00590D6D">
          <w:rPr>
            <w:noProof/>
            <w:webHidden/>
          </w:rPr>
          <w:t>20</w:t>
        </w:r>
        <w:r w:rsidR="00590D6D">
          <w:rPr>
            <w:noProof/>
            <w:webHidden/>
          </w:rPr>
          <w:fldChar w:fldCharType="end"/>
        </w:r>
      </w:hyperlink>
    </w:p>
    <w:p w14:paraId="5384F9F8"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46" w:history="1">
        <w:r w:rsidR="00590D6D" w:rsidRPr="001147B1">
          <w:rPr>
            <w:rStyle w:val="Hyperlink"/>
            <w:noProof/>
          </w:rPr>
          <w:t>9.4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_Toc463011746 \h </w:instrText>
        </w:r>
        <w:r w:rsidR="00590D6D">
          <w:rPr>
            <w:noProof/>
            <w:webHidden/>
          </w:rPr>
        </w:r>
        <w:r w:rsidR="00590D6D">
          <w:rPr>
            <w:noProof/>
            <w:webHidden/>
          </w:rPr>
          <w:fldChar w:fldCharType="separate"/>
        </w:r>
        <w:r w:rsidR="00590D6D">
          <w:rPr>
            <w:noProof/>
            <w:webHidden/>
          </w:rPr>
          <w:t>20</w:t>
        </w:r>
        <w:r w:rsidR="00590D6D">
          <w:rPr>
            <w:noProof/>
            <w:webHidden/>
          </w:rPr>
          <w:fldChar w:fldCharType="end"/>
        </w:r>
      </w:hyperlink>
    </w:p>
    <w:p w14:paraId="2F76739D"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47" w:history="1">
        <w:r w:rsidR="00590D6D" w:rsidRPr="001147B1">
          <w:rPr>
            <w:rStyle w:val="Hyperlink"/>
            <w:noProof/>
          </w:rPr>
          <w:t>9.5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_Toc463011747 \h </w:instrText>
        </w:r>
        <w:r w:rsidR="00590D6D">
          <w:rPr>
            <w:noProof/>
            <w:webHidden/>
          </w:rPr>
        </w:r>
        <w:r w:rsidR="00590D6D">
          <w:rPr>
            <w:noProof/>
            <w:webHidden/>
          </w:rPr>
          <w:fldChar w:fldCharType="separate"/>
        </w:r>
        <w:r w:rsidR="00590D6D">
          <w:rPr>
            <w:noProof/>
            <w:webHidden/>
          </w:rPr>
          <w:t>20</w:t>
        </w:r>
        <w:r w:rsidR="00590D6D">
          <w:rPr>
            <w:noProof/>
            <w:webHidden/>
          </w:rPr>
          <w:fldChar w:fldCharType="end"/>
        </w:r>
      </w:hyperlink>
    </w:p>
    <w:p w14:paraId="6E3E23AD"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48" w:history="1">
        <w:r w:rsidR="00590D6D" w:rsidRPr="001147B1">
          <w:rPr>
            <w:rStyle w:val="Hyperlink"/>
            <w:noProof/>
          </w:rPr>
          <w:t>9.6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_Toc463011748 \h </w:instrText>
        </w:r>
        <w:r w:rsidR="00590D6D">
          <w:rPr>
            <w:noProof/>
            <w:webHidden/>
          </w:rPr>
        </w:r>
        <w:r w:rsidR="00590D6D">
          <w:rPr>
            <w:noProof/>
            <w:webHidden/>
          </w:rPr>
          <w:fldChar w:fldCharType="separate"/>
        </w:r>
        <w:r w:rsidR="00590D6D">
          <w:rPr>
            <w:noProof/>
            <w:webHidden/>
          </w:rPr>
          <w:t>20</w:t>
        </w:r>
        <w:r w:rsidR="00590D6D">
          <w:rPr>
            <w:noProof/>
            <w:webHidden/>
          </w:rPr>
          <w:fldChar w:fldCharType="end"/>
        </w:r>
      </w:hyperlink>
    </w:p>
    <w:p w14:paraId="60EB954A"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749" w:history="1">
        <w:r w:rsidR="00590D6D" w:rsidRPr="001147B1">
          <w:rPr>
            <w:rStyle w:val="Hyperlink"/>
            <w:noProof/>
          </w:rPr>
          <w:t>10</w:t>
        </w:r>
        <w:r w:rsidR="00590D6D">
          <w:rPr>
            <w:rFonts w:asciiTheme="minorHAnsi" w:eastAsiaTheme="minorEastAsia" w:hAnsiTheme="minorHAnsi" w:cstheme="minorBidi"/>
            <w:b w:val="0"/>
            <w:noProof/>
            <w:lang w:eastAsia="sl-SI"/>
          </w:rPr>
          <w:tab/>
        </w:r>
        <w:r w:rsidR="00590D6D" w:rsidRPr="001147B1">
          <w:rPr>
            <w:rStyle w:val="Hyperlink"/>
            <w:noProof/>
          </w:rPr>
          <w:t>Vnos PDP</w:t>
        </w:r>
        <w:r w:rsidR="00590D6D">
          <w:rPr>
            <w:noProof/>
            <w:webHidden/>
          </w:rPr>
          <w:tab/>
        </w:r>
        <w:r w:rsidR="00590D6D">
          <w:rPr>
            <w:noProof/>
            <w:webHidden/>
          </w:rPr>
          <w:fldChar w:fldCharType="begin"/>
        </w:r>
        <w:r w:rsidR="00590D6D">
          <w:rPr>
            <w:noProof/>
            <w:webHidden/>
          </w:rPr>
          <w:instrText xml:space="preserve"> PAGEREF _Toc463011749 \h </w:instrText>
        </w:r>
        <w:r w:rsidR="00590D6D">
          <w:rPr>
            <w:noProof/>
            <w:webHidden/>
          </w:rPr>
        </w:r>
        <w:r w:rsidR="00590D6D">
          <w:rPr>
            <w:noProof/>
            <w:webHidden/>
          </w:rPr>
          <w:fldChar w:fldCharType="separate"/>
        </w:r>
        <w:r w:rsidR="00590D6D">
          <w:rPr>
            <w:noProof/>
            <w:webHidden/>
          </w:rPr>
          <w:t>21</w:t>
        </w:r>
        <w:r w:rsidR="00590D6D">
          <w:rPr>
            <w:noProof/>
            <w:webHidden/>
          </w:rPr>
          <w:fldChar w:fldCharType="end"/>
        </w:r>
      </w:hyperlink>
    </w:p>
    <w:p w14:paraId="48CB1205"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50" w:history="1">
        <w:r w:rsidR="00590D6D" w:rsidRPr="001147B1">
          <w:rPr>
            <w:rStyle w:val="Hyperlink"/>
            <w:noProof/>
          </w:rPr>
          <w:t>10.1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_Toc463011750 \h </w:instrText>
        </w:r>
        <w:r w:rsidR="00590D6D">
          <w:rPr>
            <w:noProof/>
            <w:webHidden/>
          </w:rPr>
        </w:r>
        <w:r w:rsidR="00590D6D">
          <w:rPr>
            <w:noProof/>
            <w:webHidden/>
          </w:rPr>
          <w:fldChar w:fldCharType="separate"/>
        </w:r>
        <w:r w:rsidR="00590D6D">
          <w:rPr>
            <w:noProof/>
            <w:webHidden/>
          </w:rPr>
          <w:t>21</w:t>
        </w:r>
        <w:r w:rsidR="00590D6D">
          <w:rPr>
            <w:noProof/>
            <w:webHidden/>
          </w:rPr>
          <w:fldChar w:fldCharType="end"/>
        </w:r>
      </w:hyperlink>
    </w:p>
    <w:p w14:paraId="317F375D"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51" w:history="1">
        <w:r w:rsidR="00590D6D" w:rsidRPr="001147B1">
          <w:rPr>
            <w:rStyle w:val="Hyperlink"/>
            <w:noProof/>
          </w:rPr>
          <w:t>10.2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_Toc463011751 \h </w:instrText>
        </w:r>
        <w:r w:rsidR="00590D6D">
          <w:rPr>
            <w:noProof/>
            <w:webHidden/>
          </w:rPr>
        </w:r>
        <w:r w:rsidR="00590D6D">
          <w:rPr>
            <w:noProof/>
            <w:webHidden/>
          </w:rPr>
          <w:fldChar w:fldCharType="separate"/>
        </w:r>
        <w:r w:rsidR="00590D6D">
          <w:rPr>
            <w:noProof/>
            <w:webHidden/>
          </w:rPr>
          <w:t>21</w:t>
        </w:r>
        <w:r w:rsidR="00590D6D">
          <w:rPr>
            <w:noProof/>
            <w:webHidden/>
          </w:rPr>
          <w:fldChar w:fldCharType="end"/>
        </w:r>
      </w:hyperlink>
    </w:p>
    <w:p w14:paraId="787BB3B0"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52" w:history="1">
        <w:r w:rsidR="00590D6D" w:rsidRPr="001147B1">
          <w:rPr>
            <w:rStyle w:val="Hyperlink"/>
            <w:noProof/>
          </w:rPr>
          <w:t>10.3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_Toc463011752 \h </w:instrText>
        </w:r>
        <w:r w:rsidR="00590D6D">
          <w:rPr>
            <w:noProof/>
            <w:webHidden/>
          </w:rPr>
        </w:r>
        <w:r w:rsidR="00590D6D">
          <w:rPr>
            <w:noProof/>
            <w:webHidden/>
          </w:rPr>
          <w:fldChar w:fldCharType="separate"/>
        </w:r>
        <w:r w:rsidR="00590D6D">
          <w:rPr>
            <w:noProof/>
            <w:webHidden/>
          </w:rPr>
          <w:t>21</w:t>
        </w:r>
        <w:r w:rsidR="00590D6D">
          <w:rPr>
            <w:noProof/>
            <w:webHidden/>
          </w:rPr>
          <w:fldChar w:fldCharType="end"/>
        </w:r>
      </w:hyperlink>
    </w:p>
    <w:p w14:paraId="3CA95D06"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53" w:history="1">
        <w:r w:rsidR="00590D6D" w:rsidRPr="001147B1">
          <w:rPr>
            <w:rStyle w:val="Hyperlink"/>
            <w:noProof/>
          </w:rPr>
          <w:t>10.4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_Toc463011753 \h </w:instrText>
        </w:r>
        <w:r w:rsidR="00590D6D">
          <w:rPr>
            <w:noProof/>
            <w:webHidden/>
          </w:rPr>
        </w:r>
        <w:r w:rsidR="00590D6D">
          <w:rPr>
            <w:noProof/>
            <w:webHidden/>
          </w:rPr>
          <w:fldChar w:fldCharType="separate"/>
        </w:r>
        <w:r w:rsidR="00590D6D">
          <w:rPr>
            <w:noProof/>
            <w:webHidden/>
          </w:rPr>
          <w:t>21</w:t>
        </w:r>
        <w:r w:rsidR="00590D6D">
          <w:rPr>
            <w:noProof/>
            <w:webHidden/>
          </w:rPr>
          <w:fldChar w:fldCharType="end"/>
        </w:r>
      </w:hyperlink>
    </w:p>
    <w:p w14:paraId="48629335"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54" w:history="1">
        <w:r w:rsidR="00590D6D" w:rsidRPr="001147B1">
          <w:rPr>
            <w:rStyle w:val="Hyperlink"/>
            <w:noProof/>
          </w:rPr>
          <w:t>10.5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_Toc463011754 \h </w:instrText>
        </w:r>
        <w:r w:rsidR="00590D6D">
          <w:rPr>
            <w:noProof/>
            <w:webHidden/>
          </w:rPr>
        </w:r>
        <w:r w:rsidR="00590D6D">
          <w:rPr>
            <w:noProof/>
            <w:webHidden/>
          </w:rPr>
          <w:fldChar w:fldCharType="separate"/>
        </w:r>
        <w:r w:rsidR="00590D6D">
          <w:rPr>
            <w:noProof/>
            <w:webHidden/>
          </w:rPr>
          <w:t>21</w:t>
        </w:r>
        <w:r w:rsidR="00590D6D">
          <w:rPr>
            <w:noProof/>
            <w:webHidden/>
          </w:rPr>
          <w:fldChar w:fldCharType="end"/>
        </w:r>
      </w:hyperlink>
    </w:p>
    <w:p w14:paraId="08B644E7"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55" w:history="1">
        <w:r w:rsidR="00590D6D" w:rsidRPr="001147B1">
          <w:rPr>
            <w:rStyle w:val="Hyperlink"/>
            <w:noProof/>
          </w:rPr>
          <w:t>10.6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_Toc463011755 \h </w:instrText>
        </w:r>
        <w:r w:rsidR="00590D6D">
          <w:rPr>
            <w:noProof/>
            <w:webHidden/>
          </w:rPr>
        </w:r>
        <w:r w:rsidR="00590D6D">
          <w:rPr>
            <w:noProof/>
            <w:webHidden/>
          </w:rPr>
          <w:fldChar w:fldCharType="separate"/>
        </w:r>
        <w:r w:rsidR="00590D6D">
          <w:rPr>
            <w:noProof/>
            <w:webHidden/>
          </w:rPr>
          <w:t>21</w:t>
        </w:r>
        <w:r w:rsidR="00590D6D">
          <w:rPr>
            <w:noProof/>
            <w:webHidden/>
          </w:rPr>
          <w:fldChar w:fldCharType="end"/>
        </w:r>
      </w:hyperlink>
    </w:p>
    <w:p w14:paraId="537E13EE"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756" w:history="1">
        <w:r w:rsidR="00590D6D" w:rsidRPr="001147B1">
          <w:rPr>
            <w:rStyle w:val="Hyperlink"/>
            <w:noProof/>
          </w:rPr>
          <w:t>11</w:t>
        </w:r>
        <w:r w:rsidR="00590D6D">
          <w:rPr>
            <w:rFonts w:asciiTheme="minorHAnsi" w:eastAsiaTheme="minorEastAsia" w:hAnsiTheme="minorHAnsi" w:cstheme="minorBidi"/>
            <w:b w:val="0"/>
            <w:noProof/>
            <w:lang w:eastAsia="sl-SI"/>
          </w:rPr>
          <w:tab/>
        </w:r>
        <w:r w:rsidR="00590D6D" w:rsidRPr="001147B1">
          <w:rPr>
            <w:rStyle w:val="Hyperlink"/>
            <w:noProof/>
          </w:rPr>
          <w:t>Pridobivanje podatkov MM</w:t>
        </w:r>
        <w:r w:rsidR="00590D6D">
          <w:rPr>
            <w:noProof/>
            <w:webHidden/>
          </w:rPr>
          <w:tab/>
        </w:r>
        <w:r w:rsidR="00590D6D">
          <w:rPr>
            <w:noProof/>
            <w:webHidden/>
          </w:rPr>
          <w:fldChar w:fldCharType="begin"/>
        </w:r>
        <w:r w:rsidR="00590D6D">
          <w:rPr>
            <w:noProof/>
            <w:webHidden/>
          </w:rPr>
          <w:instrText xml:space="preserve"> PAGEREF _Toc463011756 \h </w:instrText>
        </w:r>
        <w:r w:rsidR="00590D6D">
          <w:rPr>
            <w:noProof/>
            <w:webHidden/>
          </w:rPr>
        </w:r>
        <w:r w:rsidR="00590D6D">
          <w:rPr>
            <w:noProof/>
            <w:webHidden/>
          </w:rPr>
          <w:fldChar w:fldCharType="separate"/>
        </w:r>
        <w:r w:rsidR="00590D6D">
          <w:rPr>
            <w:noProof/>
            <w:webHidden/>
          </w:rPr>
          <w:t>22</w:t>
        </w:r>
        <w:r w:rsidR="00590D6D">
          <w:rPr>
            <w:noProof/>
            <w:webHidden/>
          </w:rPr>
          <w:fldChar w:fldCharType="end"/>
        </w:r>
      </w:hyperlink>
    </w:p>
    <w:p w14:paraId="26CF6C47"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57" w:history="1">
        <w:r w:rsidR="00590D6D" w:rsidRPr="001147B1">
          <w:rPr>
            <w:rStyle w:val="Hyperlink"/>
            <w:noProof/>
          </w:rPr>
          <w:t>11.1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_Toc463011757 \h </w:instrText>
        </w:r>
        <w:r w:rsidR="00590D6D">
          <w:rPr>
            <w:noProof/>
            <w:webHidden/>
          </w:rPr>
        </w:r>
        <w:r w:rsidR="00590D6D">
          <w:rPr>
            <w:noProof/>
            <w:webHidden/>
          </w:rPr>
          <w:fldChar w:fldCharType="separate"/>
        </w:r>
        <w:r w:rsidR="00590D6D">
          <w:rPr>
            <w:noProof/>
            <w:webHidden/>
          </w:rPr>
          <w:t>22</w:t>
        </w:r>
        <w:r w:rsidR="00590D6D">
          <w:rPr>
            <w:noProof/>
            <w:webHidden/>
          </w:rPr>
          <w:fldChar w:fldCharType="end"/>
        </w:r>
      </w:hyperlink>
    </w:p>
    <w:p w14:paraId="7E7998F6"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58" w:history="1">
        <w:r w:rsidR="00590D6D" w:rsidRPr="001147B1">
          <w:rPr>
            <w:rStyle w:val="Hyperlink"/>
            <w:noProof/>
          </w:rPr>
          <w:t>11.2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_Toc463011758 \h </w:instrText>
        </w:r>
        <w:r w:rsidR="00590D6D">
          <w:rPr>
            <w:noProof/>
            <w:webHidden/>
          </w:rPr>
        </w:r>
        <w:r w:rsidR="00590D6D">
          <w:rPr>
            <w:noProof/>
            <w:webHidden/>
          </w:rPr>
          <w:fldChar w:fldCharType="separate"/>
        </w:r>
        <w:r w:rsidR="00590D6D">
          <w:rPr>
            <w:noProof/>
            <w:webHidden/>
          </w:rPr>
          <w:t>22</w:t>
        </w:r>
        <w:r w:rsidR="00590D6D">
          <w:rPr>
            <w:noProof/>
            <w:webHidden/>
          </w:rPr>
          <w:fldChar w:fldCharType="end"/>
        </w:r>
      </w:hyperlink>
    </w:p>
    <w:p w14:paraId="19EE05EA"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59" w:history="1">
        <w:r w:rsidR="00590D6D" w:rsidRPr="001147B1">
          <w:rPr>
            <w:rStyle w:val="Hyperlink"/>
            <w:noProof/>
          </w:rPr>
          <w:t>11.3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_Toc463011759 \h </w:instrText>
        </w:r>
        <w:r w:rsidR="00590D6D">
          <w:rPr>
            <w:noProof/>
            <w:webHidden/>
          </w:rPr>
        </w:r>
        <w:r w:rsidR="00590D6D">
          <w:rPr>
            <w:noProof/>
            <w:webHidden/>
          </w:rPr>
          <w:fldChar w:fldCharType="separate"/>
        </w:r>
        <w:r w:rsidR="00590D6D">
          <w:rPr>
            <w:noProof/>
            <w:webHidden/>
          </w:rPr>
          <w:t>22</w:t>
        </w:r>
        <w:r w:rsidR="00590D6D">
          <w:rPr>
            <w:noProof/>
            <w:webHidden/>
          </w:rPr>
          <w:fldChar w:fldCharType="end"/>
        </w:r>
      </w:hyperlink>
    </w:p>
    <w:p w14:paraId="5B658EE3"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60" w:history="1">
        <w:r w:rsidR="00590D6D" w:rsidRPr="001147B1">
          <w:rPr>
            <w:rStyle w:val="Hyperlink"/>
            <w:noProof/>
          </w:rPr>
          <w:t>11.4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_Toc463011760 \h </w:instrText>
        </w:r>
        <w:r w:rsidR="00590D6D">
          <w:rPr>
            <w:noProof/>
            <w:webHidden/>
          </w:rPr>
        </w:r>
        <w:r w:rsidR="00590D6D">
          <w:rPr>
            <w:noProof/>
            <w:webHidden/>
          </w:rPr>
          <w:fldChar w:fldCharType="separate"/>
        </w:r>
        <w:r w:rsidR="00590D6D">
          <w:rPr>
            <w:noProof/>
            <w:webHidden/>
          </w:rPr>
          <w:t>22</w:t>
        </w:r>
        <w:r w:rsidR="00590D6D">
          <w:rPr>
            <w:noProof/>
            <w:webHidden/>
          </w:rPr>
          <w:fldChar w:fldCharType="end"/>
        </w:r>
      </w:hyperlink>
    </w:p>
    <w:p w14:paraId="62279319"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61" w:history="1">
        <w:r w:rsidR="00590D6D" w:rsidRPr="001147B1">
          <w:rPr>
            <w:rStyle w:val="Hyperlink"/>
            <w:noProof/>
          </w:rPr>
          <w:t>11.5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_Toc463011761 \h </w:instrText>
        </w:r>
        <w:r w:rsidR="00590D6D">
          <w:rPr>
            <w:noProof/>
            <w:webHidden/>
          </w:rPr>
        </w:r>
        <w:r w:rsidR="00590D6D">
          <w:rPr>
            <w:noProof/>
            <w:webHidden/>
          </w:rPr>
          <w:fldChar w:fldCharType="separate"/>
        </w:r>
        <w:r w:rsidR="00590D6D">
          <w:rPr>
            <w:noProof/>
            <w:webHidden/>
          </w:rPr>
          <w:t>22</w:t>
        </w:r>
        <w:r w:rsidR="00590D6D">
          <w:rPr>
            <w:noProof/>
            <w:webHidden/>
          </w:rPr>
          <w:fldChar w:fldCharType="end"/>
        </w:r>
      </w:hyperlink>
    </w:p>
    <w:p w14:paraId="234310DB"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62" w:history="1">
        <w:r w:rsidR="00590D6D" w:rsidRPr="001147B1">
          <w:rPr>
            <w:rStyle w:val="Hyperlink"/>
            <w:noProof/>
          </w:rPr>
          <w:t>11.6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_Toc463011762 \h </w:instrText>
        </w:r>
        <w:r w:rsidR="00590D6D">
          <w:rPr>
            <w:noProof/>
            <w:webHidden/>
          </w:rPr>
        </w:r>
        <w:r w:rsidR="00590D6D">
          <w:rPr>
            <w:noProof/>
            <w:webHidden/>
          </w:rPr>
          <w:fldChar w:fldCharType="separate"/>
        </w:r>
        <w:r w:rsidR="00590D6D">
          <w:rPr>
            <w:noProof/>
            <w:webHidden/>
          </w:rPr>
          <w:t>22</w:t>
        </w:r>
        <w:r w:rsidR="00590D6D">
          <w:rPr>
            <w:noProof/>
            <w:webHidden/>
          </w:rPr>
          <w:fldChar w:fldCharType="end"/>
        </w:r>
      </w:hyperlink>
    </w:p>
    <w:p w14:paraId="5EEA752D"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763" w:history="1">
        <w:r w:rsidR="00590D6D" w:rsidRPr="001147B1">
          <w:rPr>
            <w:rStyle w:val="Hyperlink"/>
            <w:noProof/>
          </w:rPr>
          <w:t>12</w:t>
        </w:r>
        <w:r w:rsidR="00590D6D">
          <w:rPr>
            <w:rFonts w:asciiTheme="minorHAnsi" w:eastAsiaTheme="minorEastAsia" w:hAnsiTheme="minorHAnsi" w:cstheme="minorBidi"/>
            <w:b w:val="0"/>
            <w:noProof/>
            <w:lang w:eastAsia="sl-SI"/>
          </w:rPr>
          <w:tab/>
        </w:r>
        <w:r w:rsidR="00590D6D" w:rsidRPr="001147B1">
          <w:rPr>
            <w:rStyle w:val="Hyperlink"/>
            <w:noProof/>
          </w:rPr>
          <w:t>Pridobivanje podatkov MM verzija 4</w:t>
        </w:r>
        <w:r w:rsidR="00590D6D">
          <w:rPr>
            <w:noProof/>
            <w:webHidden/>
          </w:rPr>
          <w:tab/>
        </w:r>
        <w:r w:rsidR="00590D6D">
          <w:rPr>
            <w:noProof/>
            <w:webHidden/>
          </w:rPr>
          <w:fldChar w:fldCharType="begin"/>
        </w:r>
        <w:r w:rsidR="00590D6D">
          <w:rPr>
            <w:noProof/>
            <w:webHidden/>
          </w:rPr>
          <w:instrText xml:space="preserve"> PAGEREF _Toc463011763 \h </w:instrText>
        </w:r>
        <w:r w:rsidR="00590D6D">
          <w:rPr>
            <w:noProof/>
            <w:webHidden/>
          </w:rPr>
        </w:r>
        <w:r w:rsidR="00590D6D">
          <w:rPr>
            <w:noProof/>
            <w:webHidden/>
          </w:rPr>
          <w:fldChar w:fldCharType="separate"/>
        </w:r>
        <w:r w:rsidR="00590D6D">
          <w:rPr>
            <w:noProof/>
            <w:webHidden/>
          </w:rPr>
          <w:t>23</w:t>
        </w:r>
        <w:r w:rsidR="00590D6D">
          <w:rPr>
            <w:noProof/>
            <w:webHidden/>
          </w:rPr>
          <w:fldChar w:fldCharType="end"/>
        </w:r>
      </w:hyperlink>
    </w:p>
    <w:p w14:paraId="639E3475"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64" w:history="1">
        <w:r w:rsidR="00590D6D" w:rsidRPr="001147B1">
          <w:rPr>
            <w:rStyle w:val="Hyperlink"/>
            <w:noProof/>
          </w:rPr>
          <w:t>12.1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_Toc463011764 \h </w:instrText>
        </w:r>
        <w:r w:rsidR="00590D6D">
          <w:rPr>
            <w:noProof/>
            <w:webHidden/>
          </w:rPr>
        </w:r>
        <w:r w:rsidR="00590D6D">
          <w:rPr>
            <w:noProof/>
            <w:webHidden/>
          </w:rPr>
          <w:fldChar w:fldCharType="separate"/>
        </w:r>
        <w:r w:rsidR="00590D6D">
          <w:rPr>
            <w:noProof/>
            <w:webHidden/>
          </w:rPr>
          <w:t>23</w:t>
        </w:r>
        <w:r w:rsidR="00590D6D">
          <w:rPr>
            <w:noProof/>
            <w:webHidden/>
          </w:rPr>
          <w:fldChar w:fldCharType="end"/>
        </w:r>
      </w:hyperlink>
    </w:p>
    <w:p w14:paraId="474F6909"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65" w:history="1">
        <w:r w:rsidR="00590D6D" w:rsidRPr="001147B1">
          <w:rPr>
            <w:rStyle w:val="Hyperlink"/>
            <w:noProof/>
          </w:rPr>
          <w:t>12.2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_Toc463011765 \h </w:instrText>
        </w:r>
        <w:r w:rsidR="00590D6D">
          <w:rPr>
            <w:noProof/>
            <w:webHidden/>
          </w:rPr>
        </w:r>
        <w:r w:rsidR="00590D6D">
          <w:rPr>
            <w:noProof/>
            <w:webHidden/>
          </w:rPr>
          <w:fldChar w:fldCharType="separate"/>
        </w:r>
        <w:r w:rsidR="00590D6D">
          <w:rPr>
            <w:noProof/>
            <w:webHidden/>
          </w:rPr>
          <w:t>23</w:t>
        </w:r>
        <w:r w:rsidR="00590D6D">
          <w:rPr>
            <w:noProof/>
            <w:webHidden/>
          </w:rPr>
          <w:fldChar w:fldCharType="end"/>
        </w:r>
      </w:hyperlink>
    </w:p>
    <w:p w14:paraId="4C7D53C3"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66" w:history="1">
        <w:r w:rsidR="00590D6D" w:rsidRPr="001147B1">
          <w:rPr>
            <w:rStyle w:val="Hyperlink"/>
            <w:noProof/>
          </w:rPr>
          <w:t>12.3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_Toc463011766 \h </w:instrText>
        </w:r>
        <w:r w:rsidR="00590D6D">
          <w:rPr>
            <w:noProof/>
            <w:webHidden/>
          </w:rPr>
        </w:r>
        <w:r w:rsidR="00590D6D">
          <w:rPr>
            <w:noProof/>
            <w:webHidden/>
          </w:rPr>
          <w:fldChar w:fldCharType="separate"/>
        </w:r>
        <w:r w:rsidR="00590D6D">
          <w:rPr>
            <w:noProof/>
            <w:webHidden/>
          </w:rPr>
          <w:t>23</w:t>
        </w:r>
        <w:r w:rsidR="00590D6D">
          <w:rPr>
            <w:noProof/>
            <w:webHidden/>
          </w:rPr>
          <w:fldChar w:fldCharType="end"/>
        </w:r>
      </w:hyperlink>
    </w:p>
    <w:p w14:paraId="7F034357"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67" w:history="1">
        <w:r w:rsidR="00590D6D" w:rsidRPr="001147B1">
          <w:rPr>
            <w:rStyle w:val="Hyperlink"/>
            <w:noProof/>
          </w:rPr>
          <w:t>12.4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_Toc463011767 \h </w:instrText>
        </w:r>
        <w:r w:rsidR="00590D6D">
          <w:rPr>
            <w:noProof/>
            <w:webHidden/>
          </w:rPr>
        </w:r>
        <w:r w:rsidR="00590D6D">
          <w:rPr>
            <w:noProof/>
            <w:webHidden/>
          </w:rPr>
          <w:fldChar w:fldCharType="separate"/>
        </w:r>
        <w:r w:rsidR="00590D6D">
          <w:rPr>
            <w:noProof/>
            <w:webHidden/>
          </w:rPr>
          <w:t>23</w:t>
        </w:r>
        <w:r w:rsidR="00590D6D">
          <w:rPr>
            <w:noProof/>
            <w:webHidden/>
          </w:rPr>
          <w:fldChar w:fldCharType="end"/>
        </w:r>
      </w:hyperlink>
    </w:p>
    <w:p w14:paraId="3B3B6933"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68" w:history="1">
        <w:r w:rsidR="00590D6D" w:rsidRPr="001147B1">
          <w:rPr>
            <w:rStyle w:val="Hyperlink"/>
            <w:noProof/>
          </w:rPr>
          <w:t>12.5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_Toc463011768 \h </w:instrText>
        </w:r>
        <w:r w:rsidR="00590D6D">
          <w:rPr>
            <w:noProof/>
            <w:webHidden/>
          </w:rPr>
        </w:r>
        <w:r w:rsidR="00590D6D">
          <w:rPr>
            <w:noProof/>
            <w:webHidden/>
          </w:rPr>
          <w:fldChar w:fldCharType="separate"/>
        </w:r>
        <w:r w:rsidR="00590D6D">
          <w:rPr>
            <w:noProof/>
            <w:webHidden/>
          </w:rPr>
          <w:t>23</w:t>
        </w:r>
        <w:r w:rsidR="00590D6D">
          <w:rPr>
            <w:noProof/>
            <w:webHidden/>
          </w:rPr>
          <w:fldChar w:fldCharType="end"/>
        </w:r>
      </w:hyperlink>
    </w:p>
    <w:p w14:paraId="713FA875"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69" w:history="1">
        <w:r w:rsidR="00590D6D" w:rsidRPr="001147B1">
          <w:rPr>
            <w:rStyle w:val="Hyperlink"/>
            <w:noProof/>
          </w:rPr>
          <w:t>12.6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_Toc463011769 \h </w:instrText>
        </w:r>
        <w:r w:rsidR="00590D6D">
          <w:rPr>
            <w:noProof/>
            <w:webHidden/>
          </w:rPr>
        </w:r>
        <w:r w:rsidR="00590D6D">
          <w:rPr>
            <w:noProof/>
            <w:webHidden/>
          </w:rPr>
          <w:fldChar w:fldCharType="separate"/>
        </w:r>
        <w:r w:rsidR="00590D6D">
          <w:rPr>
            <w:noProof/>
            <w:webHidden/>
          </w:rPr>
          <w:t>23</w:t>
        </w:r>
        <w:r w:rsidR="00590D6D">
          <w:rPr>
            <w:noProof/>
            <w:webHidden/>
          </w:rPr>
          <w:fldChar w:fldCharType="end"/>
        </w:r>
      </w:hyperlink>
    </w:p>
    <w:p w14:paraId="322E9607"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770" w:history="1">
        <w:r w:rsidR="00590D6D" w:rsidRPr="001147B1">
          <w:rPr>
            <w:rStyle w:val="Hyperlink"/>
            <w:noProof/>
          </w:rPr>
          <w:t>13</w:t>
        </w:r>
        <w:r w:rsidR="00590D6D">
          <w:rPr>
            <w:rFonts w:asciiTheme="minorHAnsi" w:eastAsiaTheme="minorEastAsia" w:hAnsiTheme="minorHAnsi" w:cstheme="minorBidi"/>
            <w:b w:val="0"/>
            <w:noProof/>
            <w:lang w:eastAsia="sl-SI"/>
          </w:rPr>
          <w:tab/>
        </w:r>
        <w:r w:rsidR="00590D6D" w:rsidRPr="001147B1">
          <w:rPr>
            <w:rStyle w:val="Hyperlink"/>
            <w:noProof/>
          </w:rPr>
          <w:t>Fakturirana realizacija MM</w:t>
        </w:r>
        <w:r w:rsidR="00590D6D">
          <w:rPr>
            <w:noProof/>
            <w:webHidden/>
          </w:rPr>
          <w:tab/>
        </w:r>
        <w:r w:rsidR="00590D6D">
          <w:rPr>
            <w:noProof/>
            <w:webHidden/>
          </w:rPr>
          <w:fldChar w:fldCharType="begin"/>
        </w:r>
        <w:r w:rsidR="00590D6D">
          <w:rPr>
            <w:noProof/>
            <w:webHidden/>
          </w:rPr>
          <w:instrText xml:space="preserve"> PAGEREF _Toc463011770 \h </w:instrText>
        </w:r>
        <w:r w:rsidR="00590D6D">
          <w:rPr>
            <w:noProof/>
            <w:webHidden/>
          </w:rPr>
        </w:r>
        <w:r w:rsidR="00590D6D">
          <w:rPr>
            <w:noProof/>
            <w:webHidden/>
          </w:rPr>
          <w:fldChar w:fldCharType="separate"/>
        </w:r>
        <w:r w:rsidR="00590D6D">
          <w:rPr>
            <w:noProof/>
            <w:webHidden/>
          </w:rPr>
          <w:t>24</w:t>
        </w:r>
        <w:r w:rsidR="00590D6D">
          <w:rPr>
            <w:noProof/>
            <w:webHidden/>
          </w:rPr>
          <w:fldChar w:fldCharType="end"/>
        </w:r>
      </w:hyperlink>
    </w:p>
    <w:p w14:paraId="403E5865"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71" w:history="1">
        <w:r w:rsidR="00590D6D" w:rsidRPr="001147B1">
          <w:rPr>
            <w:rStyle w:val="Hyperlink"/>
            <w:noProof/>
          </w:rPr>
          <w:t>13.1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_Toc463011771 \h </w:instrText>
        </w:r>
        <w:r w:rsidR="00590D6D">
          <w:rPr>
            <w:noProof/>
            <w:webHidden/>
          </w:rPr>
        </w:r>
        <w:r w:rsidR="00590D6D">
          <w:rPr>
            <w:noProof/>
            <w:webHidden/>
          </w:rPr>
          <w:fldChar w:fldCharType="separate"/>
        </w:r>
        <w:r w:rsidR="00590D6D">
          <w:rPr>
            <w:noProof/>
            <w:webHidden/>
          </w:rPr>
          <w:t>24</w:t>
        </w:r>
        <w:r w:rsidR="00590D6D">
          <w:rPr>
            <w:noProof/>
            <w:webHidden/>
          </w:rPr>
          <w:fldChar w:fldCharType="end"/>
        </w:r>
      </w:hyperlink>
    </w:p>
    <w:p w14:paraId="32D1E9F7"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72" w:history="1">
        <w:r w:rsidR="00590D6D" w:rsidRPr="001147B1">
          <w:rPr>
            <w:rStyle w:val="Hyperlink"/>
            <w:noProof/>
          </w:rPr>
          <w:t>13.2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_Toc463011772 \h </w:instrText>
        </w:r>
        <w:r w:rsidR="00590D6D">
          <w:rPr>
            <w:noProof/>
            <w:webHidden/>
          </w:rPr>
        </w:r>
        <w:r w:rsidR="00590D6D">
          <w:rPr>
            <w:noProof/>
            <w:webHidden/>
          </w:rPr>
          <w:fldChar w:fldCharType="separate"/>
        </w:r>
        <w:r w:rsidR="00590D6D">
          <w:rPr>
            <w:noProof/>
            <w:webHidden/>
          </w:rPr>
          <w:t>24</w:t>
        </w:r>
        <w:r w:rsidR="00590D6D">
          <w:rPr>
            <w:noProof/>
            <w:webHidden/>
          </w:rPr>
          <w:fldChar w:fldCharType="end"/>
        </w:r>
      </w:hyperlink>
    </w:p>
    <w:p w14:paraId="3A098950"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73" w:history="1">
        <w:r w:rsidR="00590D6D" w:rsidRPr="001147B1">
          <w:rPr>
            <w:rStyle w:val="Hyperlink"/>
            <w:noProof/>
          </w:rPr>
          <w:t>13.3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_Toc463011773 \h </w:instrText>
        </w:r>
        <w:r w:rsidR="00590D6D">
          <w:rPr>
            <w:noProof/>
            <w:webHidden/>
          </w:rPr>
        </w:r>
        <w:r w:rsidR="00590D6D">
          <w:rPr>
            <w:noProof/>
            <w:webHidden/>
          </w:rPr>
          <w:fldChar w:fldCharType="separate"/>
        </w:r>
        <w:r w:rsidR="00590D6D">
          <w:rPr>
            <w:noProof/>
            <w:webHidden/>
          </w:rPr>
          <w:t>24</w:t>
        </w:r>
        <w:r w:rsidR="00590D6D">
          <w:rPr>
            <w:noProof/>
            <w:webHidden/>
          </w:rPr>
          <w:fldChar w:fldCharType="end"/>
        </w:r>
      </w:hyperlink>
    </w:p>
    <w:p w14:paraId="1AE5A113"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74" w:history="1">
        <w:r w:rsidR="00590D6D" w:rsidRPr="001147B1">
          <w:rPr>
            <w:rStyle w:val="Hyperlink"/>
            <w:noProof/>
          </w:rPr>
          <w:t>13.4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_Toc463011774 \h </w:instrText>
        </w:r>
        <w:r w:rsidR="00590D6D">
          <w:rPr>
            <w:noProof/>
            <w:webHidden/>
          </w:rPr>
        </w:r>
        <w:r w:rsidR="00590D6D">
          <w:rPr>
            <w:noProof/>
            <w:webHidden/>
          </w:rPr>
          <w:fldChar w:fldCharType="separate"/>
        </w:r>
        <w:r w:rsidR="00590D6D">
          <w:rPr>
            <w:noProof/>
            <w:webHidden/>
          </w:rPr>
          <w:t>24</w:t>
        </w:r>
        <w:r w:rsidR="00590D6D">
          <w:rPr>
            <w:noProof/>
            <w:webHidden/>
          </w:rPr>
          <w:fldChar w:fldCharType="end"/>
        </w:r>
      </w:hyperlink>
    </w:p>
    <w:p w14:paraId="766115AA"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75" w:history="1">
        <w:r w:rsidR="00590D6D" w:rsidRPr="001147B1">
          <w:rPr>
            <w:rStyle w:val="Hyperlink"/>
            <w:noProof/>
          </w:rPr>
          <w:t>13.5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_Toc463011775 \h </w:instrText>
        </w:r>
        <w:r w:rsidR="00590D6D">
          <w:rPr>
            <w:noProof/>
            <w:webHidden/>
          </w:rPr>
        </w:r>
        <w:r w:rsidR="00590D6D">
          <w:rPr>
            <w:noProof/>
            <w:webHidden/>
          </w:rPr>
          <w:fldChar w:fldCharType="separate"/>
        </w:r>
        <w:r w:rsidR="00590D6D">
          <w:rPr>
            <w:noProof/>
            <w:webHidden/>
          </w:rPr>
          <w:t>24</w:t>
        </w:r>
        <w:r w:rsidR="00590D6D">
          <w:rPr>
            <w:noProof/>
            <w:webHidden/>
          </w:rPr>
          <w:fldChar w:fldCharType="end"/>
        </w:r>
      </w:hyperlink>
    </w:p>
    <w:p w14:paraId="05890AB4"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76" w:history="1">
        <w:r w:rsidR="00590D6D" w:rsidRPr="001147B1">
          <w:rPr>
            <w:rStyle w:val="Hyperlink"/>
            <w:noProof/>
          </w:rPr>
          <w:t>13.6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_Toc463011776 \h </w:instrText>
        </w:r>
        <w:r w:rsidR="00590D6D">
          <w:rPr>
            <w:noProof/>
            <w:webHidden/>
          </w:rPr>
        </w:r>
        <w:r w:rsidR="00590D6D">
          <w:rPr>
            <w:noProof/>
            <w:webHidden/>
          </w:rPr>
          <w:fldChar w:fldCharType="separate"/>
        </w:r>
        <w:r w:rsidR="00590D6D">
          <w:rPr>
            <w:noProof/>
            <w:webHidden/>
          </w:rPr>
          <w:t>24</w:t>
        </w:r>
        <w:r w:rsidR="00590D6D">
          <w:rPr>
            <w:noProof/>
            <w:webHidden/>
          </w:rPr>
          <w:fldChar w:fldCharType="end"/>
        </w:r>
      </w:hyperlink>
    </w:p>
    <w:p w14:paraId="756C5D40"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777" w:history="1">
        <w:r w:rsidR="00590D6D" w:rsidRPr="001147B1">
          <w:rPr>
            <w:rStyle w:val="Hyperlink"/>
            <w:noProof/>
          </w:rPr>
          <w:t>14</w:t>
        </w:r>
        <w:r w:rsidR="00590D6D">
          <w:rPr>
            <w:rFonts w:asciiTheme="minorHAnsi" w:eastAsiaTheme="minorEastAsia" w:hAnsiTheme="minorHAnsi" w:cstheme="minorBidi"/>
            <w:b w:val="0"/>
            <w:noProof/>
            <w:lang w:eastAsia="sl-SI"/>
          </w:rPr>
          <w:tab/>
        </w:r>
        <w:r w:rsidR="00590D6D" w:rsidRPr="001147B1">
          <w:rPr>
            <w:rStyle w:val="Hyperlink"/>
            <w:noProof/>
          </w:rPr>
          <w:t>Menjava dobavitelja oddaja vloge</w:t>
        </w:r>
        <w:r w:rsidR="00590D6D">
          <w:rPr>
            <w:noProof/>
            <w:webHidden/>
          </w:rPr>
          <w:tab/>
        </w:r>
        <w:r w:rsidR="00590D6D">
          <w:rPr>
            <w:noProof/>
            <w:webHidden/>
          </w:rPr>
          <w:fldChar w:fldCharType="begin"/>
        </w:r>
        <w:r w:rsidR="00590D6D">
          <w:rPr>
            <w:noProof/>
            <w:webHidden/>
          </w:rPr>
          <w:instrText xml:space="preserve"> PAGEREF _Toc463011777 \h </w:instrText>
        </w:r>
        <w:r w:rsidR="00590D6D">
          <w:rPr>
            <w:noProof/>
            <w:webHidden/>
          </w:rPr>
        </w:r>
        <w:r w:rsidR="00590D6D">
          <w:rPr>
            <w:noProof/>
            <w:webHidden/>
          </w:rPr>
          <w:fldChar w:fldCharType="separate"/>
        </w:r>
        <w:r w:rsidR="00590D6D">
          <w:rPr>
            <w:noProof/>
            <w:webHidden/>
          </w:rPr>
          <w:t>25</w:t>
        </w:r>
        <w:r w:rsidR="00590D6D">
          <w:rPr>
            <w:noProof/>
            <w:webHidden/>
          </w:rPr>
          <w:fldChar w:fldCharType="end"/>
        </w:r>
      </w:hyperlink>
    </w:p>
    <w:p w14:paraId="5942537D"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78" w:history="1">
        <w:r w:rsidR="00590D6D" w:rsidRPr="001147B1">
          <w:rPr>
            <w:rStyle w:val="Hyperlink"/>
            <w:noProof/>
          </w:rPr>
          <w:t>14.1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_Toc463011778 \h </w:instrText>
        </w:r>
        <w:r w:rsidR="00590D6D">
          <w:rPr>
            <w:noProof/>
            <w:webHidden/>
          </w:rPr>
        </w:r>
        <w:r w:rsidR="00590D6D">
          <w:rPr>
            <w:noProof/>
            <w:webHidden/>
          </w:rPr>
          <w:fldChar w:fldCharType="separate"/>
        </w:r>
        <w:r w:rsidR="00590D6D">
          <w:rPr>
            <w:noProof/>
            <w:webHidden/>
          </w:rPr>
          <w:t>25</w:t>
        </w:r>
        <w:r w:rsidR="00590D6D">
          <w:rPr>
            <w:noProof/>
            <w:webHidden/>
          </w:rPr>
          <w:fldChar w:fldCharType="end"/>
        </w:r>
      </w:hyperlink>
    </w:p>
    <w:p w14:paraId="6089CA56"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79" w:history="1">
        <w:r w:rsidR="00590D6D" w:rsidRPr="001147B1">
          <w:rPr>
            <w:rStyle w:val="Hyperlink"/>
            <w:noProof/>
          </w:rPr>
          <w:t>14.2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_Toc463011779 \h </w:instrText>
        </w:r>
        <w:r w:rsidR="00590D6D">
          <w:rPr>
            <w:noProof/>
            <w:webHidden/>
          </w:rPr>
        </w:r>
        <w:r w:rsidR="00590D6D">
          <w:rPr>
            <w:noProof/>
            <w:webHidden/>
          </w:rPr>
          <w:fldChar w:fldCharType="separate"/>
        </w:r>
        <w:r w:rsidR="00590D6D">
          <w:rPr>
            <w:noProof/>
            <w:webHidden/>
          </w:rPr>
          <w:t>25</w:t>
        </w:r>
        <w:r w:rsidR="00590D6D">
          <w:rPr>
            <w:noProof/>
            <w:webHidden/>
          </w:rPr>
          <w:fldChar w:fldCharType="end"/>
        </w:r>
      </w:hyperlink>
    </w:p>
    <w:p w14:paraId="21241C9C"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80" w:history="1">
        <w:r w:rsidR="00590D6D" w:rsidRPr="001147B1">
          <w:rPr>
            <w:rStyle w:val="Hyperlink"/>
            <w:noProof/>
          </w:rPr>
          <w:t>14.3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_Toc463011780 \h </w:instrText>
        </w:r>
        <w:r w:rsidR="00590D6D">
          <w:rPr>
            <w:noProof/>
            <w:webHidden/>
          </w:rPr>
        </w:r>
        <w:r w:rsidR="00590D6D">
          <w:rPr>
            <w:noProof/>
            <w:webHidden/>
          </w:rPr>
          <w:fldChar w:fldCharType="separate"/>
        </w:r>
        <w:r w:rsidR="00590D6D">
          <w:rPr>
            <w:noProof/>
            <w:webHidden/>
          </w:rPr>
          <w:t>25</w:t>
        </w:r>
        <w:r w:rsidR="00590D6D">
          <w:rPr>
            <w:noProof/>
            <w:webHidden/>
          </w:rPr>
          <w:fldChar w:fldCharType="end"/>
        </w:r>
      </w:hyperlink>
    </w:p>
    <w:p w14:paraId="016A5E93"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81" w:history="1">
        <w:r w:rsidR="00590D6D" w:rsidRPr="001147B1">
          <w:rPr>
            <w:rStyle w:val="Hyperlink"/>
            <w:noProof/>
          </w:rPr>
          <w:t>14.4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_Toc463011781 \h </w:instrText>
        </w:r>
        <w:r w:rsidR="00590D6D">
          <w:rPr>
            <w:noProof/>
            <w:webHidden/>
          </w:rPr>
        </w:r>
        <w:r w:rsidR="00590D6D">
          <w:rPr>
            <w:noProof/>
            <w:webHidden/>
          </w:rPr>
          <w:fldChar w:fldCharType="separate"/>
        </w:r>
        <w:r w:rsidR="00590D6D">
          <w:rPr>
            <w:noProof/>
            <w:webHidden/>
          </w:rPr>
          <w:t>25</w:t>
        </w:r>
        <w:r w:rsidR="00590D6D">
          <w:rPr>
            <w:noProof/>
            <w:webHidden/>
          </w:rPr>
          <w:fldChar w:fldCharType="end"/>
        </w:r>
      </w:hyperlink>
    </w:p>
    <w:p w14:paraId="68BACEF8"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82" w:history="1">
        <w:r w:rsidR="00590D6D" w:rsidRPr="001147B1">
          <w:rPr>
            <w:rStyle w:val="Hyperlink"/>
            <w:noProof/>
          </w:rPr>
          <w:t>14.5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_Toc463011782 \h </w:instrText>
        </w:r>
        <w:r w:rsidR="00590D6D">
          <w:rPr>
            <w:noProof/>
            <w:webHidden/>
          </w:rPr>
        </w:r>
        <w:r w:rsidR="00590D6D">
          <w:rPr>
            <w:noProof/>
            <w:webHidden/>
          </w:rPr>
          <w:fldChar w:fldCharType="separate"/>
        </w:r>
        <w:r w:rsidR="00590D6D">
          <w:rPr>
            <w:noProof/>
            <w:webHidden/>
          </w:rPr>
          <w:t>25</w:t>
        </w:r>
        <w:r w:rsidR="00590D6D">
          <w:rPr>
            <w:noProof/>
            <w:webHidden/>
          </w:rPr>
          <w:fldChar w:fldCharType="end"/>
        </w:r>
      </w:hyperlink>
    </w:p>
    <w:p w14:paraId="61A2E852"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83" w:history="1">
        <w:r w:rsidR="00590D6D" w:rsidRPr="001147B1">
          <w:rPr>
            <w:rStyle w:val="Hyperlink"/>
            <w:noProof/>
          </w:rPr>
          <w:t>14.6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_Toc463011783 \h </w:instrText>
        </w:r>
        <w:r w:rsidR="00590D6D">
          <w:rPr>
            <w:noProof/>
            <w:webHidden/>
          </w:rPr>
        </w:r>
        <w:r w:rsidR="00590D6D">
          <w:rPr>
            <w:noProof/>
            <w:webHidden/>
          </w:rPr>
          <w:fldChar w:fldCharType="separate"/>
        </w:r>
        <w:r w:rsidR="00590D6D">
          <w:rPr>
            <w:noProof/>
            <w:webHidden/>
          </w:rPr>
          <w:t>25</w:t>
        </w:r>
        <w:r w:rsidR="00590D6D">
          <w:rPr>
            <w:noProof/>
            <w:webHidden/>
          </w:rPr>
          <w:fldChar w:fldCharType="end"/>
        </w:r>
      </w:hyperlink>
    </w:p>
    <w:p w14:paraId="41B76A21"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784" w:history="1">
        <w:r w:rsidR="00590D6D" w:rsidRPr="001147B1">
          <w:rPr>
            <w:rStyle w:val="Hyperlink"/>
            <w:noProof/>
          </w:rPr>
          <w:t>15</w:t>
        </w:r>
        <w:r w:rsidR="00590D6D">
          <w:rPr>
            <w:rFonts w:asciiTheme="minorHAnsi" w:eastAsiaTheme="minorEastAsia" w:hAnsiTheme="minorHAnsi" w:cstheme="minorBidi"/>
            <w:b w:val="0"/>
            <w:noProof/>
            <w:lang w:eastAsia="sl-SI"/>
          </w:rPr>
          <w:tab/>
        </w:r>
        <w:r w:rsidR="00590D6D" w:rsidRPr="001147B1">
          <w:rPr>
            <w:rStyle w:val="Hyperlink"/>
            <w:noProof/>
          </w:rPr>
          <w:t>Menjava dobavitelja najdi vloge</w:t>
        </w:r>
        <w:r w:rsidR="00590D6D">
          <w:rPr>
            <w:noProof/>
            <w:webHidden/>
          </w:rPr>
          <w:tab/>
        </w:r>
        <w:r w:rsidR="00590D6D">
          <w:rPr>
            <w:noProof/>
            <w:webHidden/>
          </w:rPr>
          <w:fldChar w:fldCharType="begin"/>
        </w:r>
        <w:r w:rsidR="00590D6D">
          <w:rPr>
            <w:noProof/>
            <w:webHidden/>
          </w:rPr>
          <w:instrText xml:space="preserve"> PAGEREF _Toc463011784 \h </w:instrText>
        </w:r>
        <w:r w:rsidR="00590D6D">
          <w:rPr>
            <w:noProof/>
            <w:webHidden/>
          </w:rPr>
        </w:r>
        <w:r w:rsidR="00590D6D">
          <w:rPr>
            <w:noProof/>
            <w:webHidden/>
          </w:rPr>
          <w:fldChar w:fldCharType="separate"/>
        </w:r>
        <w:r w:rsidR="00590D6D">
          <w:rPr>
            <w:noProof/>
            <w:webHidden/>
          </w:rPr>
          <w:t>26</w:t>
        </w:r>
        <w:r w:rsidR="00590D6D">
          <w:rPr>
            <w:noProof/>
            <w:webHidden/>
          </w:rPr>
          <w:fldChar w:fldCharType="end"/>
        </w:r>
      </w:hyperlink>
    </w:p>
    <w:p w14:paraId="346F53BF"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85" w:history="1">
        <w:r w:rsidR="00590D6D" w:rsidRPr="001147B1">
          <w:rPr>
            <w:rStyle w:val="Hyperlink"/>
            <w:noProof/>
          </w:rPr>
          <w:t>15.1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_Toc463011785 \h </w:instrText>
        </w:r>
        <w:r w:rsidR="00590D6D">
          <w:rPr>
            <w:noProof/>
            <w:webHidden/>
          </w:rPr>
        </w:r>
        <w:r w:rsidR="00590D6D">
          <w:rPr>
            <w:noProof/>
            <w:webHidden/>
          </w:rPr>
          <w:fldChar w:fldCharType="separate"/>
        </w:r>
        <w:r w:rsidR="00590D6D">
          <w:rPr>
            <w:noProof/>
            <w:webHidden/>
          </w:rPr>
          <w:t>26</w:t>
        </w:r>
        <w:r w:rsidR="00590D6D">
          <w:rPr>
            <w:noProof/>
            <w:webHidden/>
          </w:rPr>
          <w:fldChar w:fldCharType="end"/>
        </w:r>
      </w:hyperlink>
    </w:p>
    <w:p w14:paraId="2DECA579"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86" w:history="1">
        <w:r w:rsidR="00590D6D" w:rsidRPr="001147B1">
          <w:rPr>
            <w:rStyle w:val="Hyperlink"/>
            <w:noProof/>
          </w:rPr>
          <w:t>15.2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_Toc463011786 \h </w:instrText>
        </w:r>
        <w:r w:rsidR="00590D6D">
          <w:rPr>
            <w:noProof/>
            <w:webHidden/>
          </w:rPr>
        </w:r>
        <w:r w:rsidR="00590D6D">
          <w:rPr>
            <w:noProof/>
            <w:webHidden/>
          </w:rPr>
          <w:fldChar w:fldCharType="separate"/>
        </w:r>
        <w:r w:rsidR="00590D6D">
          <w:rPr>
            <w:noProof/>
            <w:webHidden/>
          </w:rPr>
          <w:t>26</w:t>
        </w:r>
        <w:r w:rsidR="00590D6D">
          <w:rPr>
            <w:noProof/>
            <w:webHidden/>
          </w:rPr>
          <w:fldChar w:fldCharType="end"/>
        </w:r>
      </w:hyperlink>
    </w:p>
    <w:p w14:paraId="6A94D9B0"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87" w:history="1">
        <w:r w:rsidR="00590D6D" w:rsidRPr="001147B1">
          <w:rPr>
            <w:rStyle w:val="Hyperlink"/>
            <w:noProof/>
          </w:rPr>
          <w:t>15.3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_Toc463011787 \h </w:instrText>
        </w:r>
        <w:r w:rsidR="00590D6D">
          <w:rPr>
            <w:noProof/>
            <w:webHidden/>
          </w:rPr>
        </w:r>
        <w:r w:rsidR="00590D6D">
          <w:rPr>
            <w:noProof/>
            <w:webHidden/>
          </w:rPr>
          <w:fldChar w:fldCharType="separate"/>
        </w:r>
        <w:r w:rsidR="00590D6D">
          <w:rPr>
            <w:noProof/>
            <w:webHidden/>
          </w:rPr>
          <w:t>26</w:t>
        </w:r>
        <w:r w:rsidR="00590D6D">
          <w:rPr>
            <w:noProof/>
            <w:webHidden/>
          </w:rPr>
          <w:fldChar w:fldCharType="end"/>
        </w:r>
      </w:hyperlink>
    </w:p>
    <w:p w14:paraId="6B7020C2"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88" w:history="1">
        <w:r w:rsidR="00590D6D" w:rsidRPr="001147B1">
          <w:rPr>
            <w:rStyle w:val="Hyperlink"/>
            <w:noProof/>
          </w:rPr>
          <w:t>15.4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_Toc463011788 \h </w:instrText>
        </w:r>
        <w:r w:rsidR="00590D6D">
          <w:rPr>
            <w:noProof/>
            <w:webHidden/>
          </w:rPr>
        </w:r>
        <w:r w:rsidR="00590D6D">
          <w:rPr>
            <w:noProof/>
            <w:webHidden/>
          </w:rPr>
          <w:fldChar w:fldCharType="separate"/>
        </w:r>
        <w:r w:rsidR="00590D6D">
          <w:rPr>
            <w:noProof/>
            <w:webHidden/>
          </w:rPr>
          <w:t>26</w:t>
        </w:r>
        <w:r w:rsidR="00590D6D">
          <w:rPr>
            <w:noProof/>
            <w:webHidden/>
          </w:rPr>
          <w:fldChar w:fldCharType="end"/>
        </w:r>
      </w:hyperlink>
    </w:p>
    <w:p w14:paraId="47A59AED"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89" w:history="1">
        <w:r w:rsidR="00590D6D" w:rsidRPr="001147B1">
          <w:rPr>
            <w:rStyle w:val="Hyperlink"/>
            <w:noProof/>
          </w:rPr>
          <w:t>15.5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_Toc463011789 \h </w:instrText>
        </w:r>
        <w:r w:rsidR="00590D6D">
          <w:rPr>
            <w:noProof/>
            <w:webHidden/>
          </w:rPr>
        </w:r>
        <w:r w:rsidR="00590D6D">
          <w:rPr>
            <w:noProof/>
            <w:webHidden/>
          </w:rPr>
          <w:fldChar w:fldCharType="separate"/>
        </w:r>
        <w:r w:rsidR="00590D6D">
          <w:rPr>
            <w:noProof/>
            <w:webHidden/>
          </w:rPr>
          <w:t>26</w:t>
        </w:r>
        <w:r w:rsidR="00590D6D">
          <w:rPr>
            <w:noProof/>
            <w:webHidden/>
          </w:rPr>
          <w:fldChar w:fldCharType="end"/>
        </w:r>
      </w:hyperlink>
    </w:p>
    <w:p w14:paraId="37355808"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90" w:history="1">
        <w:r w:rsidR="00590D6D" w:rsidRPr="001147B1">
          <w:rPr>
            <w:rStyle w:val="Hyperlink"/>
            <w:noProof/>
          </w:rPr>
          <w:t>15.6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_Toc463011790 \h </w:instrText>
        </w:r>
        <w:r w:rsidR="00590D6D">
          <w:rPr>
            <w:noProof/>
            <w:webHidden/>
          </w:rPr>
        </w:r>
        <w:r w:rsidR="00590D6D">
          <w:rPr>
            <w:noProof/>
            <w:webHidden/>
          </w:rPr>
          <w:fldChar w:fldCharType="separate"/>
        </w:r>
        <w:r w:rsidR="00590D6D">
          <w:rPr>
            <w:noProof/>
            <w:webHidden/>
          </w:rPr>
          <w:t>26</w:t>
        </w:r>
        <w:r w:rsidR="00590D6D">
          <w:rPr>
            <w:noProof/>
            <w:webHidden/>
          </w:rPr>
          <w:fldChar w:fldCharType="end"/>
        </w:r>
      </w:hyperlink>
    </w:p>
    <w:p w14:paraId="147EEDE5"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791" w:history="1">
        <w:r w:rsidR="00590D6D" w:rsidRPr="001147B1">
          <w:rPr>
            <w:rStyle w:val="Hyperlink"/>
            <w:noProof/>
          </w:rPr>
          <w:t>16</w:t>
        </w:r>
        <w:r w:rsidR="00590D6D">
          <w:rPr>
            <w:rFonts w:asciiTheme="minorHAnsi" w:eastAsiaTheme="minorEastAsia" w:hAnsiTheme="minorHAnsi" w:cstheme="minorBidi"/>
            <w:b w:val="0"/>
            <w:noProof/>
            <w:lang w:eastAsia="sl-SI"/>
          </w:rPr>
          <w:tab/>
        </w:r>
        <w:r w:rsidR="00590D6D" w:rsidRPr="001147B1">
          <w:rPr>
            <w:rStyle w:val="Hyperlink"/>
            <w:noProof/>
          </w:rPr>
          <w:t>Menjava dobavitelja vrni vlogo</w:t>
        </w:r>
        <w:r w:rsidR="00590D6D">
          <w:rPr>
            <w:noProof/>
            <w:webHidden/>
          </w:rPr>
          <w:tab/>
        </w:r>
        <w:r w:rsidR="00590D6D">
          <w:rPr>
            <w:noProof/>
            <w:webHidden/>
          </w:rPr>
          <w:fldChar w:fldCharType="begin"/>
        </w:r>
        <w:r w:rsidR="00590D6D">
          <w:rPr>
            <w:noProof/>
            <w:webHidden/>
          </w:rPr>
          <w:instrText xml:space="preserve"> PAGEREF _Toc463011791 \h </w:instrText>
        </w:r>
        <w:r w:rsidR="00590D6D">
          <w:rPr>
            <w:noProof/>
            <w:webHidden/>
          </w:rPr>
        </w:r>
        <w:r w:rsidR="00590D6D">
          <w:rPr>
            <w:noProof/>
            <w:webHidden/>
          </w:rPr>
          <w:fldChar w:fldCharType="separate"/>
        </w:r>
        <w:r w:rsidR="00590D6D">
          <w:rPr>
            <w:noProof/>
            <w:webHidden/>
          </w:rPr>
          <w:t>27</w:t>
        </w:r>
        <w:r w:rsidR="00590D6D">
          <w:rPr>
            <w:noProof/>
            <w:webHidden/>
          </w:rPr>
          <w:fldChar w:fldCharType="end"/>
        </w:r>
      </w:hyperlink>
    </w:p>
    <w:p w14:paraId="64792C80"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92" w:history="1">
        <w:r w:rsidR="00590D6D" w:rsidRPr="001147B1">
          <w:rPr>
            <w:rStyle w:val="Hyperlink"/>
            <w:noProof/>
          </w:rPr>
          <w:t>16.1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_Toc463011792 \h </w:instrText>
        </w:r>
        <w:r w:rsidR="00590D6D">
          <w:rPr>
            <w:noProof/>
            <w:webHidden/>
          </w:rPr>
        </w:r>
        <w:r w:rsidR="00590D6D">
          <w:rPr>
            <w:noProof/>
            <w:webHidden/>
          </w:rPr>
          <w:fldChar w:fldCharType="separate"/>
        </w:r>
        <w:r w:rsidR="00590D6D">
          <w:rPr>
            <w:noProof/>
            <w:webHidden/>
          </w:rPr>
          <w:t>27</w:t>
        </w:r>
        <w:r w:rsidR="00590D6D">
          <w:rPr>
            <w:noProof/>
            <w:webHidden/>
          </w:rPr>
          <w:fldChar w:fldCharType="end"/>
        </w:r>
      </w:hyperlink>
    </w:p>
    <w:p w14:paraId="17AD2130"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93" w:history="1">
        <w:r w:rsidR="00590D6D" w:rsidRPr="001147B1">
          <w:rPr>
            <w:rStyle w:val="Hyperlink"/>
            <w:noProof/>
          </w:rPr>
          <w:t>16.2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_Toc463011793 \h </w:instrText>
        </w:r>
        <w:r w:rsidR="00590D6D">
          <w:rPr>
            <w:noProof/>
            <w:webHidden/>
          </w:rPr>
        </w:r>
        <w:r w:rsidR="00590D6D">
          <w:rPr>
            <w:noProof/>
            <w:webHidden/>
          </w:rPr>
          <w:fldChar w:fldCharType="separate"/>
        </w:r>
        <w:r w:rsidR="00590D6D">
          <w:rPr>
            <w:noProof/>
            <w:webHidden/>
          </w:rPr>
          <w:t>27</w:t>
        </w:r>
        <w:r w:rsidR="00590D6D">
          <w:rPr>
            <w:noProof/>
            <w:webHidden/>
          </w:rPr>
          <w:fldChar w:fldCharType="end"/>
        </w:r>
      </w:hyperlink>
    </w:p>
    <w:p w14:paraId="67DEFD7C"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94" w:history="1">
        <w:r w:rsidR="00590D6D" w:rsidRPr="001147B1">
          <w:rPr>
            <w:rStyle w:val="Hyperlink"/>
            <w:noProof/>
          </w:rPr>
          <w:t>16.3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_Toc463011794 \h </w:instrText>
        </w:r>
        <w:r w:rsidR="00590D6D">
          <w:rPr>
            <w:noProof/>
            <w:webHidden/>
          </w:rPr>
        </w:r>
        <w:r w:rsidR="00590D6D">
          <w:rPr>
            <w:noProof/>
            <w:webHidden/>
          </w:rPr>
          <w:fldChar w:fldCharType="separate"/>
        </w:r>
        <w:r w:rsidR="00590D6D">
          <w:rPr>
            <w:noProof/>
            <w:webHidden/>
          </w:rPr>
          <w:t>27</w:t>
        </w:r>
        <w:r w:rsidR="00590D6D">
          <w:rPr>
            <w:noProof/>
            <w:webHidden/>
          </w:rPr>
          <w:fldChar w:fldCharType="end"/>
        </w:r>
      </w:hyperlink>
    </w:p>
    <w:p w14:paraId="70AF7016"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95" w:history="1">
        <w:r w:rsidR="00590D6D" w:rsidRPr="001147B1">
          <w:rPr>
            <w:rStyle w:val="Hyperlink"/>
            <w:noProof/>
          </w:rPr>
          <w:t>16.4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_Toc463011795 \h </w:instrText>
        </w:r>
        <w:r w:rsidR="00590D6D">
          <w:rPr>
            <w:noProof/>
            <w:webHidden/>
          </w:rPr>
        </w:r>
        <w:r w:rsidR="00590D6D">
          <w:rPr>
            <w:noProof/>
            <w:webHidden/>
          </w:rPr>
          <w:fldChar w:fldCharType="separate"/>
        </w:r>
        <w:r w:rsidR="00590D6D">
          <w:rPr>
            <w:noProof/>
            <w:webHidden/>
          </w:rPr>
          <w:t>27</w:t>
        </w:r>
        <w:r w:rsidR="00590D6D">
          <w:rPr>
            <w:noProof/>
            <w:webHidden/>
          </w:rPr>
          <w:fldChar w:fldCharType="end"/>
        </w:r>
      </w:hyperlink>
    </w:p>
    <w:p w14:paraId="156BE75E"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96" w:history="1">
        <w:r w:rsidR="00590D6D" w:rsidRPr="001147B1">
          <w:rPr>
            <w:rStyle w:val="Hyperlink"/>
            <w:noProof/>
          </w:rPr>
          <w:t>16.5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_Toc463011796 \h </w:instrText>
        </w:r>
        <w:r w:rsidR="00590D6D">
          <w:rPr>
            <w:noProof/>
            <w:webHidden/>
          </w:rPr>
        </w:r>
        <w:r w:rsidR="00590D6D">
          <w:rPr>
            <w:noProof/>
            <w:webHidden/>
          </w:rPr>
          <w:fldChar w:fldCharType="separate"/>
        </w:r>
        <w:r w:rsidR="00590D6D">
          <w:rPr>
            <w:noProof/>
            <w:webHidden/>
          </w:rPr>
          <w:t>27</w:t>
        </w:r>
        <w:r w:rsidR="00590D6D">
          <w:rPr>
            <w:noProof/>
            <w:webHidden/>
          </w:rPr>
          <w:fldChar w:fldCharType="end"/>
        </w:r>
      </w:hyperlink>
    </w:p>
    <w:p w14:paraId="6797BFDD"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97" w:history="1">
        <w:r w:rsidR="00590D6D" w:rsidRPr="001147B1">
          <w:rPr>
            <w:rStyle w:val="Hyperlink"/>
            <w:noProof/>
          </w:rPr>
          <w:t>16.6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_Toc463011797 \h </w:instrText>
        </w:r>
        <w:r w:rsidR="00590D6D">
          <w:rPr>
            <w:noProof/>
            <w:webHidden/>
          </w:rPr>
        </w:r>
        <w:r w:rsidR="00590D6D">
          <w:rPr>
            <w:noProof/>
            <w:webHidden/>
          </w:rPr>
          <w:fldChar w:fldCharType="separate"/>
        </w:r>
        <w:r w:rsidR="00590D6D">
          <w:rPr>
            <w:noProof/>
            <w:webHidden/>
          </w:rPr>
          <w:t>27</w:t>
        </w:r>
        <w:r w:rsidR="00590D6D">
          <w:rPr>
            <w:noProof/>
            <w:webHidden/>
          </w:rPr>
          <w:fldChar w:fldCharType="end"/>
        </w:r>
      </w:hyperlink>
    </w:p>
    <w:p w14:paraId="43A85C66"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798" w:history="1">
        <w:r w:rsidR="00590D6D" w:rsidRPr="001147B1">
          <w:rPr>
            <w:rStyle w:val="Hyperlink"/>
            <w:noProof/>
          </w:rPr>
          <w:t>17</w:t>
        </w:r>
        <w:r w:rsidR="00590D6D">
          <w:rPr>
            <w:rFonts w:asciiTheme="minorHAnsi" w:eastAsiaTheme="minorEastAsia" w:hAnsiTheme="minorHAnsi" w:cstheme="minorBidi"/>
            <w:b w:val="0"/>
            <w:noProof/>
            <w:lang w:eastAsia="sl-SI"/>
          </w:rPr>
          <w:tab/>
        </w:r>
        <w:r w:rsidR="00590D6D" w:rsidRPr="001147B1">
          <w:rPr>
            <w:rStyle w:val="Hyperlink"/>
            <w:noProof/>
          </w:rPr>
          <w:t>Menjava dobavitelja oddaja dopolnjene vloge</w:t>
        </w:r>
        <w:r w:rsidR="00590D6D">
          <w:rPr>
            <w:noProof/>
            <w:webHidden/>
          </w:rPr>
          <w:tab/>
        </w:r>
        <w:r w:rsidR="00590D6D">
          <w:rPr>
            <w:noProof/>
            <w:webHidden/>
          </w:rPr>
          <w:fldChar w:fldCharType="begin"/>
        </w:r>
        <w:r w:rsidR="00590D6D">
          <w:rPr>
            <w:noProof/>
            <w:webHidden/>
          </w:rPr>
          <w:instrText xml:space="preserve"> PAGEREF _Toc463011798 \h </w:instrText>
        </w:r>
        <w:r w:rsidR="00590D6D">
          <w:rPr>
            <w:noProof/>
            <w:webHidden/>
          </w:rPr>
        </w:r>
        <w:r w:rsidR="00590D6D">
          <w:rPr>
            <w:noProof/>
            <w:webHidden/>
          </w:rPr>
          <w:fldChar w:fldCharType="separate"/>
        </w:r>
        <w:r w:rsidR="00590D6D">
          <w:rPr>
            <w:noProof/>
            <w:webHidden/>
          </w:rPr>
          <w:t>28</w:t>
        </w:r>
        <w:r w:rsidR="00590D6D">
          <w:rPr>
            <w:noProof/>
            <w:webHidden/>
          </w:rPr>
          <w:fldChar w:fldCharType="end"/>
        </w:r>
      </w:hyperlink>
    </w:p>
    <w:p w14:paraId="2CED8A1A"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799" w:history="1">
        <w:r w:rsidR="00590D6D" w:rsidRPr="001147B1">
          <w:rPr>
            <w:rStyle w:val="Hyperlink"/>
            <w:noProof/>
          </w:rPr>
          <w:t>17.1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_Toc463011799 \h </w:instrText>
        </w:r>
        <w:r w:rsidR="00590D6D">
          <w:rPr>
            <w:noProof/>
            <w:webHidden/>
          </w:rPr>
        </w:r>
        <w:r w:rsidR="00590D6D">
          <w:rPr>
            <w:noProof/>
            <w:webHidden/>
          </w:rPr>
          <w:fldChar w:fldCharType="separate"/>
        </w:r>
        <w:r w:rsidR="00590D6D">
          <w:rPr>
            <w:noProof/>
            <w:webHidden/>
          </w:rPr>
          <w:t>28</w:t>
        </w:r>
        <w:r w:rsidR="00590D6D">
          <w:rPr>
            <w:noProof/>
            <w:webHidden/>
          </w:rPr>
          <w:fldChar w:fldCharType="end"/>
        </w:r>
      </w:hyperlink>
    </w:p>
    <w:p w14:paraId="2FD7C124"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00" w:history="1">
        <w:r w:rsidR="00590D6D" w:rsidRPr="001147B1">
          <w:rPr>
            <w:rStyle w:val="Hyperlink"/>
            <w:noProof/>
          </w:rPr>
          <w:t>17.2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_Toc463011800 \h </w:instrText>
        </w:r>
        <w:r w:rsidR="00590D6D">
          <w:rPr>
            <w:noProof/>
            <w:webHidden/>
          </w:rPr>
        </w:r>
        <w:r w:rsidR="00590D6D">
          <w:rPr>
            <w:noProof/>
            <w:webHidden/>
          </w:rPr>
          <w:fldChar w:fldCharType="separate"/>
        </w:r>
        <w:r w:rsidR="00590D6D">
          <w:rPr>
            <w:noProof/>
            <w:webHidden/>
          </w:rPr>
          <w:t>28</w:t>
        </w:r>
        <w:r w:rsidR="00590D6D">
          <w:rPr>
            <w:noProof/>
            <w:webHidden/>
          </w:rPr>
          <w:fldChar w:fldCharType="end"/>
        </w:r>
      </w:hyperlink>
    </w:p>
    <w:p w14:paraId="031956AD"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01" w:history="1">
        <w:r w:rsidR="00590D6D" w:rsidRPr="001147B1">
          <w:rPr>
            <w:rStyle w:val="Hyperlink"/>
            <w:noProof/>
          </w:rPr>
          <w:t>17.3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_Toc463011801 \h </w:instrText>
        </w:r>
        <w:r w:rsidR="00590D6D">
          <w:rPr>
            <w:noProof/>
            <w:webHidden/>
          </w:rPr>
        </w:r>
        <w:r w:rsidR="00590D6D">
          <w:rPr>
            <w:noProof/>
            <w:webHidden/>
          </w:rPr>
          <w:fldChar w:fldCharType="separate"/>
        </w:r>
        <w:r w:rsidR="00590D6D">
          <w:rPr>
            <w:noProof/>
            <w:webHidden/>
          </w:rPr>
          <w:t>28</w:t>
        </w:r>
        <w:r w:rsidR="00590D6D">
          <w:rPr>
            <w:noProof/>
            <w:webHidden/>
          </w:rPr>
          <w:fldChar w:fldCharType="end"/>
        </w:r>
      </w:hyperlink>
    </w:p>
    <w:p w14:paraId="7E1EE118"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02" w:history="1">
        <w:r w:rsidR="00590D6D" w:rsidRPr="001147B1">
          <w:rPr>
            <w:rStyle w:val="Hyperlink"/>
            <w:noProof/>
          </w:rPr>
          <w:t>17.4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_Toc463011802 \h </w:instrText>
        </w:r>
        <w:r w:rsidR="00590D6D">
          <w:rPr>
            <w:noProof/>
            <w:webHidden/>
          </w:rPr>
        </w:r>
        <w:r w:rsidR="00590D6D">
          <w:rPr>
            <w:noProof/>
            <w:webHidden/>
          </w:rPr>
          <w:fldChar w:fldCharType="separate"/>
        </w:r>
        <w:r w:rsidR="00590D6D">
          <w:rPr>
            <w:noProof/>
            <w:webHidden/>
          </w:rPr>
          <w:t>28</w:t>
        </w:r>
        <w:r w:rsidR="00590D6D">
          <w:rPr>
            <w:noProof/>
            <w:webHidden/>
          </w:rPr>
          <w:fldChar w:fldCharType="end"/>
        </w:r>
      </w:hyperlink>
    </w:p>
    <w:p w14:paraId="01AE430C"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03" w:history="1">
        <w:r w:rsidR="00590D6D" w:rsidRPr="001147B1">
          <w:rPr>
            <w:rStyle w:val="Hyperlink"/>
            <w:noProof/>
          </w:rPr>
          <w:t>17.5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_Toc463011803 \h </w:instrText>
        </w:r>
        <w:r w:rsidR="00590D6D">
          <w:rPr>
            <w:noProof/>
            <w:webHidden/>
          </w:rPr>
        </w:r>
        <w:r w:rsidR="00590D6D">
          <w:rPr>
            <w:noProof/>
            <w:webHidden/>
          </w:rPr>
          <w:fldChar w:fldCharType="separate"/>
        </w:r>
        <w:r w:rsidR="00590D6D">
          <w:rPr>
            <w:noProof/>
            <w:webHidden/>
          </w:rPr>
          <w:t>28</w:t>
        </w:r>
        <w:r w:rsidR="00590D6D">
          <w:rPr>
            <w:noProof/>
            <w:webHidden/>
          </w:rPr>
          <w:fldChar w:fldCharType="end"/>
        </w:r>
      </w:hyperlink>
    </w:p>
    <w:p w14:paraId="154EC801"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04" w:history="1">
        <w:r w:rsidR="00590D6D" w:rsidRPr="001147B1">
          <w:rPr>
            <w:rStyle w:val="Hyperlink"/>
            <w:noProof/>
          </w:rPr>
          <w:t>17.6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_Toc463011804 \h </w:instrText>
        </w:r>
        <w:r w:rsidR="00590D6D">
          <w:rPr>
            <w:noProof/>
            <w:webHidden/>
          </w:rPr>
        </w:r>
        <w:r w:rsidR="00590D6D">
          <w:rPr>
            <w:noProof/>
            <w:webHidden/>
          </w:rPr>
          <w:fldChar w:fldCharType="separate"/>
        </w:r>
        <w:r w:rsidR="00590D6D">
          <w:rPr>
            <w:noProof/>
            <w:webHidden/>
          </w:rPr>
          <w:t>28</w:t>
        </w:r>
        <w:r w:rsidR="00590D6D">
          <w:rPr>
            <w:noProof/>
            <w:webHidden/>
          </w:rPr>
          <w:fldChar w:fldCharType="end"/>
        </w:r>
      </w:hyperlink>
    </w:p>
    <w:p w14:paraId="0A5B7B07"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805" w:history="1">
        <w:r w:rsidR="00590D6D" w:rsidRPr="001147B1">
          <w:rPr>
            <w:rStyle w:val="Hyperlink"/>
            <w:noProof/>
          </w:rPr>
          <w:t>18</w:t>
        </w:r>
        <w:r w:rsidR="00590D6D">
          <w:rPr>
            <w:rFonts w:asciiTheme="minorHAnsi" w:eastAsiaTheme="minorEastAsia" w:hAnsiTheme="minorHAnsi" w:cstheme="minorBidi"/>
            <w:b w:val="0"/>
            <w:noProof/>
            <w:lang w:eastAsia="sl-SI"/>
          </w:rPr>
          <w:tab/>
        </w:r>
        <w:r w:rsidR="00590D6D" w:rsidRPr="001147B1">
          <w:rPr>
            <w:rStyle w:val="Hyperlink"/>
            <w:noProof/>
          </w:rPr>
          <w:t>Evidenca zahtev iskanje zahteve</w:t>
        </w:r>
        <w:r w:rsidR="00590D6D">
          <w:rPr>
            <w:noProof/>
            <w:webHidden/>
          </w:rPr>
          <w:tab/>
        </w:r>
        <w:r w:rsidR="00590D6D">
          <w:rPr>
            <w:noProof/>
            <w:webHidden/>
          </w:rPr>
          <w:fldChar w:fldCharType="begin"/>
        </w:r>
        <w:r w:rsidR="00590D6D">
          <w:rPr>
            <w:noProof/>
            <w:webHidden/>
          </w:rPr>
          <w:instrText xml:space="preserve"> PAGEREF _Toc463011805 \h </w:instrText>
        </w:r>
        <w:r w:rsidR="00590D6D">
          <w:rPr>
            <w:noProof/>
            <w:webHidden/>
          </w:rPr>
        </w:r>
        <w:r w:rsidR="00590D6D">
          <w:rPr>
            <w:noProof/>
            <w:webHidden/>
          </w:rPr>
          <w:fldChar w:fldCharType="separate"/>
        </w:r>
        <w:r w:rsidR="00590D6D">
          <w:rPr>
            <w:noProof/>
            <w:webHidden/>
          </w:rPr>
          <w:t>29</w:t>
        </w:r>
        <w:r w:rsidR="00590D6D">
          <w:rPr>
            <w:noProof/>
            <w:webHidden/>
          </w:rPr>
          <w:fldChar w:fldCharType="end"/>
        </w:r>
      </w:hyperlink>
    </w:p>
    <w:p w14:paraId="728B698C"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06" w:history="1">
        <w:r w:rsidR="00590D6D" w:rsidRPr="001147B1">
          <w:rPr>
            <w:rStyle w:val="Hyperlink"/>
            <w:noProof/>
          </w:rPr>
          <w:t>18.1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_Toc463011806 \h </w:instrText>
        </w:r>
        <w:r w:rsidR="00590D6D">
          <w:rPr>
            <w:noProof/>
            <w:webHidden/>
          </w:rPr>
        </w:r>
        <w:r w:rsidR="00590D6D">
          <w:rPr>
            <w:noProof/>
            <w:webHidden/>
          </w:rPr>
          <w:fldChar w:fldCharType="separate"/>
        </w:r>
        <w:r w:rsidR="00590D6D">
          <w:rPr>
            <w:noProof/>
            <w:webHidden/>
          </w:rPr>
          <w:t>29</w:t>
        </w:r>
        <w:r w:rsidR="00590D6D">
          <w:rPr>
            <w:noProof/>
            <w:webHidden/>
          </w:rPr>
          <w:fldChar w:fldCharType="end"/>
        </w:r>
      </w:hyperlink>
    </w:p>
    <w:p w14:paraId="695D0DED"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07" w:history="1">
        <w:r w:rsidR="00590D6D" w:rsidRPr="001147B1">
          <w:rPr>
            <w:rStyle w:val="Hyperlink"/>
            <w:noProof/>
          </w:rPr>
          <w:t>18.2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_Toc463011807 \h </w:instrText>
        </w:r>
        <w:r w:rsidR="00590D6D">
          <w:rPr>
            <w:noProof/>
            <w:webHidden/>
          </w:rPr>
        </w:r>
        <w:r w:rsidR="00590D6D">
          <w:rPr>
            <w:noProof/>
            <w:webHidden/>
          </w:rPr>
          <w:fldChar w:fldCharType="separate"/>
        </w:r>
        <w:r w:rsidR="00590D6D">
          <w:rPr>
            <w:noProof/>
            <w:webHidden/>
          </w:rPr>
          <w:t>29</w:t>
        </w:r>
        <w:r w:rsidR="00590D6D">
          <w:rPr>
            <w:noProof/>
            <w:webHidden/>
          </w:rPr>
          <w:fldChar w:fldCharType="end"/>
        </w:r>
      </w:hyperlink>
    </w:p>
    <w:p w14:paraId="31EC36DB"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08" w:history="1">
        <w:r w:rsidR="00590D6D" w:rsidRPr="001147B1">
          <w:rPr>
            <w:rStyle w:val="Hyperlink"/>
            <w:noProof/>
          </w:rPr>
          <w:t>18.3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_Toc463011808 \h </w:instrText>
        </w:r>
        <w:r w:rsidR="00590D6D">
          <w:rPr>
            <w:noProof/>
            <w:webHidden/>
          </w:rPr>
        </w:r>
        <w:r w:rsidR="00590D6D">
          <w:rPr>
            <w:noProof/>
            <w:webHidden/>
          </w:rPr>
          <w:fldChar w:fldCharType="separate"/>
        </w:r>
        <w:r w:rsidR="00590D6D">
          <w:rPr>
            <w:noProof/>
            <w:webHidden/>
          </w:rPr>
          <w:t>29</w:t>
        </w:r>
        <w:r w:rsidR="00590D6D">
          <w:rPr>
            <w:noProof/>
            <w:webHidden/>
          </w:rPr>
          <w:fldChar w:fldCharType="end"/>
        </w:r>
      </w:hyperlink>
    </w:p>
    <w:p w14:paraId="4E014FC4"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09" w:history="1">
        <w:r w:rsidR="00590D6D" w:rsidRPr="001147B1">
          <w:rPr>
            <w:rStyle w:val="Hyperlink"/>
            <w:noProof/>
          </w:rPr>
          <w:t>18.4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_Toc463011809 \h </w:instrText>
        </w:r>
        <w:r w:rsidR="00590D6D">
          <w:rPr>
            <w:noProof/>
            <w:webHidden/>
          </w:rPr>
        </w:r>
        <w:r w:rsidR="00590D6D">
          <w:rPr>
            <w:noProof/>
            <w:webHidden/>
          </w:rPr>
          <w:fldChar w:fldCharType="separate"/>
        </w:r>
        <w:r w:rsidR="00590D6D">
          <w:rPr>
            <w:noProof/>
            <w:webHidden/>
          </w:rPr>
          <w:t>29</w:t>
        </w:r>
        <w:r w:rsidR="00590D6D">
          <w:rPr>
            <w:noProof/>
            <w:webHidden/>
          </w:rPr>
          <w:fldChar w:fldCharType="end"/>
        </w:r>
      </w:hyperlink>
    </w:p>
    <w:p w14:paraId="235DF4BC"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10" w:history="1">
        <w:r w:rsidR="00590D6D" w:rsidRPr="001147B1">
          <w:rPr>
            <w:rStyle w:val="Hyperlink"/>
            <w:noProof/>
          </w:rPr>
          <w:t>18.5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_Toc463011810 \h </w:instrText>
        </w:r>
        <w:r w:rsidR="00590D6D">
          <w:rPr>
            <w:noProof/>
            <w:webHidden/>
          </w:rPr>
        </w:r>
        <w:r w:rsidR="00590D6D">
          <w:rPr>
            <w:noProof/>
            <w:webHidden/>
          </w:rPr>
          <w:fldChar w:fldCharType="separate"/>
        </w:r>
        <w:r w:rsidR="00590D6D">
          <w:rPr>
            <w:noProof/>
            <w:webHidden/>
          </w:rPr>
          <w:t>29</w:t>
        </w:r>
        <w:r w:rsidR="00590D6D">
          <w:rPr>
            <w:noProof/>
            <w:webHidden/>
          </w:rPr>
          <w:fldChar w:fldCharType="end"/>
        </w:r>
      </w:hyperlink>
    </w:p>
    <w:p w14:paraId="6682A4AA"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11" w:history="1">
        <w:r w:rsidR="00590D6D" w:rsidRPr="001147B1">
          <w:rPr>
            <w:rStyle w:val="Hyperlink"/>
            <w:noProof/>
          </w:rPr>
          <w:t>18.6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_Toc463011811 \h </w:instrText>
        </w:r>
        <w:r w:rsidR="00590D6D">
          <w:rPr>
            <w:noProof/>
            <w:webHidden/>
          </w:rPr>
        </w:r>
        <w:r w:rsidR="00590D6D">
          <w:rPr>
            <w:noProof/>
            <w:webHidden/>
          </w:rPr>
          <w:fldChar w:fldCharType="separate"/>
        </w:r>
        <w:r w:rsidR="00590D6D">
          <w:rPr>
            <w:noProof/>
            <w:webHidden/>
          </w:rPr>
          <w:t>29</w:t>
        </w:r>
        <w:r w:rsidR="00590D6D">
          <w:rPr>
            <w:noProof/>
            <w:webHidden/>
          </w:rPr>
          <w:fldChar w:fldCharType="end"/>
        </w:r>
      </w:hyperlink>
    </w:p>
    <w:p w14:paraId="3CF3FBD4"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812" w:history="1">
        <w:r w:rsidR="00590D6D" w:rsidRPr="001147B1">
          <w:rPr>
            <w:rStyle w:val="Hyperlink"/>
            <w:noProof/>
          </w:rPr>
          <w:t>19</w:t>
        </w:r>
        <w:r w:rsidR="00590D6D">
          <w:rPr>
            <w:rFonts w:asciiTheme="minorHAnsi" w:eastAsiaTheme="minorEastAsia" w:hAnsiTheme="minorHAnsi" w:cstheme="minorBidi"/>
            <w:b w:val="0"/>
            <w:noProof/>
            <w:lang w:eastAsia="sl-SI"/>
          </w:rPr>
          <w:tab/>
        </w:r>
        <w:r w:rsidR="00590D6D" w:rsidRPr="001147B1">
          <w:rPr>
            <w:rStyle w:val="Hyperlink"/>
            <w:noProof/>
          </w:rPr>
          <w:t>Evidenca zahtev vnos zahteve</w:t>
        </w:r>
        <w:r w:rsidR="00590D6D">
          <w:rPr>
            <w:noProof/>
            <w:webHidden/>
          </w:rPr>
          <w:tab/>
        </w:r>
        <w:r w:rsidR="00590D6D">
          <w:rPr>
            <w:noProof/>
            <w:webHidden/>
          </w:rPr>
          <w:fldChar w:fldCharType="begin"/>
        </w:r>
        <w:r w:rsidR="00590D6D">
          <w:rPr>
            <w:noProof/>
            <w:webHidden/>
          </w:rPr>
          <w:instrText xml:space="preserve"> PAGEREF _Toc463011812 \h </w:instrText>
        </w:r>
        <w:r w:rsidR="00590D6D">
          <w:rPr>
            <w:noProof/>
            <w:webHidden/>
          </w:rPr>
        </w:r>
        <w:r w:rsidR="00590D6D">
          <w:rPr>
            <w:noProof/>
            <w:webHidden/>
          </w:rPr>
          <w:fldChar w:fldCharType="separate"/>
        </w:r>
        <w:r w:rsidR="00590D6D">
          <w:rPr>
            <w:noProof/>
            <w:webHidden/>
          </w:rPr>
          <w:t>30</w:t>
        </w:r>
        <w:r w:rsidR="00590D6D">
          <w:rPr>
            <w:noProof/>
            <w:webHidden/>
          </w:rPr>
          <w:fldChar w:fldCharType="end"/>
        </w:r>
      </w:hyperlink>
    </w:p>
    <w:p w14:paraId="7710C755"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13" w:history="1">
        <w:r w:rsidR="00590D6D" w:rsidRPr="001147B1">
          <w:rPr>
            <w:rStyle w:val="Hyperlink"/>
            <w:noProof/>
          </w:rPr>
          <w:t>19.1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_Toc463011813 \h </w:instrText>
        </w:r>
        <w:r w:rsidR="00590D6D">
          <w:rPr>
            <w:noProof/>
            <w:webHidden/>
          </w:rPr>
        </w:r>
        <w:r w:rsidR="00590D6D">
          <w:rPr>
            <w:noProof/>
            <w:webHidden/>
          </w:rPr>
          <w:fldChar w:fldCharType="separate"/>
        </w:r>
        <w:r w:rsidR="00590D6D">
          <w:rPr>
            <w:noProof/>
            <w:webHidden/>
          </w:rPr>
          <w:t>30</w:t>
        </w:r>
        <w:r w:rsidR="00590D6D">
          <w:rPr>
            <w:noProof/>
            <w:webHidden/>
          </w:rPr>
          <w:fldChar w:fldCharType="end"/>
        </w:r>
      </w:hyperlink>
    </w:p>
    <w:p w14:paraId="59BC077B"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14" w:history="1">
        <w:r w:rsidR="00590D6D" w:rsidRPr="001147B1">
          <w:rPr>
            <w:rStyle w:val="Hyperlink"/>
            <w:noProof/>
          </w:rPr>
          <w:t>19.2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_Toc463011814 \h </w:instrText>
        </w:r>
        <w:r w:rsidR="00590D6D">
          <w:rPr>
            <w:noProof/>
            <w:webHidden/>
          </w:rPr>
        </w:r>
        <w:r w:rsidR="00590D6D">
          <w:rPr>
            <w:noProof/>
            <w:webHidden/>
          </w:rPr>
          <w:fldChar w:fldCharType="separate"/>
        </w:r>
        <w:r w:rsidR="00590D6D">
          <w:rPr>
            <w:noProof/>
            <w:webHidden/>
          </w:rPr>
          <w:t>30</w:t>
        </w:r>
        <w:r w:rsidR="00590D6D">
          <w:rPr>
            <w:noProof/>
            <w:webHidden/>
          </w:rPr>
          <w:fldChar w:fldCharType="end"/>
        </w:r>
      </w:hyperlink>
    </w:p>
    <w:p w14:paraId="1D77E06A"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15" w:history="1">
        <w:r w:rsidR="00590D6D" w:rsidRPr="001147B1">
          <w:rPr>
            <w:rStyle w:val="Hyperlink"/>
            <w:noProof/>
          </w:rPr>
          <w:t>19.3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_Toc463011815 \h </w:instrText>
        </w:r>
        <w:r w:rsidR="00590D6D">
          <w:rPr>
            <w:noProof/>
            <w:webHidden/>
          </w:rPr>
        </w:r>
        <w:r w:rsidR="00590D6D">
          <w:rPr>
            <w:noProof/>
            <w:webHidden/>
          </w:rPr>
          <w:fldChar w:fldCharType="separate"/>
        </w:r>
        <w:r w:rsidR="00590D6D">
          <w:rPr>
            <w:noProof/>
            <w:webHidden/>
          </w:rPr>
          <w:t>30</w:t>
        </w:r>
        <w:r w:rsidR="00590D6D">
          <w:rPr>
            <w:noProof/>
            <w:webHidden/>
          </w:rPr>
          <w:fldChar w:fldCharType="end"/>
        </w:r>
      </w:hyperlink>
    </w:p>
    <w:p w14:paraId="1AE8F71C"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16" w:history="1">
        <w:r w:rsidR="00590D6D" w:rsidRPr="001147B1">
          <w:rPr>
            <w:rStyle w:val="Hyperlink"/>
            <w:noProof/>
          </w:rPr>
          <w:t>19.4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_Toc463011816 \h </w:instrText>
        </w:r>
        <w:r w:rsidR="00590D6D">
          <w:rPr>
            <w:noProof/>
            <w:webHidden/>
          </w:rPr>
        </w:r>
        <w:r w:rsidR="00590D6D">
          <w:rPr>
            <w:noProof/>
            <w:webHidden/>
          </w:rPr>
          <w:fldChar w:fldCharType="separate"/>
        </w:r>
        <w:r w:rsidR="00590D6D">
          <w:rPr>
            <w:noProof/>
            <w:webHidden/>
          </w:rPr>
          <w:t>30</w:t>
        </w:r>
        <w:r w:rsidR="00590D6D">
          <w:rPr>
            <w:noProof/>
            <w:webHidden/>
          </w:rPr>
          <w:fldChar w:fldCharType="end"/>
        </w:r>
      </w:hyperlink>
    </w:p>
    <w:p w14:paraId="765CB447"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17" w:history="1">
        <w:r w:rsidR="00590D6D" w:rsidRPr="001147B1">
          <w:rPr>
            <w:rStyle w:val="Hyperlink"/>
            <w:noProof/>
          </w:rPr>
          <w:t>19.5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_Toc463011817 \h </w:instrText>
        </w:r>
        <w:r w:rsidR="00590D6D">
          <w:rPr>
            <w:noProof/>
            <w:webHidden/>
          </w:rPr>
        </w:r>
        <w:r w:rsidR="00590D6D">
          <w:rPr>
            <w:noProof/>
            <w:webHidden/>
          </w:rPr>
          <w:fldChar w:fldCharType="separate"/>
        </w:r>
        <w:r w:rsidR="00590D6D">
          <w:rPr>
            <w:noProof/>
            <w:webHidden/>
          </w:rPr>
          <w:t>30</w:t>
        </w:r>
        <w:r w:rsidR="00590D6D">
          <w:rPr>
            <w:noProof/>
            <w:webHidden/>
          </w:rPr>
          <w:fldChar w:fldCharType="end"/>
        </w:r>
      </w:hyperlink>
    </w:p>
    <w:p w14:paraId="5D7CF017"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18" w:history="1">
        <w:r w:rsidR="00590D6D" w:rsidRPr="001147B1">
          <w:rPr>
            <w:rStyle w:val="Hyperlink"/>
            <w:noProof/>
          </w:rPr>
          <w:t>19.6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_Toc463011818 \h </w:instrText>
        </w:r>
        <w:r w:rsidR="00590D6D">
          <w:rPr>
            <w:noProof/>
            <w:webHidden/>
          </w:rPr>
        </w:r>
        <w:r w:rsidR="00590D6D">
          <w:rPr>
            <w:noProof/>
            <w:webHidden/>
          </w:rPr>
          <w:fldChar w:fldCharType="separate"/>
        </w:r>
        <w:r w:rsidR="00590D6D">
          <w:rPr>
            <w:noProof/>
            <w:webHidden/>
          </w:rPr>
          <w:t>30</w:t>
        </w:r>
        <w:r w:rsidR="00590D6D">
          <w:rPr>
            <w:noProof/>
            <w:webHidden/>
          </w:rPr>
          <w:fldChar w:fldCharType="end"/>
        </w:r>
      </w:hyperlink>
    </w:p>
    <w:p w14:paraId="1D139C91"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819" w:history="1">
        <w:r w:rsidR="00590D6D" w:rsidRPr="001147B1">
          <w:rPr>
            <w:rStyle w:val="Hyperlink"/>
            <w:noProof/>
          </w:rPr>
          <w:t>20</w:t>
        </w:r>
        <w:r w:rsidR="00590D6D">
          <w:rPr>
            <w:rFonts w:asciiTheme="minorHAnsi" w:eastAsiaTheme="minorEastAsia" w:hAnsiTheme="minorHAnsi" w:cstheme="minorBidi"/>
            <w:b w:val="0"/>
            <w:noProof/>
            <w:lang w:eastAsia="sl-SI"/>
          </w:rPr>
          <w:tab/>
        </w:r>
        <w:r w:rsidR="00590D6D" w:rsidRPr="001147B1">
          <w:rPr>
            <w:rStyle w:val="Hyperlink"/>
            <w:noProof/>
          </w:rPr>
          <w:t>Evidenca zahtev vrni zahteva</w:t>
        </w:r>
        <w:r w:rsidR="00590D6D">
          <w:rPr>
            <w:noProof/>
            <w:webHidden/>
          </w:rPr>
          <w:tab/>
        </w:r>
        <w:r w:rsidR="00590D6D">
          <w:rPr>
            <w:noProof/>
            <w:webHidden/>
          </w:rPr>
          <w:fldChar w:fldCharType="begin"/>
        </w:r>
        <w:r w:rsidR="00590D6D">
          <w:rPr>
            <w:noProof/>
            <w:webHidden/>
          </w:rPr>
          <w:instrText xml:space="preserve"> PAGEREF _Toc463011819 \h </w:instrText>
        </w:r>
        <w:r w:rsidR="00590D6D">
          <w:rPr>
            <w:noProof/>
            <w:webHidden/>
          </w:rPr>
        </w:r>
        <w:r w:rsidR="00590D6D">
          <w:rPr>
            <w:noProof/>
            <w:webHidden/>
          </w:rPr>
          <w:fldChar w:fldCharType="separate"/>
        </w:r>
        <w:r w:rsidR="00590D6D">
          <w:rPr>
            <w:noProof/>
            <w:webHidden/>
          </w:rPr>
          <w:t>31</w:t>
        </w:r>
        <w:r w:rsidR="00590D6D">
          <w:rPr>
            <w:noProof/>
            <w:webHidden/>
          </w:rPr>
          <w:fldChar w:fldCharType="end"/>
        </w:r>
      </w:hyperlink>
    </w:p>
    <w:p w14:paraId="146A23F8"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20" w:history="1">
        <w:r w:rsidR="00590D6D" w:rsidRPr="001147B1">
          <w:rPr>
            <w:rStyle w:val="Hyperlink"/>
            <w:noProof/>
          </w:rPr>
          <w:t>20.1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_Toc463011820 \h </w:instrText>
        </w:r>
        <w:r w:rsidR="00590D6D">
          <w:rPr>
            <w:noProof/>
            <w:webHidden/>
          </w:rPr>
        </w:r>
        <w:r w:rsidR="00590D6D">
          <w:rPr>
            <w:noProof/>
            <w:webHidden/>
          </w:rPr>
          <w:fldChar w:fldCharType="separate"/>
        </w:r>
        <w:r w:rsidR="00590D6D">
          <w:rPr>
            <w:noProof/>
            <w:webHidden/>
          </w:rPr>
          <w:t>31</w:t>
        </w:r>
        <w:r w:rsidR="00590D6D">
          <w:rPr>
            <w:noProof/>
            <w:webHidden/>
          </w:rPr>
          <w:fldChar w:fldCharType="end"/>
        </w:r>
      </w:hyperlink>
    </w:p>
    <w:p w14:paraId="46F2AAE6"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21" w:history="1">
        <w:r w:rsidR="00590D6D" w:rsidRPr="001147B1">
          <w:rPr>
            <w:rStyle w:val="Hyperlink"/>
            <w:noProof/>
          </w:rPr>
          <w:t>20.2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_Toc463011821 \h </w:instrText>
        </w:r>
        <w:r w:rsidR="00590D6D">
          <w:rPr>
            <w:noProof/>
            <w:webHidden/>
          </w:rPr>
        </w:r>
        <w:r w:rsidR="00590D6D">
          <w:rPr>
            <w:noProof/>
            <w:webHidden/>
          </w:rPr>
          <w:fldChar w:fldCharType="separate"/>
        </w:r>
        <w:r w:rsidR="00590D6D">
          <w:rPr>
            <w:noProof/>
            <w:webHidden/>
          </w:rPr>
          <w:t>31</w:t>
        </w:r>
        <w:r w:rsidR="00590D6D">
          <w:rPr>
            <w:noProof/>
            <w:webHidden/>
          </w:rPr>
          <w:fldChar w:fldCharType="end"/>
        </w:r>
      </w:hyperlink>
    </w:p>
    <w:p w14:paraId="6693102B"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22" w:history="1">
        <w:r w:rsidR="00590D6D" w:rsidRPr="001147B1">
          <w:rPr>
            <w:rStyle w:val="Hyperlink"/>
            <w:noProof/>
          </w:rPr>
          <w:t>20.3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_Toc463011822 \h </w:instrText>
        </w:r>
        <w:r w:rsidR="00590D6D">
          <w:rPr>
            <w:noProof/>
            <w:webHidden/>
          </w:rPr>
        </w:r>
        <w:r w:rsidR="00590D6D">
          <w:rPr>
            <w:noProof/>
            <w:webHidden/>
          </w:rPr>
          <w:fldChar w:fldCharType="separate"/>
        </w:r>
        <w:r w:rsidR="00590D6D">
          <w:rPr>
            <w:noProof/>
            <w:webHidden/>
          </w:rPr>
          <w:t>31</w:t>
        </w:r>
        <w:r w:rsidR="00590D6D">
          <w:rPr>
            <w:noProof/>
            <w:webHidden/>
          </w:rPr>
          <w:fldChar w:fldCharType="end"/>
        </w:r>
      </w:hyperlink>
    </w:p>
    <w:p w14:paraId="32E040ED"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23" w:history="1">
        <w:r w:rsidR="00590D6D" w:rsidRPr="001147B1">
          <w:rPr>
            <w:rStyle w:val="Hyperlink"/>
            <w:noProof/>
          </w:rPr>
          <w:t>20.4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_Toc463011823 \h </w:instrText>
        </w:r>
        <w:r w:rsidR="00590D6D">
          <w:rPr>
            <w:noProof/>
            <w:webHidden/>
          </w:rPr>
        </w:r>
        <w:r w:rsidR="00590D6D">
          <w:rPr>
            <w:noProof/>
            <w:webHidden/>
          </w:rPr>
          <w:fldChar w:fldCharType="separate"/>
        </w:r>
        <w:r w:rsidR="00590D6D">
          <w:rPr>
            <w:noProof/>
            <w:webHidden/>
          </w:rPr>
          <w:t>31</w:t>
        </w:r>
        <w:r w:rsidR="00590D6D">
          <w:rPr>
            <w:noProof/>
            <w:webHidden/>
          </w:rPr>
          <w:fldChar w:fldCharType="end"/>
        </w:r>
      </w:hyperlink>
    </w:p>
    <w:p w14:paraId="60278EE0"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24" w:history="1">
        <w:r w:rsidR="00590D6D" w:rsidRPr="001147B1">
          <w:rPr>
            <w:rStyle w:val="Hyperlink"/>
            <w:noProof/>
          </w:rPr>
          <w:t>20.5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_Toc463011824 \h </w:instrText>
        </w:r>
        <w:r w:rsidR="00590D6D">
          <w:rPr>
            <w:noProof/>
            <w:webHidden/>
          </w:rPr>
        </w:r>
        <w:r w:rsidR="00590D6D">
          <w:rPr>
            <w:noProof/>
            <w:webHidden/>
          </w:rPr>
          <w:fldChar w:fldCharType="separate"/>
        </w:r>
        <w:r w:rsidR="00590D6D">
          <w:rPr>
            <w:noProof/>
            <w:webHidden/>
          </w:rPr>
          <w:t>31</w:t>
        </w:r>
        <w:r w:rsidR="00590D6D">
          <w:rPr>
            <w:noProof/>
            <w:webHidden/>
          </w:rPr>
          <w:fldChar w:fldCharType="end"/>
        </w:r>
      </w:hyperlink>
    </w:p>
    <w:p w14:paraId="68A10BDA"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25" w:history="1">
        <w:r w:rsidR="00590D6D" w:rsidRPr="001147B1">
          <w:rPr>
            <w:rStyle w:val="Hyperlink"/>
            <w:noProof/>
          </w:rPr>
          <w:t>20.6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_Toc463011825 \h </w:instrText>
        </w:r>
        <w:r w:rsidR="00590D6D">
          <w:rPr>
            <w:noProof/>
            <w:webHidden/>
          </w:rPr>
        </w:r>
        <w:r w:rsidR="00590D6D">
          <w:rPr>
            <w:noProof/>
            <w:webHidden/>
          </w:rPr>
          <w:fldChar w:fldCharType="separate"/>
        </w:r>
        <w:r w:rsidR="00590D6D">
          <w:rPr>
            <w:noProof/>
            <w:webHidden/>
          </w:rPr>
          <w:t>31</w:t>
        </w:r>
        <w:r w:rsidR="00590D6D">
          <w:rPr>
            <w:noProof/>
            <w:webHidden/>
          </w:rPr>
          <w:fldChar w:fldCharType="end"/>
        </w:r>
      </w:hyperlink>
    </w:p>
    <w:p w14:paraId="05509A4B"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826" w:history="1">
        <w:r w:rsidR="00590D6D" w:rsidRPr="001147B1">
          <w:rPr>
            <w:rStyle w:val="Hyperlink"/>
            <w:noProof/>
          </w:rPr>
          <w:t>21</w:t>
        </w:r>
        <w:r w:rsidR="00590D6D">
          <w:rPr>
            <w:rFonts w:asciiTheme="minorHAnsi" w:eastAsiaTheme="minorEastAsia" w:hAnsiTheme="minorHAnsi" w:cstheme="minorBidi"/>
            <w:b w:val="0"/>
            <w:noProof/>
            <w:lang w:eastAsia="sl-SI"/>
          </w:rPr>
          <w:tab/>
        </w:r>
        <w:r w:rsidR="00590D6D" w:rsidRPr="001147B1">
          <w:rPr>
            <w:rStyle w:val="Hyperlink"/>
            <w:noProof/>
          </w:rPr>
          <w:t>Evidenca zahtev masovna oddaja zahtev</w:t>
        </w:r>
        <w:r w:rsidR="00590D6D">
          <w:rPr>
            <w:noProof/>
            <w:webHidden/>
          </w:rPr>
          <w:tab/>
        </w:r>
        <w:r w:rsidR="00590D6D">
          <w:rPr>
            <w:noProof/>
            <w:webHidden/>
          </w:rPr>
          <w:fldChar w:fldCharType="begin"/>
        </w:r>
        <w:r w:rsidR="00590D6D">
          <w:rPr>
            <w:noProof/>
            <w:webHidden/>
          </w:rPr>
          <w:instrText xml:space="preserve"> PAGEREF _Toc463011826 \h </w:instrText>
        </w:r>
        <w:r w:rsidR="00590D6D">
          <w:rPr>
            <w:noProof/>
            <w:webHidden/>
          </w:rPr>
        </w:r>
        <w:r w:rsidR="00590D6D">
          <w:rPr>
            <w:noProof/>
            <w:webHidden/>
          </w:rPr>
          <w:fldChar w:fldCharType="separate"/>
        </w:r>
        <w:r w:rsidR="00590D6D">
          <w:rPr>
            <w:noProof/>
            <w:webHidden/>
          </w:rPr>
          <w:t>32</w:t>
        </w:r>
        <w:r w:rsidR="00590D6D">
          <w:rPr>
            <w:noProof/>
            <w:webHidden/>
          </w:rPr>
          <w:fldChar w:fldCharType="end"/>
        </w:r>
      </w:hyperlink>
    </w:p>
    <w:p w14:paraId="003BD889"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27" w:history="1">
        <w:r w:rsidR="00590D6D" w:rsidRPr="001147B1">
          <w:rPr>
            <w:rStyle w:val="Hyperlink"/>
            <w:noProof/>
          </w:rPr>
          <w:t>21.1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_Toc463011827 \h </w:instrText>
        </w:r>
        <w:r w:rsidR="00590D6D">
          <w:rPr>
            <w:noProof/>
            <w:webHidden/>
          </w:rPr>
        </w:r>
        <w:r w:rsidR="00590D6D">
          <w:rPr>
            <w:noProof/>
            <w:webHidden/>
          </w:rPr>
          <w:fldChar w:fldCharType="separate"/>
        </w:r>
        <w:r w:rsidR="00590D6D">
          <w:rPr>
            <w:noProof/>
            <w:webHidden/>
          </w:rPr>
          <w:t>32</w:t>
        </w:r>
        <w:r w:rsidR="00590D6D">
          <w:rPr>
            <w:noProof/>
            <w:webHidden/>
          </w:rPr>
          <w:fldChar w:fldCharType="end"/>
        </w:r>
      </w:hyperlink>
    </w:p>
    <w:p w14:paraId="12EEB678"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28" w:history="1">
        <w:r w:rsidR="00590D6D" w:rsidRPr="001147B1">
          <w:rPr>
            <w:rStyle w:val="Hyperlink"/>
            <w:noProof/>
          </w:rPr>
          <w:t>21.2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_Toc463011828 \h </w:instrText>
        </w:r>
        <w:r w:rsidR="00590D6D">
          <w:rPr>
            <w:noProof/>
            <w:webHidden/>
          </w:rPr>
        </w:r>
        <w:r w:rsidR="00590D6D">
          <w:rPr>
            <w:noProof/>
            <w:webHidden/>
          </w:rPr>
          <w:fldChar w:fldCharType="separate"/>
        </w:r>
        <w:r w:rsidR="00590D6D">
          <w:rPr>
            <w:noProof/>
            <w:webHidden/>
          </w:rPr>
          <w:t>32</w:t>
        </w:r>
        <w:r w:rsidR="00590D6D">
          <w:rPr>
            <w:noProof/>
            <w:webHidden/>
          </w:rPr>
          <w:fldChar w:fldCharType="end"/>
        </w:r>
      </w:hyperlink>
    </w:p>
    <w:p w14:paraId="6ADAE3FF"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29" w:history="1">
        <w:r w:rsidR="00590D6D" w:rsidRPr="001147B1">
          <w:rPr>
            <w:rStyle w:val="Hyperlink"/>
            <w:noProof/>
          </w:rPr>
          <w:t>21.3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_Toc463011829 \h </w:instrText>
        </w:r>
        <w:r w:rsidR="00590D6D">
          <w:rPr>
            <w:noProof/>
            <w:webHidden/>
          </w:rPr>
        </w:r>
        <w:r w:rsidR="00590D6D">
          <w:rPr>
            <w:noProof/>
            <w:webHidden/>
          </w:rPr>
          <w:fldChar w:fldCharType="separate"/>
        </w:r>
        <w:r w:rsidR="00590D6D">
          <w:rPr>
            <w:noProof/>
            <w:webHidden/>
          </w:rPr>
          <w:t>32</w:t>
        </w:r>
        <w:r w:rsidR="00590D6D">
          <w:rPr>
            <w:noProof/>
            <w:webHidden/>
          </w:rPr>
          <w:fldChar w:fldCharType="end"/>
        </w:r>
      </w:hyperlink>
    </w:p>
    <w:p w14:paraId="6A69A401"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30" w:history="1">
        <w:r w:rsidR="00590D6D" w:rsidRPr="001147B1">
          <w:rPr>
            <w:rStyle w:val="Hyperlink"/>
            <w:noProof/>
          </w:rPr>
          <w:t>21.4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_Toc463011830 \h </w:instrText>
        </w:r>
        <w:r w:rsidR="00590D6D">
          <w:rPr>
            <w:noProof/>
            <w:webHidden/>
          </w:rPr>
        </w:r>
        <w:r w:rsidR="00590D6D">
          <w:rPr>
            <w:noProof/>
            <w:webHidden/>
          </w:rPr>
          <w:fldChar w:fldCharType="separate"/>
        </w:r>
        <w:r w:rsidR="00590D6D">
          <w:rPr>
            <w:noProof/>
            <w:webHidden/>
          </w:rPr>
          <w:t>32</w:t>
        </w:r>
        <w:r w:rsidR="00590D6D">
          <w:rPr>
            <w:noProof/>
            <w:webHidden/>
          </w:rPr>
          <w:fldChar w:fldCharType="end"/>
        </w:r>
      </w:hyperlink>
    </w:p>
    <w:p w14:paraId="71C59BD8"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31" w:history="1">
        <w:r w:rsidR="00590D6D" w:rsidRPr="001147B1">
          <w:rPr>
            <w:rStyle w:val="Hyperlink"/>
            <w:noProof/>
          </w:rPr>
          <w:t>21.5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_Toc463011831 \h </w:instrText>
        </w:r>
        <w:r w:rsidR="00590D6D">
          <w:rPr>
            <w:noProof/>
            <w:webHidden/>
          </w:rPr>
        </w:r>
        <w:r w:rsidR="00590D6D">
          <w:rPr>
            <w:noProof/>
            <w:webHidden/>
          </w:rPr>
          <w:fldChar w:fldCharType="separate"/>
        </w:r>
        <w:r w:rsidR="00590D6D">
          <w:rPr>
            <w:noProof/>
            <w:webHidden/>
          </w:rPr>
          <w:t>32</w:t>
        </w:r>
        <w:r w:rsidR="00590D6D">
          <w:rPr>
            <w:noProof/>
            <w:webHidden/>
          </w:rPr>
          <w:fldChar w:fldCharType="end"/>
        </w:r>
      </w:hyperlink>
    </w:p>
    <w:p w14:paraId="44F8935F"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32" w:history="1">
        <w:r w:rsidR="00590D6D" w:rsidRPr="001147B1">
          <w:rPr>
            <w:rStyle w:val="Hyperlink"/>
            <w:noProof/>
          </w:rPr>
          <w:t>21.6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_Toc463011832 \h </w:instrText>
        </w:r>
        <w:r w:rsidR="00590D6D">
          <w:rPr>
            <w:noProof/>
            <w:webHidden/>
          </w:rPr>
        </w:r>
        <w:r w:rsidR="00590D6D">
          <w:rPr>
            <w:noProof/>
            <w:webHidden/>
          </w:rPr>
          <w:fldChar w:fldCharType="separate"/>
        </w:r>
        <w:r w:rsidR="00590D6D">
          <w:rPr>
            <w:noProof/>
            <w:webHidden/>
          </w:rPr>
          <w:t>32</w:t>
        </w:r>
        <w:r w:rsidR="00590D6D">
          <w:rPr>
            <w:noProof/>
            <w:webHidden/>
          </w:rPr>
          <w:fldChar w:fldCharType="end"/>
        </w:r>
      </w:hyperlink>
    </w:p>
    <w:p w14:paraId="0F3A7E8E"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833" w:history="1">
        <w:r w:rsidR="00590D6D" w:rsidRPr="001147B1">
          <w:rPr>
            <w:rStyle w:val="Hyperlink"/>
            <w:noProof/>
          </w:rPr>
          <w:t>22</w:t>
        </w:r>
        <w:r w:rsidR="00590D6D">
          <w:rPr>
            <w:rFonts w:asciiTheme="minorHAnsi" w:eastAsiaTheme="minorEastAsia" w:hAnsiTheme="minorHAnsi" w:cstheme="minorBidi"/>
            <w:b w:val="0"/>
            <w:noProof/>
            <w:lang w:eastAsia="sl-SI"/>
          </w:rPr>
          <w:tab/>
        </w:r>
        <w:r w:rsidR="00590D6D" w:rsidRPr="001147B1">
          <w:rPr>
            <w:rStyle w:val="Hyperlink"/>
            <w:noProof/>
          </w:rPr>
          <w:t>Odpoved pogodbe o dobavi</w:t>
        </w:r>
        <w:r w:rsidR="00590D6D">
          <w:rPr>
            <w:noProof/>
            <w:webHidden/>
          </w:rPr>
          <w:tab/>
        </w:r>
        <w:r w:rsidR="00590D6D">
          <w:rPr>
            <w:noProof/>
            <w:webHidden/>
          </w:rPr>
          <w:fldChar w:fldCharType="begin"/>
        </w:r>
        <w:r w:rsidR="00590D6D">
          <w:rPr>
            <w:noProof/>
            <w:webHidden/>
          </w:rPr>
          <w:instrText xml:space="preserve"> PAGEREF _Toc463011833 \h </w:instrText>
        </w:r>
        <w:r w:rsidR="00590D6D">
          <w:rPr>
            <w:noProof/>
            <w:webHidden/>
          </w:rPr>
        </w:r>
        <w:r w:rsidR="00590D6D">
          <w:rPr>
            <w:noProof/>
            <w:webHidden/>
          </w:rPr>
          <w:fldChar w:fldCharType="separate"/>
        </w:r>
        <w:r w:rsidR="00590D6D">
          <w:rPr>
            <w:noProof/>
            <w:webHidden/>
          </w:rPr>
          <w:t>33</w:t>
        </w:r>
        <w:r w:rsidR="00590D6D">
          <w:rPr>
            <w:noProof/>
            <w:webHidden/>
          </w:rPr>
          <w:fldChar w:fldCharType="end"/>
        </w:r>
      </w:hyperlink>
    </w:p>
    <w:p w14:paraId="5215B54C"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34" w:history="1">
        <w:r w:rsidR="00590D6D" w:rsidRPr="001147B1">
          <w:rPr>
            <w:rStyle w:val="Hyperlink"/>
            <w:noProof/>
          </w:rPr>
          <w:t>22.1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_Toc463011834 \h </w:instrText>
        </w:r>
        <w:r w:rsidR="00590D6D">
          <w:rPr>
            <w:noProof/>
            <w:webHidden/>
          </w:rPr>
        </w:r>
        <w:r w:rsidR="00590D6D">
          <w:rPr>
            <w:noProof/>
            <w:webHidden/>
          </w:rPr>
          <w:fldChar w:fldCharType="separate"/>
        </w:r>
        <w:r w:rsidR="00590D6D">
          <w:rPr>
            <w:noProof/>
            <w:webHidden/>
          </w:rPr>
          <w:t>33</w:t>
        </w:r>
        <w:r w:rsidR="00590D6D">
          <w:rPr>
            <w:noProof/>
            <w:webHidden/>
          </w:rPr>
          <w:fldChar w:fldCharType="end"/>
        </w:r>
      </w:hyperlink>
    </w:p>
    <w:p w14:paraId="25D908CA"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35" w:history="1">
        <w:r w:rsidR="00590D6D" w:rsidRPr="001147B1">
          <w:rPr>
            <w:rStyle w:val="Hyperlink"/>
            <w:noProof/>
          </w:rPr>
          <w:t>22.2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_Toc463011835 \h </w:instrText>
        </w:r>
        <w:r w:rsidR="00590D6D">
          <w:rPr>
            <w:noProof/>
            <w:webHidden/>
          </w:rPr>
        </w:r>
        <w:r w:rsidR="00590D6D">
          <w:rPr>
            <w:noProof/>
            <w:webHidden/>
          </w:rPr>
          <w:fldChar w:fldCharType="separate"/>
        </w:r>
        <w:r w:rsidR="00590D6D">
          <w:rPr>
            <w:noProof/>
            <w:webHidden/>
          </w:rPr>
          <w:t>33</w:t>
        </w:r>
        <w:r w:rsidR="00590D6D">
          <w:rPr>
            <w:noProof/>
            <w:webHidden/>
          </w:rPr>
          <w:fldChar w:fldCharType="end"/>
        </w:r>
      </w:hyperlink>
    </w:p>
    <w:p w14:paraId="1233019B"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36" w:history="1">
        <w:r w:rsidR="00590D6D" w:rsidRPr="001147B1">
          <w:rPr>
            <w:rStyle w:val="Hyperlink"/>
            <w:noProof/>
          </w:rPr>
          <w:t>22.3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_Toc463011836 \h </w:instrText>
        </w:r>
        <w:r w:rsidR="00590D6D">
          <w:rPr>
            <w:noProof/>
            <w:webHidden/>
          </w:rPr>
        </w:r>
        <w:r w:rsidR="00590D6D">
          <w:rPr>
            <w:noProof/>
            <w:webHidden/>
          </w:rPr>
          <w:fldChar w:fldCharType="separate"/>
        </w:r>
        <w:r w:rsidR="00590D6D">
          <w:rPr>
            <w:noProof/>
            <w:webHidden/>
          </w:rPr>
          <w:t>33</w:t>
        </w:r>
        <w:r w:rsidR="00590D6D">
          <w:rPr>
            <w:noProof/>
            <w:webHidden/>
          </w:rPr>
          <w:fldChar w:fldCharType="end"/>
        </w:r>
      </w:hyperlink>
    </w:p>
    <w:p w14:paraId="49D15114"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37" w:history="1">
        <w:r w:rsidR="00590D6D" w:rsidRPr="001147B1">
          <w:rPr>
            <w:rStyle w:val="Hyperlink"/>
            <w:noProof/>
          </w:rPr>
          <w:t>22.4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_Toc463011837 \h </w:instrText>
        </w:r>
        <w:r w:rsidR="00590D6D">
          <w:rPr>
            <w:noProof/>
            <w:webHidden/>
          </w:rPr>
        </w:r>
        <w:r w:rsidR="00590D6D">
          <w:rPr>
            <w:noProof/>
            <w:webHidden/>
          </w:rPr>
          <w:fldChar w:fldCharType="separate"/>
        </w:r>
        <w:r w:rsidR="00590D6D">
          <w:rPr>
            <w:noProof/>
            <w:webHidden/>
          </w:rPr>
          <w:t>33</w:t>
        </w:r>
        <w:r w:rsidR="00590D6D">
          <w:rPr>
            <w:noProof/>
            <w:webHidden/>
          </w:rPr>
          <w:fldChar w:fldCharType="end"/>
        </w:r>
      </w:hyperlink>
    </w:p>
    <w:p w14:paraId="7E2047D3"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38" w:history="1">
        <w:r w:rsidR="00590D6D" w:rsidRPr="001147B1">
          <w:rPr>
            <w:rStyle w:val="Hyperlink"/>
            <w:noProof/>
          </w:rPr>
          <w:t>22.5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_Toc463011838 \h </w:instrText>
        </w:r>
        <w:r w:rsidR="00590D6D">
          <w:rPr>
            <w:noProof/>
            <w:webHidden/>
          </w:rPr>
        </w:r>
        <w:r w:rsidR="00590D6D">
          <w:rPr>
            <w:noProof/>
            <w:webHidden/>
          </w:rPr>
          <w:fldChar w:fldCharType="separate"/>
        </w:r>
        <w:r w:rsidR="00590D6D">
          <w:rPr>
            <w:noProof/>
            <w:webHidden/>
          </w:rPr>
          <w:t>33</w:t>
        </w:r>
        <w:r w:rsidR="00590D6D">
          <w:rPr>
            <w:noProof/>
            <w:webHidden/>
          </w:rPr>
          <w:fldChar w:fldCharType="end"/>
        </w:r>
      </w:hyperlink>
    </w:p>
    <w:p w14:paraId="37706882"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39" w:history="1">
        <w:r w:rsidR="00590D6D" w:rsidRPr="001147B1">
          <w:rPr>
            <w:rStyle w:val="Hyperlink"/>
            <w:noProof/>
          </w:rPr>
          <w:t>22.6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_Toc463011839 \h </w:instrText>
        </w:r>
        <w:r w:rsidR="00590D6D">
          <w:rPr>
            <w:noProof/>
            <w:webHidden/>
          </w:rPr>
        </w:r>
        <w:r w:rsidR="00590D6D">
          <w:rPr>
            <w:noProof/>
            <w:webHidden/>
          </w:rPr>
          <w:fldChar w:fldCharType="separate"/>
        </w:r>
        <w:r w:rsidR="00590D6D">
          <w:rPr>
            <w:noProof/>
            <w:webHidden/>
          </w:rPr>
          <w:t>33</w:t>
        </w:r>
        <w:r w:rsidR="00590D6D">
          <w:rPr>
            <w:noProof/>
            <w:webHidden/>
          </w:rPr>
          <w:fldChar w:fldCharType="end"/>
        </w:r>
      </w:hyperlink>
    </w:p>
    <w:p w14:paraId="6E660AA1"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840" w:history="1">
        <w:r w:rsidR="00590D6D" w:rsidRPr="001147B1">
          <w:rPr>
            <w:rStyle w:val="Hyperlink"/>
            <w:noProof/>
          </w:rPr>
          <w:t>23</w:t>
        </w:r>
        <w:r w:rsidR="00590D6D">
          <w:rPr>
            <w:rFonts w:asciiTheme="minorHAnsi" w:eastAsiaTheme="minorEastAsia" w:hAnsiTheme="minorHAnsi" w:cstheme="minorBidi"/>
            <w:b w:val="0"/>
            <w:noProof/>
            <w:lang w:eastAsia="sl-SI"/>
          </w:rPr>
          <w:tab/>
        </w:r>
        <w:r w:rsidR="00590D6D" w:rsidRPr="001147B1">
          <w:rPr>
            <w:rStyle w:val="Hyperlink"/>
            <w:noProof/>
          </w:rPr>
          <w:t>Sklepanje PoD prvi priklop</w:t>
        </w:r>
        <w:r w:rsidR="00590D6D">
          <w:rPr>
            <w:noProof/>
            <w:webHidden/>
          </w:rPr>
          <w:tab/>
        </w:r>
        <w:r w:rsidR="00590D6D">
          <w:rPr>
            <w:noProof/>
            <w:webHidden/>
          </w:rPr>
          <w:fldChar w:fldCharType="begin"/>
        </w:r>
        <w:r w:rsidR="00590D6D">
          <w:rPr>
            <w:noProof/>
            <w:webHidden/>
          </w:rPr>
          <w:instrText xml:space="preserve"> PAGEREF _Toc463011840 \h </w:instrText>
        </w:r>
        <w:r w:rsidR="00590D6D">
          <w:rPr>
            <w:noProof/>
            <w:webHidden/>
          </w:rPr>
        </w:r>
        <w:r w:rsidR="00590D6D">
          <w:rPr>
            <w:noProof/>
            <w:webHidden/>
          </w:rPr>
          <w:fldChar w:fldCharType="separate"/>
        </w:r>
        <w:r w:rsidR="00590D6D">
          <w:rPr>
            <w:noProof/>
            <w:webHidden/>
          </w:rPr>
          <w:t>34</w:t>
        </w:r>
        <w:r w:rsidR="00590D6D">
          <w:rPr>
            <w:noProof/>
            <w:webHidden/>
          </w:rPr>
          <w:fldChar w:fldCharType="end"/>
        </w:r>
      </w:hyperlink>
    </w:p>
    <w:p w14:paraId="5BB2C6A9"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41" w:history="1">
        <w:r w:rsidR="00590D6D" w:rsidRPr="001147B1">
          <w:rPr>
            <w:rStyle w:val="Hyperlink"/>
            <w:noProof/>
          </w:rPr>
          <w:t>23.1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_Toc463011841 \h </w:instrText>
        </w:r>
        <w:r w:rsidR="00590D6D">
          <w:rPr>
            <w:noProof/>
            <w:webHidden/>
          </w:rPr>
        </w:r>
        <w:r w:rsidR="00590D6D">
          <w:rPr>
            <w:noProof/>
            <w:webHidden/>
          </w:rPr>
          <w:fldChar w:fldCharType="separate"/>
        </w:r>
        <w:r w:rsidR="00590D6D">
          <w:rPr>
            <w:noProof/>
            <w:webHidden/>
          </w:rPr>
          <w:t>34</w:t>
        </w:r>
        <w:r w:rsidR="00590D6D">
          <w:rPr>
            <w:noProof/>
            <w:webHidden/>
          </w:rPr>
          <w:fldChar w:fldCharType="end"/>
        </w:r>
      </w:hyperlink>
    </w:p>
    <w:p w14:paraId="747C2B1E"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42" w:history="1">
        <w:r w:rsidR="00590D6D" w:rsidRPr="001147B1">
          <w:rPr>
            <w:rStyle w:val="Hyperlink"/>
            <w:noProof/>
          </w:rPr>
          <w:t>23.2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_Toc463011842 \h </w:instrText>
        </w:r>
        <w:r w:rsidR="00590D6D">
          <w:rPr>
            <w:noProof/>
            <w:webHidden/>
          </w:rPr>
        </w:r>
        <w:r w:rsidR="00590D6D">
          <w:rPr>
            <w:noProof/>
            <w:webHidden/>
          </w:rPr>
          <w:fldChar w:fldCharType="separate"/>
        </w:r>
        <w:r w:rsidR="00590D6D">
          <w:rPr>
            <w:noProof/>
            <w:webHidden/>
          </w:rPr>
          <w:t>34</w:t>
        </w:r>
        <w:r w:rsidR="00590D6D">
          <w:rPr>
            <w:noProof/>
            <w:webHidden/>
          </w:rPr>
          <w:fldChar w:fldCharType="end"/>
        </w:r>
      </w:hyperlink>
    </w:p>
    <w:p w14:paraId="5A8F030D"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43" w:history="1">
        <w:r w:rsidR="00590D6D" w:rsidRPr="001147B1">
          <w:rPr>
            <w:rStyle w:val="Hyperlink"/>
            <w:noProof/>
          </w:rPr>
          <w:t>23.3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_Toc463011843 \h </w:instrText>
        </w:r>
        <w:r w:rsidR="00590D6D">
          <w:rPr>
            <w:noProof/>
            <w:webHidden/>
          </w:rPr>
        </w:r>
        <w:r w:rsidR="00590D6D">
          <w:rPr>
            <w:noProof/>
            <w:webHidden/>
          </w:rPr>
          <w:fldChar w:fldCharType="separate"/>
        </w:r>
        <w:r w:rsidR="00590D6D">
          <w:rPr>
            <w:noProof/>
            <w:webHidden/>
          </w:rPr>
          <w:t>34</w:t>
        </w:r>
        <w:r w:rsidR="00590D6D">
          <w:rPr>
            <w:noProof/>
            <w:webHidden/>
          </w:rPr>
          <w:fldChar w:fldCharType="end"/>
        </w:r>
      </w:hyperlink>
    </w:p>
    <w:p w14:paraId="3B74EBF4"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44" w:history="1">
        <w:r w:rsidR="00590D6D" w:rsidRPr="001147B1">
          <w:rPr>
            <w:rStyle w:val="Hyperlink"/>
            <w:noProof/>
          </w:rPr>
          <w:t>23.4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_Toc463011844 \h </w:instrText>
        </w:r>
        <w:r w:rsidR="00590D6D">
          <w:rPr>
            <w:noProof/>
            <w:webHidden/>
          </w:rPr>
        </w:r>
        <w:r w:rsidR="00590D6D">
          <w:rPr>
            <w:noProof/>
            <w:webHidden/>
          </w:rPr>
          <w:fldChar w:fldCharType="separate"/>
        </w:r>
        <w:r w:rsidR="00590D6D">
          <w:rPr>
            <w:noProof/>
            <w:webHidden/>
          </w:rPr>
          <w:t>34</w:t>
        </w:r>
        <w:r w:rsidR="00590D6D">
          <w:rPr>
            <w:noProof/>
            <w:webHidden/>
          </w:rPr>
          <w:fldChar w:fldCharType="end"/>
        </w:r>
      </w:hyperlink>
    </w:p>
    <w:p w14:paraId="0F8CCE81"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45" w:history="1">
        <w:r w:rsidR="00590D6D" w:rsidRPr="001147B1">
          <w:rPr>
            <w:rStyle w:val="Hyperlink"/>
            <w:noProof/>
          </w:rPr>
          <w:t>23.5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_Toc463011845 \h </w:instrText>
        </w:r>
        <w:r w:rsidR="00590D6D">
          <w:rPr>
            <w:noProof/>
            <w:webHidden/>
          </w:rPr>
        </w:r>
        <w:r w:rsidR="00590D6D">
          <w:rPr>
            <w:noProof/>
            <w:webHidden/>
          </w:rPr>
          <w:fldChar w:fldCharType="separate"/>
        </w:r>
        <w:r w:rsidR="00590D6D">
          <w:rPr>
            <w:noProof/>
            <w:webHidden/>
          </w:rPr>
          <w:t>34</w:t>
        </w:r>
        <w:r w:rsidR="00590D6D">
          <w:rPr>
            <w:noProof/>
            <w:webHidden/>
          </w:rPr>
          <w:fldChar w:fldCharType="end"/>
        </w:r>
      </w:hyperlink>
    </w:p>
    <w:p w14:paraId="27DADCB1"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46" w:history="1">
        <w:r w:rsidR="00590D6D" w:rsidRPr="001147B1">
          <w:rPr>
            <w:rStyle w:val="Hyperlink"/>
            <w:noProof/>
          </w:rPr>
          <w:t>23.6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_Toc463011846 \h </w:instrText>
        </w:r>
        <w:r w:rsidR="00590D6D">
          <w:rPr>
            <w:noProof/>
            <w:webHidden/>
          </w:rPr>
        </w:r>
        <w:r w:rsidR="00590D6D">
          <w:rPr>
            <w:noProof/>
            <w:webHidden/>
          </w:rPr>
          <w:fldChar w:fldCharType="separate"/>
        </w:r>
        <w:r w:rsidR="00590D6D">
          <w:rPr>
            <w:noProof/>
            <w:webHidden/>
          </w:rPr>
          <w:t>34</w:t>
        </w:r>
        <w:r w:rsidR="00590D6D">
          <w:rPr>
            <w:noProof/>
            <w:webHidden/>
          </w:rPr>
          <w:fldChar w:fldCharType="end"/>
        </w:r>
      </w:hyperlink>
    </w:p>
    <w:p w14:paraId="12514420"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847" w:history="1">
        <w:r w:rsidR="00590D6D" w:rsidRPr="001147B1">
          <w:rPr>
            <w:rStyle w:val="Hyperlink"/>
            <w:noProof/>
          </w:rPr>
          <w:t>24</w:t>
        </w:r>
        <w:r w:rsidR="00590D6D">
          <w:rPr>
            <w:rFonts w:asciiTheme="minorHAnsi" w:eastAsiaTheme="minorEastAsia" w:hAnsiTheme="minorHAnsi" w:cstheme="minorBidi"/>
            <w:b w:val="0"/>
            <w:noProof/>
            <w:lang w:eastAsia="sl-SI"/>
          </w:rPr>
          <w:tab/>
        </w:r>
        <w:r w:rsidR="00590D6D" w:rsidRPr="001147B1">
          <w:rPr>
            <w:rStyle w:val="Hyperlink"/>
            <w:noProof/>
          </w:rPr>
          <w:t>Sklepanje PoD nova pogodba o dostopu</w:t>
        </w:r>
        <w:r w:rsidR="00590D6D">
          <w:rPr>
            <w:noProof/>
            <w:webHidden/>
          </w:rPr>
          <w:tab/>
        </w:r>
        <w:r w:rsidR="00590D6D">
          <w:rPr>
            <w:noProof/>
            <w:webHidden/>
          </w:rPr>
          <w:fldChar w:fldCharType="begin"/>
        </w:r>
        <w:r w:rsidR="00590D6D">
          <w:rPr>
            <w:noProof/>
            <w:webHidden/>
          </w:rPr>
          <w:instrText xml:space="preserve"> PAGEREF _Toc463011847 \h </w:instrText>
        </w:r>
        <w:r w:rsidR="00590D6D">
          <w:rPr>
            <w:noProof/>
            <w:webHidden/>
          </w:rPr>
        </w:r>
        <w:r w:rsidR="00590D6D">
          <w:rPr>
            <w:noProof/>
            <w:webHidden/>
          </w:rPr>
          <w:fldChar w:fldCharType="separate"/>
        </w:r>
        <w:r w:rsidR="00590D6D">
          <w:rPr>
            <w:noProof/>
            <w:webHidden/>
          </w:rPr>
          <w:t>35</w:t>
        </w:r>
        <w:r w:rsidR="00590D6D">
          <w:rPr>
            <w:noProof/>
            <w:webHidden/>
          </w:rPr>
          <w:fldChar w:fldCharType="end"/>
        </w:r>
      </w:hyperlink>
    </w:p>
    <w:p w14:paraId="52AF4096"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48" w:history="1">
        <w:r w:rsidR="00590D6D" w:rsidRPr="001147B1">
          <w:rPr>
            <w:rStyle w:val="Hyperlink"/>
            <w:noProof/>
          </w:rPr>
          <w:t>24.1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_Toc463011848 \h </w:instrText>
        </w:r>
        <w:r w:rsidR="00590D6D">
          <w:rPr>
            <w:noProof/>
            <w:webHidden/>
          </w:rPr>
        </w:r>
        <w:r w:rsidR="00590D6D">
          <w:rPr>
            <w:noProof/>
            <w:webHidden/>
          </w:rPr>
          <w:fldChar w:fldCharType="separate"/>
        </w:r>
        <w:r w:rsidR="00590D6D">
          <w:rPr>
            <w:noProof/>
            <w:webHidden/>
          </w:rPr>
          <w:t>35</w:t>
        </w:r>
        <w:r w:rsidR="00590D6D">
          <w:rPr>
            <w:noProof/>
            <w:webHidden/>
          </w:rPr>
          <w:fldChar w:fldCharType="end"/>
        </w:r>
      </w:hyperlink>
    </w:p>
    <w:p w14:paraId="284DA6D7"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49" w:history="1">
        <w:r w:rsidR="00590D6D" w:rsidRPr="001147B1">
          <w:rPr>
            <w:rStyle w:val="Hyperlink"/>
            <w:noProof/>
          </w:rPr>
          <w:t>24.2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_Toc463011849 \h </w:instrText>
        </w:r>
        <w:r w:rsidR="00590D6D">
          <w:rPr>
            <w:noProof/>
            <w:webHidden/>
          </w:rPr>
        </w:r>
        <w:r w:rsidR="00590D6D">
          <w:rPr>
            <w:noProof/>
            <w:webHidden/>
          </w:rPr>
          <w:fldChar w:fldCharType="separate"/>
        </w:r>
        <w:r w:rsidR="00590D6D">
          <w:rPr>
            <w:noProof/>
            <w:webHidden/>
          </w:rPr>
          <w:t>35</w:t>
        </w:r>
        <w:r w:rsidR="00590D6D">
          <w:rPr>
            <w:noProof/>
            <w:webHidden/>
          </w:rPr>
          <w:fldChar w:fldCharType="end"/>
        </w:r>
      </w:hyperlink>
    </w:p>
    <w:p w14:paraId="4606529B"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50" w:history="1">
        <w:r w:rsidR="00590D6D" w:rsidRPr="001147B1">
          <w:rPr>
            <w:rStyle w:val="Hyperlink"/>
            <w:noProof/>
          </w:rPr>
          <w:t>24.3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_Toc463011850 \h </w:instrText>
        </w:r>
        <w:r w:rsidR="00590D6D">
          <w:rPr>
            <w:noProof/>
            <w:webHidden/>
          </w:rPr>
        </w:r>
        <w:r w:rsidR="00590D6D">
          <w:rPr>
            <w:noProof/>
            <w:webHidden/>
          </w:rPr>
          <w:fldChar w:fldCharType="separate"/>
        </w:r>
        <w:r w:rsidR="00590D6D">
          <w:rPr>
            <w:noProof/>
            <w:webHidden/>
          </w:rPr>
          <w:t>35</w:t>
        </w:r>
        <w:r w:rsidR="00590D6D">
          <w:rPr>
            <w:noProof/>
            <w:webHidden/>
          </w:rPr>
          <w:fldChar w:fldCharType="end"/>
        </w:r>
      </w:hyperlink>
    </w:p>
    <w:p w14:paraId="7B9BEF9A"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51" w:history="1">
        <w:r w:rsidR="00590D6D" w:rsidRPr="001147B1">
          <w:rPr>
            <w:rStyle w:val="Hyperlink"/>
            <w:noProof/>
          </w:rPr>
          <w:t>24.4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_Toc463011851 \h </w:instrText>
        </w:r>
        <w:r w:rsidR="00590D6D">
          <w:rPr>
            <w:noProof/>
            <w:webHidden/>
          </w:rPr>
        </w:r>
        <w:r w:rsidR="00590D6D">
          <w:rPr>
            <w:noProof/>
            <w:webHidden/>
          </w:rPr>
          <w:fldChar w:fldCharType="separate"/>
        </w:r>
        <w:r w:rsidR="00590D6D">
          <w:rPr>
            <w:noProof/>
            <w:webHidden/>
          </w:rPr>
          <w:t>35</w:t>
        </w:r>
        <w:r w:rsidR="00590D6D">
          <w:rPr>
            <w:noProof/>
            <w:webHidden/>
          </w:rPr>
          <w:fldChar w:fldCharType="end"/>
        </w:r>
      </w:hyperlink>
    </w:p>
    <w:p w14:paraId="2843EB58"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52" w:history="1">
        <w:r w:rsidR="00590D6D" w:rsidRPr="001147B1">
          <w:rPr>
            <w:rStyle w:val="Hyperlink"/>
            <w:noProof/>
          </w:rPr>
          <w:t>24.5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_Toc463011852 \h </w:instrText>
        </w:r>
        <w:r w:rsidR="00590D6D">
          <w:rPr>
            <w:noProof/>
            <w:webHidden/>
          </w:rPr>
        </w:r>
        <w:r w:rsidR="00590D6D">
          <w:rPr>
            <w:noProof/>
            <w:webHidden/>
          </w:rPr>
          <w:fldChar w:fldCharType="separate"/>
        </w:r>
        <w:r w:rsidR="00590D6D">
          <w:rPr>
            <w:noProof/>
            <w:webHidden/>
          </w:rPr>
          <w:t>35</w:t>
        </w:r>
        <w:r w:rsidR="00590D6D">
          <w:rPr>
            <w:noProof/>
            <w:webHidden/>
          </w:rPr>
          <w:fldChar w:fldCharType="end"/>
        </w:r>
      </w:hyperlink>
    </w:p>
    <w:p w14:paraId="50A8674F"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53" w:history="1">
        <w:r w:rsidR="00590D6D" w:rsidRPr="001147B1">
          <w:rPr>
            <w:rStyle w:val="Hyperlink"/>
            <w:noProof/>
          </w:rPr>
          <w:t>24.6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_Toc463011853 \h </w:instrText>
        </w:r>
        <w:r w:rsidR="00590D6D">
          <w:rPr>
            <w:noProof/>
            <w:webHidden/>
          </w:rPr>
        </w:r>
        <w:r w:rsidR="00590D6D">
          <w:rPr>
            <w:noProof/>
            <w:webHidden/>
          </w:rPr>
          <w:fldChar w:fldCharType="separate"/>
        </w:r>
        <w:r w:rsidR="00590D6D">
          <w:rPr>
            <w:noProof/>
            <w:webHidden/>
          </w:rPr>
          <w:t>35</w:t>
        </w:r>
        <w:r w:rsidR="00590D6D">
          <w:rPr>
            <w:noProof/>
            <w:webHidden/>
          </w:rPr>
          <w:fldChar w:fldCharType="end"/>
        </w:r>
      </w:hyperlink>
    </w:p>
    <w:p w14:paraId="67902175"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854" w:history="1">
        <w:r w:rsidR="00590D6D" w:rsidRPr="001147B1">
          <w:rPr>
            <w:rStyle w:val="Hyperlink"/>
            <w:noProof/>
          </w:rPr>
          <w:t>25</w:t>
        </w:r>
        <w:r w:rsidR="00590D6D">
          <w:rPr>
            <w:rFonts w:asciiTheme="minorHAnsi" w:eastAsiaTheme="minorEastAsia" w:hAnsiTheme="minorHAnsi" w:cstheme="minorBidi"/>
            <w:b w:val="0"/>
            <w:noProof/>
            <w:lang w:eastAsia="sl-SI"/>
          </w:rPr>
          <w:tab/>
        </w:r>
        <w:r w:rsidR="00590D6D" w:rsidRPr="001147B1">
          <w:rPr>
            <w:rStyle w:val="Hyperlink"/>
            <w:noProof/>
          </w:rPr>
          <w:t>Sklepanje PoD sprememba bremenitve</w:t>
        </w:r>
        <w:r w:rsidR="00590D6D">
          <w:rPr>
            <w:noProof/>
            <w:webHidden/>
          </w:rPr>
          <w:tab/>
        </w:r>
        <w:r w:rsidR="00590D6D">
          <w:rPr>
            <w:noProof/>
            <w:webHidden/>
          </w:rPr>
          <w:fldChar w:fldCharType="begin"/>
        </w:r>
        <w:r w:rsidR="00590D6D">
          <w:rPr>
            <w:noProof/>
            <w:webHidden/>
          </w:rPr>
          <w:instrText xml:space="preserve"> PAGEREF _Toc463011854 \h </w:instrText>
        </w:r>
        <w:r w:rsidR="00590D6D">
          <w:rPr>
            <w:noProof/>
            <w:webHidden/>
          </w:rPr>
        </w:r>
        <w:r w:rsidR="00590D6D">
          <w:rPr>
            <w:noProof/>
            <w:webHidden/>
          </w:rPr>
          <w:fldChar w:fldCharType="separate"/>
        </w:r>
        <w:r w:rsidR="00590D6D">
          <w:rPr>
            <w:noProof/>
            <w:webHidden/>
          </w:rPr>
          <w:t>36</w:t>
        </w:r>
        <w:r w:rsidR="00590D6D">
          <w:rPr>
            <w:noProof/>
            <w:webHidden/>
          </w:rPr>
          <w:fldChar w:fldCharType="end"/>
        </w:r>
      </w:hyperlink>
    </w:p>
    <w:p w14:paraId="1F606497"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55" w:history="1">
        <w:r w:rsidR="00590D6D" w:rsidRPr="001147B1">
          <w:rPr>
            <w:rStyle w:val="Hyperlink"/>
            <w:noProof/>
          </w:rPr>
          <w:t>25.1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_Toc463011855 \h </w:instrText>
        </w:r>
        <w:r w:rsidR="00590D6D">
          <w:rPr>
            <w:noProof/>
            <w:webHidden/>
          </w:rPr>
        </w:r>
        <w:r w:rsidR="00590D6D">
          <w:rPr>
            <w:noProof/>
            <w:webHidden/>
          </w:rPr>
          <w:fldChar w:fldCharType="separate"/>
        </w:r>
        <w:r w:rsidR="00590D6D">
          <w:rPr>
            <w:noProof/>
            <w:webHidden/>
          </w:rPr>
          <w:t>36</w:t>
        </w:r>
        <w:r w:rsidR="00590D6D">
          <w:rPr>
            <w:noProof/>
            <w:webHidden/>
          </w:rPr>
          <w:fldChar w:fldCharType="end"/>
        </w:r>
      </w:hyperlink>
    </w:p>
    <w:p w14:paraId="4FFFBB96"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56" w:history="1">
        <w:r w:rsidR="00590D6D" w:rsidRPr="001147B1">
          <w:rPr>
            <w:rStyle w:val="Hyperlink"/>
            <w:noProof/>
          </w:rPr>
          <w:t>25.2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_Toc463011856 \h </w:instrText>
        </w:r>
        <w:r w:rsidR="00590D6D">
          <w:rPr>
            <w:noProof/>
            <w:webHidden/>
          </w:rPr>
        </w:r>
        <w:r w:rsidR="00590D6D">
          <w:rPr>
            <w:noProof/>
            <w:webHidden/>
          </w:rPr>
          <w:fldChar w:fldCharType="separate"/>
        </w:r>
        <w:r w:rsidR="00590D6D">
          <w:rPr>
            <w:noProof/>
            <w:webHidden/>
          </w:rPr>
          <w:t>36</w:t>
        </w:r>
        <w:r w:rsidR="00590D6D">
          <w:rPr>
            <w:noProof/>
            <w:webHidden/>
          </w:rPr>
          <w:fldChar w:fldCharType="end"/>
        </w:r>
      </w:hyperlink>
    </w:p>
    <w:p w14:paraId="20CC5551"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57" w:history="1">
        <w:r w:rsidR="00590D6D" w:rsidRPr="001147B1">
          <w:rPr>
            <w:rStyle w:val="Hyperlink"/>
            <w:noProof/>
          </w:rPr>
          <w:t>25.3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_Toc463011857 \h </w:instrText>
        </w:r>
        <w:r w:rsidR="00590D6D">
          <w:rPr>
            <w:noProof/>
            <w:webHidden/>
          </w:rPr>
        </w:r>
        <w:r w:rsidR="00590D6D">
          <w:rPr>
            <w:noProof/>
            <w:webHidden/>
          </w:rPr>
          <w:fldChar w:fldCharType="separate"/>
        </w:r>
        <w:r w:rsidR="00590D6D">
          <w:rPr>
            <w:noProof/>
            <w:webHidden/>
          </w:rPr>
          <w:t>36</w:t>
        </w:r>
        <w:r w:rsidR="00590D6D">
          <w:rPr>
            <w:noProof/>
            <w:webHidden/>
          </w:rPr>
          <w:fldChar w:fldCharType="end"/>
        </w:r>
      </w:hyperlink>
    </w:p>
    <w:p w14:paraId="59F1C683"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58" w:history="1">
        <w:r w:rsidR="00590D6D" w:rsidRPr="001147B1">
          <w:rPr>
            <w:rStyle w:val="Hyperlink"/>
            <w:noProof/>
          </w:rPr>
          <w:t>25.4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_Toc463011858 \h </w:instrText>
        </w:r>
        <w:r w:rsidR="00590D6D">
          <w:rPr>
            <w:noProof/>
            <w:webHidden/>
          </w:rPr>
        </w:r>
        <w:r w:rsidR="00590D6D">
          <w:rPr>
            <w:noProof/>
            <w:webHidden/>
          </w:rPr>
          <w:fldChar w:fldCharType="separate"/>
        </w:r>
        <w:r w:rsidR="00590D6D">
          <w:rPr>
            <w:noProof/>
            <w:webHidden/>
          </w:rPr>
          <w:t>36</w:t>
        </w:r>
        <w:r w:rsidR="00590D6D">
          <w:rPr>
            <w:noProof/>
            <w:webHidden/>
          </w:rPr>
          <w:fldChar w:fldCharType="end"/>
        </w:r>
      </w:hyperlink>
    </w:p>
    <w:p w14:paraId="2B59715F"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59" w:history="1">
        <w:r w:rsidR="00590D6D" w:rsidRPr="001147B1">
          <w:rPr>
            <w:rStyle w:val="Hyperlink"/>
            <w:noProof/>
          </w:rPr>
          <w:t>25.5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_Toc463011859 \h </w:instrText>
        </w:r>
        <w:r w:rsidR="00590D6D">
          <w:rPr>
            <w:noProof/>
            <w:webHidden/>
          </w:rPr>
        </w:r>
        <w:r w:rsidR="00590D6D">
          <w:rPr>
            <w:noProof/>
            <w:webHidden/>
          </w:rPr>
          <w:fldChar w:fldCharType="separate"/>
        </w:r>
        <w:r w:rsidR="00590D6D">
          <w:rPr>
            <w:noProof/>
            <w:webHidden/>
          </w:rPr>
          <w:t>36</w:t>
        </w:r>
        <w:r w:rsidR="00590D6D">
          <w:rPr>
            <w:noProof/>
            <w:webHidden/>
          </w:rPr>
          <w:fldChar w:fldCharType="end"/>
        </w:r>
      </w:hyperlink>
    </w:p>
    <w:p w14:paraId="215F24ED"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60" w:history="1">
        <w:r w:rsidR="00590D6D" w:rsidRPr="001147B1">
          <w:rPr>
            <w:rStyle w:val="Hyperlink"/>
            <w:noProof/>
          </w:rPr>
          <w:t>25.6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_Toc463011860 \h </w:instrText>
        </w:r>
        <w:r w:rsidR="00590D6D">
          <w:rPr>
            <w:noProof/>
            <w:webHidden/>
          </w:rPr>
        </w:r>
        <w:r w:rsidR="00590D6D">
          <w:rPr>
            <w:noProof/>
            <w:webHidden/>
          </w:rPr>
          <w:fldChar w:fldCharType="separate"/>
        </w:r>
        <w:r w:rsidR="00590D6D">
          <w:rPr>
            <w:noProof/>
            <w:webHidden/>
          </w:rPr>
          <w:t>36</w:t>
        </w:r>
        <w:r w:rsidR="00590D6D">
          <w:rPr>
            <w:noProof/>
            <w:webHidden/>
          </w:rPr>
          <w:fldChar w:fldCharType="end"/>
        </w:r>
      </w:hyperlink>
    </w:p>
    <w:p w14:paraId="5A1862A6"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861" w:history="1">
        <w:r w:rsidR="00590D6D" w:rsidRPr="001147B1">
          <w:rPr>
            <w:rStyle w:val="Hyperlink"/>
            <w:noProof/>
          </w:rPr>
          <w:t>26</w:t>
        </w:r>
        <w:r w:rsidR="00590D6D">
          <w:rPr>
            <w:rFonts w:asciiTheme="minorHAnsi" w:eastAsiaTheme="minorEastAsia" w:hAnsiTheme="minorHAnsi" w:cstheme="minorBidi"/>
            <w:b w:val="0"/>
            <w:noProof/>
            <w:lang w:eastAsia="sl-SI"/>
          </w:rPr>
          <w:tab/>
        </w:r>
        <w:r w:rsidR="00590D6D" w:rsidRPr="001147B1">
          <w:rPr>
            <w:rStyle w:val="Hyperlink"/>
            <w:noProof/>
          </w:rPr>
          <w:t>Sklepanje PoD odjava plačnika (storitev je umaknjena iz uporabe)</w:t>
        </w:r>
        <w:r w:rsidR="00590D6D">
          <w:rPr>
            <w:noProof/>
            <w:webHidden/>
          </w:rPr>
          <w:tab/>
        </w:r>
        <w:r w:rsidR="00590D6D">
          <w:rPr>
            <w:noProof/>
            <w:webHidden/>
          </w:rPr>
          <w:fldChar w:fldCharType="begin"/>
        </w:r>
        <w:r w:rsidR="00590D6D">
          <w:rPr>
            <w:noProof/>
            <w:webHidden/>
          </w:rPr>
          <w:instrText xml:space="preserve"> PAGEREF _Toc463011861 \h </w:instrText>
        </w:r>
        <w:r w:rsidR="00590D6D">
          <w:rPr>
            <w:noProof/>
            <w:webHidden/>
          </w:rPr>
        </w:r>
        <w:r w:rsidR="00590D6D">
          <w:rPr>
            <w:noProof/>
            <w:webHidden/>
          </w:rPr>
          <w:fldChar w:fldCharType="separate"/>
        </w:r>
        <w:r w:rsidR="00590D6D">
          <w:rPr>
            <w:noProof/>
            <w:webHidden/>
          </w:rPr>
          <w:t>37</w:t>
        </w:r>
        <w:r w:rsidR="00590D6D">
          <w:rPr>
            <w:noProof/>
            <w:webHidden/>
          </w:rPr>
          <w:fldChar w:fldCharType="end"/>
        </w:r>
      </w:hyperlink>
    </w:p>
    <w:p w14:paraId="748D703D"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62" w:history="1">
        <w:r w:rsidR="00590D6D" w:rsidRPr="001147B1">
          <w:rPr>
            <w:rStyle w:val="Hyperlink"/>
            <w:noProof/>
          </w:rPr>
          <w:t>26.1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_Toc463011862 \h </w:instrText>
        </w:r>
        <w:r w:rsidR="00590D6D">
          <w:rPr>
            <w:noProof/>
            <w:webHidden/>
          </w:rPr>
        </w:r>
        <w:r w:rsidR="00590D6D">
          <w:rPr>
            <w:noProof/>
            <w:webHidden/>
          </w:rPr>
          <w:fldChar w:fldCharType="separate"/>
        </w:r>
        <w:r w:rsidR="00590D6D">
          <w:rPr>
            <w:noProof/>
            <w:webHidden/>
          </w:rPr>
          <w:t>37</w:t>
        </w:r>
        <w:r w:rsidR="00590D6D">
          <w:rPr>
            <w:noProof/>
            <w:webHidden/>
          </w:rPr>
          <w:fldChar w:fldCharType="end"/>
        </w:r>
      </w:hyperlink>
    </w:p>
    <w:p w14:paraId="7117D09D"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63" w:history="1">
        <w:r w:rsidR="00590D6D" w:rsidRPr="001147B1">
          <w:rPr>
            <w:rStyle w:val="Hyperlink"/>
            <w:noProof/>
          </w:rPr>
          <w:t>26.2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_Toc463011863 \h </w:instrText>
        </w:r>
        <w:r w:rsidR="00590D6D">
          <w:rPr>
            <w:noProof/>
            <w:webHidden/>
          </w:rPr>
        </w:r>
        <w:r w:rsidR="00590D6D">
          <w:rPr>
            <w:noProof/>
            <w:webHidden/>
          </w:rPr>
          <w:fldChar w:fldCharType="separate"/>
        </w:r>
        <w:r w:rsidR="00590D6D">
          <w:rPr>
            <w:noProof/>
            <w:webHidden/>
          </w:rPr>
          <w:t>37</w:t>
        </w:r>
        <w:r w:rsidR="00590D6D">
          <w:rPr>
            <w:noProof/>
            <w:webHidden/>
          </w:rPr>
          <w:fldChar w:fldCharType="end"/>
        </w:r>
      </w:hyperlink>
    </w:p>
    <w:p w14:paraId="39AB0C00"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64" w:history="1">
        <w:r w:rsidR="00590D6D" w:rsidRPr="001147B1">
          <w:rPr>
            <w:rStyle w:val="Hyperlink"/>
            <w:noProof/>
          </w:rPr>
          <w:t>26.3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_Toc463011864 \h </w:instrText>
        </w:r>
        <w:r w:rsidR="00590D6D">
          <w:rPr>
            <w:noProof/>
            <w:webHidden/>
          </w:rPr>
        </w:r>
        <w:r w:rsidR="00590D6D">
          <w:rPr>
            <w:noProof/>
            <w:webHidden/>
          </w:rPr>
          <w:fldChar w:fldCharType="separate"/>
        </w:r>
        <w:r w:rsidR="00590D6D">
          <w:rPr>
            <w:noProof/>
            <w:webHidden/>
          </w:rPr>
          <w:t>37</w:t>
        </w:r>
        <w:r w:rsidR="00590D6D">
          <w:rPr>
            <w:noProof/>
            <w:webHidden/>
          </w:rPr>
          <w:fldChar w:fldCharType="end"/>
        </w:r>
      </w:hyperlink>
    </w:p>
    <w:p w14:paraId="71F8244E"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65" w:history="1">
        <w:r w:rsidR="00590D6D" w:rsidRPr="001147B1">
          <w:rPr>
            <w:rStyle w:val="Hyperlink"/>
            <w:noProof/>
          </w:rPr>
          <w:t>26.4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_Toc463011865 \h </w:instrText>
        </w:r>
        <w:r w:rsidR="00590D6D">
          <w:rPr>
            <w:noProof/>
            <w:webHidden/>
          </w:rPr>
        </w:r>
        <w:r w:rsidR="00590D6D">
          <w:rPr>
            <w:noProof/>
            <w:webHidden/>
          </w:rPr>
          <w:fldChar w:fldCharType="separate"/>
        </w:r>
        <w:r w:rsidR="00590D6D">
          <w:rPr>
            <w:noProof/>
            <w:webHidden/>
          </w:rPr>
          <w:t>37</w:t>
        </w:r>
        <w:r w:rsidR="00590D6D">
          <w:rPr>
            <w:noProof/>
            <w:webHidden/>
          </w:rPr>
          <w:fldChar w:fldCharType="end"/>
        </w:r>
      </w:hyperlink>
    </w:p>
    <w:p w14:paraId="5795A90A"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66" w:history="1">
        <w:r w:rsidR="00590D6D" w:rsidRPr="001147B1">
          <w:rPr>
            <w:rStyle w:val="Hyperlink"/>
            <w:noProof/>
          </w:rPr>
          <w:t>26.5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_Toc463011866 \h </w:instrText>
        </w:r>
        <w:r w:rsidR="00590D6D">
          <w:rPr>
            <w:noProof/>
            <w:webHidden/>
          </w:rPr>
        </w:r>
        <w:r w:rsidR="00590D6D">
          <w:rPr>
            <w:noProof/>
            <w:webHidden/>
          </w:rPr>
          <w:fldChar w:fldCharType="separate"/>
        </w:r>
        <w:r w:rsidR="00590D6D">
          <w:rPr>
            <w:noProof/>
            <w:webHidden/>
          </w:rPr>
          <w:t>37</w:t>
        </w:r>
        <w:r w:rsidR="00590D6D">
          <w:rPr>
            <w:noProof/>
            <w:webHidden/>
          </w:rPr>
          <w:fldChar w:fldCharType="end"/>
        </w:r>
      </w:hyperlink>
    </w:p>
    <w:p w14:paraId="2382C345"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67" w:history="1">
        <w:r w:rsidR="00590D6D" w:rsidRPr="001147B1">
          <w:rPr>
            <w:rStyle w:val="Hyperlink"/>
            <w:noProof/>
          </w:rPr>
          <w:t>26.6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_Toc463011867 \h </w:instrText>
        </w:r>
        <w:r w:rsidR="00590D6D">
          <w:rPr>
            <w:noProof/>
            <w:webHidden/>
          </w:rPr>
        </w:r>
        <w:r w:rsidR="00590D6D">
          <w:rPr>
            <w:noProof/>
            <w:webHidden/>
          </w:rPr>
          <w:fldChar w:fldCharType="separate"/>
        </w:r>
        <w:r w:rsidR="00590D6D">
          <w:rPr>
            <w:noProof/>
            <w:webHidden/>
          </w:rPr>
          <w:t>37</w:t>
        </w:r>
        <w:r w:rsidR="00590D6D">
          <w:rPr>
            <w:noProof/>
            <w:webHidden/>
          </w:rPr>
          <w:fldChar w:fldCharType="end"/>
        </w:r>
      </w:hyperlink>
    </w:p>
    <w:p w14:paraId="6A89F15A"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868" w:history="1">
        <w:r w:rsidR="00590D6D" w:rsidRPr="001147B1">
          <w:rPr>
            <w:rStyle w:val="Hyperlink"/>
            <w:noProof/>
          </w:rPr>
          <w:t>27</w:t>
        </w:r>
        <w:r w:rsidR="00590D6D">
          <w:rPr>
            <w:rFonts w:asciiTheme="minorHAnsi" w:eastAsiaTheme="minorEastAsia" w:hAnsiTheme="minorHAnsi" w:cstheme="minorBidi"/>
            <w:b w:val="0"/>
            <w:noProof/>
            <w:lang w:eastAsia="sl-SI"/>
          </w:rPr>
          <w:tab/>
        </w:r>
        <w:r w:rsidR="00590D6D" w:rsidRPr="001147B1">
          <w:rPr>
            <w:rStyle w:val="Hyperlink"/>
            <w:noProof/>
          </w:rPr>
          <w:t>Evidenca sprememb vrni seznam sprememb MM</w:t>
        </w:r>
        <w:r w:rsidR="00590D6D">
          <w:rPr>
            <w:noProof/>
            <w:webHidden/>
          </w:rPr>
          <w:tab/>
        </w:r>
        <w:r w:rsidR="00590D6D">
          <w:rPr>
            <w:noProof/>
            <w:webHidden/>
          </w:rPr>
          <w:fldChar w:fldCharType="begin"/>
        </w:r>
        <w:r w:rsidR="00590D6D">
          <w:rPr>
            <w:noProof/>
            <w:webHidden/>
          </w:rPr>
          <w:instrText xml:space="preserve"> PAGEREF _Toc463011868 \h </w:instrText>
        </w:r>
        <w:r w:rsidR="00590D6D">
          <w:rPr>
            <w:noProof/>
            <w:webHidden/>
          </w:rPr>
        </w:r>
        <w:r w:rsidR="00590D6D">
          <w:rPr>
            <w:noProof/>
            <w:webHidden/>
          </w:rPr>
          <w:fldChar w:fldCharType="separate"/>
        </w:r>
        <w:r w:rsidR="00590D6D">
          <w:rPr>
            <w:noProof/>
            <w:webHidden/>
          </w:rPr>
          <w:t>38</w:t>
        </w:r>
        <w:r w:rsidR="00590D6D">
          <w:rPr>
            <w:noProof/>
            <w:webHidden/>
          </w:rPr>
          <w:fldChar w:fldCharType="end"/>
        </w:r>
      </w:hyperlink>
    </w:p>
    <w:p w14:paraId="48FCE7E1"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69" w:history="1">
        <w:r w:rsidR="00590D6D" w:rsidRPr="001147B1">
          <w:rPr>
            <w:rStyle w:val="Hyperlink"/>
            <w:noProof/>
          </w:rPr>
          <w:t>27.1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_Toc463011869 \h </w:instrText>
        </w:r>
        <w:r w:rsidR="00590D6D">
          <w:rPr>
            <w:noProof/>
            <w:webHidden/>
          </w:rPr>
        </w:r>
        <w:r w:rsidR="00590D6D">
          <w:rPr>
            <w:noProof/>
            <w:webHidden/>
          </w:rPr>
          <w:fldChar w:fldCharType="separate"/>
        </w:r>
        <w:r w:rsidR="00590D6D">
          <w:rPr>
            <w:noProof/>
            <w:webHidden/>
          </w:rPr>
          <w:t>38</w:t>
        </w:r>
        <w:r w:rsidR="00590D6D">
          <w:rPr>
            <w:noProof/>
            <w:webHidden/>
          </w:rPr>
          <w:fldChar w:fldCharType="end"/>
        </w:r>
      </w:hyperlink>
    </w:p>
    <w:p w14:paraId="295888F1"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70" w:history="1">
        <w:r w:rsidR="00590D6D" w:rsidRPr="001147B1">
          <w:rPr>
            <w:rStyle w:val="Hyperlink"/>
            <w:noProof/>
          </w:rPr>
          <w:t>27.2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_Toc463011870 \h </w:instrText>
        </w:r>
        <w:r w:rsidR="00590D6D">
          <w:rPr>
            <w:noProof/>
            <w:webHidden/>
          </w:rPr>
        </w:r>
        <w:r w:rsidR="00590D6D">
          <w:rPr>
            <w:noProof/>
            <w:webHidden/>
          </w:rPr>
          <w:fldChar w:fldCharType="separate"/>
        </w:r>
        <w:r w:rsidR="00590D6D">
          <w:rPr>
            <w:noProof/>
            <w:webHidden/>
          </w:rPr>
          <w:t>38</w:t>
        </w:r>
        <w:r w:rsidR="00590D6D">
          <w:rPr>
            <w:noProof/>
            <w:webHidden/>
          </w:rPr>
          <w:fldChar w:fldCharType="end"/>
        </w:r>
      </w:hyperlink>
    </w:p>
    <w:p w14:paraId="448A5619"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71" w:history="1">
        <w:r w:rsidR="00590D6D" w:rsidRPr="001147B1">
          <w:rPr>
            <w:rStyle w:val="Hyperlink"/>
            <w:noProof/>
          </w:rPr>
          <w:t>27.3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_Toc463011871 \h </w:instrText>
        </w:r>
        <w:r w:rsidR="00590D6D">
          <w:rPr>
            <w:noProof/>
            <w:webHidden/>
          </w:rPr>
        </w:r>
        <w:r w:rsidR="00590D6D">
          <w:rPr>
            <w:noProof/>
            <w:webHidden/>
          </w:rPr>
          <w:fldChar w:fldCharType="separate"/>
        </w:r>
        <w:r w:rsidR="00590D6D">
          <w:rPr>
            <w:noProof/>
            <w:webHidden/>
          </w:rPr>
          <w:t>38</w:t>
        </w:r>
        <w:r w:rsidR="00590D6D">
          <w:rPr>
            <w:noProof/>
            <w:webHidden/>
          </w:rPr>
          <w:fldChar w:fldCharType="end"/>
        </w:r>
      </w:hyperlink>
    </w:p>
    <w:p w14:paraId="0A15E10A"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72" w:history="1">
        <w:r w:rsidR="00590D6D" w:rsidRPr="001147B1">
          <w:rPr>
            <w:rStyle w:val="Hyperlink"/>
            <w:noProof/>
          </w:rPr>
          <w:t>27.4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_Toc463011872 \h </w:instrText>
        </w:r>
        <w:r w:rsidR="00590D6D">
          <w:rPr>
            <w:noProof/>
            <w:webHidden/>
          </w:rPr>
        </w:r>
        <w:r w:rsidR="00590D6D">
          <w:rPr>
            <w:noProof/>
            <w:webHidden/>
          </w:rPr>
          <w:fldChar w:fldCharType="separate"/>
        </w:r>
        <w:r w:rsidR="00590D6D">
          <w:rPr>
            <w:noProof/>
            <w:webHidden/>
          </w:rPr>
          <w:t>38</w:t>
        </w:r>
        <w:r w:rsidR="00590D6D">
          <w:rPr>
            <w:noProof/>
            <w:webHidden/>
          </w:rPr>
          <w:fldChar w:fldCharType="end"/>
        </w:r>
      </w:hyperlink>
    </w:p>
    <w:p w14:paraId="0466FBF4"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73" w:history="1">
        <w:r w:rsidR="00590D6D" w:rsidRPr="001147B1">
          <w:rPr>
            <w:rStyle w:val="Hyperlink"/>
            <w:noProof/>
          </w:rPr>
          <w:t>27.5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_Toc463011873 \h </w:instrText>
        </w:r>
        <w:r w:rsidR="00590D6D">
          <w:rPr>
            <w:noProof/>
            <w:webHidden/>
          </w:rPr>
        </w:r>
        <w:r w:rsidR="00590D6D">
          <w:rPr>
            <w:noProof/>
            <w:webHidden/>
          </w:rPr>
          <w:fldChar w:fldCharType="separate"/>
        </w:r>
        <w:r w:rsidR="00590D6D">
          <w:rPr>
            <w:noProof/>
            <w:webHidden/>
          </w:rPr>
          <w:t>38</w:t>
        </w:r>
        <w:r w:rsidR="00590D6D">
          <w:rPr>
            <w:noProof/>
            <w:webHidden/>
          </w:rPr>
          <w:fldChar w:fldCharType="end"/>
        </w:r>
      </w:hyperlink>
    </w:p>
    <w:p w14:paraId="7DDC5F68"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74" w:history="1">
        <w:r w:rsidR="00590D6D" w:rsidRPr="001147B1">
          <w:rPr>
            <w:rStyle w:val="Hyperlink"/>
            <w:noProof/>
          </w:rPr>
          <w:t>27.6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_Toc463011874 \h </w:instrText>
        </w:r>
        <w:r w:rsidR="00590D6D">
          <w:rPr>
            <w:noProof/>
            <w:webHidden/>
          </w:rPr>
        </w:r>
        <w:r w:rsidR="00590D6D">
          <w:rPr>
            <w:noProof/>
            <w:webHidden/>
          </w:rPr>
          <w:fldChar w:fldCharType="separate"/>
        </w:r>
        <w:r w:rsidR="00590D6D">
          <w:rPr>
            <w:noProof/>
            <w:webHidden/>
          </w:rPr>
          <w:t>38</w:t>
        </w:r>
        <w:r w:rsidR="00590D6D">
          <w:rPr>
            <w:noProof/>
            <w:webHidden/>
          </w:rPr>
          <w:fldChar w:fldCharType="end"/>
        </w:r>
      </w:hyperlink>
    </w:p>
    <w:p w14:paraId="0A451996"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875" w:history="1">
        <w:r w:rsidR="00590D6D" w:rsidRPr="001147B1">
          <w:rPr>
            <w:rStyle w:val="Hyperlink"/>
            <w:noProof/>
          </w:rPr>
          <w:t>28</w:t>
        </w:r>
        <w:r w:rsidR="00590D6D">
          <w:rPr>
            <w:rFonts w:asciiTheme="minorHAnsi" w:eastAsiaTheme="minorEastAsia" w:hAnsiTheme="minorHAnsi" w:cstheme="minorBidi"/>
            <w:b w:val="0"/>
            <w:noProof/>
            <w:lang w:eastAsia="sl-SI"/>
          </w:rPr>
          <w:tab/>
        </w:r>
        <w:r w:rsidR="00590D6D" w:rsidRPr="001147B1">
          <w:rPr>
            <w:rStyle w:val="Hyperlink"/>
            <w:noProof/>
          </w:rPr>
          <w:t>Evidenca sprememb vrni seznam sprememb MM podrobno</w:t>
        </w:r>
        <w:r w:rsidR="00590D6D">
          <w:rPr>
            <w:noProof/>
            <w:webHidden/>
          </w:rPr>
          <w:tab/>
        </w:r>
        <w:r w:rsidR="00590D6D">
          <w:rPr>
            <w:noProof/>
            <w:webHidden/>
          </w:rPr>
          <w:fldChar w:fldCharType="begin"/>
        </w:r>
        <w:r w:rsidR="00590D6D">
          <w:rPr>
            <w:noProof/>
            <w:webHidden/>
          </w:rPr>
          <w:instrText xml:space="preserve"> PAGEREF _Toc463011875 \h </w:instrText>
        </w:r>
        <w:r w:rsidR="00590D6D">
          <w:rPr>
            <w:noProof/>
            <w:webHidden/>
          </w:rPr>
        </w:r>
        <w:r w:rsidR="00590D6D">
          <w:rPr>
            <w:noProof/>
            <w:webHidden/>
          </w:rPr>
          <w:fldChar w:fldCharType="separate"/>
        </w:r>
        <w:r w:rsidR="00590D6D">
          <w:rPr>
            <w:noProof/>
            <w:webHidden/>
          </w:rPr>
          <w:t>39</w:t>
        </w:r>
        <w:r w:rsidR="00590D6D">
          <w:rPr>
            <w:noProof/>
            <w:webHidden/>
          </w:rPr>
          <w:fldChar w:fldCharType="end"/>
        </w:r>
      </w:hyperlink>
    </w:p>
    <w:p w14:paraId="17F34C43"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76" w:history="1">
        <w:r w:rsidR="00590D6D" w:rsidRPr="001147B1">
          <w:rPr>
            <w:rStyle w:val="Hyperlink"/>
            <w:noProof/>
          </w:rPr>
          <w:t>28.1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_Toc463011876 \h </w:instrText>
        </w:r>
        <w:r w:rsidR="00590D6D">
          <w:rPr>
            <w:noProof/>
            <w:webHidden/>
          </w:rPr>
        </w:r>
        <w:r w:rsidR="00590D6D">
          <w:rPr>
            <w:noProof/>
            <w:webHidden/>
          </w:rPr>
          <w:fldChar w:fldCharType="separate"/>
        </w:r>
        <w:r w:rsidR="00590D6D">
          <w:rPr>
            <w:noProof/>
            <w:webHidden/>
          </w:rPr>
          <w:t>39</w:t>
        </w:r>
        <w:r w:rsidR="00590D6D">
          <w:rPr>
            <w:noProof/>
            <w:webHidden/>
          </w:rPr>
          <w:fldChar w:fldCharType="end"/>
        </w:r>
      </w:hyperlink>
    </w:p>
    <w:p w14:paraId="6BC165BA"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77" w:history="1">
        <w:r w:rsidR="00590D6D" w:rsidRPr="001147B1">
          <w:rPr>
            <w:rStyle w:val="Hyperlink"/>
            <w:noProof/>
          </w:rPr>
          <w:t>28.2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_Toc463011877 \h </w:instrText>
        </w:r>
        <w:r w:rsidR="00590D6D">
          <w:rPr>
            <w:noProof/>
            <w:webHidden/>
          </w:rPr>
        </w:r>
        <w:r w:rsidR="00590D6D">
          <w:rPr>
            <w:noProof/>
            <w:webHidden/>
          </w:rPr>
          <w:fldChar w:fldCharType="separate"/>
        </w:r>
        <w:r w:rsidR="00590D6D">
          <w:rPr>
            <w:noProof/>
            <w:webHidden/>
          </w:rPr>
          <w:t>39</w:t>
        </w:r>
        <w:r w:rsidR="00590D6D">
          <w:rPr>
            <w:noProof/>
            <w:webHidden/>
          </w:rPr>
          <w:fldChar w:fldCharType="end"/>
        </w:r>
      </w:hyperlink>
    </w:p>
    <w:p w14:paraId="75688408"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78" w:history="1">
        <w:r w:rsidR="00590D6D" w:rsidRPr="001147B1">
          <w:rPr>
            <w:rStyle w:val="Hyperlink"/>
            <w:noProof/>
          </w:rPr>
          <w:t>28.3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_Toc463011878 \h </w:instrText>
        </w:r>
        <w:r w:rsidR="00590D6D">
          <w:rPr>
            <w:noProof/>
            <w:webHidden/>
          </w:rPr>
        </w:r>
        <w:r w:rsidR="00590D6D">
          <w:rPr>
            <w:noProof/>
            <w:webHidden/>
          </w:rPr>
          <w:fldChar w:fldCharType="separate"/>
        </w:r>
        <w:r w:rsidR="00590D6D">
          <w:rPr>
            <w:noProof/>
            <w:webHidden/>
          </w:rPr>
          <w:t>39</w:t>
        </w:r>
        <w:r w:rsidR="00590D6D">
          <w:rPr>
            <w:noProof/>
            <w:webHidden/>
          </w:rPr>
          <w:fldChar w:fldCharType="end"/>
        </w:r>
      </w:hyperlink>
    </w:p>
    <w:p w14:paraId="459E23A9"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79" w:history="1">
        <w:r w:rsidR="00590D6D" w:rsidRPr="001147B1">
          <w:rPr>
            <w:rStyle w:val="Hyperlink"/>
            <w:noProof/>
          </w:rPr>
          <w:t>28.4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_Toc463011879 \h </w:instrText>
        </w:r>
        <w:r w:rsidR="00590D6D">
          <w:rPr>
            <w:noProof/>
            <w:webHidden/>
          </w:rPr>
        </w:r>
        <w:r w:rsidR="00590D6D">
          <w:rPr>
            <w:noProof/>
            <w:webHidden/>
          </w:rPr>
          <w:fldChar w:fldCharType="separate"/>
        </w:r>
        <w:r w:rsidR="00590D6D">
          <w:rPr>
            <w:noProof/>
            <w:webHidden/>
          </w:rPr>
          <w:t>39</w:t>
        </w:r>
        <w:r w:rsidR="00590D6D">
          <w:rPr>
            <w:noProof/>
            <w:webHidden/>
          </w:rPr>
          <w:fldChar w:fldCharType="end"/>
        </w:r>
      </w:hyperlink>
    </w:p>
    <w:p w14:paraId="5ECAF4DE"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80" w:history="1">
        <w:r w:rsidR="00590D6D" w:rsidRPr="001147B1">
          <w:rPr>
            <w:rStyle w:val="Hyperlink"/>
            <w:noProof/>
          </w:rPr>
          <w:t>28.5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_Toc463011880 \h </w:instrText>
        </w:r>
        <w:r w:rsidR="00590D6D">
          <w:rPr>
            <w:noProof/>
            <w:webHidden/>
          </w:rPr>
        </w:r>
        <w:r w:rsidR="00590D6D">
          <w:rPr>
            <w:noProof/>
            <w:webHidden/>
          </w:rPr>
          <w:fldChar w:fldCharType="separate"/>
        </w:r>
        <w:r w:rsidR="00590D6D">
          <w:rPr>
            <w:noProof/>
            <w:webHidden/>
          </w:rPr>
          <w:t>39</w:t>
        </w:r>
        <w:r w:rsidR="00590D6D">
          <w:rPr>
            <w:noProof/>
            <w:webHidden/>
          </w:rPr>
          <w:fldChar w:fldCharType="end"/>
        </w:r>
      </w:hyperlink>
    </w:p>
    <w:p w14:paraId="2B20C6C3"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81" w:history="1">
        <w:r w:rsidR="00590D6D" w:rsidRPr="001147B1">
          <w:rPr>
            <w:rStyle w:val="Hyperlink"/>
            <w:noProof/>
          </w:rPr>
          <w:t>28.6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_Toc463011881 \h </w:instrText>
        </w:r>
        <w:r w:rsidR="00590D6D">
          <w:rPr>
            <w:noProof/>
            <w:webHidden/>
          </w:rPr>
        </w:r>
        <w:r w:rsidR="00590D6D">
          <w:rPr>
            <w:noProof/>
            <w:webHidden/>
          </w:rPr>
          <w:fldChar w:fldCharType="separate"/>
        </w:r>
        <w:r w:rsidR="00590D6D">
          <w:rPr>
            <w:noProof/>
            <w:webHidden/>
          </w:rPr>
          <w:t>39</w:t>
        </w:r>
        <w:r w:rsidR="00590D6D">
          <w:rPr>
            <w:noProof/>
            <w:webHidden/>
          </w:rPr>
          <w:fldChar w:fldCharType="end"/>
        </w:r>
      </w:hyperlink>
    </w:p>
    <w:p w14:paraId="2375DFB6"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882" w:history="1">
        <w:r w:rsidR="00590D6D" w:rsidRPr="001147B1">
          <w:rPr>
            <w:rStyle w:val="Hyperlink"/>
            <w:noProof/>
          </w:rPr>
          <w:t>29</w:t>
        </w:r>
        <w:r w:rsidR="00590D6D">
          <w:rPr>
            <w:rFonts w:asciiTheme="minorHAnsi" w:eastAsiaTheme="minorEastAsia" w:hAnsiTheme="minorHAnsi" w:cstheme="minorBidi"/>
            <w:b w:val="0"/>
            <w:noProof/>
            <w:lang w:eastAsia="sl-SI"/>
          </w:rPr>
          <w:tab/>
        </w:r>
        <w:r w:rsidR="00590D6D" w:rsidRPr="001147B1">
          <w:rPr>
            <w:rStyle w:val="Hyperlink"/>
            <w:noProof/>
          </w:rPr>
          <w:t>Evidenca sprememb vrni seznam sprememb MM glede na datum kreiranja</w:t>
        </w:r>
        <w:r w:rsidR="00590D6D">
          <w:rPr>
            <w:noProof/>
            <w:webHidden/>
          </w:rPr>
          <w:tab/>
        </w:r>
        <w:r w:rsidR="00590D6D">
          <w:rPr>
            <w:noProof/>
            <w:webHidden/>
          </w:rPr>
          <w:fldChar w:fldCharType="begin"/>
        </w:r>
        <w:r w:rsidR="00590D6D">
          <w:rPr>
            <w:noProof/>
            <w:webHidden/>
          </w:rPr>
          <w:instrText xml:space="preserve"> PAGEREF _Toc463011882 \h </w:instrText>
        </w:r>
        <w:r w:rsidR="00590D6D">
          <w:rPr>
            <w:noProof/>
            <w:webHidden/>
          </w:rPr>
        </w:r>
        <w:r w:rsidR="00590D6D">
          <w:rPr>
            <w:noProof/>
            <w:webHidden/>
          </w:rPr>
          <w:fldChar w:fldCharType="separate"/>
        </w:r>
        <w:r w:rsidR="00590D6D">
          <w:rPr>
            <w:noProof/>
            <w:webHidden/>
          </w:rPr>
          <w:t>40</w:t>
        </w:r>
        <w:r w:rsidR="00590D6D">
          <w:rPr>
            <w:noProof/>
            <w:webHidden/>
          </w:rPr>
          <w:fldChar w:fldCharType="end"/>
        </w:r>
      </w:hyperlink>
    </w:p>
    <w:p w14:paraId="7C141DC8"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83" w:history="1">
        <w:r w:rsidR="00590D6D" w:rsidRPr="001147B1">
          <w:rPr>
            <w:rStyle w:val="Hyperlink"/>
            <w:noProof/>
          </w:rPr>
          <w:t>29.1</w:t>
        </w:r>
        <w:r w:rsidR="00590D6D">
          <w:rPr>
            <w:rFonts w:asciiTheme="minorHAnsi" w:eastAsiaTheme="minorEastAsia" w:hAnsiTheme="minorHAnsi" w:cstheme="minorBidi"/>
            <w:noProof/>
            <w:lang w:eastAsia="sl-SI"/>
          </w:rPr>
          <w:tab/>
        </w:r>
        <w:r w:rsidR="00590D6D" w:rsidRPr="001147B1">
          <w:rPr>
            <w:rStyle w:val="Hyperlink"/>
            <w:noProof/>
          </w:rPr>
          <w:t>Kratek opis in namen WS</w:t>
        </w:r>
        <w:r w:rsidR="00590D6D">
          <w:rPr>
            <w:noProof/>
            <w:webHidden/>
          </w:rPr>
          <w:tab/>
        </w:r>
        <w:r w:rsidR="00590D6D">
          <w:rPr>
            <w:noProof/>
            <w:webHidden/>
          </w:rPr>
          <w:fldChar w:fldCharType="begin"/>
        </w:r>
        <w:r w:rsidR="00590D6D">
          <w:rPr>
            <w:noProof/>
            <w:webHidden/>
          </w:rPr>
          <w:instrText xml:space="preserve"> PAGEREF _Toc463011883 \h </w:instrText>
        </w:r>
        <w:r w:rsidR="00590D6D">
          <w:rPr>
            <w:noProof/>
            <w:webHidden/>
          </w:rPr>
        </w:r>
        <w:r w:rsidR="00590D6D">
          <w:rPr>
            <w:noProof/>
            <w:webHidden/>
          </w:rPr>
          <w:fldChar w:fldCharType="separate"/>
        </w:r>
        <w:r w:rsidR="00590D6D">
          <w:rPr>
            <w:noProof/>
            <w:webHidden/>
          </w:rPr>
          <w:t>40</w:t>
        </w:r>
        <w:r w:rsidR="00590D6D">
          <w:rPr>
            <w:noProof/>
            <w:webHidden/>
          </w:rPr>
          <w:fldChar w:fldCharType="end"/>
        </w:r>
      </w:hyperlink>
    </w:p>
    <w:p w14:paraId="2AC78B9A"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84" w:history="1">
        <w:r w:rsidR="00590D6D" w:rsidRPr="001147B1">
          <w:rPr>
            <w:rStyle w:val="Hyperlink"/>
            <w:noProof/>
          </w:rPr>
          <w:t>29.2</w:t>
        </w:r>
        <w:r w:rsidR="00590D6D">
          <w:rPr>
            <w:rFonts w:asciiTheme="minorHAnsi" w:eastAsiaTheme="minorEastAsia" w:hAnsiTheme="minorHAnsi" w:cstheme="minorBidi"/>
            <w:noProof/>
            <w:lang w:eastAsia="sl-SI"/>
          </w:rPr>
          <w:tab/>
        </w:r>
        <w:r w:rsidR="00590D6D" w:rsidRPr="001147B1">
          <w:rPr>
            <w:rStyle w:val="Hyperlink"/>
            <w:noProof/>
          </w:rPr>
          <w:t>Verzioniranje WS</w:t>
        </w:r>
        <w:r w:rsidR="00590D6D">
          <w:rPr>
            <w:noProof/>
            <w:webHidden/>
          </w:rPr>
          <w:tab/>
        </w:r>
        <w:r w:rsidR="00590D6D">
          <w:rPr>
            <w:noProof/>
            <w:webHidden/>
          </w:rPr>
          <w:fldChar w:fldCharType="begin"/>
        </w:r>
        <w:r w:rsidR="00590D6D">
          <w:rPr>
            <w:noProof/>
            <w:webHidden/>
          </w:rPr>
          <w:instrText xml:space="preserve"> PAGEREF _Toc463011884 \h </w:instrText>
        </w:r>
        <w:r w:rsidR="00590D6D">
          <w:rPr>
            <w:noProof/>
            <w:webHidden/>
          </w:rPr>
        </w:r>
        <w:r w:rsidR="00590D6D">
          <w:rPr>
            <w:noProof/>
            <w:webHidden/>
          </w:rPr>
          <w:fldChar w:fldCharType="separate"/>
        </w:r>
        <w:r w:rsidR="00590D6D">
          <w:rPr>
            <w:noProof/>
            <w:webHidden/>
          </w:rPr>
          <w:t>40</w:t>
        </w:r>
        <w:r w:rsidR="00590D6D">
          <w:rPr>
            <w:noProof/>
            <w:webHidden/>
          </w:rPr>
          <w:fldChar w:fldCharType="end"/>
        </w:r>
      </w:hyperlink>
    </w:p>
    <w:p w14:paraId="444355DB"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85" w:history="1">
        <w:r w:rsidR="00590D6D" w:rsidRPr="001147B1">
          <w:rPr>
            <w:rStyle w:val="Hyperlink"/>
            <w:noProof/>
          </w:rPr>
          <w:t>29.3</w:t>
        </w:r>
        <w:r w:rsidR="00590D6D">
          <w:rPr>
            <w:rFonts w:asciiTheme="minorHAnsi" w:eastAsiaTheme="minorEastAsia" w:hAnsiTheme="minorHAnsi" w:cstheme="minorBidi"/>
            <w:noProof/>
            <w:lang w:eastAsia="sl-SI"/>
          </w:rPr>
          <w:tab/>
        </w:r>
        <w:r w:rsidR="00590D6D" w:rsidRPr="001147B1">
          <w:rPr>
            <w:rStyle w:val="Hyperlink"/>
            <w:noProof/>
          </w:rPr>
          <w:t>Diagram poteka</w:t>
        </w:r>
        <w:r w:rsidR="00590D6D">
          <w:rPr>
            <w:noProof/>
            <w:webHidden/>
          </w:rPr>
          <w:tab/>
        </w:r>
        <w:r w:rsidR="00590D6D">
          <w:rPr>
            <w:noProof/>
            <w:webHidden/>
          </w:rPr>
          <w:fldChar w:fldCharType="begin"/>
        </w:r>
        <w:r w:rsidR="00590D6D">
          <w:rPr>
            <w:noProof/>
            <w:webHidden/>
          </w:rPr>
          <w:instrText xml:space="preserve"> PAGEREF _Toc463011885 \h </w:instrText>
        </w:r>
        <w:r w:rsidR="00590D6D">
          <w:rPr>
            <w:noProof/>
            <w:webHidden/>
          </w:rPr>
        </w:r>
        <w:r w:rsidR="00590D6D">
          <w:rPr>
            <w:noProof/>
            <w:webHidden/>
          </w:rPr>
          <w:fldChar w:fldCharType="separate"/>
        </w:r>
        <w:r w:rsidR="00590D6D">
          <w:rPr>
            <w:noProof/>
            <w:webHidden/>
          </w:rPr>
          <w:t>40</w:t>
        </w:r>
        <w:r w:rsidR="00590D6D">
          <w:rPr>
            <w:noProof/>
            <w:webHidden/>
          </w:rPr>
          <w:fldChar w:fldCharType="end"/>
        </w:r>
      </w:hyperlink>
    </w:p>
    <w:p w14:paraId="66419443"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86" w:history="1">
        <w:r w:rsidR="00590D6D" w:rsidRPr="001147B1">
          <w:rPr>
            <w:rStyle w:val="Hyperlink"/>
            <w:noProof/>
          </w:rPr>
          <w:t>29.4</w:t>
        </w:r>
        <w:r w:rsidR="00590D6D">
          <w:rPr>
            <w:rFonts w:asciiTheme="minorHAnsi" w:eastAsiaTheme="minorEastAsia" w:hAnsiTheme="minorHAnsi" w:cstheme="minorBidi"/>
            <w:noProof/>
            <w:lang w:eastAsia="sl-SI"/>
          </w:rPr>
          <w:tab/>
        </w:r>
        <w:r w:rsidR="00590D6D" w:rsidRPr="001147B1">
          <w:rPr>
            <w:rStyle w:val="Hyperlink"/>
            <w:noProof/>
          </w:rPr>
          <w:t>Način uporabe</w:t>
        </w:r>
        <w:r w:rsidR="00590D6D">
          <w:rPr>
            <w:noProof/>
            <w:webHidden/>
          </w:rPr>
          <w:tab/>
        </w:r>
        <w:r w:rsidR="00590D6D">
          <w:rPr>
            <w:noProof/>
            <w:webHidden/>
          </w:rPr>
          <w:fldChar w:fldCharType="begin"/>
        </w:r>
        <w:r w:rsidR="00590D6D">
          <w:rPr>
            <w:noProof/>
            <w:webHidden/>
          </w:rPr>
          <w:instrText xml:space="preserve"> PAGEREF _Toc463011886 \h </w:instrText>
        </w:r>
        <w:r w:rsidR="00590D6D">
          <w:rPr>
            <w:noProof/>
            <w:webHidden/>
          </w:rPr>
        </w:r>
        <w:r w:rsidR="00590D6D">
          <w:rPr>
            <w:noProof/>
            <w:webHidden/>
          </w:rPr>
          <w:fldChar w:fldCharType="separate"/>
        </w:r>
        <w:r w:rsidR="00590D6D">
          <w:rPr>
            <w:noProof/>
            <w:webHidden/>
          </w:rPr>
          <w:t>40</w:t>
        </w:r>
        <w:r w:rsidR="00590D6D">
          <w:rPr>
            <w:noProof/>
            <w:webHidden/>
          </w:rPr>
          <w:fldChar w:fldCharType="end"/>
        </w:r>
      </w:hyperlink>
    </w:p>
    <w:p w14:paraId="7CE1C925"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87" w:history="1">
        <w:r w:rsidR="00590D6D" w:rsidRPr="001147B1">
          <w:rPr>
            <w:rStyle w:val="Hyperlink"/>
            <w:noProof/>
          </w:rPr>
          <w:t>29.5</w:t>
        </w:r>
        <w:r w:rsidR="00590D6D">
          <w:rPr>
            <w:rFonts w:asciiTheme="minorHAnsi" w:eastAsiaTheme="minorEastAsia" w:hAnsiTheme="minorHAnsi" w:cstheme="minorBidi"/>
            <w:noProof/>
            <w:lang w:eastAsia="sl-SI"/>
          </w:rPr>
          <w:tab/>
        </w:r>
        <w:r w:rsidR="00590D6D" w:rsidRPr="001147B1">
          <w:rPr>
            <w:rStyle w:val="Hyperlink"/>
            <w:noProof/>
          </w:rPr>
          <w:t>Posebnosti</w:t>
        </w:r>
        <w:r w:rsidR="00590D6D">
          <w:rPr>
            <w:noProof/>
            <w:webHidden/>
          </w:rPr>
          <w:tab/>
        </w:r>
        <w:r w:rsidR="00590D6D">
          <w:rPr>
            <w:noProof/>
            <w:webHidden/>
          </w:rPr>
          <w:fldChar w:fldCharType="begin"/>
        </w:r>
        <w:r w:rsidR="00590D6D">
          <w:rPr>
            <w:noProof/>
            <w:webHidden/>
          </w:rPr>
          <w:instrText xml:space="preserve"> PAGEREF _Toc463011887 \h </w:instrText>
        </w:r>
        <w:r w:rsidR="00590D6D">
          <w:rPr>
            <w:noProof/>
            <w:webHidden/>
          </w:rPr>
        </w:r>
        <w:r w:rsidR="00590D6D">
          <w:rPr>
            <w:noProof/>
            <w:webHidden/>
          </w:rPr>
          <w:fldChar w:fldCharType="separate"/>
        </w:r>
        <w:r w:rsidR="00590D6D">
          <w:rPr>
            <w:noProof/>
            <w:webHidden/>
          </w:rPr>
          <w:t>40</w:t>
        </w:r>
        <w:r w:rsidR="00590D6D">
          <w:rPr>
            <w:noProof/>
            <w:webHidden/>
          </w:rPr>
          <w:fldChar w:fldCharType="end"/>
        </w:r>
      </w:hyperlink>
    </w:p>
    <w:p w14:paraId="7CEE857A" w14:textId="77777777" w:rsidR="00590D6D" w:rsidRDefault="00A25B3C">
      <w:pPr>
        <w:pStyle w:val="TOC2"/>
        <w:tabs>
          <w:tab w:val="left" w:pos="880"/>
          <w:tab w:val="right" w:leader="dot" w:pos="9060"/>
        </w:tabs>
        <w:rPr>
          <w:rFonts w:asciiTheme="minorHAnsi" w:eastAsiaTheme="minorEastAsia" w:hAnsiTheme="minorHAnsi" w:cstheme="minorBidi"/>
          <w:noProof/>
          <w:lang w:eastAsia="sl-SI"/>
        </w:rPr>
      </w:pPr>
      <w:hyperlink w:anchor="_Toc463011888" w:history="1">
        <w:r w:rsidR="00590D6D" w:rsidRPr="001147B1">
          <w:rPr>
            <w:rStyle w:val="Hyperlink"/>
            <w:noProof/>
          </w:rPr>
          <w:t>29.6</w:t>
        </w:r>
        <w:r w:rsidR="00590D6D">
          <w:rPr>
            <w:rFonts w:asciiTheme="minorHAnsi" w:eastAsiaTheme="minorEastAsia" w:hAnsiTheme="minorHAnsi" w:cstheme="minorBidi"/>
            <w:noProof/>
            <w:lang w:eastAsia="sl-SI"/>
          </w:rPr>
          <w:tab/>
        </w:r>
        <w:r w:rsidR="00590D6D" w:rsidRPr="001147B1">
          <w:rPr>
            <w:rStyle w:val="Hyperlink"/>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_Toc463011888 \h </w:instrText>
        </w:r>
        <w:r w:rsidR="00590D6D">
          <w:rPr>
            <w:noProof/>
            <w:webHidden/>
          </w:rPr>
        </w:r>
        <w:r w:rsidR="00590D6D">
          <w:rPr>
            <w:noProof/>
            <w:webHidden/>
          </w:rPr>
          <w:fldChar w:fldCharType="separate"/>
        </w:r>
        <w:r w:rsidR="00590D6D">
          <w:rPr>
            <w:noProof/>
            <w:webHidden/>
          </w:rPr>
          <w:t>40</w:t>
        </w:r>
        <w:r w:rsidR="00590D6D">
          <w:rPr>
            <w:noProof/>
            <w:webHidden/>
          </w:rPr>
          <w:fldChar w:fldCharType="end"/>
        </w:r>
      </w:hyperlink>
    </w:p>
    <w:p w14:paraId="65838F08"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889" w:history="1">
        <w:r w:rsidR="00590D6D" w:rsidRPr="001147B1">
          <w:rPr>
            <w:rStyle w:val="Hyperlink"/>
            <w:rFonts w:ascii="Cambria" w:eastAsia="Times New Roman" w:hAnsi="Cambria"/>
            <w:bCs/>
            <w:noProof/>
          </w:rPr>
          <w:t>30</w:t>
        </w:r>
        <w:r w:rsidR="00590D6D">
          <w:rPr>
            <w:rFonts w:asciiTheme="minorHAnsi" w:eastAsiaTheme="minorEastAsia" w:hAnsiTheme="minorHAnsi" w:cstheme="minorBidi"/>
            <w:b w:val="0"/>
            <w:noProof/>
            <w:lang w:eastAsia="sl-SI"/>
          </w:rPr>
          <w:tab/>
        </w:r>
        <w:r w:rsidR="00590D6D" w:rsidRPr="001147B1">
          <w:rPr>
            <w:rStyle w:val="Hyperlink"/>
            <w:rFonts w:ascii="Cambria" w:eastAsia="Times New Roman" w:hAnsi="Cambria"/>
            <w:bCs/>
            <w:noProof/>
          </w:rPr>
          <w:t>Informativni obračun z odbirkom</w:t>
        </w:r>
        <w:r w:rsidR="00590D6D">
          <w:rPr>
            <w:noProof/>
            <w:webHidden/>
          </w:rPr>
          <w:tab/>
        </w:r>
        <w:r w:rsidR="00590D6D">
          <w:rPr>
            <w:noProof/>
            <w:webHidden/>
          </w:rPr>
          <w:fldChar w:fldCharType="begin"/>
        </w:r>
        <w:r w:rsidR="00590D6D">
          <w:rPr>
            <w:noProof/>
            <w:webHidden/>
          </w:rPr>
          <w:instrText xml:space="preserve"> PAGEREF _Toc463011889 \h </w:instrText>
        </w:r>
        <w:r w:rsidR="00590D6D">
          <w:rPr>
            <w:noProof/>
            <w:webHidden/>
          </w:rPr>
        </w:r>
        <w:r w:rsidR="00590D6D">
          <w:rPr>
            <w:noProof/>
            <w:webHidden/>
          </w:rPr>
          <w:fldChar w:fldCharType="separate"/>
        </w:r>
        <w:r w:rsidR="00590D6D">
          <w:rPr>
            <w:noProof/>
            <w:webHidden/>
          </w:rPr>
          <w:t>41</w:t>
        </w:r>
        <w:r w:rsidR="00590D6D">
          <w:rPr>
            <w:noProof/>
            <w:webHidden/>
          </w:rPr>
          <w:fldChar w:fldCharType="end"/>
        </w:r>
      </w:hyperlink>
    </w:p>
    <w:p w14:paraId="03130D89"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890" w:history="1">
        <w:r w:rsidR="00590D6D" w:rsidRPr="001147B1">
          <w:rPr>
            <w:rStyle w:val="Hyperlink"/>
            <w:rFonts w:ascii="Cambria" w:eastAsia="Times New Roman" w:hAnsi="Cambria"/>
            <w:b/>
            <w:bCs/>
            <w:noProof/>
          </w:rPr>
          <w:t>30.1</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Kratek opis in namen WS</w:t>
        </w:r>
        <w:r w:rsidR="00590D6D">
          <w:rPr>
            <w:noProof/>
            <w:webHidden/>
          </w:rPr>
          <w:tab/>
        </w:r>
        <w:r w:rsidR="00590D6D">
          <w:rPr>
            <w:noProof/>
            <w:webHidden/>
          </w:rPr>
          <w:fldChar w:fldCharType="begin"/>
        </w:r>
        <w:r w:rsidR="00590D6D">
          <w:rPr>
            <w:noProof/>
            <w:webHidden/>
          </w:rPr>
          <w:instrText xml:space="preserve"> PAGEREF _Toc463011890 \h </w:instrText>
        </w:r>
        <w:r w:rsidR="00590D6D">
          <w:rPr>
            <w:noProof/>
            <w:webHidden/>
          </w:rPr>
        </w:r>
        <w:r w:rsidR="00590D6D">
          <w:rPr>
            <w:noProof/>
            <w:webHidden/>
          </w:rPr>
          <w:fldChar w:fldCharType="separate"/>
        </w:r>
        <w:r w:rsidR="00590D6D">
          <w:rPr>
            <w:noProof/>
            <w:webHidden/>
          </w:rPr>
          <w:t>41</w:t>
        </w:r>
        <w:r w:rsidR="00590D6D">
          <w:rPr>
            <w:noProof/>
            <w:webHidden/>
          </w:rPr>
          <w:fldChar w:fldCharType="end"/>
        </w:r>
      </w:hyperlink>
    </w:p>
    <w:p w14:paraId="0CFAFC44"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891" w:history="1">
        <w:r w:rsidR="00590D6D" w:rsidRPr="001147B1">
          <w:rPr>
            <w:rStyle w:val="Hyperlink"/>
            <w:rFonts w:ascii="Cambria" w:eastAsia="Times New Roman" w:hAnsi="Cambria"/>
            <w:b/>
            <w:bCs/>
            <w:noProof/>
          </w:rPr>
          <w:t>30.2</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Verzioniranje WS</w:t>
        </w:r>
        <w:r w:rsidR="00590D6D">
          <w:rPr>
            <w:noProof/>
            <w:webHidden/>
          </w:rPr>
          <w:tab/>
        </w:r>
        <w:r w:rsidR="00590D6D">
          <w:rPr>
            <w:noProof/>
            <w:webHidden/>
          </w:rPr>
          <w:fldChar w:fldCharType="begin"/>
        </w:r>
        <w:r w:rsidR="00590D6D">
          <w:rPr>
            <w:noProof/>
            <w:webHidden/>
          </w:rPr>
          <w:instrText xml:space="preserve"> PAGEREF _Toc463011891 \h </w:instrText>
        </w:r>
        <w:r w:rsidR="00590D6D">
          <w:rPr>
            <w:noProof/>
            <w:webHidden/>
          </w:rPr>
        </w:r>
        <w:r w:rsidR="00590D6D">
          <w:rPr>
            <w:noProof/>
            <w:webHidden/>
          </w:rPr>
          <w:fldChar w:fldCharType="separate"/>
        </w:r>
        <w:r w:rsidR="00590D6D">
          <w:rPr>
            <w:noProof/>
            <w:webHidden/>
          </w:rPr>
          <w:t>41</w:t>
        </w:r>
        <w:r w:rsidR="00590D6D">
          <w:rPr>
            <w:noProof/>
            <w:webHidden/>
          </w:rPr>
          <w:fldChar w:fldCharType="end"/>
        </w:r>
      </w:hyperlink>
    </w:p>
    <w:p w14:paraId="13AC78BA"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892" w:history="1">
        <w:r w:rsidR="00590D6D" w:rsidRPr="001147B1">
          <w:rPr>
            <w:rStyle w:val="Hyperlink"/>
            <w:rFonts w:ascii="Cambria" w:eastAsia="Times New Roman" w:hAnsi="Cambria"/>
            <w:b/>
            <w:bCs/>
            <w:noProof/>
          </w:rPr>
          <w:t>30.3</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Diagram poteka</w:t>
        </w:r>
        <w:r w:rsidR="00590D6D">
          <w:rPr>
            <w:noProof/>
            <w:webHidden/>
          </w:rPr>
          <w:tab/>
        </w:r>
        <w:r w:rsidR="00590D6D">
          <w:rPr>
            <w:noProof/>
            <w:webHidden/>
          </w:rPr>
          <w:fldChar w:fldCharType="begin"/>
        </w:r>
        <w:r w:rsidR="00590D6D">
          <w:rPr>
            <w:noProof/>
            <w:webHidden/>
          </w:rPr>
          <w:instrText xml:space="preserve"> PAGEREF _Toc463011892 \h </w:instrText>
        </w:r>
        <w:r w:rsidR="00590D6D">
          <w:rPr>
            <w:noProof/>
            <w:webHidden/>
          </w:rPr>
        </w:r>
        <w:r w:rsidR="00590D6D">
          <w:rPr>
            <w:noProof/>
            <w:webHidden/>
          </w:rPr>
          <w:fldChar w:fldCharType="separate"/>
        </w:r>
        <w:r w:rsidR="00590D6D">
          <w:rPr>
            <w:noProof/>
            <w:webHidden/>
          </w:rPr>
          <w:t>41</w:t>
        </w:r>
        <w:r w:rsidR="00590D6D">
          <w:rPr>
            <w:noProof/>
            <w:webHidden/>
          </w:rPr>
          <w:fldChar w:fldCharType="end"/>
        </w:r>
      </w:hyperlink>
    </w:p>
    <w:p w14:paraId="5AA02EA2"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893" w:history="1">
        <w:r w:rsidR="00590D6D" w:rsidRPr="001147B1">
          <w:rPr>
            <w:rStyle w:val="Hyperlink"/>
            <w:rFonts w:ascii="Cambria" w:eastAsia="Times New Roman" w:hAnsi="Cambria"/>
            <w:b/>
            <w:bCs/>
            <w:noProof/>
          </w:rPr>
          <w:t>30.4</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Način uporabe</w:t>
        </w:r>
        <w:r w:rsidR="00590D6D">
          <w:rPr>
            <w:noProof/>
            <w:webHidden/>
          </w:rPr>
          <w:tab/>
        </w:r>
        <w:r w:rsidR="00590D6D">
          <w:rPr>
            <w:noProof/>
            <w:webHidden/>
          </w:rPr>
          <w:fldChar w:fldCharType="begin"/>
        </w:r>
        <w:r w:rsidR="00590D6D">
          <w:rPr>
            <w:noProof/>
            <w:webHidden/>
          </w:rPr>
          <w:instrText xml:space="preserve"> PAGEREF _Toc463011893 \h </w:instrText>
        </w:r>
        <w:r w:rsidR="00590D6D">
          <w:rPr>
            <w:noProof/>
            <w:webHidden/>
          </w:rPr>
        </w:r>
        <w:r w:rsidR="00590D6D">
          <w:rPr>
            <w:noProof/>
            <w:webHidden/>
          </w:rPr>
          <w:fldChar w:fldCharType="separate"/>
        </w:r>
        <w:r w:rsidR="00590D6D">
          <w:rPr>
            <w:noProof/>
            <w:webHidden/>
          </w:rPr>
          <w:t>41</w:t>
        </w:r>
        <w:r w:rsidR="00590D6D">
          <w:rPr>
            <w:noProof/>
            <w:webHidden/>
          </w:rPr>
          <w:fldChar w:fldCharType="end"/>
        </w:r>
      </w:hyperlink>
    </w:p>
    <w:p w14:paraId="4E29DAD9"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894" w:history="1">
        <w:r w:rsidR="00590D6D" w:rsidRPr="001147B1">
          <w:rPr>
            <w:rStyle w:val="Hyperlink"/>
            <w:rFonts w:ascii="Cambria" w:eastAsia="Times New Roman" w:hAnsi="Cambria"/>
            <w:b/>
            <w:bCs/>
            <w:noProof/>
          </w:rPr>
          <w:t>30.5</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Posebnosti</w:t>
        </w:r>
        <w:r w:rsidR="00590D6D">
          <w:rPr>
            <w:noProof/>
            <w:webHidden/>
          </w:rPr>
          <w:tab/>
        </w:r>
        <w:r w:rsidR="00590D6D">
          <w:rPr>
            <w:noProof/>
            <w:webHidden/>
          </w:rPr>
          <w:fldChar w:fldCharType="begin"/>
        </w:r>
        <w:r w:rsidR="00590D6D">
          <w:rPr>
            <w:noProof/>
            <w:webHidden/>
          </w:rPr>
          <w:instrText xml:space="preserve"> PAGEREF _Toc463011894 \h </w:instrText>
        </w:r>
        <w:r w:rsidR="00590D6D">
          <w:rPr>
            <w:noProof/>
            <w:webHidden/>
          </w:rPr>
        </w:r>
        <w:r w:rsidR="00590D6D">
          <w:rPr>
            <w:noProof/>
            <w:webHidden/>
          </w:rPr>
          <w:fldChar w:fldCharType="separate"/>
        </w:r>
        <w:r w:rsidR="00590D6D">
          <w:rPr>
            <w:noProof/>
            <w:webHidden/>
          </w:rPr>
          <w:t>41</w:t>
        </w:r>
        <w:r w:rsidR="00590D6D">
          <w:rPr>
            <w:noProof/>
            <w:webHidden/>
          </w:rPr>
          <w:fldChar w:fldCharType="end"/>
        </w:r>
      </w:hyperlink>
    </w:p>
    <w:p w14:paraId="36BD9ED5"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895" w:history="1">
        <w:r w:rsidR="00590D6D" w:rsidRPr="001147B1">
          <w:rPr>
            <w:rStyle w:val="Hyperlink"/>
            <w:rFonts w:ascii="Cambria" w:eastAsia="Times New Roman" w:hAnsi="Cambria"/>
            <w:b/>
            <w:bCs/>
            <w:noProof/>
          </w:rPr>
          <w:t>30.6</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_Toc463011895 \h </w:instrText>
        </w:r>
        <w:r w:rsidR="00590D6D">
          <w:rPr>
            <w:noProof/>
            <w:webHidden/>
          </w:rPr>
        </w:r>
        <w:r w:rsidR="00590D6D">
          <w:rPr>
            <w:noProof/>
            <w:webHidden/>
          </w:rPr>
          <w:fldChar w:fldCharType="separate"/>
        </w:r>
        <w:r w:rsidR="00590D6D">
          <w:rPr>
            <w:noProof/>
            <w:webHidden/>
          </w:rPr>
          <w:t>41</w:t>
        </w:r>
        <w:r w:rsidR="00590D6D">
          <w:rPr>
            <w:noProof/>
            <w:webHidden/>
          </w:rPr>
          <w:fldChar w:fldCharType="end"/>
        </w:r>
      </w:hyperlink>
    </w:p>
    <w:p w14:paraId="23832FB7"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896" w:history="1">
        <w:r w:rsidR="00590D6D" w:rsidRPr="001147B1">
          <w:rPr>
            <w:rStyle w:val="Hyperlink"/>
            <w:rFonts w:ascii="Cambria" w:eastAsia="Times New Roman" w:hAnsi="Cambria"/>
            <w:bCs/>
            <w:noProof/>
          </w:rPr>
          <w:t>31</w:t>
        </w:r>
        <w:r w:rsidR="00590D6D">
          <w:rPr>
            <w:rFonts w:asciiTheme="minorHAnsi" w:eastAsiaTheme="minorEastAsia" w:hAnsiTheme="minorHAnsi" w:cstheme="minorBidi"/>
            <w:b w:val="0"/>
            <w:noProof/>
            <w:lang w:eastAsia="sl-SI"/>
          </w:rPr>
          <w:tab/>
        </w:r>
        <w:r w:rsidR="00590D6D" w:rsidRPr="001147B1">
          <w:rPr>
            <w:rStyle w:val="Hyperlink"/>
            <w:rFonts w:ascii="Cambria" w:eastAsia="Times New Roman" w:hAnsi="Cambria"/>
            <w:bCs/>
            <w:noProof/>
          </w:rPr>
          <w:t>Informativni obračun z odbirkom 2</w:t>
        </w:r>
        <w:r w:rsidR="00590D6D">
          <w:rPr>
            <w:noProof/>
            <w:webHidden/>
          </w:rPr>
          <w:tab/>
        </w:r>
        <w:r w:rsidR="00590D6D">
          <w:rPr>
            <w:noProof/>
            <w:webHidden/>
          </w:rPr>
          <w:fldChar w:fldCharType="begin"/>
        </w:r>
        <w:r w:rsidR="00590D6D">
          <w:rPr>
            <w:noProof/>
            <w:webHidden/>
          </w:rPr>
          <w:instrText xml:space="preserve"> PAGEREF _Toc463011896 \h </w:instrText>
        </w:r>
        <w:r w:rsidR="00590D6D">
          <w:rPr>
            <w:noProof/>
            <w:webHidden/>
          </w:rPr>
        </w:r>
        <w:r w:rsidR="00590D6D">
          <w:rPr>
            <w:noProof/>
            <w:webHidden/>
          </w:rPr>
          <w:fldChar w:fldCharType="separate"/>
        </w:r>
        <w:r w:rsidR="00590D6D">
          <w:rPr>
            <w:noProof/>
            <w:webHidden/>
          </w:rPr>
          <w:t>42</w:t>
        </w:r>
        <w:r w:rsidR="00590D6D">
          <w:rPr>
            <w:noProof/>
            <w:webHidden/>
          </w:rPr>
          <w:fldChar w:fldCharType="end"/>
        </w:r>
      </w:hyperlink>
    </w:p>
    <w:p w14:paraId="7ACA4D41"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897" w:history="1">
        <w:r w:rsidR="00590D6D" w:rsidRPr="001147B1">
          <w:rPr>
            <w:rStyle w:val="Hyperlink"/>
            <w:rFonts w:ascii="Cambria" w:eastAsia="Times New Roman" w:hAnsi="Cambria"/>
            <w:b/>
            <w:bCs/>
            <w:noProof/>
          </w:rPr>
          <w:t>31.1</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Kratek opis in namen WS</w:t>
        </w:r>
        <w:r w:rsidR="00590D6D">
          <w:rPr>
            <w:noProof/>
            <w:webHidden/>
          </w:rPr>
          <w:tab/>
        </w:r>
        <w:r w:rsidR="00590D6D">
          <w:rPr>
            <w:noProof/>
            <w:webHidden/>
          </w:rPr>
          <w:fldChar w:fldCharType="begin"/>
        </w:r>
        <w:r w:rsidR="00590D6D">
          <w:rPr>
            <w:noProof/>
            <w:webHidden/>
          </w:rPr>
          <w:instrText xml:space="preserve"> PAGEREF _Toc463011897 \h </w:instrText>
        </w:r>
        <w:r w:rsidR="00590D6D">
          <w:rPr>
            <w:noProof/>
            <w:webHidden/>
          </w:rPr>
        </w:r>
        <w:r w:rsidR="00590D6D">
          <w:rPr>
            <w:noProof/>
            <w:webHidden/>
          </w:rPr>
          <w:fldChar w:fldCharType="separate"/>
        </w:r>
        <w:r w:rsidR="00590D6D">
          <w:rPr>
            <w:noProof/>
            <w:webHidden/>
          </w:rPr>
          <w:t>42</w:t>
        </w:r>
        <w:r w:rsidR="00590D6D">
          <w:rPr>
            <w:noProof/>
            <w:webHidden/>
          </w:rPr>
          <w:fldChar w:fldCharType="end"/>
        </w:r>
      </w:hyperlink>
    </w:p>
    <w:p w14:paraId="3E02A548"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898" w:history="1">
        <w:r w:rsidR="00590D6D" w:rsidRPr="001147B1">
          <w:rPr>
            <w:rStyle w:val="Hyperlink"/>
            <w:rFonts w:ascii="Cambria" w:eastAsia="Times New Roman" w:hAnsi="Cambria"/>
            <w:b/>
            <w:bCs/>
            <w:noProof/>
          </w:rPr>
          <w:t>31.2</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Verzioniranje WS</w:t>
        </w:r>
        <w:r w:rsidR="00590D6D">
          <w:rPr>
            <w:noProof/>
            <w:webHidden/>
          </w:rPr>
          <w:tab/>
        </w:r>
        <w:r w:rsidR="00590D6D">
          <w:rPr>
            <w:noProof/>
            <w:webHidden/>
          </w:rPr>
          <w:fldChar w:fldCharType="begin"/>
        </w:r>
        <w:r w:rsidR="00590D6D">
          <w:rPr>
            <w:noProof/>
            <w:webHidden/>
          </w:rPr>
          <w:instrText xml:space="preserve"> PAGEREF _Toc463011898 \h </w:instrText>
        </w:r>
        <w:r w:rsidR="00590D6D">
          <w:rPr>
            <w:noProof/>
            <w:webHidden/>
          </w:rPr>
        </w:r>
        <w:r w:rsidR="00590D6D">
          <w:rPr>
            <w:noProof/>
            <w:webHidden/>
          </w:rPr>
          <w:fldChar w:fldCharType="separate"/>
        </w:r>
        <w:r w:rsidR="00590D6D">
          <w:rPr>
            <w:noProof/>
            <w:webHidden/>
          </w:rPr>
          <w:t>42</w:t>
        </w:r>
        <w:r w:rsidR="00590D6D">
          <w:rPr>
            <w:noProof/>
            <w:webHidden/>
          </w:rPr>
          <w:fldChar w:fldCharType="end"/>
        </w:r>
      </w:hyperlink>
    </w:p>
    <w:p w14:paraId="068B9FF0"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899" w:history="1">
        <w:r w:rsidR="00590D6D" w:rsidRPr="001147B1">
          <w:rPr>
            <w:rStyle w:val="Hyperlink"/>
            <w:rFonts w:ascii="Cambria" w:eastAsia="Times New Roman" w:hAnsi="Cambria"/>
            <w:b/>
            <w:bCs/>
            <w:noProof/>
          </w:rPr>
          <w:t>31.3</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Diagram poteka</w:t>
        </w:r>
        <w:r w:rsidR="00590D6D">
          <w:rPr>
            <w:noProof/>
            <w:webHidden/>
          </w:rPr>
          <w:tab/>
        </w:r>
        <w:r w:rsidR="00590D6D">
          <w:rPr>
            <w:noProof/>
            <w:webHidden/>
          </w:rPr>
          <w:fldChar w:fldCharType="begin"/>
        </w:r>
        <w:r w:rsidR="00590D6D">
          <w:rPr>
            <w:noProof/>
            <w:webHidden/>
          </w:rPr>
          <w:instrText xml:space="preserve"> PAGEREF _Toc463011899 \h </w:instrText>
        </w:r>
        <w:r w:rsidR="00590D6D">
          <w:rPr>
            <w:noProof/>
            <w:webHidden/>
          </w:rPr>
        </w:r>
        <w:r w:rsidR="00590D6D">
          <w:rPr>
            <w:noProof/>
            <w:webHidden/>
          </w:rPr>
          <w:fldChar w:fldCharType="separate"/>
        </w:r>
        <w:r w:rsidR="00590D6D">
          <w:rPr>
            <w:noProof/>
            <w:webHidden/>
          </w:rPr>
          <w:t>42</w:t>
        </w:r>
        <w:r w:rsidR="00590D6D">
          <w:rPr>
            <w:noProof/>
            <w:webHidden/>
          </w:rPr>
          <w:fldChar w:fldCharType="end"/>
        </w:r>
      </w:hyperlink>
    </w:p>
    <w:p w14:paraId="3583796E"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00" w:history="1">
        <w:r w:rsidR="00590D6D" w:rsidRPr="001147B1">
          <w:rPr>
            <w:rStyle w:val="Hyperlink"/>
            <w:rFonts w:ascii="Cambria" w:eastAsia="Times New Roman" w:hAnsi="Cambria"/>
            <w:b/>
            <w:bCs/>
            <w:noProof/>
          </w:rPr>
          <w:t>31.4</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Način uporabe</w:t>
        </w:r>
        <w:r w:rsidR="00590D6D">
          <w:rPr>
            <w:noProof/>
            <w:webHidden/>
          </w:rPr>
          <w:tab/>
        </w:r>
        <w:r w:rsidR="00590D6D">
          <w:rPr>
            <w:noProof/>
            <w:webHidden/>
          </w:rPr>
          <w:fldChar w:fldCharType="begin"/>
        </w:r>
        <w:r w:rsidR="00590D6D">
          <w:rPr>
            <w:noProof/>
            <w:webHidden/>
          </w:rPr>
          <w:instrText xml:space="preserve"> PAGEREF _Toc463011900 \h </w:instrText>
        </w:r>
        <w:r w:rsidR="00590D6D">
          <w:rPr>
            <w:noProof/>
            <w:webHidden/>
          </w:rPr>
        </w:r>
        <w:r w:rsidR="00590D6D">
          <w:rPr>
            <w:noProof/>
            <w:webHidden/>
          </w:rPr>
          <w:fldChar w:fldCharType="separate"/>
        </w:r>
        <w:r w:rsidR="00590D6D">
          <w:rPr>
            <w:noProof/>
            <w:webHidden/>
          </w:rPr>
          <w:t>42</w:t>
        </w:r>
        <w:r w:rsidR="00590D6D">
          <w:rPr>
            <w:noProof/>
            <w:webHidden/>
          </w:rPr>
          <w:fldChar w:fldCharType="end"/>
        </w:r>
      </w:hyperlink>
    </w:p>
    <w:p w14:paraId="0FD63021"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01" w:history="1">
        <w:r w:rsidR="00590D6D" w:rsidRPr="001147B1">
          <w:rPr>
            <w:rStyle w:val="Hyperlink"/>
            <w:rFonts w:ascii="Cambria" w:eastAsia="Times New Roman" w:hAnsi="Cambria"/>
            <w:b/>
            <w:bCs/>
            <w:noProof/>
          </w:rPr>
          <w:t>31.5</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Posebnosti</w:t>
        </w:r>
        <w:r w:rsidR="00590D6D">
          <w:rPr>
            <w:noProof/>
            <w:webHidden/>
          </w:rPr>
          <w:tab/>
        </w:r>
        <w:r w:rsidR="00590D6D">
          <w:rPr>
            <w:noProof/>
            <w:webHidden/>
          </w:rPr>
          <w:fldChar w:fldCharType="begin"/>
        </w:r>
        <w:r w:rsidR="00590D6D">
          <w:rPr>
            <w:noProof/>
            <w:webHidden/>
          </w:rPr>
          <w:instrText xml:space="preserve"> PAGEREF _Toc463011901 \h </w:instrText>
        </w:r>
        <w:r w:rsidR="00590D6D">
          <w:rPr>
            <w:noProof/>
            <w:webHidden/>
          </w:rPr>
        </w:r>
        <w:r w:rsidR="00590D6D">
          <w:rPr>
            <w:noProof/>
            <w:webHidden/>
          </w:rPr>
          <w:fldChar w:fldCharType="separate"/>
        </w:r>
        <w:r w:rsidR="00590D6D">
          <w:rPr>
            <w:noProof/>
            <w:webHidden/>
          </w:rPr>
          <w:t>42</w:t>
        </w:r>
        <w:r w:rsidR="00590D6D">
          <w:rPr>
            <w:noProof/>
            <w:webHidden/>
          </w:rPr>
          <w:fldChar w:fldCharType="end"/>
        </w:r>
      </w:hyperlink>
    </w:p>
    <w:p w14:paraId="27011A30"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02" w:history="1">
        <w:r w:rsidR="00590D6D" w:rsidRPr="001147B1">
          <w:rPr>
            <w:rStyle w:val="Hyperlink"/>
            <w:rFonts w:ascii="Cambria" w:eastAsia="Times New Roman" w:hAnsi="Cambria"/>
            <w:b/>
            <w:bCs/>
            <w:noProof/>
          </w:rPr>
          <w:t>31.6</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_Toc463011902 \h </w:instrText>
        </w:r>
        <w:r w:rsidR="00590D6D">
          <w:rPr>
            <w:noProof/>
            <w:webHidden/>
          </w:rPr>
        </w:r>
        <w:r w:rsidR="00590D6D">
          <w:rPr>
            <w:noProof/>
            <w:webHidden/>
          </w:rPr>
          <w:fldChar w:fldCharType="separate"/>
        </w:r>
        <w:r w:rsidR="00590D6D">
          <w:rPr>
            <w:noProof/>
            <w:webHidden/>
          </w:rPr>
          <w:t>42</w:t>
        </w:r>
        <w:r w:rsidR="00590D6D">
          <w:rPr>
            <w:noProof/>
            <w:webHidden/>
          </w:rPr>
          <w:fldChar w:fldCharType="end"/>
        </w:r>
      </w:hyperlink>
    </w:p>
    <w:p w14:paraId="70565FC1"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903" w:history="1">
        <w:r w:rsidR="00590D6D" w:rsidRPr="001147B1">
          <w:rPr>
            <w:rStyle w:val="Hyperlink"/>
            <w:rFonts w:ascii="Cambria" w:eastAsia="Times New Roman" w:hAnsi="Cambria"/>
            <w:bCs/>
            <w:noProof/>
          </w:rPr>
          <w:t>32</w:t>
        </w:r>
        <w:r w:rsidR="00590D6D">
          <w:rPr>
            <w:rFonts w:asciiTheme="minorHAnsi" w:eastAsiaTheme="minorEastAsia" w:hAnsiTheme="minorHAnsi" w:cstheme="minorBidi"/>
            <w:b w:val="0"/>
            <w:noProof/>
            <w:lang w:eastAsia="sl-SI"/>
          </w:rPr>
          <w:tab/>
        </w:r>
        <w:r w:rsidR="00590D6D" w:rsidRPr="001147B1">
          <w:rPr>
            <w:rStyle w:val="Hyperlink"/>
            <w:rFonts w:ascii="Cambria" w:eastAsia="Times New Roman" w:hAnsi="Cambria"/>
            <w:bCs/>
            <w:noProof/>
          </w:rPr>
          <w:t>Informativni obračun z enostavnim odbirkom</w:t>
        </w:r>
        <w:r w:rsidR="00590D6D">
          <w:rPr>
            <w:noProof/>
            <w:webHidden/>
          </w:rPr>
          <w:tab/>
        </w:r>
        <w:r w:rsidR="00590D6D">
          <w:rPr>
            <w:noProof/>
            <w:webHidden/>
          </w:rPr>
          <w:fldChar w:fldCharType="begin"/>
        </w:r>
        <w:r w:rsidR="00590D6D">
          <w:rPr>
            <w:noProof/>
            <w:webHidden/>
          </w:rPr>
          <w:instrText xml:space="preserve"> PAGEREF _Toc463011903 \h </w:instrText>
        </w:r>
        <w:r w:rsidR="00590D6D">
          <w:rPr>
            <w:noProof/>
            <w:webHidden/>
          </w:rPr>
        </w:r>
        <w:r w:rsidR="00590D6D">
          <w:rPr>
            <w:noProof/>
            <w:webHidden/>
          </w:rPr>
          <w:fldChar w:fldCharType="separate"/>
        </w:r>
        <w:r w:rsidR="00590D6D">
          <w:rPr>
            <w:noProof/>
            <w:webHidden/>
          </w:rPr>
          <w:t>43</w:t>
        </w:r>
        <w:r w:rsidR="00590D6D">
          <w:rPr>
            <w:noProof/>
            <w:webHidden/>
          </w:rPr>
          <w:fldChar w:fldCharType="end"/>
        </w:r>
      </w:hyperlink>
    </w:p>
    <w:p w14:paraId="3CA4516B"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04" w:history="1">
        <w:r w:rsidR="00590D6D" w:rsidRPr="001147B1">
          <w:rPr>
            <w:rStyle w:val="Hyperlink"/>
            <w:rFonts w:ascii="Cambria" w:eastAsia="Times New Roman" w:hAnsi="Cambria"/>
            <w:b/>
            <w:bCs/>
            <w:noProof/>
          </w:rPr>
          <w:t>32.1</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Kratek opis in namen WS</w:t>
        </w:r>
        <w:r w:rsidR="00590D6D">
          <w:rPr>
            <w:noProof/>
            <w:webHidden/>
          </w:rPr>
          <w:tab/>
        </w:r>
        <w:r w:rsidR="00590D6D">
          <w:rPr>
            <w:noProof/>
            <w:webHidden/>
          </w:rPr>
          <w:fldChar w:fldCharType="begin"/>
        </w:r>
        <w:r w:rsidR="00590D6D">
          <w:rPr>
            <w:noProof/>
            <w:webHidden/>
          </w:rPr>
          <w:instrText xml:space="preserve"> PAGEREF _Toc463011904 \h </w:instrText>
        </w:r>
        <w:r w:rsidR="00590D6D">
          <w:rPr>
            <w:noProof/>
            <w:webHidden/>
          </w:rPr>
        </w:r>
        <w:r w:rsidR="00590D6D">
          <w:rPr>
            <w:noProof/>
            <w:webHidden/>
          </w:rPr>
          <w:fldChar w:fldCharType="separate"/>
        </w:r>
        <w:r w:rsidR="00590D6D">
          <w:rPr>
            <w:noProof/>
            <w:webHidden/>
          </w:rPr>
          <w:t>43</w:t>
        </w:r>
        <w:r w:rsidR="00590D6D">
          <w:rPr>
            <w:noProof/>
            <w:webHidden/>
          </w:rPr>
          <w:fldChar w:fldCharType="end"/>
        </w:r>
      </w:hyperlink>
    </w:p>
    <w:p w14:paraId="06D45BB4"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05" w:history="1">
        <w:r w:rsidR="00590D6D" w:rsidRPr="001147B1">
          <w:rPr>
            <w:rStyle w:val="Hyperlink"/>
            <w:rFonts w:ascii="Cambria" w:eastAsia="Times New Roman" w:hAnsi="Cambria"/>
            <w:b/>
            <w:bCs/>
            <w:noProof/>
          </w:rPr>
          <w:t>32.2</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Verzioniranje WS</w:t>
        </w:r>
        <w:r w:rsidR="00590D6D">
          <w:rPr>
            <w:noProof/>
            <w:webHidden/>
          </w:rPr>
          <w:tab/>
        </w:r>
        <w:r w:rsidR="00590D6D">
          <w:rPr>
            <w:noProof/>
            <w:webHidden/>
          </w:rPr>
          <w:fldChar w:fldCharType="begin"/>
        </w:r>
        <w:r w:rsidR="00590D6D">
          <w:rPr>
            <w:noProof/>
            <w:webHidden/>
          </w:rPr>
          <w:instrText xml:space="preserve"> PAGEREF _Toc463011905 \h </w:instrText>
        </w:r>
        <w:r w:rsidR="00590D6D">
          <w:rPr>
            <w:noProof/>
            <w:webHidden/>
          </w:rPr>
        </w:r>
        <w:r w:rsidR="00590D6D">
          <w:rPr>
            <w:noProof/>
            <w:webHidden/>
          </w:rPr>
          <w:fldChar w:fldCharType="separate"/>
        </w:r>
        <w:r w:rsidR="00590D6D">
          <w:rPr>
            <w:noProof/>
            <w:webHidden/>
          </w:rPr>
          <w:t>43</w:t>
        </w:r>
        <w:r w:rsidR="00590D6D">
          <w:rPr>
            <w:noProof/>
            <w:webHidden/>
          </w:rPr>
          <w:fldChar w:fldCharType="end"/>
        </w:r>
      </w:hyperlink>
    </w:p>
    <w:p w14:paraId="1BCEB619"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06" w:history="1">
        <w:r w:rsidR="00590D6D" w:rsidRPr="001147B1">
          <w:rPr>
            <w:rStyle w:val="Hyperlink"/>
            <w:rFonts w:ascii="Cambria" w:eastAsia="Times New Roman" w:hAnsi="Cambria"/>
            <w:b/>
            <w:bCs/>
            <w:noProof/>
          </w:rPr>
          <w:t>32.3</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Diagram poteka</w:t>
        </w:r>
        <w:r w:rsidR="00590D6D">
          <w:rPr>
            <w:noProof/>
            <w:webHidden/>
          </w:rPr>
          <w:tab/>
        </w:r>
        <w:r w:rsidR="00590D6D">
          <w:rPr>
            <w:noProof/>
            <w:webHidden/>
          </w:rPr>
          <w:fldChar w:fldCharType="begin"/>
        </w:r>
        <w:r w:rsidR="00590D6D">
          <w:rPr>
            <w:noProof/>
            <w:webHidden/>
          </w:rPr>
          <w:instrText xml:space="preserve"> PAGEREF _Toc463011906 \h </w:instrText>
        </w:r>
        <w:r w:rsidR="00590D6D">
          <w:rPr>
            <w:noProof/>
            <w:webHidden/>
          </w:rPr>
        </w:r>
        <w:r w:rsidR="00590D6D">
          <w:rPr>
            <w:noProof/>
            <w:webHidden/>
          </w:rPr>
          <w:fldChar w:fldCharType="separate"/>
        </w:r>
        <w:r w:rsidR="00590D6D">
          <w:rPr>
            <w:noProof/>
            <w:webHidden/>
          </w:rPr>
          <w:t>43</w:t>
        </w:r>
        <w:r w:rsidR="00590D6D">
          <w:rPr>
            <w:noProof/>
            <w:webHidden/>
          </w:rPr>
          <w:fldChar w:fldCharType="end"/>
        </w:r>
      </w:hyperlink>
    </w:p>
    <w:p w14:paraId="642CAF47"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07" w:history="1">
        <w:r w:rsidR="00590D6D" w:rsidRPr="001147B1">
          <w:rPr>
            <w:rStyle w:val="Hyperlink"/>
            <w:rFonts w:ascii="Cambria" w:eastAsia="Times New Roman" w:hAnsi="Cambria"/>
            <w:b/>
            <w:bCs/>
            <w:noProof/>
          </w:rPr>
          <w:t>32.4</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Način uporabe</w:t>
        </w:r>
        <w:r w:rsidR="00590D6D">
          <w:rPr>
            <w:noProof/>
            <w:webHidden/>
          </w:rPr>
          <w:tab/>
        </w:r>
        <w:r w:rsidR="00590D6D">
          <w:rPr>
            <w:noProof/>
            <w:webHidden/>
          </w:rPr>
          <w:fldChar w:fldCharType="begin"/>
        </w:r>
        <w:r w:rsidR="00590D6D">
          <w:rPr>
            <w:noProof/>
            <w:webHidden/>
          </w:rPr>
          <w:instrText xml:space="preserve"> PAGEREF _Toc463011907 \h </w:instrText>
        </w:r>
        <w:r w:rsidR="00590D6D">
          <w:rPr>
            <w:noProof/>
            <w:webHidden/>
          </w:rPr>
        </w:r>
        <w:r w:rsidR="00590D6D">
          <w:rPr>
            <w:noProof/>
            <w:webHidden/>
          </w:rPr>
          <w:fldChar w:fldCharType="separate"/>
        </w:r>
        <w:r w:rsidR="00590D6D">
          <w:rPr>
            <w:noProof/>
            <w:webHidden/>
          </w:rPr>
          <w:t>43</w:t>
        </w:r>
        <w:r w:rsidR="00590D6D">
          <w:rPr>
            <w:noProof/>
            <w:webHidden/>
          </w:rPr>
          <w:fldChar w:fldCharType="end"/>
        </w:r>
      </w:hyperlink>
    </w:p>
    <w:p w14:paraId="214D1A9A"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08" w:history="1">
        <w:r w:rsidR="00590D6D" w:rsidRPr="001147B1">
          <w:rPr>
            <w:rStyle w:val="Hyperlink"/>
            <w:rFonts w:ascii="Cambria" w:eastAsia="Times New Roman" w:hAnsi="Cambria"/>
            <w:b/>
            <w:bCs/>
            <w:noProof/>
          </w:rPr>
          <w:t>32.5</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Posebnosti</w:t>
        </w:r>
        <w:r w:rsidR="00590D6D">
          <w:rPr>
            <w:noProof/>
            <w:webHidden/>
          </w:rPr>
          <w:tab/>
        </w:r>
        <w:r w:rsidR="00590D6D">
          <w:rPr>
            <w:noProof/>
            <w:webHidden/>
          </w:rPr>
          <w:fldChar w:fldCharType="begin"/>
        </w:r>
        <w:r w:rsidR="00590D6D">
          <w:rPr>
            <w:noProof/>
            <w:webHidden/>
          </w:rPr>
          <w:instrText xml:space="preserve"> PAGEREF _Toc463011908 \h </w:instrText>
        </w:r>
        <w:r w:rsidR="00590D6D">
          <w:rPr>
            <w:noProof/>
            <w:webHidden/>
          </w:rPr>
        </w:r>
        <w:r w:rsidR="00590D6D">
          <w:rPr>
            <w:noProof/>
            <w:webHidden/>
          </w:rPr>
          <w:fldChar w:fldCharType="separate"/>
        </w:r>
        <w:r w:rsidR="00590D6D">
          <w:rPr>
            <w:noProof/>
            <w:webHidden/>
          </w:rPr>
          <w:t>43</w:t>
        </w:r>
        <w:r w:rsidR="00590D6D">
          <w:rPr>
            <w:noProof/>
            <w:webHidden/>
          </w:rPr>
          <w:fldChar w:fldCharType="end"/>
        </w:r>
      </w:hyperlink>
    </w:p>
    <w:p w14:paraId="26023753"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09" w:history="1">
        <w:r w:rsidR="00590D6D" w:rsidRPr="001147B1">
          <w:rPr>
            <w:rStyle w:val="Hyperlink"/>
            <w:rFonts w:ascii="Cambria" w:eastAsia="Times New Roman" w:hAnsi="Cambria"/>
            <w:b/>
            <w:bCs/>
            <w:noProof/>
          </w:rPr>
          <w:t>32.6</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_Toc463011909 \h </w:instrText>
        </w:r>
        <w:r w:rsidR="00590D6D">
          <w:rPr>
            <w:noProof/>
            <w:webHidden/>
          </w:rPr>
        </w:r>
        <w:r w:rsidR="00590D6D">
          <w:rPr>
            <w:noProof/>
            <w:webHidden/>
          </w:rPr>
          <w:fldChar w:fldCharType="separate"/>
        </w:r>
        <w:r w:rsidR="00590D6D">
          <w:rPr>
            <w:noProof/>
            <w:webHidden/>
          </w:rPr>
          <w:t>43</w:t>
        </w:r>
        <w:r w:rsidR="00590D6D">
          <w:rPr>
            <w:noProof/>
            <w:webHidden/>
          </w:rPr>
          <w:fldChar w:fldCharType="end"/>
        </w:r>
      </w:hyperlink>
    </w:p>
    <w:p w14:paraId="3E113987"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910" w:history="1">
        <w:r w:rsidR="00590D6D" w:rsidRPr="001147B1">
          <w:rPr>
            <w:rStyle w:val="Hyperlink"/>
            <w:rFonts w:ascii="Cambria" w:eastAsia="Times New Roman" w:hAnsi="Cambria"/>
            <w:bCs/>
            <w:noProof/>
          </w:rPr>
          <w:t>33</w:t>
        </w:r>
        <w:r w:rsidR="00590D6D">
          <w:rPr>
            <w:rFonts w:asciiTheme="minorHAnsi" w:eastAsiaTheme="minorEastAsia" w:hAnsiTheme="minorHAnsi" w:cstheme="minorBidi"/>
            <w:b w:val="0"/>
            <w:noProof/>
            <w:lang w:eastAsia="sl-SI"/>
          </w:rPr>
          <w:tab/>
        </w:r>
        <w:r w:rsidR="00590D6D" w:rsidRPr="001147B1">
          <w:rPr>
            <w:rStyle w:val="Hyperlink"/>
            <w:rFonts w:ascii="Cambria" w:eastAsia="Times New Roman" w:hAnsi="Cambria"/>
            <w:bCs/>
            <w:noProof/>
          </w:rPr>
          <w:t>Informativni obračun s PDP</w:t>
        </w:r>
        <w:r w:rsidR="00590D6D">
          <w:rPr>
            <w:noProof/>
            <w:webHidden/>
          </w:rPr>
          <w:tab/>
        </w:r>
        <w:r w:rsidR="00590D6D">
          <w:rPr>
            <w:noProof/>
            <w:webHidden/>
          </w:rPr>
          <w:fldChar w:fldCharType="begin"/>
        </w:r>
        <w:r w:rsidR="00590D6D">
          <w:rPr>
            <w:noProof/>
            <w:webHidden/>
          </w:rPr>
          <w:instrText xml:space="preserve"> PAGEREF _Toc463011910 \h </w:instrText>
        </w:r>
        <w:r w:rsidR="00590D6D">
          <w:rPr>
            <w:noProof/>
            <w:webHidden/>
          </w:rPr>
        </w:r>
        <w:r w:rsidR="00590D6D">
          <w:rPr>
            <w:noProof/>
            <w:webHidden/>
          </w:rPr>
          <w:fldChar w:fldCharType="separate"/>
        </w:r>
        <w:r w:rsidR="00590D6D">
          <w:rPr>
            <w:noProof/>
            <w:webHidden/>
          </w:rPr>
          <w:t>44</w:t>
        </w:r>
        <w:r w:rsidR="00590D6D">
          <w:rPr>
            <w:noProof/>
            <w:webHidden/>
          </w:rPr>
          <w:fldChar w:fldCharType="end"/>
        </w:r>
      </w:hyperlink>
    </w:p>
    <w:p w14:paraId="35D8C9BC"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11" w:history="1">
        <w:r w:rsidR="00590D6D" w:rsidRPr="001147B1">
          <w:rPr>
            <w:rStyle w:val="Hyperlink"/>
            <w:rFonts w:ascii="Cambria" w:eastAsia="Times New Roman" w:hAnsi="Cambria"/>
            <w:b/>
            <w:bCs/>
            <w:noProof/>
          </w:rPr>
          <w:t>33.1</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Kratek opis in namen WS</w:t>
        </w:r>
        <w:r w:rsidR="00590D6D">
          <w:rPr>
            <w:noProof/>
            <w:webHidden/>
          </w:rPr>
          <w:tab/>
        </w:r>
        <w:r w:rsidR="00590D6D">
          <w:rPr>
            <w:noProof/>
            <w:webHidden/>
          </w:rPr>
          <w:fldChar w:fldCharType="begin"/>
        </w:r>
        <w:r w:rsidR="00590D6D">
          <w:rPr>
            <w:noProof/>
            <w:webHidden/>
          </w:rPr>
          <w:instrText xml:space="preserve"> PAGEREF _Toc463011911 \h </w:instrText>
        </w:r>
        <w:r w:rsidR="00590D6D">
          <w:rPr>
            <w:noProof/>
            <w:webHidden/>
          </w:rPr>
        </w:r>
        <w:r w:rsidR="00590D6D">
          <w:rPr>
            <w:noProof/>
            <w:webHidden/>
          </w:rPr>
          <w:fldChar w:fldCharType="separate"/>
        </w:r>
        <w:r w:rsidR="00590D6D">
          <w:rPr>
            <w:noProof/>
            <w:webHidden/>
          </w:rPr>
          <w:t>44</w:t>
        </w:r>
        <w:r w:rsidR="00590D6D">
          <w:rPr>
            <w:noProof/>
            <w:webHidden/>
          </w:rPr>
          <w:fldChar w:fldCharType="end"/>
        </w:r>
      </w:hyperlink>
    </w:p>
    <w:p w14:paraId="58BFF508"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12" w:history="1">
        <w:r w:rsidR="00590D6D" w:rsidRPr="001147B1">
          <w:rPr>
            <w:rStyle w:val="Hyperlink"/>
            <w:rFonts w:ascii="Cambria" w:eastAsia="Times New Roman" w:hAnsi="Cambria"/>
            <w:b/>
            <w:bCs/>
            <w:noProof/>
          </w:rPr>
          <w:t>33.2</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Verzioniranje WS</w:t>
        </w:r>
        <w:r w:rsidR="00590D6D">
          <w:rPr>
            <w:noProof/>
            <w:webHidden/>
          </w:rPr>
          <w:tab/>
        </w:r>
        <w:r w:rsidR="00590D6D">
          <w:rPr>
            <w:noProof/>
            <w:webHidden/>
          </w:rPr>
          <w:fldChar w:fldCharType="begin"/>
        </w:r>
        <w:r w:rsidR="00590D6D">
          <w:rPr>
            <w:noProof/>
            <w:webHidden/>
          </w:rPr>
          <w:instrText xml:space="preserve"> PAGEREF _Toc463011912 \h </w:instrText>
        </w:r>
        <w:r w:rsidR="00590D6D">
          <w:rPr>
            <w:noProof/>
            <w:webHidden/>
          </w:rPr>
        </w:r>
        <w:r w:rsidR="00590D6D">
          <w:rPr>
            <w:noProof/>
            <w:webHidden/>
          </w:rPr>
          <w:fldChar w:fldCharType="separate"/>
        </w:r>
        <w:r w:rsidR="00590D6D">
          <w:rPr>
            <w:noProof/>
            <w:webHidden/>
          </w:rPr>
          <w:t>44</w:t>
        </w:r>
        <w:r w:rsidR="00590D6D">
          <w:rPr>
            <w:noProof/>
            <w:webHidden/>
          </w:rPr>
          <w:fldChar w:fldCharType="end"/>
        </w:r>
      </w:hyperlink>
    </w:p>
    <w:p w14:paraId="57281589"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13" w:history="1">
        <w:r w:rsidR="00590D6D" w:rsidRPr="001147B1">
          <w:rPr>
            <w:rStyle w:val="Hyperlink"/>
            <w:rFonts w:ascii="Cambria" w:eastAsia="Times New Roman" w:hAnsi="Cambria"/>
            <w:b/>
            <w:bCs/>
            <w:noProof/>
          </w:rPr>
          <w:t>33.3</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Diagram poteka</w:t>
        </w:r>
        <w:r w:rsidR="00590D6D">
          <w:rPr>
            <w:noProof/>
            <w:webHidden/>
          </w:rPr>
          <w:tab/>
        </w:r>
        <w:r w:rsidR="00590D6D">
          <w:rPr>
            <w:noProof/>
            <w:webHidden/>
          </w:rPr>
          <w:fldChar w:fldCharType="begin"/>
        </w:r>
        <w:r w:rsidR="00590D6D">
          <w:rPr>
            <w:noProof/>
            <w:webHidden/>
          </w:rPr>
          <w:instrText xml:space="preserve"> PAGEREF _Toc463011913 \h </w:instrText>
        </w:r>
        <w:r w:rsidR="00590D6D">
          <w:rPr>
            <w:noProof/>
            <w:webHidden/>
          </w:rPr>
        </w:r>
        <w:r w:rsidR="00590D6D">
          <w:rPr>
            <w:noProof/>
            <w:webHidden/>
          </w:rPr>
          <w:fldChar w:fldCharType="separate"/>
        </w:r>
        <w:r w:rsidR="00590D6D">
          <w:rPr>
            <w:noProof/>
            <w:webHidden/>
          </w:rPr>
          <w:t>44</w:t>
        </w:r>
        <w:r w:rsidR="00590D6D">
          <w:rPr>
            <w:noProof/>
            <w:webHidden/>
          </w:rPr>
          <w:fldChar w:fldCharType="end"/>
        </w:r>
      </w:hyperlink>
    </w:p>
    <w:p w14:paraId="37CF1C9C"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14" w:history="1">
        <w:r w:rsidR="00590D6D" w:rsidRPr="001147B1">
          <w:rPr>
            <w:rStyle w:val="Hyperlink"/>
            <w:rFonts w:ascii="Cambria" w:eastAsia="Times New Roman" w:hAnsi="Cambria"/>
            <w:b/>
            <w:bCs/>
            <w:noProof/>
          </w:rPr>
          <w:t>33.4</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Način uporabe</w:t>
        </w:r>
        <w:r w:rsidR="00590D6D">
          <w:rPr>
            <w:noProof/>
            <w:webHidden/>
          </w:rPr>
          <w:tab/>
        </w:r>
        <w:r w:rsidR="00590D6D">
          <w:rPr>
            <w:noProof/>
            <w:webHidden/>
          </w:rPr>
          <w:fldChar w:fldCharType="begin"/>
        </w:r>
        <w:r w:rsidR="00590D6D">
          <w:rPr>
            <w:noProof/>
            <w:webHidden/>
          </w:rPr>
          <w:instrText xml:space="preserve"> PAGEREF _Toc463011914 \h </w:instrText>
        </w:r>
        <w:r w:rsidR="00590D6D">
          <w:rPr>
            <w:noProof/>
            <w:webHidden/>
          </w:rPr>
        </w:r>
        <w:r w:rsidR="00590D6D">
          <w:rPr>
            <w:noProof/>
            <w:webHidden/>
          </w:rPr>
          <w:fldChar w:fldCharType="separate"/>
        </w:r>
        <w:r w:rsidR="00590D6D">
          <w:rPr>
            <w:noProof/>
            <w:webHidden/>
          </w:rPr>
          <w:t>44</w:t>
        </w:r>
        <w:r w:rsidR="00590D6D">
          <w:rPr>
            <w:noProof/>
            <w:webHidden/>
          </w:rPr>
          <w:fldChar w:fldCharType="end"/>
        </w:r>
      </w:hyperlink>
    </w:p>
    <w:p w14:paraId="1F895F78"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15" w:history="1">
        <w:r w:rsidR="00590D6D" w:rsidRPr="001147B1">
          <w:rPr>
            <w:rStyle w:val="Hyperlink"/>
            <w:rFonts w:ascii="Cambria" w:eastAsia="Times New Roman" w:hAnsi="Cambria"/>
            <w:b/>
            <w:bCs/>
            <w:noProof/>
          </w:rPr>
          <w:t>33.5</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Posebnosti</w:t>
        </w:r>
        <w:r w:rsidR="00590D6D">
          <w:rPr>
            <w:noProof/>
            <w:webHidden/>
          </w:rPr>
          <w:tab/>
        </w:r>
        <w:r w:rsidR="00590D6D">
          <w:rPr>
            <w:noProof/>
            <w:webHidden/>
          </w:rPr>
          <w:fldChar w:fldCharType="begin"/>
        </w:r>
        <w:r w:rsidR="00590D6D">
          <w:rPr>
            <w:noProof/>
            <w:webHidden/>
          </w:rPr>
          <w:instrText xml:space="preserve"> PAGEREF _Toc463011915 \h </w:instrText>
        </w:r>
        <w:r w:rsidR="00590D6D">
          <w:rPr>
            <w:noProof/>
            <w:webHidden/>
          </w:rPr>
        </w:r>
        <w:r w:rsidR="00590D6D">
          <w:rPr>
            <w:noProof/>
            <w:webHidden/>
          </w:rPr>
          <w:fldChar w:fldCharType="separate"/>
        </w:r>
        <w:r w:rsidR="00590D6D">
          <w:rPr>
            <w:noProof/>
            <w:webHidden/>
          </w:rPr>
          <w:t>44</w:t>
        </w:r>
        <w:r w:rsidR="00590D6D">
          <w:rPr>
            <w:noProof/>
            <w:webHidden/>
          </w:rPr>
          <w:fldChar w:fldCharType="end"/>
        </w:r>
      </w:hyperlink>
    </w:p>
    <w:p w14:paraId="74204D6A"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16" w:history="1">
        <w:r w:rsidR="00590D6D" w:rsidRPr="001147B1">
          <w:rPr>
            <w:rStyle w:val="Hyperlink"/>
            <w:rFonts w:ascii="Cambria" w:eastAsia="Times New Roman" w:hAnsi="Cambria"/>
            <w:b/>
            <w:bCs/>
            <w:noProof/>
          </w:rPr>
          <w:t>33.6</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_Toc463011916 \h </w:instrText>
        </w:r>
        <w:r w:rsidR="00590D6D">
          <w:rPr>
            <w:noProof/>
            <w:webHidden/>
          </w:rPr>
        </w:r>
        <w:r w:rsidR="00590D6D">
          <w:rPr>
            <w:noProof/>
            <w:webHidden/>
          </w:rPr>
          <w:fldChar w:fldCharType="separate"/>
        </w:r>
        <w:r w:rsidR="00590D6D">
          <w:rPr>
            <w:noProof/>
            <w:webHidden/>
          </w:rPr>
          <w:t>44</w:t>
        </w:r>
        <w:r w:rsidR="00590D6D">
          <w:rPr>
            <w:noProof/>
            <w:webHidden/>
          </w:rPr>
          <w:fldChar w:fldCharType="end"/>
        </w:r>
      </w:hyperlink>
    </w:p>
    <w:p w14:paraId="1646DF03"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917" w:history="1">
        <w:r w:rsidR="00590D6D" w:rsidRPr="001147B1">
          <w:rPr>
            <w:rStyle w:val="Hyperlink"/>
            <w:rFonts w:ascii="Cambria" w:eastAsia="Times New Roman" w:hAnsi="Cambria"/>
            <w:bCs/>
            <w:noProof/>
          </w:rPr>
          <w:t>34</w:t>
        </w:r>
        <w:r w:rsidR="00590D6D">
          <w:rPr>
            <w:rFonts w:asciiTheme="minorHAnsi" w:eastAsiaTheme="minorEastAsia" w:hAnsiTheme="minorHAnsi" w:cstheme="minorBidi"/>
            <w:b w:val="0"/>
            <w:noProof/>
            <w:lang w:eastAsia="sl-SI"/>
          </w:rPr>
          <w:tab/>
        </w:r>
        <w:r w:rsidR="00590D6D" w:rsidRPr="001147B1">
          <w:rPr>
            <w:rStyle w:val="Hyperlink"/>
            <w:rFonts w:ascii="Cambria" w:eastAsia="Times New Roman" w:hAnsi="Cambria"/>
            <w:bCs/>
            <w:noProof/>
          </w:rPr>
          <w:t>Pridobivanje obračunskih obdobij</w:t>
        </w:r>
        <w:r w:rsidR="00590D6D">
          <w:rPr>
            <w:noProof/>
            <w:webHidden/>
          </w:rPr>
          <w:tab/>
        </w:r>
        <w:r w:rsidR="00590D6D">
          <w:rPr>
            <w:noProof/>
            <w:webHidden/>
          </w:rPr>
          <w:fldChar w:fldCharType="begin"/>
        </w:r>
        <w:r w:rsidR="00590D6D">
          <w:rPr>
            <w:noProof/>
            <w:webHidden/>
          </w:rPr>
          <w:instrText xml:space="preserve"> PAGEREF _Toc463011917 \h </w:instrText>
        </w:r>
        <w:r w:rsidR="00590D6D">
          <w:rPr>
            <w:noProof/>
            <w:webHidden/>
          </w:rPr>
        </w:r>
        <w:r w:rsidR="00590D6D">
          <w:rPr>
            <w:noProof/>
            <w:webHidden/>
          </w:rPr>
          <w:fldChar w:fldCharType="separate"/>
        </w:r>
        <w:r w:rsidR="00590D6D">
          <w:rPr>
            <w:noProof/>
            <w:webHidden/>
          </w:rPr>
          <w:t>45</w:t>
        </w:r>
        <w:r w:rsidR="00590D6D">
          <w:rPr>
            <w:noProof/>
            <w:webHidden/>
          </w:rPr>
          <w:fldChar w:fldCharType="end"/>
        </w:r>
      </w:hyperlink>
    </w:p>
    <w:p w14:paraId="37E6212D"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18" w:history="1">
        <w:r w:rsidR="00590D6D" w:rsidRPr="001147B1">
          <w:rPr>
            <w:rStyle w:val="Hyperlink"/>
            <w:rFonts w:ascii="Cambria" w:eastAsia="Times New Roman" w:hAnsi="Cambria"/>
            <w:b/>
            <w:bCs/>
            <w:noProof/>
          </w:rPr>
          <w:t>34.1</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Kratek opis in namen WS</w:t>
        </w:r>
        <w:r w:rsidR="00590D6D">
          <w:rPr>
            <w:noProof/>
            <w:webHidden/>
          </w:rPr>
          <w:tab/>
        </w:r>
        <w:r w:rsidR="00590D6D">
          <w:rPr>
            <w:noProof/>
            <w:webHidden/>
          </w:rPr>
          <w:fldChar w:fldCharType="begin"/>
        </w:r>
        <w:r w:rsidR="00590D6D">
          <w:rPr>
            <w:noProof/>
            <w:webHidden/>
          </w:rPr>
          <w:instrText xml:space="preserve"> PAGEREF _Toc463011918 \h </w:instrText>
        </w:r>
        <w:r w:rsidR="00590D6D">
          <w:rPr>
            <w:noProof/>
            <w:webHidden/>
          </w:rPr>
        </w:r>
        <w:r w:rsidR="00590D6D">
          <w:rPr>
            <w:noProof/>
            <w:webHidden/>
          </w:rPr>
          <w:fldChar w:fldCharType="separate"/>
        </w:r>
        <w:r w:rsidR="00590D6D">
          <w:rPr>
            <w:noProof/>
            <w:webHidden/>
          </w:rPr>
          <w:t>45</w:t>
        </w:r>
        <w:r w:rsidR="00590D6D">
          <w:rPr>
            <w:noProof/>
            <w:webHidden/>
          </w:rPr>
          <w:fldChar w:fldCharType="end"/>
        </w:r>
      </w:hyperlink>
    </w:p>
    <w:p w14:paraId="12937FD6"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19" w:history="1">
        <w:r w:rsidR="00590D6D" w:rsidRPr="001147B1">
          <w:rPr>
            <w:rStyle w:val="Hyperlink"/>
            <w:rFonts w:ascii="Cambria" w:eastAsia="Times New Roman" w:hAnsi="Cambria"/>
            <w:b/>
            <w:bCs/>
            <w:noProof/>
          </w:rPr>
          <w:t>34.2</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Verzioniranje WS</w:t>
        </w:r>
        <w:r w:rsidR="00590D6D">
          <w:rPr>
            <w:noProof/>
            <w:webHidden/>
          </w:rPr>
          <w:tab/>
        </w:r>
        <w:r w:rsidR="00590D6D">
          <w:rPr>
            <w:noProof/>
            <w:webHidden/>
          </w:rPr>
          <w:fldChar w:fldCharType="begin"/>
        </w:r>
        <w:r w:rsidR="00590D6D">
          <w:rPr>
            <w:noProof/>
            <w:webHidden/>
          </w:rPr>
          <w:instrText xml:space="preserve"> PAGEREF _Toc463011919 \h </w:instrText>
        </w:r>
        <w:r w:rsidR="00590D6D">
          <w:rPr>
            <w:noProof/>
            <w:webHidden/>
          </w:rPr>
        </w:r>
        <w:r w:rsidR="00590D6D">
          <w:rPr>
            <w:noProof/>
            <w:webHidden/>
          </w:rPr>
          <w:fldChar w:fldCharType="separate"/>
        </w:r>
        <w:r w:rsidR="00590D6D">
          <w:rPr>
            <w:noProof/>
            <w:webHidden/>
          </w:rPr>
          <w:t>45</w:t>
        </w:r>
        <w:r w:rsidR="00590D6D">
          <w:rPr>
            <w:noProof/>
            <w:webHidden/>
          </w:rPr>
          <w:fldChar w:fldCharType="end"/>
        </w:r>
      </w:hyperlink>
    </w:p>
    <w:p w14:paraId="3F9BE8F8"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20" w:history="1">
        <w:r w:rsidR="00590D6D" w:rsidRPr="001147B1">
          <w:rPr>
            <w:rStyle w:val="Hyperlink"/>
            <w:rFonts w:ascii="Cambria" w:eastAsia="Times New Roman" w:hAnsi="Cambria"/>
            <w:b/>
            <w:bCs/>
            <w:noProof/>
          </w:rPr>
          <w:t>34.3</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Diagram poteka</w:t>
        </w:r>
        <w:r w:rsidR="00590D6D">
          <w:rPr>
            <w:noProof/>
            <w:webHidden/>
          </w:rPr>
          <w:tab/>
        </w:r>
        <w:r w:rsidR="00590D6D">
          <w:rPr>
            <w:noProof/>
            <w:webHidden/>
          </w:rPr>
          <w:fldChar w:fldCharType="begin"/>
        </w:r>
        <w:r w:rsidR="00590D6D">
          <w:rPr>
            <w:noProof/>
            <w:webHidden/>
          </w:rPr>
          <w:instrText xml:space="preserve"> PAGEREF _Toc463011920 \h </w:instrText>
        </w:r>
        <w:r w:rsidR="00590D6D">
          <w:rPr>
            <w:noProof/>
            <w:webHidden/>
          </w:rPr>
        </w:r>
        <w:r w:rsidR="00590D6D">
          <w:rPr>
            <w:noProof/>
            <w:webHidden/>
          </w:rPr>
          <w:fldChar w:fldCharType="separate"/>
        </w:r>
        <w:r w:rsidR="00590D6D">
          <w:rPr>
            <w:noProof/>
            <w:webHidden/>
          </w:rPr>
          <w:t>45</w:t>
        </w:r>
        <w:r w:rsidR="00590D6D">
          <w:rPr>
            <w:noProof/>
            <w:webHidden/>
          </w:rPr>
          <w:fldChar w:fldCharType="end"/>
        </w:r>
      </w:hyperlink>
    </w:p>
    <w:p w14:paraId="5B453CB9"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21" w:history="1">
        <w:r w:rsidR="00590D6D" w:rsidRPr="001147B1">
          <w:rPr>
            <w:rStyle w:val="Hyperlink"/>
            <w:rFonts w:ascii="Cambria" w:eastAsia="Times New Roman" w:hAnsi="Cambria"/>
            <w:b/>
            <w:bCs/>
            <w:noProof/>
          </w:rPr>
          <w:t>34.4</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Način uporabe</w:t>
        </w:r>
        <w:r w:rsidR="00590D6D">
          <w:rPr>
            <w:noProof/>
            <w:webHidden/>
          </w:rPr>
          <w:tab/>
        </w:r>
        <w:r w:rsidR="00590D6D">
          <w:rPr>
            <w:noProof/>
            <w:webHidden/>
          </w:rPr>
          <w:fldChar w:fldCharType="begin"/>
        </w:r>
        <w:r w:rsidR="00590D6D">
          <w:rPr>
            <w:noProof/>
            <w:webHidden/>
          </w:rPr>
          <w:instrText xml:space="preserve"> PAGEREF _Toc463011921 \h </w:instrText>
        </w:r>
        <w:r w:rsidR="00590D6D">
          <w:rPr>
            <w:noProof/>
            <w:webHidden/>
          </w:rPr>
        </w:r>
        <w:r w:rsidR="00590D6D">
          <w:rPr>
            <w:noProof/>
            <w:webHidden/>
          </w:rPr>
          <w:fldChar w:fldCharType="separate"/>
        </w:r>
        <w:r w:rsidR="00590D6D">
          <w:rPr>
            <w:noProof/>
            <w:webHidden/>
          </w:rPr>
          <w:t>45</w:t>
        </w:r>
        <w:r w:rsidR="00590D6D">
          <w:rPr>
            <w:noProof/>
            <w:webHidden/>
          </w:rPr>
          <w:fldChar w:fldCharType="end"/>
        </w:r>
      </w:hyperlink>
    </w:p>
    <w:p w14:paraId="0A375BC1"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22" w:history="1">
        <w:r w:rsidR="00590D6D" w:rsidRPr="001147B1">
          <w:rPr>
            <w:rStyle w:val="Hyperlink"/>
            <w:rFonts w:ascii="Cambria" w:eastAsia="Times New Roman" w:hAnsi="Cambria"/>
            <w:b/>
            <w:bCs/>
            <w:noProof/>
          </w:rPr>
          <w:t>34.5</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Posebnosti</w:t>
        </w:r>
        <w:r w:rsidR="00590D6D">
          <w:rPr>
            <w:noProof/>
            <w:webHidden/>
          </w:rPr>
          <w:tab/>
        </w:r>
        <w:r w:rsidR="00590D6D">
          <w:rPr>
            <w:noProof/>
            <w:webHidden/>
          </w:rPr>
          <w:fldChar w:fldCharType="begin"/>
        </w:r>
        <w:r w:rsidR="00590D6D">
          <w:rPr>
            <w:noProof/>
            <w:webHidden/>
          </w:rPr>
          <w:instrText xml:space="preserve"> PAGEREF _Toc463011922 \h </w:instrText>
        </w:r>
        <w:r w:rsidR="00590D6D">
          <w:rPr>
            <w:noProof/>
            <w:webHidden/>
          </w:rPr>
        </w:r>
        <w:r w:rsidR="00590D6D">
          <w:rPr>
            <w:noProof/>
            <w:webHidden/>
          </w:rPr>
          <w:fldChar w:fldCharType="separate"/>
        </w:r>
        <w:r w:rsidR="00590D6D">
          <w:rPr>
            <w:noProof/>
            <w:webHidden/>
          </w:rPr>
          <w:t>45</w:t>
        </w:r>
        <w:r w:rsidR="00590D6D">
          <w:rPr>
            <w:noProof/>
            <w:webHidden/>
          </w:rPr>
          <w:fldChar w:fldCharType="end"/>
        </w:r>
      </w:hyperlink>
    </w:p>
    <w:p w14:paraId="08C7A6BA"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23" w:history="1">
        <w:r w:rsidR="00590D6D" w:rsidRPr="001147B1">
          <w:rPr>
            <w:rStyle w:val="Hyperlink"/>
            <w:rFonts w:ascii="Cambria" w:eastAsia="Times New Roman" w:hAnsi="Cambria"/>
            <w:b/>
            <w:bCs/>
            <w:noProof/>
          </w:rPr>
          <w:t>34.6</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_Toc463011923 \h </w:instrText>
        </w:r>
        <w:r w:rsidR="00590D6D">
          <w:rPr>
            <w:noProof/>
            <w:webHidden/>
          </w:rPr>
        </w:r>
        <w:r w:rsidR="00590D6D">
          <w:rPr>
            <w:noProof/>
            <w:webHidden/>
          </w:rPr>
          <w:fldChar w:fldCharType="separate"/>
        </w:r>
        <w:r w:rsidR="00590D6D">
          <w:rPr>
            <w:noProof/>
            <w:webHidden/>
          </w:rPr>
          <w:t>45</w:t>
        </w:r>
        <w:r w:rsidR="00590D6D">
          <w:rPr>
            <w:noProof/>
            <w:webHidden/>
          </w:rPr>
          <w:fldChar w:fldCharType="end"/>
        </w:r>
      </w:hyperlink>
    </w:p>
    <w:p w14:paraId="6E53D61B"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924" w:history="1">
        <w:r w:rsidR="00590D6D" w:rsidRPr="001147B1">
          <w:rPr>
            <w:rStyle w:val="Hyperlink"/>
            <w:rFonts w:ascii="Cambria" w:eastAsia="Times New Roman" w:hAnsi="Cambria"/>
            <w:bCs/>
            <w:noProof/>
          </w:rPr>
          <w:t>35</w:t>
        </w:r>
        <w:r w:rsidR="00590D6D">
          <w:rPr>
            <w:rFonts w:asciiTheme="minorHAnsi" w:eastAsiaTheme="minorEastAsia" w:hAnsiTheme="minorHAnsi" w:cstheme="minorBidi"/>
            <w:b w:val="0"/>
            <w:noProof/>
            <w:lang w:eastAsia="sl-SI"/>
          </w:rPr>
          <w:tab/>
        </w:r>
        <w:r w:rsidR="00590D6D" w:rsidRPr="001147B1">
          <w:rPr>
            <w:rStyle w:val="Hyperlink"/>
            <w:rFonts w:ascii="Cambria" w:eastAsia="Times New Roman" w:hAnsi="Cambria"/>
            <w:bCs/>
            <w:noProof/>
          </w:rPr>
          <w:t>Proženje obračuna</w:t>
        </w:r>
        <w:r w:rsidR="00590D6D">
          <w:rPr>
            <w:noProof/>
            <w:webHidden/>
          </w:rPr>
          <w:tab/>
        </w:r>
        <w:r w:rsidR="00590D6D">
          <w:rPr>
            <w:noProof/>
            <w:webHidden/>
          </w:rPr>
          <w:fldChar w:fldCharType="begin"/>
        </w:r>
        <w:r w:rsidR="00590D6D">
          <w:rPr>
            <w:noProof/>
            <w:webHidden/>
          </w:rPr>
          <w:instrText xml:space="preserve"> PAGEREF _Toc463011924 \h </w:instrText>
        </w:r>
        <w:r w:rsidR="00590D6D">
          <w:rPr>
            <w:noProof/>
            <w:webHidden/>
          </w:rPr>
        </w:r>
        <w:r w:rsidR="00590D6D">
          <w:rPr>
            <w:noProof/>
            <w:webHidden/>
          </w:rPr>
          <w:fldChar w:fldCharType="separate"/>
        </w:r>
        <w:r w:rsidR="00590D6D">
          <w:rPr>
            <w:noProof/>
            <w:webHidden/>
          </w:rPr>
          <w:t>46</w:t>
        </w:r>
        <w:r w:rsidR="00590D6D">
          <w:rPr>
            <w:noProof/>
            <w:webHidden/>
          </w:rPr>
          <w:fldChar w:fldCharType="end"/>
        </w:r>
      </w:hyperlink>
    </w:p>
    <w:p w14:paraId="2149ADEA"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25" w:history="1">
        <w:r w:rsidR="00590D6D" w:rsidRPr="001147B1">
          <w:rPr>
            <w:rStyle w:val="Hyperlink"/>
            <w:rFonts w:ascii="Cambria" w:eastAsia="Times New Roman" w:hAnsi="Cambria"/>
            <w:b/>
            <w:bCs/>
            <w:noProof/>
          </w:rPr>
          <w:t>35.1</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Kratek opis in namen WS</w:t>
        </w:r>
        <w:r w:rsidR="00590D6D">
          <w:rPr>
            <w:noProof/>
            <w:webHidden/>
          </w:rPr>
          <w:tab/>
        </w:r>
        <w:r w:rsidR="00590D6D">
          <w:rPr>
            <w:noProof/>
            <w:webHidden/>
          </w:rPr>
          <w:fldChar w:fldCharType="begin"/>
        </w:r>
        <w:r w:rsidR="00590D6D">
          <w:rPr>
            <w:noProof/>
            <w:webHidden/>
          </w:rPr>
          <w:instrText xml:space="preserve"> PAGEREF _Toc463011925 \h </w:instrText>
        </w:r>
        <w:r w:rsidR="00590D6D">
          <w:rPr>
            <w:noProof/>
            <w:webHidden/>
          </w:rPr>
        </w:r>
        <w:r w:rsidR="00590D6D">
          <w:rPr>
            <w:noProof/>
            <w:webHidden/>
          </w:rPr>
          <w:fldChar w:fldCharType="separate"/>
        </w:r>
        <w:r w:rsidR="00590D6D">
          <w:rPr>
            <w:noProof/>
            <w:webHidden/>
          </w:rPr>
          <w:t>46</w:t>
        </w:r>
        <w:r w:rsidR="00590D6D">
          <w:rPr>
            <w:noProof/>
            <w:webHidden/>
          </w:rPr>
          <w:fldChar w:fldCharType="end"/>
        </w:r>
      </w:hyperlink>
    </w:p>
    <w:p w14:paraId="22A1B743"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26" w:history="1">
        <w:r w:rsidR="00590D6D" w:rsidRPr="001147B1">
          <w:rPr>
            <w:rStyle w:val="Hyperlink"/>
            <w:rFonts w:ascii="Cambria" w:eastAsia="Times New Roman" w:hAnsi="Cambria"/>
            <w:b/>
            <w:bCs/>
            <w:noProof/>
          </w:rPr>
          <w:t>35.2</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Verzioniranje WS</w:t>
        </w:r>
        <w:r w:rsidR="00590D6D">
          <w:rPr>
            <w:noProof/>
            <w:webHidden/>
          </w:rPr>
          <w:tab/>
        </w:r>
        <w:r w:rsidR="00590D6D">
          <w:rPr>
            <w:noProof/>
            <w:webHidden/>
          </w:rPr>
          <w:fldChar w:fldCharType="begin"/>
        </w:r>
        <w:r w:rsidR="00590D6D">
          <w:rPr>
            <w:noProof/>
            <w:webHidden/>
          </w:rPr>
          <w:instrText xml:space="preserve"> PAGEREF _Toc463011926 \h </w:instrText>
        </w:r>
        <w:r w:rsidR="00590D6D">
          <w:rPr>
            <w:noProof/>
            <w:webHidden/>
          </w:rPr>
        </w:r>
        <w:r w:rsidR="00590D6D">
          <w:rPr>
            <w:noProof/>
            <w:webHidden/>
          </w:rPr>
          <w:fldChar w:fldCharType="separate"/>
        </w:r>
        <w:r w:rsidR="00590D6D">
          <w:rPr>
            <w:noProof/>
            <w:webHidden/>
          </w:rPr>
          <w:t>46</w:t>
        </w:r>
        <w:r w:rsidR="00590D6D">
          <w:rPr>
            <w:noProof/>
            <w:webHidden/>
          </w:rPr>
          <w:fldChar w:fldCharType="end"/>
        </w:r>
      </w:hyperlink>
    </w:p>
    <w:p w14:paraId="3100433B"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27" w:history="1">
        <w:r w:rsidR="00590D6D" w:rsidRPr="001147B1">
          <w:rPr>
            <w:rStyle w:val="Hyperlink"/>
            <w:rFonts w:ascii="Cambria" w:eastAsia="Times New Roman" w:hAnsi="Cambria"/>
            <w:b/>
            <w:bCs/>
            <w:noProof/>
          </w:rPr>
          <w:t>35.3</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Diagram poteka</w:t>
        </w:r>
        <w:r w:rsidR="00590D6D">
          <w:rPr>
            <w:noProof/>
            <w:webHidden/>
          </w:rPr>
          <w:tab/>
        </w:r>
        <w:r w:rsidR="00590D6D">
          <w:rPr>
            <w:noProof/>
            <w:webHidden/>
          </w:rPr>
          <w:fldChar w:fldCharType="begin"/>
        </w:r>
        <w:r w:rsidR="00590D6D">
          <w:rPr>
            <w:noProof/>
            <w:webHidden/>
          </w:rPr>
          <w:instrText xml:space="preserve"> PAGEREF _Toc463011927 \h </w:instrText>
        </w:r>
        <w:r w:rsidR="00590D6D">
          <w:rPr>
            <w:noProof/>
            <w:webHidden/>
          </w:rPr>
        </w:r>
        <w:r w:rsidR="00590D6D">
          <w:rPr>
            <w:noProof/>
            <w:webHidden/>
          </w:rPr>
          <w:fldChar w:fldCharType="separate"/>
        </w:r>
        <w:r w:rsidR="00590D6D">
          <w:rPr>
            <w:noProof/>
            <w:webHidden/>
          </w:rPr>
          <w:t>46</w:t>
        </w:r>
        <w:r w:rsidR="00590D6D">
          <w:rPr>
            <w:noProof/>
            <w:webHidden/>
          </w:rPr>
          <w:fldChar w:fldCharType="end"/>
        </w:r>
      </w:hyperlink>
    </w:p>
    <w:p w14:paraId="7220099E"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28" w:history="1">
        <w:r w:rsidR="00590D6D" w:rsidRPr="001147B1">
          <w:rPr>
            <w:rStyle w:val="Hyperlink"/>
            <w:rFonts w:ascii="Cambria" w:eastAsia="Times New Roman" w:hAnsi="Cambria"/>
            <w:b/>
            <w:bCs/>
            <w:noProof/>
          </w:rPr>
          <w:t>35.4</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Način uporabe</w:t>
        </w:r>
        <w:r w:rsidR="00590D6D">
          <w:rPr>
            <w:noProof/>
            <w:webHidden/>
          </w:rPr>
          <w:tab/>
        </w:r>
        <w:r w:rsidR="00590D6D">
          <w:rPr>
            <w:noProof/>
            <w:webHidden/>
          </w:rPr>
          <w:fldChar w:fldCharType="begin"/>
        </w:r>
        <w:r w:rsidR="00590D6D">
          <w:rPr>
            <w:noProof/>
            <w:webHidden/>
          </w:rPr>
          <w:instrText xml:space="preserve"> PAGEREF _Toc463011928 \h </w:instrText>
        </w:r>
        <w:r w:rsidR="00590D6D">
          <w:rPr>
            <w:noProof/>
            <w:webHidden/>
          </w:rPr>
        </w:r>
        <w:r w:rsidR="00590D6D">
          <w:rPr>
            <w:noProof/>
            <w:webHidden/>
          </w:rPr>
          <w:fldChar w:fldCharType="separate"/>
        </w:r>
        <w:r w:rsidR="00590D6D">
          <w:rPr>
            <w:noProof/>
            <w:webHidden/>
          </w:rPr>
          <w:t>46</w:t>
        </w:r>
        <w:r w:rsidR="00590D6D">
          <w:rPr>
            <w:noProof/>
            <w:webHidden/>
          </w:rPr>
          <w:fldChar w:fldCharType="end"/>
        </w:r>
      </w:hyperlink>
    </w:p>
    <w:p w14:paraId="521DF4C6"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29" w:history="1">
        <w:r w:rsidR="00590D6D" w:rsidRPr="001147B1">
          <w:rPr>
            <w:rStyle w:val="Hyperlink"/>
            <w:rFonts w:ascii="Cambria" w:eastAsia="Times New Roman" w:hAnsi="Cambria"/>
            <w:b/>
            <w:bCs/>
            <w:noProof/>
          </w:rPr>
          <w:t>35.5</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Posebnosti</w:t>
        </w:r>
        <w:r w:rsidR="00590D6D">
          <w:rPr>
            <w:noProof/>
            <w:webHidden/>
          </w:rPr>
          <w:tab/>
        </w:r>
        <w:r w:rsidR="00590D6D">
          <w:rPr>
            <w:noProof/>
            <w:webHidden/>
          </w:rPr>
          <w:fldChar w:fldCharType="begin"/>
        </w:r>
        <w:r w:rsidR="00590D6D">
          <w:rPr>
            <w:noProof/>
            <w:webHidden/>
          </w:rPr>
          <w:instrText xml:space="preserve"> PAGEREF _Toc463011929 \h </w:instrText>
        </w:r>
        <w:r w:rsidR="00590D6D">
          <w:rPr>
            <w:noProof/>
            <w:webHidden/>
          </w:rPr>
        </w:r>
        <w:r w:rsidR="00590D6D">
          <w:rPr>
            <w:noProof/>
            <w:webHidden/>
          </w:rPr>
          <w:fldChar w:fldCharType="separate"/>
        </w:r>
        <w:r w:rsidR="00590D6D">
          <w:rPr>
            <w:noProof/>
            <w:webHidden/>
          </w:rPr>
          <w:t>46</w:t>
        </w:r>
        <w:r w:rsidR="00590D6D">
          <w:rPr>
            <w:noProof/>
            <w:webHidden/>
          </w:rPr>
          <w:fldChar w:fldCharType="end"/>
        </w:r>
      </w:hyperlink>
    </w:p>
    <w:p w14:paraId="62442BDD"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30" w:history="1">
        <w:r w:rsidR="00590D6D" w:rsidRPr="001147B1">
          <w:rPr>
            <w:rStyle w:val="Hyperlink"/>
            <w:rFonts w:ascii="Cambria" w:eastAsia="Times New Roman" w:hAnsi="Cambria"/>
            <w:b/>
            <w:bCs/>
            <w:noProof/>
          </w:rPr>
          <w:t>35.6</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_Toc463011930 \h </w:instrText>
        </w:r>
        <w:r w:rsidR="00590D6D">
          <w:rPr>
            <w:noProof/>
            <w:webHidden/>
          </w:rPr>
        </w:r>
        <w:r w:rsidR="00590D6D">
          <w:rPr>
            <w:noProof/>
            <w:webHidden/>
          </w:rPr>
          <w:fldChar w:fldCharType="separate"/>
        </w:r>
        <w:r w:rsidR="00590D6D">
          <w:rPr>
            <w:noProof/>
            <w:webHidden/>
          </w:rPr>
          <w:t>46</w:t>
        </w:r>
        <w:r w:rsidR="00590D6D">
          <w:rPr>
            <w:noProof/>
            <w:webHidden/>
          </w:rPr>
          <w:fldChar w:fldCharType="end"/>
        </w:r>
      </w:hyperlink>
    </w:p>
    <w:p w14:paraId="6C53B89D"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931" w:history="1">
        <w:r w:rsidR="00590D6D" w:rsidRPr="001147B1">
          <w:rPr>
            <w:rStyle w:val="Hyperlink"/>
            <w:noProof/>
          </w:rPr>
          <w:t>36</w:t>
        </w:r>
        <w:r w:rsidR="00590D6D">
          <w:rPr>
            <w:rFonts w:asciiTheme="minorHAnsi" w:eastAsiaTheme="minorEastAsia" w:hAnsiTheme="minorHAnsi" w:cstheme="minorBidi"/>
            <w:b w:val="0"/>
            <w:noProof/>
            <w:lang w:eastAsia="sl-SI"/>
          </w:rPr>
          <w:tab/>
        </w:r>
        <w:r w:rsidR="00590D6D" w:rsidRPr="001147B1">
          <w:rPr>
            <w:rStyle w:val="Hyperlink"/>
            <w:noProof/>
          </w:rPr>
          <w:t>Neakontacijski način obracuna najdi</w:t>
        </w:r>
        <w:r w:rsidR="00590D6D">
          <w:rPr>
            <w:noProof/>
            <w:webHidden/>
          </w:rPr>
          <w:tab/>
        </w:r>
        <w:r w:rsidR="00590D6D">
          <w:rPr>
            <w:noProof/>
            <w:webHidden/>
          </w:rPr>
          <w:fldChar w:fldCharType="begin"/>
        </w:r>
        <w:r w:rsidR="00590D6D">
          <w:rPr>
            <w:noProof/>
            <w:webHidden/>
          </w:rPr>
          <w:instrText xml:space="preserve"> PAGEREF _Toc463011931 \h </w:instrText>
        </w:r>
        <w:r w:rsidR="00590D6D">
          <w:rPr>
            <w:noProof/>
            <w:webHidden/>
          </w:rPr>
        </w:r>
        <w:r w:rsidR="00590D6D">
          <w:rPr>
            <w:noProof/>
            <w:webHidden/>
          </w:rPr>
          <w:fldChar w:fldCharType="separate"/>
        </w:r>
        <w:r w:rsidR="00590D6D">
          <w:rPr>
            <w:noProof/>
            <w:webHidden/>
          </w:rPr>
          <w:t>47</w:t>
        </w:r>
        <w:r w:rsidR="00590D6D">
          <w:rPr>
            <w:noProof/>
            <w:webHidden/>
          </w:rPr>
          <w:fldChar w:fldCharType="end"/>
        </w:r>
      </w:hyperlink>
    </w:p>
    <w:p w14:paraId="62DE5E7D"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32" w:history="1">
        <w:r w:rsidR="00590D6D" w:rsidRPr="001147B1">
          <w:rPr>
            <w:rStyle w:val="Hyperlink"/>
            <w:rFonts w:ascii="Cambria" w:eastAsia="Times New Roman" w:hAnsi="Cambria"/>
            <w:b/>
            <w:bCs/>
            <w:noProof/>
          </w:rPr>
          <w:t>36.1</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Kratek opis in namen WS</w:t>
        </w:r>
        <w:r w:rsidR="00590D6D">
          <w:rPr>
            <w:noProof/>
            <w:webHidden/>
          </w:rPr>
          <w:tab/>
        </w:r>
        <w:r w:rsidR="00590D6D">
          <w:rPr>
            <w:noProof/>
            <w:webHidden/>
          </w:rPr>
          <w:fldChar w:fldCharType="begin"/>
        </w:r>
        <w:r w:rsidR="00590D6D">
          <w:rPr>
            <w:noProof/>
            <w:webHidden/>
          </w:rPr>
          <w:instrText xml:space="preserve"> PAGEREF _Toc463011932 \h </w:instrText>
        </w:r>
        <w:r w:rsidR="00590D6D">
          <w:rPr>
            <w:noProof/>
            <w:webHidden/>
          </w:rPr>
        </w:r>
        <w:r w:rsidR="00590D6D">
          <w:rPr>
            <w:noProof/>
            <w:webHidden/>
          </w:rPr>
          <w:fldChar w:fldCharType="separate"/>
        </w:r>
        <w:r w:rsidR="00590D6D">
          <w:rPr>
            <w:noProof/>
            <w:webHidden/>
          </w:rPr>
          <w:t>47</w:t>
        </w:r>
        <w:r w:rsidR="00590D6D">
          <w:rPr>
            <w:noProof/>
            <w:webHidden/>
          </w:rPr>
          <w:fldChar w:fldCharType="end"/>
        </w:r>
      </w:hyperlink>
    </w:p>
    <w:p w14:paraId="07DBBA34"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33" w:history="1">
        <w:r w:rsidR="00590D6D" w:rsidRPr="001147B1">
          <w:rPr>
            <w:rStyle w:val="Hyperlink"/>
            <w:rFonts w:ascii="Cambria" w:eastAsia="Times New Roman" w:hAnsi="Cambria"/>
            <w:b/>
            <w:bCs/>
            <w:noProof/>
          </w:rPr>
          <w:t>36.2</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Verzioniranje WS</w:t>
        </w:r>
        <w:r w:rsidR="00590D6D">
          <w:rPr>
            <w:noProof/>
            <w:webHidden/>
          </w:rPr>
          <w:tab/>
        </w:r>
        <w:r w:rsidR="00590D6D">
          <w:rPr>
            <w:noProof/>
            <w:webHidden/>
          </w:rPr>
          <w:fldChar w:fldCharType="begin"/>
        </w:r>
        <w:r w:rsidR="00590D6D">
          <w:rPr>
            <w:noProof/>
            <w:webHidden/>
          </w:rPr>
          <w:instrText xml:space="preserve"> PAGEREF _Toc463011933 \h </w:instrText>
        </w:r>
        <w:r w:rsidR="00590D6D">
          <w:rPr>
            <w:noProof/>
            <w:webHidden/>
          </w:rPr>
        </w:r>
        <w:r w:rsidR="00590D6D">
          <w:rPr>
            <w:noProof/>
            <w:webHidden/>
          </w:rPr>
          <w:fldChar w:fldCharType="separate"/>
        </w:r>
        <w:r w:rsidR="00590D6D">
          <w:rPr>
            <w:noProof/>
            <w:webHidden/>
          </w:rPr>
          <w:t>47</w:t>
        </w:r>
        <w:r w:rsidR="00590D6D">
          <w:rPr>
            <w:noProof/>
            <w:webHidden/>
          </w:rPr>
          <w:fldChar w:fldCharType="end"/>
        </w:r>
      </w:hyperlink>
    </w:p>
    <w:p w14:paraId="138319BC"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34" w:history="1">
        <w:r w:rsidR="00590D6D" w:rsidRPr="001147B1">
          <w:rPr>
            <w:rStyle w:val="Hyperlink"/>
            <w:rFonts w:ascii="Cambria" w:eastAsia="Times New Roman" w:hAnsi="Cambria"/>
            <w:b/>
            <w:bCs/>
            <w:noProof/>
          </w:rPr>
          <w:t>36.3</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Diagram poteka</w:t>
        </w:r>
        <w:r w:rsidR="00590D6D">
          <w:rPr>
            <w:noProof/>
            <w:webHidden/>
          </w:rPr>
          <w:tab/>
        </w:r>
        <w:r w:rsidR="00590D6D">
          <w:rPr>
            <w:noProof/>
            <w:webHidden/>
          </w:rPr>
          <w:fldChar w:fldCharType="begin"/>
        </w:r>
        <w:r w:rsidR="00590D6D">
          <w:rPr>
            <w:noProof/>
            <w:webHidden/>
          </w:rPr>
          <w:instrText xml:space="preserve"> PAGEREF _Toc463011934 \h </w:instrText>
        </w:r>
        <w:r w:rsidR="00590D6D">
          <w:rPr>
            <w:noProof/>
            <w:webHidden/>
          </w:rPr>
        </w:r>
        <w:r w:rsidR="00590D6D">
          <w:rPr>
            <w:noProof/>
            <w:webHidden/>
          </w:rPr>
          <w:fldChar w:fldCharType="separate"/>
        </w:r>
        <w:r w:rsidR="00590D6D">
          <w:rPr>
            <w:noProof/>
            <w:webHidden/>
          </w:rPr>
          <w:t>47</w:t>
        </w:r>
        <w:r w:rsidR="00590D6D">
          <w:rPr>
            <w:noProof/>
            <w:webHidden/>
          </w:rPr>
          <w:fldChar w:fldCharType="end"/>
        </w:r>
      </w:hyperlink>
    </w:p>
    <w:p w14:paraId="277F07A8"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35" w:history="1">
        <w:r w:rsidR="00590D6D" w:rsidRPr="001147B1">
          <w:rPr>
            <w:rStyle w:val="Hyperlink"/>
            <w:rFonts w:ascii="Cambria" w:eastAsia="Times New Roman" w:hAnsi="Cambria"/>
            <w:b/>
            <w:bCs/>
            <w:noProof/>
          </w:rPr>
          <w:t>36.4</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Način uporabe</w:t>
        </w:r>
        <w:r w:rsidR="00590D6D">
          <w:rPr>
            <w:noProof/>
            <w:webHidden/>
          </w:rPr>
          <w:tab/>
        </w:r>
        <w:r w:rsidR="00590D6D">
          <w:rPr>
            <w:noProof/>
            <w:webHidden/>
          </w:rPr>
          <w:fldChar w:fldCharType="begin"/>
        </w:r>
        <w:r w:rsidR="00590D6D">
          <w:rPr>
            <w:noProof/>
            <w:webHidden/>
          </w:rPr>
          <w:instrText xml:space="preserve"> PAGEREF _Toc463011935 \h </w:instrText>
        </w:r>
        <w:r w:rsidR="00590D6D">
          <w:rPr>
            <w:noProof/>
            <w:webHidden/>
          </w:rPr>
        </w:r>
        <w:r w:rsidR="00590D6D">
          <w:rPr>
            <w:noProof/>
            <w:webHidden/>
          </w:rPr>
          <w:fldChar w:fldCharType="separate"/>
        </w:r>
        <w:r w:rsidR="00590D6D">
          <w:rPr>
            <w:noProof/>
            <w:webHidden/>
          </w:rPr>
          <w:t>47</w:t>
        </w:r>
        <w:r w:rsidR="00590D6D">
          <w:rPr>
            <w:noProof/>
            <w:webHidden/>
          </w:rPr>
          <w:fldChar w:fldCharType="end"/>
        </w:r>
      </w:hyperlink>
    </w:p>
    <w:p w14:paraId="4F558103"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36" w:history="1">
        <w:r w:rsidR="00590D6D" w:rsidRPr="001147B1">
          <w:rPr>
            <w:rStyle w:val="Hyperlink"/>
            <w:rFonts w:ascii="Cambria" w:eastAsia="Times New Roman" w:hAnsi="Cambria"/>
            <w:b/>
            <w:bCs/>
            <w:noProof/>
          </w:rPr>
          <w:t>36.5</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Posebnosti</w:t>
        </w:r>
        <w:r w:rsidR="00590D6D">
          <w:rPr>
            <w:noProof/>
            <w:webHidden/>
          </w:rPr>
          <w:tab/>
        </w:r>
        <w:r w:rsidR="00590D6D">
          <w:rPr>
            <w:noProof/>
            <w:webHidden/>
          </w:rPr>
          <w:fldChar w:fldCharType="begin"/>
        </w:r>
        <w:r w:rsidR="00590D6D">
          <w:rPr>
            <w:noProof/>
            <w:webHidden/>
          </w:rPr>
          <w:instrText xml:space="preserve"> PAGEREF _Toc463011936 \h </w:instrText>
        </w:r>
        <w:r w:rsidR="00590D6D">
          <w:rPr>
            <w:noProof/>
            <w:webHidden/>
          </w:rPr>
        </w:r>
        <w:r w:rsidR="00590D6D">
          <w:rPr>
            <w:noProof/>
            <w:webHidden/>
          </w:rPr>
          <w:fldChar w:fldCharType="separate"/>
        </w:r>
        <w:r w:rsidR="00590D6D">
          <w:rPr>
            <w:noProof/>
            <w:webHidden/>
          </w:rPr>
          <w:t>47</w:t>
        </w:r>
        <w:r w:rsidR="00590D6D">
          <w:rPr>
            <w:noProof/>
            <w:webHidden/>
          </w:rPr>
          <w:fldChar w:fldCharType="end"/>
        </w:r>
      </w:hyperlink>
    </w:p>
    <w:p w14:paraId="1E4326C9"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37" w:history="1">
        <w:r w:rsidR="00590D6D" w:rsidRPr="001147B1">
          <w:rPr>
            <w:rStyle w:val="Hyperlink"/>
            <w:rFonts w:ascii="Cambria" w:eastAsia="Times New Roman" w:hAnsi="Cambria"/>
            <w:b/>
            <w:bCs/>
            <w:noProof/>
          </w:rPr>
          <w:t>36.6</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_Toc463011937 \h </w:instrText>
        </w:r>
        <w:r w:rsidR="00590D6D">
          <w:rPr>
            <w:noProof/>
            <w:webHidden/>
          </w:rPr>
        </w:r>
        <w:r w:rsidR="00590D6D">
          <w:rPr>
            <w:noProof/>
            <w:webHidden/>
          </w:rPr>
          <w:fldChar w:fldCharType="separate"/>
        </w:r>
        <w:r w:rsidR="00590D6D">
          <w:rPr>
            <w:noProof/>
            <w:webHidden/>
          </w:rPr>
          <w:t>47</w:t>
        </w:r>
        <w:r w:rsidR="00590D6D">
          <w:rPr>
            <w:noProof/>
            <w:webHidden/>
          </w:rPr>
          <w:fldChar w:fldCharType="end"/>
        </w:r>
      </w:hyperlink>
    </w:p>
    <w:p w14:paraId="1133A691"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938" w:history="1">
        <w:r w:rsidR="00590D6D" w:rsidRPr="001147B1">
          <w:rPr>
            <w:rStyle w:val="Hyperlink"/>
            <w:noProof/>
          </w:rPr>
          <w:t>37</w:t>
        </w:r>
        <w:r w:rsidR="00590D6D">
          <w:rPr>
            <w:rFonts w:asciiTheme="minorHAnsi" w:eastAsiaTheme="minorEastAsia" w:hAnsiTheme="minorHAnsi" w:cstheme="minorBidi"/>
            <w:b w:val="0"/>
            <w:noProof/>
            <w:lang w:eastAsia="sl-SI"/>
          </w:rPr>
          <w:tab/>
        </w:r>
        <w:r w:rsidR="00590D6D" w:rsidRPr="001147B1">
          <w:rPr>
            <w:rStyle w:val="Hyperlink"/>
            <w:noProof/>
          </w:rPr>
          <w:t>Neakontacijski način obracuna odjavi</w:t>
        </w:r>
        <w:r w:rsidR="00590D6D">
          <w:rPr>
            <w:noProof/>
            <w:webHidden/>
          </w:rPr>
          <w:tab/>
        </w:r>
        <w:r w:rsidR="00590D6D">
          <w:rPr>
            <w:noProof/>
            <w:webHidden/>
          </w:rPr>
          <w:fldChar w:fldCharType="begin"/>
        </w:r>
        <w:r w:rsidR="00590D6D">
          <w:rPr>
            <w:noProof/>
            <w:webHidden/>
          </w:rPr>
          <w:instrText xml:space="preserve"> PAGEREF _Toc463011938 \h </w:instrText>
        </w:r>
        <w:r w:rsidR="00590D6D">
          <w:rPr>
            <w:noProof/>
            <w:webHidden/>
          </w:rPr>
        </w:r>
        <w:r w:rsidR="00590D6D">
          <w:rPr>
            <w:noProof/>
            <w:webHidden/>
          </w:rPr>
          <w:fldChar w:fldCharType="separate"/>
        </w:r>
        <w:r w:rsidR="00590D6D">
          <w:rPr>
            <w:noProof/>
            <w:webHidden/>
          </w:rPr>
          <w:t>48</w:t>
        </w:r>
        <w:r w:rsidR="00590D6D">
          <w:rPr>
            <w:noProof/>
            <w:webHidden/>
          </w:rPr>
          <w:fldChar w:fldCharType="end"/>
        </w:r>
      </w:hyperlink>
    </w:p>
    <w:p w14:paraId="0589CF56"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39" w:history="1">
        <w:r w:rsidR="00590D6D" w:rsidRPr="001147B1">
          <w:rPr>
            <w:rStyle w:val="Hyperlink"/>
            <w:rFonts w:ascii="Cambria" w:eastAsia="Times New Roman" w:hAnsi="Cambria"/>
            <w:b/>
            <w:bCs/>
            <w:noProof/>
          </w:rPr>
          <w:t>37.1</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Kratek opis in namen WS</w:t>
        </w:r>
        <w:r w:rsidR="00590D6D">
          <w:rPr>
            <w:noProof/>
            <w:webHidden/>
          </w:rPr>
          <w:tab/>
        </w:r>
        <w:r w:rsidR="00590D6D">
          <w:rPr>
            <w:noProof/>
            <w:webHidden/>
          </w:rPr>
          <w:fldChar w:fldCharType="begin"/>
        </w:r>
        <w:r w:rsidR="00590D6D">
          <w:rPr>
            <w:noProof/>
            <w:webHidden/>
          </w:rPr>
          <w:instrText xml:space="preserve"> PAGEREF _Toc463011939 \h </w:instrText>
        </w:r>
        <w:r w:rsidR="00590D6D">
          <w:rPr>
            <w:noProof/>
            <w:webHidden/>
          </w:rPr>
        </w:r>
        <w:r w:rsidR="00590D6D">
          <w:rPr>
            <w:noProof/>
            <w:webHidden/>
          </w:rPr>
          <w:fldChar w:fldCharType="separate"/>
        </w:r>
        <w:r w:rsidR="00590D6D">
          <w:rPr>
            <w:noProof/>
            <w:webHidden/>
          </w:rPr>
          <w:t>48</w:t>
        </w:r>
        <w:r w:rsidR="00590D6D">
          <w:rPr>
            <w:noProof/>
            <w:webHidden/>
          </w:rPr>
          <w:fldChar w:fldCharType="end"/>
        </w:r>
      </w:hyperlink>
    </w:p>
    <w:p w14:paraId="12E3D4BC"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40" w:history="1">
        <w:r w:rsidR="00590D6D" w:rsidRPr="001147B1">
          <w:rPr>
            <w:rStyle w:val="Hyperlink"/>
            <w:rFonts w:ascii="Cambria" w:eastAsia="Times New Roman" w:hAnsi="Cambria"/>
            <w:b/>
            <w:bCs/>
            <w:noProof/>
          </w:rPr>
          <w:t>37.2</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Verzioniranje WS</w:t>
        </w:r>
        <w:r w:rsidR="00590D6D">
          <w:rPr>
            <w:noProof/>
            <w:webHidden/>
          </w:rPr>
          <w:tab/>
        </w:r>
        <w:r w:rsidR="00590D6D">
          <w:rPr>
            <w:noProof/>
            <w:webHidden/>
          </w:rPr>
          <w:fldChar w:fldCharType="begin"/>
        </w:r>
        <w:r w:rsidR="00590D6D">
          <w:rPr>
            <w:noProof/>
            <w:webHidden/>
          </w:rPr>
          <w:instrText xml:space="preserve"> PAGEREF _Toc463011940 \h </w:instrText>
        </w:r>
        <w:r w:rsidR="00590D6D">
          <w:rPr>
            <w:noProof/>
            <w:webHidden/>
          </w:rPr>
        </w:r>
        <w:r w:rsidR="00590D6D">
          <w:rPr>
            <w:noProof/>
            <w:webHidden/>
          </w:rPr>
          <w:fldChar w:fldCharType="separate"/>
        </w:r>
        <w:r w:rsidR="00590D6D">
          <w:rPr>
            <w:noProof/>
            <w:webHidden/>
          </w:rPr>
          <w:t>48</w:t>
        </w:r>
        <w:r w:rsidR="00590D6D">
          <w:rPr>
            <w:noProof/>
            <w:webHidden/>
          </w:rPr>
          <w:fldChar w:fldCharType="end"/>
        </w:r>
      </w:hyperlink>
    </w:p>
    <w:p w14:paraId="4964F681"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41" w:history="1">
        <w:r w:rsidR="00590D6D" w:rsidRPr="001147B1">
          <w:rPr>
            <w:rStyle w:val="Hyperlink"/>
            <w:rFonts w:ascii="Cambria" w:eastAsia="Times New Roman" w:hAnsi="Cambria"/>
            <w:b/>
            <w:bCs/>
            <w:noProof/>
          </w:rPr>
          <w:t>37.3</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Diagram poteka</w:t>
        </w:r>
        <w:r w:rsidR="00590D6D">
          <w:rPr>
            <w:noProof/>
            <w:webHidden/>
          </w:rPr>
          <w:tab/>
        </w:r>
        <w:r w:rsidR="00590D6D">
          <w:rPr>
            <w:noProof/>
            <w:webHidden/>
          </w:rPr>
          <w:fldChar w:fldCharType="begin"/>
        </w:r>
        <w:r w:rsidR="00590D6D">
          <w:rPr>
            <w:noProof/>
            <w:webHidden/>
          </w:rPr>
          <w:instrText xml:space="preserve"> PAGEREF _Toc463011941 \h </w:instrText>
        </w:r>
        <w:r w:rsidR="00590D6D">
          <w:rPr>
            <w:noProof/>
            <w:webHidden/>
          </w:rPr>
        </w:r>
        <w:r w:rsidR="00590D6D">
          <w:rPr>
            <w:noProof/>
            <w:webHidden/>
          </w:rPr>
          <w:fldChar w:fldCharType="separate"/>
        </w:r>
        <w:r w:rsidR="00590D6D">
          <w:rPr>
            <w:noProof/>
            <w:webHidden/>
          </w:rPr>
          <w:t>48</w:t>
        </w:r>
        <w:r w:rsidR="00590D6D">
          <w:rPr>
            <w:noProof/>
            <w:webHidden/>
          </w:rPr>
          <w:fldChar w:fldCharType="end"/>
        </w:r>
      </w:hyperlink>
    </w:p>
    <w:p w14:paraId="41519445"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42" w:history="1">
        <w:r w:rsidR="00590D6D" w:rsidRPr="001147B1">
          <w:rPr>
            <w:rStyle w:val="Hyperlink"/>
            <w:rFonts w:ascii="Cambria" w:eastAsia="Times New Roman" w:hAnsi="Cambria"/>
            <w:b/>
            <w:bCs/>
            <w:noProof/>
          </w:rPr>
          <w:t>37.4</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Način uporabe</w:t>
        </w:r>
        <w:r w:rsidR="00590D6D">
          <w:rPr>
            <w:noProof/>
            <w:webHidden/>
          </w:rPr>
          <w:tab/>
        </w:r>
        <w:r w:rsidR="00590D6D">
          <w:rPr>
            <w:noProof/>
            <w:webHidden/>
          </w:rPr>
          <w:fldChar w:fldCharType="begin"/>
        </w:r>
        <w:r w:rsidR="00590D6D">
          <w:rPr>
            <w:noProof/>
            <w:webHidden/>
          </w:rPr>
          <w:instrText xml:space="preserve"> PAGEREF _Toc463011942 \h </w:instrText>
        </w:r>
        <w:r w:rsidR="00590D6D">
          <w:rPr>
            <w:noProof/>
            <w:webHidden/>
          </w:rPr>
        </w:r>
        <w:r w:rsidR="00590D6D">
          <w:rPr>
            <w:noProof/>
            <w:webHidden/>
          </w:rPr>
          <w:fldChar w:fldCharType="separate"/>
        </w:r>
        <w:r w:rsidR="00590D6D">
          <w:rPr>
            <w:noProof/>
            <w:webHidden/>
          </w:rPr>
          <w:t>48</w:t>
        </w:r>
        <w:r w:rsidR="00590D6D">
          <w:rPr>
            <w:noProof/>
            <w:webHidden/>
          </w:rPr>
          <w:fldChar w:fldCharType="end"/>
        </w:r>
      </w:hyperlink>
    </w:p>
    <w:p w14:paraId="71B1F9FF"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43" w:history="1">
        <w:r w:rsidR="00590D6D" w:rsidRPr="001147B1">
          <w:rPr>
            <w:rStyle w:val="Hyperlink"/>
            <w:rFonts w:ascii="Cambria" w:eastAsia="Times New Roman" w:hAnsi="Cambria"/>
            <w:b/>
            <w:bCs/>
            <w:noProof/>
          </w:rPr>
          <w:t>37.5</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Posebnosti</w:t>
        </w:r>
        <w:r w:rsidR="00590D6D">
          <w:rPr>
            <w:noProof/>
            <w:webHidden/>
          </w:rPr>
          <w:tab/>
        </w:r>
        <w:r w:rsidR="00590D6D">
          <w:rPr>
            <w:noProof/>
            <w:webHidden/>
          </w:rPr>
          <w:fldChar w:fldCharType="begin"/>
        </w:r>
        <w:r w:rsidR="00590D6D">
          <w:rPr>
            <w:noProof/>
            <w:webHidden/>
          </w:rPr>
          <w:instrText xml:space="preserve"> PAGEREF _Toc463011943 \h </w:instrText>
        </w:r>
        <w:r w:rsidR="00590D6D">
          <w:rPr>
            <w:noProof/>
            <w:webHidden/>
          </w:rPr>
        </w:r>
        <w:r w:rsidR="00590D6D">
          <w:rPr>
            <w:noProof/>
            <w:webHidden/>
          </w:rPr>
          <w:fldChar w:fldCharType="separate"/>
        </w:r>
        <w:r w:rsidR="00590D6D">
          <w:rPr>
            <w:noProof/>
            <w:webHidden/>
          </w:rPr>
          <w:t>48</w:t>
        </w:r>
        <w:r w:rsidR="00590D6D">
          <w:rPr>
            <w:noProof/>
            <w:webHidden/>
          </w:rPr>
          <w:fldChar w:fldCharType="end"/>
        </w:r>
      </w:hyperlink>
    </w:p>
    <w:p w14:paraId="53D0B128"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44" w:history="1">
        <w:r w:rsidR="00590D6D" w:rsidRPr="001147B1">
          <w:rPr>
            <w:rStyle w:val="Hyperlink"/>
            <w:rFonts w:ascii="Cambria" w:eastAsia="Times New Roman" w:hAnsi="Cambria"/>
            <w:b/>
            <w:bCs/>
            <w:noProof/>
          </w:rPr>
          <w:t>37.6</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_Toc463011944 \h </w:instrText>
        </w:r>
        <w:r w:rsidR="00590D6D">
          <w:rPr>
            <w:noProof/>
            <w:webHidden/>
          </w:rPr>
        </w:r>
        <w:r w:rsidR="00590D6D">
          <w:rPr>
            <w:noProof/>
            <w:webHidden/>
          </w:rPr>
          <w:fldChar w:fldCharType="separate"/>
        </w:r>
        <w:r w:rsidR="00590D6D">
          <w:rPr>
            <w:noProof/>
            <w:webHidden/>
          </w:rPr>
          <w:t>48</w:t>
        </w:r>
        <w:r w:rsidR="00590D6D">
          <w:rPr>
            <w:noProof/>
            <w:webHidden/>
          </w:rPr>
          <w:fldChar w:fldCharType="end"/>
        </w:r>
      </w:hyperlink>
    </w:p>
    <w:p w14:paraId="08293FC0"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945" w:history="1">
        <w:r w:rsidR="00590D6D" w:rsidRPr="001147B1">
          <w:rPr>
            <w:rStyle w:val="Hyperlink"/>
            <w:noProof/>
          </w:rPr>
          <w:t>38</w:t>
        </w:r>
        <w:r w:rsidR="00590D6D">
          <w:rPr>
            <w:rFonts w:asciiTheme="minorHAnsi" w:eastAsiaTheme="minorEastAsia" w:hAnsiTheme="minorHAnsi" w:cstheme="minorBidi"/>
            <w:b w:val="0"/>
            <w:noProof/>
            <w:lang w:eastAsia="sl-SI"/>
          </w:rPr>
          <w:tab/>
        </w:r>
        <w:r w:rsidR="00590D6D" w:rsidRPr="001147B1">
          <w:rPr>
            <w:rStyle w:val="Hyperlink"/>
            <w:noProof/>
          </w:rPr>
          <w:t>Neakontacijski način obracuna prijava</w:t>
        </w:r>
        <w:r w:rsidR="00590D6D">
          <w:rPr>
            <w:noProof/>
            <w:webHidden/>
          </w:rPr>
          <w:tab/>
        </w:r>
        <w:r w:rsidR="00590D6D">
          <w:rPr>
            <w:noProof/>
            <w:webHidden/>
          </w:rPr>
          <w:fldChar w:fldCharType="begin"/>
        </w:r>
        <w:r w:rsidR="00590D6D">
          <w:rPr>
            <w:noProof/>
            <w:webHidden/>
          </w:rPr>
          <w:instrText xml:space="preserve"> PAGEREF _Toc463011945 \h </w:instrText>
        </w:r>
        <w:r w:rsidR="00590D6D">
          <w:rPr>
            <w:noProof/>
            <w:webHidden/>
          </w:rPr>
        </w:r>
        <w:r w:rsidR="00590D6D">
          <w:rPr>
            <w:noProof/>
            <w:webHidden/>
          </w:rPr>
          <w:fldChar w:fldCharType="separate"/>
        </w:r>
        <w:r w:rsidR="00590D6D">
          <w:rPr>
            <w:noProof/>
            <w:webHidden/>
          </w:rPr>
          <w:t>49</w:t>
        </w:r>
        <w:r w:rsidR="00590D6D">
          <w:rPr>
            <w:noProof/>
            <w:webHidden/>
          </w:rPr>
          <w:fldChar w:fldCharType="end"/>
        </w:r>
      </w:hyperlink>
    </w:p>
    <w:p w14:paraId="317F51A9"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46" w:history="1">
        <w:r w:rsidR="00590D6D" w:rsidRPr="001147B1">
          <w:rPr>
            <w:rStyle w:val="Hyperlink"/>
            <w:rFonts w:ascii="Cambria" w:eastAsia="Times New Roman" w:hAnsi="Cambria"/>
            <w:b/>
            <w:bCs/>
            <w:noProof/>
          </w:rPr>
          <w:t>38.1</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Kratek opis in namen WS</w:t>
        </w:r>
        <w:r w:rsidR="00590D6D">
          <w:rPr>
            <w:noProof/>
            <w:webHidden/>
          </w:rPr>
          <w:tab/>
        </w:r>
        <w:r w:rsidR="00590D6D">
          <w:rPr>
            <w:noProof/>
            <w:webHidden/>
          </w:rPr>
          <w:fldChar w:fldCharType="begin"/>
        </w:r>
        <w:r w:rsidR="00590D6D">
          <w:rPr>
            <w:noProof/>
            <w:webHidden/>
          </w:rPr>
          <w:instrText xml:space="preserve"> PAGEREF _Toc463011946 \h </w:instrText>
        </w:r>
        <w:r w:rsidR="00590D6D">
          <w:rPr>
            <w:noProof/>
            <w:webHidden/>
          </w:rPr>
        </w:r>
        <w:r w:rsidR="00590D6D">
          <w:rPr>
            <w:noProof/>
            <w:webHidden/>
          </w:rPr>
          <w:fldChar w:fldCharType="separate"/>
        </w:r>
        <w:r w:rsidR="00590D6D">
          <w:rPr>
            <w:noProof/>
            <w:webHidden/>
          </w:rPr>
          <w:t>49</w:t>
        </w:r>
        <w:r w:rsidR="00590D6D">
          <w:rPr>
            <w:noProof/>
            <w:webHidden/>
          </w:rPr>
          <w:fldChar w:fldCharType="end"/>
        </w:r>
      </w:hyperlink>
    </w:p>
    <w:p w14:paraId="7C6CA0F9"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47" w:history="1">
        <w:r w:rsidR="00590D6D" w:rsidRPr="001147B1">
          <w:rPr>
            <w:rStyle w:val="Hyperlink"/>
            <w:rFonts w:ascii="Cambria" w:eastAsia="Times New Roman" w:hAnsi="Cambria"/>
            <w:b/>
            <w:bCs/>
            <w:noProof/>
          </w:rPr>
          <w:t>38.2</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Verzioniranje WS</w:t>
        </w:r>
        <w:r w:rsidR="00590D6D">
          <w:rPr>
            <w:noProof/>
            <w:webHidden/>
          </w:rPr>
          <w:tab/>
        </w:r>
        <w:r w:rsidR="00590D6D">
          <w:rPr>
            <w:noProof/>
            <w:webHidden/>
          </w:rPr>
          <w:fldChar w:fldCharType="begin"/>
        </w:r>
        <w:r w:rsidR="00590D6D">
          <w:rPr>
            <w:noProof/>
            <w:webHidden/>
          </w:rPr>
          <w:instrText xml:space="preserve"> PAGEREF _Toc463011947 \h </w:instrText>
        </w:r>
        <w:r w:rsidR="00590D6D">
          <w:rPr>
            <w:noProof/>
            <w:webHidden/>
          </w:rPr>
        </w:r>
        <w:r w:rsidR="00590D6D">
          <w:rPr>
            <w:noProof/>
            <w:webHidden/>
          </w:rPr>
          <w:fldChar w:fldCharType="separate"/>
        </w:r>
        <w:r w:rsidR="00590D6D">
          <w:rPr>
            <w:noProof/>
            <w:webHidden/>
          </w:rPr>
          <w:t>49</w:t>
        </w:r>
        <w:r w:rsidR="00590D6D">
          <w:rPr>
            <w:noProof/>
            <w:webHidden/>
          </w:rPr>
          <w:fldChar w:fldCharType="end"/>
        </w:r>
      </w:hyperlink>
    </w:p>
    <w:p w14:paraId="6E6875D4"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48" w:history="1">
        <w:r w:rsidR="00590D6D" w:rsidRPr="001147B1">
          <w:rPr>
            <w:rStyle w:val="Hyperlink"/>
            <w:rFonts w:ascii="Cambria" w:eastAsia="Times New Roman" w:hAnsi="Cambria"/>
            <w:b/>
            <w:bCs/>
            <w:noProof/>
          </w:rPr>
          <w:t>38.3</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Diagram poteka</w:t>
        </w:r>
        <w:r w:rsidR="00590D6D">
          <w:rPr>
            <w:noProof/>
            <w:webHidden/>
          </w:rPr>
          <w:tab/>
        </w:r>
        <w:r w:rsidR="00590D6D">
          <w:rPr>
            <w:noProof/>
            <w:webHidden/>
          </w:rPr>
          <w:fldChar w:fldCharType="begin"/>
        </w:r>
        <w:r w:rsidR="00590D6D">
          <w:rPr>
            <w:noProof/>
            <w:webHidden/>
          </w:rPr>
          <w:instrText xml:space="preserve"> PAGEREF _Toc463011948 \h </w:instrText>
        </w:r>
        <w:r w:rsidR="00590D6D">
          <w:rPr>
            <w:noProof/>
            <w:webHidden/>
          </w:rPr>
        </w:r>
        <w:r w:rsidR="00590D6D">
          <w:rPr>
            <w:noProof/>
            <w:webHidden/>
          </w:rPr>
          <w:fldChar w:fldCharType="separate"/>
        </w:r>
        <w:r w:rsidR="00590D6D">
          <w:rPr>
            <w:noProof/>
            <w:webHidden/>
          </w:rPr>
          <w:t>49</w:t>
        </w:r>
        <w:r w:rsidR="00590D6D">
          <w:rPr>
            <w:noProof/>
            <w:webHidden/>
          </w:rPr>
          <w:fldChar w:fldCharType="end"/>
        </w:r>
      </w:hyperlink>
    </w:p>
    <w:p w14:paraId="387D2C25"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49" w:history="1">
        <w:r w:rsidR="00590D6D" w:rsidRPr="001147B1">
          <w:rPr>
            <w:rStyle w:val="Hyperlink"/>
            <w:rFonts w:ascii="Cambria" w:eastAsia="Times New Roman" w:hAnsi="Cambria"/>
            <w:b/>
            <w:bCs/>
            <w:noProof/>
          </w:rPr>
          <w:t>38.4</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Način uporabe</w:t>
        </w:r>
        <w:r w:rsidR="00590D6D">
          <w:rPr>
            <w:noProof/>
            <w:webHidden/>
          </w:rPr>
          <w:tab/>
        </w:r>
        <w:r w:rsidR="00590D6D">
          <w:rPr>
            <w:noProof/>
            <w:webHidden/>
          </w:rPr>
          <w:fldChar w:fldCharType="begin"/>
        </w:r>
        <w:r w:rsidR="00590D6D">
          <w:rPr>
            <w:noProof/>
            <w:webHidden/>
          </w:rPr>
          <w:instrText xml:space="preserve"> PAGEREF _Toc463011949 \h </w:instrText>
        </w:r>
        <w:r w:rsidR="00590D6D">
          <w:rPr>
            <w:noProof/>
            <w:webHidden/>
          </w:rPr>
        </w:r>
        <w:r w:rsidR="00590D6D">
          <w:rPr>
            <w:noProof/>
            <w:webHidden/>
          </w:rPr>
          <w:fldChar w:fldCharType="separate"/>
        </w:r>
        <w:r w:rsidR="00590D6D">
          <w:rPr>
            <w:noProof/>
            <w:webHidden/>
          </w:rPr>
          <w:t>49</w:t>
        </w:r>
        <w:r w:rsidR="00590D6D">
          <w:rPr>
            <w:noProof/>
            <w:webHidden/>
          </w:rPr>
          <w:fldChar w:fldCharType="end"/>
        </w:r>
      </w:hyperlink>
    </w:p>
    <w:p w14:paraId="35135119"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50" w:history="1">
        <w:r w:rsidR="00590D6D" w:rsidRPr="001147B1">
          <w:rPr>
            <w:rStyle w:val="Hyperlink"/>
            <w:rFonts w:ascii="Cambria" w:eastAsia="Times New Roman" w:hAnsi="Cambria"/>
            <w:b/>
            <w:bCs/>
            <w:noProof/>
          </w:rPr>
          <w:t>38.5</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Posebnosti</w:t>
        </w:r>
        <w:r w:rsidR="00590D6D">
          <w:rPr>
            <w:noProof/>
            <w:webHidden/>
          </w:rPr>
          <w:tab/>
        </w:r>
        <w:r w:rsidR="00590D6D">
          <w:rPr>
            <w:noProof/>
            <w:webHidden/>
          </w:rPr>
          <w:fldChar w:fldCharType="begin"/>
        </w:r>
        <w:r w:rsidR="00590D6D">
          <w:rPr>
            <w:noProof/>
            <w:webHidden/>
          </w:rPr>
          <w:instrText xml:space="preserve"> PAGEREF _Toc463011950 \h </w:instrText>
        </w:r>
        <w:r w:rsidR="00590D6D">
          <w:rPr>
            <w:noProof/>
            <w:webHidden/>
          </w:rPr>
        </w:r>
        <w:r w:rsidR="00590D6D">
          <w:rPr>
            <w:noProof/>
            <w:webHidden/>
          </w:rPr>
          <w:fldChar w:fldCharType="separate"/>
        </w:r>
        <w:r w:rsidR="00590D6D">
          <w:rPr>
            <w:noProof/>
            <w:webHidden/>
          </w:rPr>
          <w:t>49</w:t>
        </w:r>
        <w:r w:rsidR="00590D6D">
          <w:rPr>
            <w:noProof/>
            <w:webHidden/>
          </w:rPr>
          <w:fldChar w:fldCharType="end"/>
        </w:r>
      </w:hyperlink>
    </w:p>
    <w:p w14:paraId="411AF4C3"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51" w:history="1">
        <w:r w:rsidR="00590D6D" w:rsidRPr="001147B1">
          <w:rPr>
            <w:rStyle w:val="Hyperlink"/>
            <w:rFonts w:ascii="Cambria" w:eastAsia="Times New Roman" w:hAnsi="Cambria"/>
            <w:b/>
            <w:bCs/>
            <w:noProof/>
          </w:rPr>
          <w:t>38.6</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_Toc463011951 \h </w:instrText>
        </w:r>
        <w:r w:rsidR="00590D6D">
          <w:rPr>
            <w:noProof/>
            <w:webHidden/>
          </w:rPr>
        </w:r>
        <w:r w:rsidR="00590D6D">
          <w:rPr>
            <w:noProof/>
            <w:webHidden/>
          </w:rPr>
          <w:fldChar w:fldCharType="separate"/>
        </w:r>
        <w:r w:rsidR="00590D6D">
          <w:rPr>
            <w:noProof/>
            <w:webHidden/>
          </w:rPr>
          <w:t>49</w:t>
        </w:r>
        <w:r w:rsidR="00590D6D">
          <w:rPr>
            <w:noProof/>
            <w:webHidden/>
          </w:rPr>
          <w:fldChar w:fldCharType="end"/>
        </w:r>
      </w:hyperlink>
    </w:p>
    <w:p w14:paraId="422CBE06"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952" w:history="1">
        <w:r w:rsidR="00590D6D" w:rsidRPr="001147B1">
          <w:rPr>
            <w:rStyle w:val="Hyperlink"/>
            <w:noProof/>
          </w:rPr>
          <w:t>39</w:t>
        </w:r>
        <w:r w:rsidR="00590D6D">
          <w:rPr>
            <w:rFonts w:asciiTheme="minorHAnsi" w:eastAsiaTheme="minorEastAsia" w:hAnsiTheme="minorHAnsi" w:cstheme="minorBidi"/>
            <w:b w:val="0"/>
            <w:noProof/>
            <w:lang w:eastAsia="sl-SI"/>
          </w:rPr>
          <w:tab/>
        </w:r>
        <w:r w:rsidR="00590D6D" w:rsidRPr="001147B1">
          <w:rPr>
            <w:rStyle w:val="Hyperlink"/>
            <w:noProof/>
          </w:rPr>
          <w:t>Neakontacijski način obracuna vrni</w:t>
        </w:r>
        <w:r w:rsidR="00590D6D">
          <w:rPr>
            <w:noProof/>
            <w:webHidden/>
          </w:rPr>
          <w:tab/>
        </w:r>
        <w:r w:rsidR="00590D6D">
          <w:rPr>
            <w:noProof/>
            <w:webHidden/>
          </w:rPr>
          <w:fldChar w:fldCharType="begin"/>
        </w:r>
        <w:r w:rsidR="00590D6D">
          <w:rPr>
            <w:noProof/>
            <w:webHidden/>
          </w:rPr>
          <w:instrText xml:space="preserve"> PAGEREF _Toc463011952 \h </w:instrText>
        </w:r>
        <w:r w:rsidR="00590D6D">
          <w:rPr>
            <w:noProof/>
            <w:webHidden/>
          </w:rPr>
        </w:r>
        <w:r w:rsidR="00590D6D">
          <w:rPr>
            <w:noProof/>
            <w:webHidden/>
          </w:rPr>
          <w:fldChar w:fldCharType="separate"/>
        </w:r>
        <w:r w:rsidR="00590D6D">
          <w:rPr>
            <w:noProof/>
            <w:webHidden/>
          </w:rPr>
          <w:t>50</w:t>
        </w:r>
        <w:r w:rsidR="00590D6D">
          <w:rPr>
            <w:noProof/>
            <w:webHidden/>
          </w:rPr>
          <w:fldChar w:fldCharType="end"/>
        </w:r>
      </w:hyperlink>
    </w:p>
    <w:p w14:paraId="4982B635"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53" w:history="1">
        <w:r w:rsidR="00590D6D" w:rsidRPr="001147B1">
          <w:rPr>
            <w:rStyle w:val="Hyperlink"/>
            <w:rFonts w:ascii="Cambria" w:eastAsia="Times New Roman" w:hAnsi="Cambria"/>
            <w:b/>
            <w:bCs/>
            <w:noProof/>
          </w:rPr>
          <w:t>39.1</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Kratek opis in namen WS</w:t>
        </w:r>
        <w:r w:rsidR="00590D6D">
          <w:rPr>
            <w:noProof/>
            <w:webHidden/>
          </w:rPr>
          <w:tab/>
        </w:r>
        <w:r w:rsidR="00590D6D">
          <w:rPr>
            <w:noProof/>
            <w:webHidden/>
          </w:rPr>
          <w:fldChar w:fldCharType="begin"/>
        </w:r>
        <w:r w:rsidR="00590D6D">
          <w:rPr>
            <w:noProof/>
            <w:webHidden/>
          </w:rPr>
          <w:instrText xml:space="preserve"> PAGEREF _Toc463011953 \h </w:instrText>
        </w:r>
        <w:r w:rsidR="00590D6D">
          <w:rPr>
            <w:noProof/>
            <w:webHidden/>
          </w:rPr>
        </w:r>
        <w:r w:rsidR="00590D6D">
          <w:rPr>
            <w:noProof/>
            <w:webHidden/>
          </w:rPr>
          <w:fldChar w:fldCharType="separate"/>
        </w:r>
        <w:r w:rsidR="00590D6D">
          <w:rPr>
            <w:noProof/>
            <w:webHidden/>
          </w:rPr>
          <w:t>50</w:t>
        </w:r>
        <w:r w:rsidR="00590D6D">
          <w:rPr>
            <w:noProof/>
            <w:webHidden/>
          </w:rPr>
          <w:fldChar w:fldCharType="end"/>
        </w:r>
      </w:hyperlink>
    </w:p>
    <w:p w14:paraId="3694FAC7"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54" w:history="1">
        <w:r w:rsidR="00590D6D" w:rsidRPr="001147B1">
          <w:rPr>
            <w:rStyle w:val="Hyperlink"/>
            <w:rFonts w:ascii="Cambria" w:eastAsia="Times New Roman" w:hAnsi="Cambria"/>
            <w:b/>
            <w:bCs/>
            <w:noProof/>
          </w:rPr>
          <w:t>39.2</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Verzioniranje WS</w:t>
        </w:r>
        <w:r w:rsidR="00590D6D">
          <w:rPr>
            <w:noProof/>
            <w:webHidden/>
          </w:rPr>
          <w:tab/>
        </w:r>
        <w:r w:rsidR="00590D6D">
          <w:rPr>
            <w:noProof/>
            <w:webHidden/>
          </w:rPr>
          <w:fldChar w:fldCharType="begin"/>
        </w:r>
        <w:r w:rsidR="00590D6D">
          <w:rPr>
            <w:noProof/>
            <w:webHidden/>
          </w:rPr>
          <w:instrText xml:space="preserve"> PAGEREF _Toc463011954 \h </w:instrText>
        </w:r>
        <w:r w:rsidR="00590D6D">
          <w:rPr>
            <w:noProof/>
            <w:webHidden/>
          </w:rPr>
        </w:r>
        <w:r w:rsidR="00590D6D">
          <w:rPr>
            <w:noProof/>
            <w:webHidden/>
          </w:rPr>
          <w:fldChar w:fldCharType="separate"/>
        </w:r>
        <w:r w:rsidR="00590D6D">
          <w:rPr>
            <w:noProof/>
            <w:webHidden/>
          </w:rPr>
          <w:t>50</w:t>
        </w:r>
        <w:r w:rsidR="00590D6D">
          <w:rPr>
            <w:noProof/>
            <w:webHidden/>
          </w:rPr>
          <w:fldChar w:fldCharType="end"/>
        </w:r>
      </w:hyperlink>
    </w:p>
    <w:p w14:paraId="0C6570E0"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55" w:history="1">
        <w:r w:rsidR="00590D6D" w:rsidRPr="001147B1">
          <w:rPr>
            <w:rStyle w:val="Hyperlink"/>
            <w:rFonts w:ascii="Cambria" w:eastAsia="Times New Roman" w:hAnsi="Cambria"/>
            <w:b/>
            <w:bCs/>
            <w:noProof/>
          </w:rPr>
          <w:t>39.3</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Diagram poteka</w:t>
        </w:r>
        <w:r w:rsidR="00590D6D">
          <w:rPr>
            <w:noProof/>
            <w:webHidden/>
          </w:rPr>
          <w:tab/>
        </w:r>
        <w:r w:rsidR="00590D6D">
          <w:rPr>
            <w:noProof/>
            <w:webHidden/>
          </w:rPr>
          <w:fldChar w:fldCharType="begin"/>
        </w:r>
        <w:r w:rsidR="00590D6D">
          <w:rPr>
            <w:noProof/>
            <w:webHidden/>
          </w:rPr>
          <w:instrText xml:space="preserve"> PAGEREF _Toc463011955 \h </w:instrText>
        </w:r>
        <w:r w:rsidR="00590D6D">
          <w:rPr>
            <w:noProof/>
            <w:webHidden/>
          </w:rPr>
        </w:r>
        <w:r w:rsidR="00590D6D">
          <w:rPr>
            <w:noProof/>
            <w:webHidden/>
          </w:rPr>
          <w:fldChar w:fldCharType="separate"/>
        </w:r>
        <w:r w:rsidR="00590D6D">
          <w:rPr>
            <w:noProof/>
            <w:webHidden/>
          </w:rPr>
          <w:t>50</w:t>
        </w:r>
        <w:r w:rsidR="00590D6D">
          <w:rPr>
            <w:noProof/>
            <w:webHidden/>
          </w:rPr>
          <w:fldChar w:fldCharType="end"/>
        </w:r>
      </w:hyperlink>
    </w:p>
    <w:p w14:paraId="2AA7E6EA"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56" w:history="1">
        <w:r w:rsidR="00590D6D" w:rsidRPr="001147B1">
          <w:rPr>
            <w:rStyle w:val="Hyperlink"/>
            <w:rFonts w:ascii="Cambria" w:eastAsia="Times New Roman" w:hAnsi="Cambria"/>
            <w:b/>
            <w:bCs/>
            <w:noProof/>
          </w:rPr>
          <w:t>39.4</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Način uporabe</w:t>
        </w:r>
        <w:r w:rsidR="00590D6D">
          <w:rPr>
            <w:noProof/>
            <w:webHidden/>
          </w:rPr>
          <w:tab/>
        </w:r>
        <w:r w:rsidR="00590D6D">
          <w:rPr>
            <w:noProof/>
            <w:webHidden/>
          </w:rPr>
          <w:fldChar w:fldCharType="begin"/>
        </w:r>
        <w:r w:rsidR="00590D6D">
          <w:rPr>
            <w:noProof/>
            <w:webHidden/>
          </w:rPr>
          <w:instrText xml:space="preserve"> PAGEREF _Toc463011956 \h </w:instrText>
        </w:r>
        <w:r w:rsidR="00590D6D">
          <w:rPr>
            <w:noProof/>
            <w:webHidden/>
          </w:rPr>
        </w:r>
        <w:r w:rsidR="00590D6D">
          <w:rPr>
            <w:noProof/>
            <w:webHidden/>
          </w:rPr>
          <w:fldChar w:fldCharType="separate"/>
        </w:r>
        <w:r w:rsidR="00590D6D">
          <w:rPr>
            <w:noProof/>
            <w:webHidden/>
          </w:rPr>
          <w:t>50</w:t>
        </w:r>
        <w:r w:rsidR="00590D6D">
          <w:rPr>
            <w:noProof/>
            <w:webHidden/>
          </w:rPr>
          <w:fldChar w:fldCharType="end"/>
        </w:r>
      </w:hyperlink>
    </w:p>
    <w:p w14:paraId="065278ED"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57" w:history="1">
        <w:r w:rsidR="00590D6D" w:rsidRPr="001147B1">
          <w:rPr>
            <w:rStyle w:val="Hyperlink"/>
            <w:rFonts w:ascii="Cambria" w:eastAsia="Times New Roman" w:hAnsi="Cambria"/>
            <w:b/>
            <w:bCs/>
            <w:noProof/>
          </w:rPr>
          <w:t>39.5</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Posebnosti</w:t>
        </w:r>
        <w:r w:rsidR="00590D6D">
          <w:rPr>
            <w:noProof/>
            <w:webHidden/>
          </w:rPr>
          <w:tab/>
        </w:r>
        <w:r w:rsidR="00590D6D">
          <w:rPr>
            <w:noProof/>
            <w:webHidden/>
          </w:rPr>
          <w:fldChar w:fldCharType="begin"/>
        </w:r>
        <w:r w:rsidR="00590D6D">
          <w:rPr>
            <w:noProof/>
            <w:webHidden/>
          </w:rPr>
          <w:instrText xml:space="preserve"> PAGEREF _Toc463011957 \h </w:instrText>
        </w:r>
        <w:r w:rsidR="00590D6D">
          <w:rPr>
            <w:noProof/>
            <w:webHidden/>
          </w:rPr>
        </w:r>
        <w:r w:rsidR="00590D6D">
          <w:rPr>
            <w:noProof/>
            <w:webHidden/>
          </w:rPr>
          <w:fldChar w:fldCharType="separate"/>
        </w:r>
        <w:r w:rsidR="00590D6D">
          <w:rPr>
            <w:noProof/>
            <w:webHidden/>
          </w:rPr>
          <w:t>50</w:t>
        </w:r>
        <w:r w:rsidR="00590D6D">
          <w:rPr>
            <w:noProof/>
            <w:webHidden/>
          </w:rPr>
          <w:fldChar w:fldCharType="end"/>
        </w:r>
      </w:hyperlink>
    </w:p>
    <w:p w14:paraId="24F5CE60"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58" w:history="1">
        <w:r w:rsidR="00590D6D" w:rsidRPr="001147B1">
          <w:rPr>
            <w:rStyle w:val="Hyperlink"/>
            <w:rFonts w:ascii="Cambria" w:eastAsia="Times New Roman" w:hAnsi="Cambria"/>
            <w:b/>
            <w:bCs/>
            <w:noProof/>
          </w:rPr>
          <w:t>39.6</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_Toc463011958 \h </w:instrText>
        </w:r>
        <w:r w:rsidR="00590D6D">
          <w:rPr>
            <w:noProof/>
            <w:webHidden/>
          </w:rPr>
        </w:r>
        <w:r w:rsidR="00590D6D">
          <w:rPr>
            <w:noProof/>
            <w:webHidden/>
          </w:rPr>
          <w:fldChar w:fldCharType="separate"/>
        </w:r>
        <w:r w:rsidR="00590D6D">
          <w:rPr>
            <w:noProof/>
            <w:webHidden/>
          </w:rPr>
          <w:t>50</w:t>
        </w:r>
        <w:r w:rsidR="00590D6D">
          <w:rPr>
            <w:noProof/>
            <w:webHidden/>
          </w:rPr>
          <w:fldChar w:fldCharType="end"/>
        </w:r>
      </w:hyperlink>
    </w:p>
    <w:p w14:paraId="04FB0E26"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959" w:history="1">
        <w:r w:rsidR="00590D6D" w:rsidRPr="001147B1">
          <w:rPr>
            <w:rStyle w:val="Hyperlink"/>
            <w:noProof/>
          </w:rPr>
          <w:t>40</w:t>
        </w:r>
        <w:r w:rsidR="00590D6D">
          <w:rPr>
            <w:rFonts w:asciiTheme="minorHAnsi" w:eastAsiaTheme="minorEastAsia" w:hAnsiTheme="minorHAnsi" w:cstheme="minorBidi"/>
            <w:b w:val="0"/>
            <w:noProof/>
            <w:lang w:eastAsia="sl-SI"/>
          </w:rPr>
          <w:tab/>
        </w:r>
        <w:r w:rsidR="00590D6D" w:rsidRPr="001147B1">
          <w:rPr>
            <w:rStyle w:val="Hyperlink"/>
            <w:noProof/>
          </w:rPr>
          <w:t>Najdi količine</w:t>
        </w:r>
        <w:r w:rsidR="00590D6D">
          <w:rPr>
            <w:noProof/>
            <w:webHidden/>
          </w:rPr>
          <w:tab/>
        </w:r>
        <w:r w:rsidR="00590D6D">
          <w:rPr>
            <w:noProof/>
            <w:webHidden/>
          </w:rPr>
          <w:fldChar w:fldCharType="begin"/>
        </w:r>
        <w:r w:rsidR="00590D6D">
          <w:rPr>
            <w:noProof/>
            <w:webHidden/>
          </w:rPr>
          <w:instrText xml:space="preserve"> PAGEREF _Toc463011959 \h </w:instrText>
        </w:r>
        <w:r w:rsidR="00590D6D">
          <w:rPr>
            <w:noProof/>
            <w:webHidden/>
          </w:rPr>
        </w:r>
        <w:r w:rsidR="00590D6D">
          <w:rPr>
            <w:noProof/>
            <w:webHidden/>
          </w:rPr>
          <w:fldChar w:fldCharType="separate"/>
        </w:r>
        <w:r w:rsidR="00590D6D">
          <w:rPr>
            <w:noProof/>
            <w:webHidden/>
          </w:rPr>
          <w:t>51</w:t>
        </w:r>
        <w:r w:rsidR="00590D6D">
          <w:rPr>
            <w:noProof/>
            <w:webHidden/>
          </w:rPr>
          <w:fldChar w:fldCharType="end"/>
        </w:r>
      </w:hyperlink>
    </w:p>
    <w:p w14:paraId="2E5A700B"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60" w:history="1">
        <w:r w:rsidR="00590D6D" w:rsidRPr="001147B1">
          <w:rPr>
            <w:rStyle w:val="Hyperlink"/>
            <w:rFonts w:ascii="Cambria" w:eastAsia="Times New Roman" w:hAnsi="Cambria"/>
            <w:b/>
            <w:bCs/>
            <w:noProof/>
          </w:rPr>
          <w:t>40.1</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Kratek opis in namen WS</w:t>
        </w:r>
        <w:r w:rsidR="00590D6D">
          <w:rPr>
            <w:noProof/>
            <w:webHidden/>
          </w:rPr>
          <w:tab/>
        </w:r>
        <w:r w:rsidR="00590D6D">
          <w:rPr>
            <w:noProof/>
            <w:webHidden/>
          </w:rPr>
          <w:fldChar w:fldCharType="begin"/>
        </w:r>
        <w:r w:rsidR="00590D6D">
          <w:rPr>
            <w:noProof/>
            <w:webHidden/>
          </w:rPr>
          <w:instrText xml:space="preserve"> PAGEREF _Toc463011960 \h </w:instrText>
        </w:r>
        <w:r w:rsidR="00590D6D">
          <w:rPr>
            <w:noProof/>
            <w:webHidden/>
          </w:rPr>
        </w:r>
        <w:r w:rsidR="00590D6D">
          <w:rPr>
            <w:noProof/>
            <w:webHidden/>
          </w:rPr>
          <w:fldChar w:fldCharType="separate"/>
        </w:r>
        <w:r w:rsidR="00590D6D">
          <w:rPr>
            <w:noProof/>
            <w:webHidden/>
          </w:rPr>
          <w:t>51</w:t>
        </w:r>
        <w:r w:rsidR="00590D6D">
          <w:rPr>
            <w:noProof/>
            <w:webHidden/>
          </w:rPr>
          <w:fldChar w:fldCharType="end"/>
        </w:r>
      </w:hyperlink>
    </w:p>
    <w:p w14:paraId="5E891E3A"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61" w:history="1">
        <w:r w:rsidR="00590D6D" w:rsidRPr="001147B1">
          <w:rPr>
            <w:rStyle w:val="Hyperlink"/>
            <w:rFonts w:ascii="Cambria" w:eastAsia="Times New Roman" w:hAnsi="Cambria"/>
            <w:b/>
            <w:bCs/>
            <w:noProof/>
          </w:rPr>
          <w:t>40.2</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Verzioniranje WS</w:t>
        </w:r>
        <w:r w:rsidR="00590D6D">
          <w:rPr>
            <w:noProof/>
            <w:webHidden/>
          </w:rPr>
          <w:tab/>
        </w:r>
        <w:r w:rsidR="00590D6D">
          <w:rPr>
            <w:noProof/>
            <w:webHidden/>
          </w:rPr>
          <w:fldChar w:fldCharType="begin"/>
        </w:r>
        <w:r w:rsidR="00590D6D">
          <w:rPr>
            <w:noProof/>
            <w:webHidden/>
          </w:rPr>
          <w:instrText xml:space="preserve"> PAGEREF _Toc463011961 \h </w:instrText>
        </w:r>
        <w:r w:rsidR="00590D6D">
          <w:rPr>
            <w:noProof/>
            <w:webHidden/>
          </w:rPr>
        </w:r>
        <w:r w:rsidR="00590D6D">
          <w:rPr>
            <w:noProof/>
            <w:webHidden/>
          </w:rPr>
          <w:fldChar w:fldCharType="separate"/>
        </w:r>
        <w:r w:rsidR="00590D6D">
          <w:rPr>
            <w:noProof/>
            <w:webHidden/>
          </w:rPr>
          <w:t>51</w:t>
        </w:r>
        <w:r w:rsidR="00590D6D">
          <w:rPr>
            <w:noProof/>
            <w:webHidden/>
          </w:rPr>
          <w:fldChar w:fldCharType="end"/>
        </w:r>
      </w:hyperlink>
    </w:p>
    <w:p w14:paraId="4D5974CE"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62" w:history="1">
        <w:r w:rsidR="00590D6D" w:rsidRPr="001147B1">
          <w:rPr>
            <w:rStyle w:val="Hyperlink"/>
            <w:rFonts w:ascii="Cambria" w:eastAsia="Times New Roman" w:hAnsi="Cambria"/>
            <w:b/>
            <w:bCs/>
            <w:noProof/>
          </w:rPr>
          <w:t>40.3</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Diagram poteka</w:t>
        </w:r>
        <w:r w:rsidR="00590D6D">
          <w:rPr>
            <w:noProof/>
            <w:webHidden/>
          </w:rPr>
          <w:tab/>
        </w:r>
        <w:r w:rsidR="00590D6D">
          <w:rPr>
            <w:noProof/>
            <w:webHidden/>
          </w:rPr>
          <w:fldChar w:fldCharType="begin"/>
        </w:r>
        <w:r w:rsidR="00590D6D">
          <w:rPr>
            <w:noProof/>
            <w:webHidden/>
          </w:rPr>
          <w:instrText xml:space="preserve"> PAGEREF _Toc463011962 \h </w:instrText>
        </w:r>
        <w:r w:rsidR="00590D6D">
          <w:rPr>
            <w:noProof/>
            <w:webHidden/>
          </w:rPr>
        </w:r>
        <w:r w:rsidR="00590D6D">
          <w:rPr>
            <w:noProof/>
            <w:webHidden/>
          </w:rPr>
          <w:fldChar w:fldCharType="separate"/>
        </w:r>
        <w:r w:rsidR="00590D6D">
          <w:rPr>
            <w:noProof/>
            <w:webHidden/>
          </w:rPr>
          <w:t>51</w:t>
        </w:r>
        <w:r w:rsidR="00590D6D">
          <w:rPr>
            <w:noProof/>
            <w:webHidden/>
          </w:rPr>
          <w:fldChar w:fldCharType="end"/>
        </w:r>
      </w:hyperlink>
    </w:p>
    <w:p w14:paraId="7BE2E597"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63" w:history="1">
        <w:r w:rsidR="00590D6D" w:rsidRPr="001147B1">
          <w:rPr>
            <w:rStyle w:val="Hyperlink"/>
            <w:rFonts w:ascii="Cambria" w:eastAsia="Times New Roman" w:hAnsi="Cambria"/>
            <w:b/>
            <w:bCs/>
            <w:noProof/>
          </w:rPr>
          <w:t>40.4</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Način uporabe</w:t>
        </w:r>
        <w:r w:rsidR="00590D6D">
          <w:rPr>
            <w:noProof/>
            <w:webHidden/>
          </w:rPr>
          <w:tab/>
        </w:r>
        <w:r w:rsidR="00590D6D">
          <w:rPr>
            <w:noProof/>
            <w:webHidden/>
          </w:rPr>
          <w:fldChar w:fldCharType="begin"/>
        </w:r>
        <w:r w:rsidR="00590D6D">
          <w:rPr>
            <w:noProof/>
            <w:webHidden/>
          </w:rPr>
          <w:instrText xml:space="preserve"> PAGEREF _Toc463011963 \h </w:instrText>
        </w:r>
        <w:r w:rsidR="00590D6D">
          <w:rPr>
            <w:noProof/>
            <w:webHidden/>
          </w:rPr>
        </w:r>
        <w:r w:rsidR="00590D6D">
          <w:rPr>
            <w:noProof/>
            <w:webHidden/>
          </w:rPr>
          <w:fldChar w:fldCharType="separate"/>
        </w:r>
        <w:r w:rsidR="00590D6D">
          <w:rPr>
            <w:noProof/>
            <w:webHidden/>
          </w:rPr>
          <w:t>51</w:t>
        </w:r>
        <w:r w:rsidR="00590D6D">
          <w:rPr>
            <w:noProof/>
            <w:webHidden/>
          </w:rPr>
          <w:fldChar w:fldCharType="end"/>
        </w:r>
      </w:hyperlink>
    </w:p>
    <w:p w14:paraId="4A8EBB21"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64" w:history="1">
        <w:r w:rsidR="00590D6D" w:rsidRPr="001147B1">
          <w:rPr>
            <w:rStyle w:val="Hyperlink"/>
            <w:rFonts w:ascii="Cambria" w:eastAsia="Times New Roman" w:hAnsi="Cambria"/>
            <w:b/>
            <w:bCs/>
            <w:noProof/>
          </w:rPr>
          <w:t>40.5</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Posebnosti</w:t>
        </w:r>
        <w:r w:rsidR="00590D6D">
          <w:rPr>
            <w:noProof/>
            <w:webHidden/>
          </w:rPr>
          <w:tab/>
        </w:r>
        <w:r w:rsidR="00590D6D">
          <w:rPr>
            <w:noProof/>
            <w:webHidden/>
          </w:rPr>
          <w:fldChar w:fldCharType="begin"/>
        </w:r>
        <w:r w:rsidR="00590D6D">
          <w:rPr>
            <w:noProof/>
            <w:webHidden/>
          </w:rPr>
          <w:instrText xml:space="preserve"> PAGEREF _Toc463011964 \h </w:instrText>
        </w:r>
        <w:r w:rsidR="00590D6D">
          <w:rPr>
            <w:noProof/>
            <w:webHidden/>
          </w:rPr>
        </w:r>
        <w:r w:rsidR="00590D6D">
          <w:rPr>
            <w:noProof/>
            <w:webHidden/>
          </w:rPr>
          <w:fldChar w:fldCharType="separate"/>
        </w:r>
        <w:r w:rsidR="00590D6D">
          <w:rPr>
            <w:noProof/>
            <w:webHidden/>
          </w:rPr>
          <w:t>51</w:t>
        </w:r>
        <w:r w:rsidR="00590D6D">
          <w:rPr>
            <w:noProof/>
            <w:webHidden/>
          </w:rPr>
          <w:fldChar w:fldCharType="end"/>
        </w:r>
      </w:hyperlink>
    </w:p>
    <w:p w14:paraId="60ADC2C5"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65" w:history="1">
        <w:r w:rsidR="00590D6D" w:rsidRPr="001147B1">
          <w:rPr>
            <w:rStyle w:val="Hyperlink"/>
            <w:rFonts w:ascii="Cambria" w:eastAsia="Times New Roman" w:hAnsi="Cambria"/>
            <w:b/>
            <w:bCs/>
            <w:noProof/>
          </w:rPr>
          <w:t>40.6</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_Toc463011965 \h </w:instrText>
        </w:r>
        <w:r w:rsidR="00590D6D">
          <w:rPr>
            <w:noProof/>
            <w:webHidden/>
          </w:rPr>
        </w:r>
        <w:r w:rsidR="00590D6D">
          <w:rPr>
            <w:noProof/>
            <w:webHidden/>
          </w:rPr>
          <w:fldChar w:fldCharType="separate"/>
        </w:r>
        <w:r w:rsidR="00590D6D">
          <w:rPr>
            <w:noProof/>
            <w:webHidden/>
          </w:rPr>
          <w:t>51</w:t>
        </w:r>
        <w:r w:rsidR="00590D6D">
          <w:rPr>
            <w:noProof/>
            <w:webHidden/>
          </w:rPr>
          <w:fldChar w:fldCharType="end"/>
        </w:r>
      </w:hyperlink>
    </w:p>
    <w:p w14:paraId="0515DAFC" w14:textId="77777777" w:rsidR="00590D6D" w:rsidRDefault="00A25B3C">
      <w:pPr>
        <w:pStyle w:val="TOC1"/>
        <w:tabs>
          <w:tab w:val="left" w:pos="660"/>
          <w:tab w:val="right" w:leader="dot" w:pos="9060"/>
        </w:tabs>
        <w:rPr>
          <w:rFonts w:asciiTheme="minorHAnsi" w:eastAsiaTheme="minorEastAsia" w:hAnsiTheme="minorHAnsi" w:cstheme="minorBidi"/>
          <w:b w:val="0"/>
          <w:noProof/>
          <w:lang w:eastAsia="sl-SI"/>
        </w:rPr>
      </w:pPr>
      <w:hyperlink w:anchor="_Toc463011966" w:history="1">
        <w:r w:rsidR="00590D6D" w:rsidRPr="001147B1">
          <w:rPr>
            <w:rStyle w:val="Hyperlink"/>
            <w:noProof/>
          </w:rPr>
          <w:t>41</w:t>
        </w:r>
        <w:r w:rsidR="00590D6D">
          <w:rPr>
            <w:rFonts w:asciiTheme="minorHAnsi" w:eastAsiaTheme="minorEastAsia" w:hAnsiTheme="minorHAnsi" w:cstheme="minorBidi"/>
            <w:b w:val="0"/>
            <w:noProof/>
            <w:lang w:eastAsia="sl-SI"/>
          </w:rPr>
          <w:tab/>
        </w:r>
        <w:r w:rsidR="00590D6D" w:rsidRPr="001147B1">
          <w:rPr>
            <w:rStyle w:val="Hyperlink"/>
            <w:noProof/>
          </w:rPr>
          <w:t>Vrni količine za posamezno merilno mesto</w:t>
        </w:r>
        <w:r w:rsidR="00590D6D">
          <w:rPr>
            <w:noProof/>
            <w:webHidden/>
          </w:rPr>
          <w:tab/>
        </w:r>
        <w:r w:rsidR="00590D6D">
          <w:rPr>
            <w:noProof/>
            <w:webHidden/>
          </w:rPr>
          <w:fldChar w:fldCharType="begin"/>
        </w:r>
        <w:r w:rsidR="00590D6D">
          <w:rPr>
            <w:noProof/>
            <w:webHidden/>
          </w:rPr>
          <w:instrText xml:space="preserve"> PAGEREF _Toc463011966 \h </w:instrText>
        </w:r>
        <w:r w:rsidR="00590D6D">
          <w:rPr>
            <w:noProof/>
            <w:webHidden/>
          </w:rPr>
        </w:r>
        <w:r w:rsidR="00590D6D">
          <w:rPr>
            <w:noProof/>
            <w:webHidden/>
          </w:rPr>
          <w:fldChar w:fldCharType="separate"/>
        </w:r>
        <w:r w:rsidR="00590D6D">
          <w:rPr>
            <w:noProof/>
            <w:webHidden/>
          </w:rPr>
          <w:t>52</w:t>
        </w:r>
        <w:r w:rsidR="00590D6D">
          <w:rPr>
            <w:noProof/>
            <w:webHidden/>
          </w:rPr>
          <w:fldChar w:fldCharType="end"/>
        </w:r>
      </w:hyperlink>
    </w:p>
    <w:p w14:paraId="327E99BD"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67" w:history="1">
        <w:r w:rsidR="00590D6D" w:rsidRPr="001147B1">
          <w:rPr>
            <w:rStyle w:val="Hyperlink"/>
            <w:rFonts w:ascii="Cambria" w:eastAsia="Times New Roman" w:hAnsi="Cambria"/>
            <w:b/>
            <w:bCs/>
            <w:noProof/>
          </w:rPr>
          <w:t>41.1</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Kratek opis in namen WS</w:t>
        </w:r>
        <w:r w:rsidR="00590D6D">
          <w:rPr>
            <w:noProof/>
            <w:webHidden/>
          </w:rPr>
          <w:tab/>
        </w:r>
        <w:r w:rsidR="00590D6D">
          <w:rPr>
            <w:noProof/>
            <w:webHidden/>
          </w:rPr>
          <w:fldChar w:fldCharType="begin"/>
        </w:r>
        <w:r w:rsidR="00590D6D">
          <w:rPr>
            <w:noProof/>
            <w:webHidden/>
          </w:rPr>
          <w:instrText xml:space="preserve"> PAGEREF _Toc463011967 \h </w:instrText>
        </w:r>
        <w:r w:rsidR="00590D6D">
          <w:rPr>
            <w:noProof/>
            <w:webHidden/>
          </w:rPr>
        </w:r>
        <w:r w:rsidR="00590D6D">
          <w:rPr>
            <w:noProof/>
            <w:webHidden/>
          </w:rPr>
          <w:fldChar w:fldCharType="separate"/>
        </w:r>
        <w:r w:rsidR="00590D6D">
          <w:rPr>
            <w:noProof/>
            <w:webHidden/>
          </w:rPr>
          <w:t>52</w:t>
        </w:r>
        <w:r w:rsidR="00590D6D">
          <w:rPr>
            <w:noProof/>
            <w:webHidden/>
          </w:rPr>
          <w:fldChar w:fldCharType="end"/>
        </w:r>
      </w:hyperlink>
    </w:p>
    <w:p w14:paraId="3DDCB73C"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68" w:history="1">
        <w:r w:rsidR="00590D6D" w:rsidRPr="001147B1">
          <w:rPr>
            <w:rStyle w:val="Hyperlink"/>
            <w:rFonts w:ascii="Cambria" w:eastAsia="Times New Roman" w:hAnsi="Cambria"/>
            <w:b/>
            <w:bCs/>
            <w:noProof/>
          </w:rPr>
          <w:t>41.2</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Verzioniranje WS</w:t>
        </w:r>
        <w:r w:rsidR="00590D6D">
          <w:rPr>
            <w:noProof/>
            <w:webHidden/>
          </w:rPr>
          <w:tab/>
        </w:r>
        <w:r w:rsidR="00590D6D">
          <w:rPr>
            <w:noProof/>
            <w:webHidden/>
          </w:rPr>
          <w:fldChar w:fldCharType="begin"/>
        </w:r>
        <w:r w:rsidR="00590D6D">
          <w:rPr>
            <w:noProof/>
            <w:webHidden/>
          </w:rPr>
          <w:instrText xml:space="preserve"> PAGEREF _Toc463011968 \h </w:instrText>
        </w:r>
        <w:r w:rsidR="00590D6D">
          <w:rPr>
            <w:noProof/>
            <w:webHidden/>
          </w:rPr>
        </w:r>
        <w:r w:rsidR="00590D6D">
          <w:rPr>
            <w:noProof/>
            <w:webHidden/>
          </w:rPr>
          <w:fldChar w:fldCharType="separate"/>
        </w:r>
        <w:r w:rsidR="00590D6D">
          <w:rPr>
            <w:noProof/>
            <w:webHidden/>
          </w:rPr>
          <w:t>52</w:t>
        </w:r>
        <w:r w:rsidR="00590D6D">
          <w:rPr>
            <w:noProof/>
            <w:webHidden/>
          </w:rPr>
          <w:fldChar w:fldCharType="end"/>
        </w:r>
      </w:hyperlink>
    </w:p>
    <w:p w14:paraId="576E4EE3"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69" w:history="1">
        <w:r w:rsidR="00590D6D" w:rsidRPr="001147B1">
          <w:rPr>
            <w:rStyle w:val="Hyperlink"/>
            <w:rFonts w:ascii="Cambria" w:eastAsia="Times New Roman" w:hAnsi="Cambria"/>
            <w:b/>
            <w:bCs/>
            <w:noProof/>
          </w:rPr>
          <w:t>41.3</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Diagram poteka</w:t>
        </w:r>
        <w:r w:rsidR="00590D6D">
          <w:rPr>
            <w:noProof/>
            <w:webHidden/>
          </w:rPr>
          <w:tab/>
        </w:r>
        <w:r w:rsidR="00590D6D">
          <w:rPr>
            <w:noProof/>
            <w:webHidden/>
          </w:rPr>
          <w:fldChar w:fldCharType="begin"/>
        </w:r>
        <w:r w:rsidR="00590D6D">
          <w:rPr>
            <w:noProof/>
            <w:webHidden/>
          </w:rPr>
          <w:instrText xml:space="preserve"> PAGEREF _Toc463011969 \h </w:instrText>
        </w:r>
        <w:r w:rsidR="00590D6D">
          <w:rPr>
            <w:noProof/>
            <w:webHidden/>
          </w:rPr>
        </w:r>
        <w:r w:rsidR="00590D6D">
          <w:rPr>
            <w:noProof/>
            <w:webHidden/>
          </w:rPr>
          <w:fldChar w:fldCharType="separate"/>
        </w:r>
        <w:r w:rsidR="00590D6D">
          <w:rPr>
            <w:noProof/>
            <w:webHidden/>
          </w:rPr>
          <w:t>52</w:t>
        </w:r>
        <w:r w:rsidR="00590D6D">
          <w:rPr>
            <w:noProof/>
            <w:webHidden/>
          </w:rPr>
          <w:fldChar w:fldCharType="end"/>
        </w:r>
      </w:hyperlink>
    </w:p>
    <w:p w14:paraId="3DD54F5A"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70" w:history="1">
        <w:r w:rsidR="00590D6D" w:rsidRPr="001147B1">
          <w:rPr>
            <w:rStyle w:val="Hyperlink"/>
            <w:rFonts w:ascii="Cambria" w:eastAsia="Times New Roman" w:hAnsi="Cambria"/>
            <w:b/>
            <w:bCs/>
            <w:noProof/>
          </w:rPr>
          <w:t>41.4</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Način uporabe</w:t>
        </w:r>
        <w:r w:rsidR="00590D6D">
          <w:rPr>
            <w:noProof/>
            <w:webHidden/>
          </w:rPr>
          <w:tab/>
        </w:r>
        <w:r w:rsidR="00590D6D">
          <w:rPr>
            <w:noProof/>
            <w:webHidden/>
          </w:rPr>
          <w:fldChar w:fldCharType="begin"/>
        </w:r>
        <w:r w:rsidR="00590D6D">
          <w:rPr>
            <w:noProof/>
            <w:webHidden/>
          </w:rPr>
          <w:instrText xml:space="preserve"> PAGEREF _Toc463011970 \h </w:instrText>
        </w:r>
        <w:r w:rsidR="00590D6D">
          <w:rPr>
            <w:noProof/>
            <w:webHidden/>
          </w:rPr>
        </w:r>
        <w:r w:rsidR="00590D6D">
          <w:rPr>
            <w:noProof/>
            <w:webHidden/>
          </w:rPr>
          <w:fldChar w:fldCharType="separate"/>
        </w:r>
        <w:r w:rsidR="00590D6D">
          <w:rPr>
            <w:noProof/>
            <w:webHidden/>
          </w:rPr>
          <w:t>52</w:t>
        </w:r>
        <w:r w:rsidR="00590D6D">
          <w:rPr>
            <w:noProof/>
            <w:webHidden/>
          </w:rPr>
          <w:fldChar w:fldCharType="end"/>
        </w:r>
      </w:hyperlink>
    </w:p>
    <w:p w14:paraId="3B521752"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71" w:history="1">
        <w:r w:rsidR="00590D6D" w:rsidRPr="001147B1">
          <w:rPr>
            <w:rStyle w:val="Hyperlink"/>
            <w:rFonts w:ascii="Cambria" w:eastAsia="Times New Roman" w:hAnsi="Cambria"/>
            <w:b/>
            <w:bCs/>
            <w:noProof/>
          </w:rPr>
          <w:t>41.5</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Posebnosti</w:t>
        </w:r>
        <w:r w:rsidR="00590D6D">
          <w:rPr>
            <w:noProof/>
            <w:webHidden/>
          </w:rPr>
          <w:tab/>
        </w:r>
        <w:r w:rsidR="00590D6D">
          <w:rPr>
            <w:noProof/>
            <w:webHidden/>
          </w:rPr>
          <w:fldChar w:fldCharType="begin"/>
        </w:r>
        <w:r w:rsidR="00590D6D">
          <w:rPr>
            <w:noProof/>
            <w:webHidden/>
          </w:rPr>
          <w:instrText xml:space="preserve"> PAGEREF _Toc463011971 \h </w:instrText>
        </w:r>
        <w:r w:rsidR="00590D6D">
          <w:rPr>
            <w:noProof/>
            <w:webHidden/>
          </w:rPr>
        </w:r>
        <w:r w:rsidR="00590D6D">
          <w:rPr>
            <w:noProof/>
            <w:webHidden/>
          </w:rPr>
          <w:fldChar w:fldCharType="separate"/>
        </w:r>
        <w:r w:rsidR="00590D6D">
          <w:rPr>
            <w:noProof/>
            <w:webHidden/>
          </w:rPr>
          <w:t>52</w:t>
        </w:r>
        <w:r w:rsidR="00590D6D">
          <w:rPr>
            <w:noProof/>
            <w:webHidden/>
          </w:rPr>
          <w:fldChar w:fldCharType="end"/>
        </w:r>
      </w:hyperlink>
    </w:p>
    <w:p w14:paraId="575586A5" w14:textId="77777777" w:rsidR="00590D6D" w:rsidRDefault="00A25B3C">
      <w:pPr>
        <w:pStyle w:val="TOC2"/>
        <w:tabs>
          <w:tab w:val="left" w:pos="1100"/>
          <w:tab w:val="right" w:leader="dot" w:pos="9060"/>
        </w:tabs>
        <w:rPr>
          <w:rFonts w:asciiTheme="minorHAnsi" w:eastAsiaTheme="minorEastAsia" w:hAnsiTheme="minorHAnsi" w:cstheme="minorBidi"/>
          <w:noProof/>
          <w:lang w:eastAsia="sl-SI"/>
        </w:rPr>
      </w:pPr>
      <w:hyperlink w:anchor="_Toc463011972" w:history="1">
        <w:r w:rsidR="00590D6D" w:rsidRPr="001147B1">
          <w:rPr>
            <w:rStyle w:val="Hyperlink"/>
            <w:rFonts w:ascii="Cambria" w:eastAsia="Times New Roman" w:hAnsi="Cambria"/>
            <w:b/>
            <w:bCs/>
            <w:noProof/>
          </w:rPr>
          <w:t>41.6</w:t>
        </w:r>
        <w:r w:rsidR="00590D6D">
          <w:rPr>
            <w:rFonts w:asciiTheme="minorHAnsi" w:eastAsiaTheme="minorEastAsia" w:hAnsiTheme="minorHAnsi" w:cstheme="minorBidi"/>
            <w:noProof/>
            <w:lang w:eastAsia="sl-SI"/>
          </w:rPr>
          <w:tab/>
        </w:r>
        <w:r w:rsidR="00590D6D" w:rsidRPr="001147B1">
          <w:rPr>
            <w:rStyle w:val="Hyperlink"/>
            <w:rFonts w:ascii="Cambria" w:eastAsia="Times New Roman" w:hAnsi="Cambria"/>
            <w:b/>
            <w:bCs/>
            <w:noProof/>
          </w:rPr>
          <w:t>Tehnološki predpogoji uporabe WS</w:t>
        </w:r>
        <w:r w:rsidR="00590D6D">
          <w:rPr>
            <w:noProof/>
            <w:webHidden/>
          </w:rPr>
          <w:tab/>
        </w:r>
        <w:r w:rsidR="00590D6D">
          <w:rPr>
            <w:noProof/>
            <w:webHidden/>
          </w:rPr>
          <w:fldChar w:fldCharType="begin"/>
        </w:r>
        <w:r w:rsidR="00590D6D">
          <w:rPr>
            <w:noProof/>
            <w:webHidden/>
          </w:rPr>
          <w:instrText xml:space="preserve"> PAGEREF _Toc463011972 \h </w:instrText>
        </w:r>
        <w:r w:rsidR="00590D6D">
          <w:rPr>
            <w:noProof/>
            <w:webHidden/>
          </w:rPr>
        </w:r>
        <w:r w:rsidR="00590D6D">
          <w:rPr>
            <w:noProof/>
            <w:webHidden/>
          </w:rPr>
          <w:fldChar w:fldCharType="separate"/>
        </w:r>
        <w:r w:rsidR="00590D6D">
          <w:rPr>
            <w:noProof/>
            <w:webHidden/>
          </w:rPr>
          <w:t>52</w:t>
        </w:r>
        <w:r w:rsidR="00590D6D">
          <w:rPr>
            <w:noProof/>
            <w:webHidden/>
          </w:rPr>
          <w:fldChar w:fldCharType="end"/>
        </w:r>
      </w:hyperlink>
    </w:p>
    <w:p w14:paraId="699C1D38" w14:textId="77777777" w:rsidR="001D5B3F" w:rsidRDefault="0048557D">
      <w:r w:rsidRPr="004C0946">
        <w:fldChar w:fldCharType="end"/>
      </w:r>
    </w:p>
    <w:p w14:paraId="699C1D39" w14:textId="77777777" w:rsidR="001A2566" w:rsidRDefault="001A2566"/>
    <w:p w14:paraId="699C1D3A" w14:textId="77777777" w:rsidR="001A2566" w:rsidRDefault="001A2566"/>
    <w:p w14:paraId="699C1D3B" w14:textId="77777777" w:rsidR="00B132CB" w:rsidRDefault="00AD05E1" w:rsidP="00AD05E1">
      <w:pPr>
        <w:pStyle w:val="Heading1"/>
      </w:pPr>
      <w:r>
        <w:br w:type="page"/>
      </w:r>
      <w:bookmarkStart w:id="1" w:name="_Toc463011686"/>
      <w:r w:rsidR="00AA71AF">
        <w:lastRenderedPageBreak/>
        <w:t>Pridobivanje zadnjega odbirka</w:t>
      </w:r>
      <w:bookmarkEnd w:id="1"/>
    </w:p>
    <w:p w14:paraId="699C1D3C" w14:textId="77777777" w:rsidR="00B132CB" w:rsidRPr="00F77B12" w:rsidRDefault="00AA71AF" w:rsidP="00F77B12">
      <w:pPr>
        <w:pStyle w:val="Heading2"/>
      </w:pPr>
      <w:bookmarkStart w:id="2" w:name="_Toc463011687"/>
      <w:r w:rsidRPr="00F77B12">
        <w:t>Kratek opis in namen WS</w:t>
      </w:r>
      <w:bookmarkEnd w:id="2"/>
    </w:p>
    <w:p w14:paraId="699C1D3D" w14:textId="7A0CA8E9" w:rsidR="004C7135" w:rsidRDefault="004C7135" w:rsidP="004C7135">
      <w:r>
        <w:t>Storitev je namenjena pridobivanju zadnjega odbirka za potrebe vnosa novega odbirka.</w:t>
      </w:r>
    </w:p>
    <w:p w14:paraId="699C1D3E" w14:textId="77777777" w:rsidR="00F14E0C" w:rsidRDefault="004C7135" w:rsidP="00F77B12">
      <w:pPr>
        <w:pStyle w:val="NoSpacing"/>
        <w:numPr>
          <w:ilvl w:val="0"/>
          <w:numId w:val="27"/>
        </w:numPr>
      </w:pPr>
      <w:r>
        <w:t>U</w:t>
      </w:r>
      <w:r w:rsidR="00075160">
        <w:t>rl produkcija:</w:t>
      </w:r>
    </w:p>
    <w:p w14:paraId="699C1D3F" w14:textId="2D8B0740" w:rsidR="00F14E0C" w:rsidRPr="00F77B12" w:rsidRDefault="00A25B3C" w:rsidP="00F77B12">
      <w:pPr>
        <w:pStyle w:val="NoSpacing"/>
        <w:rPr>
          <w:sz w:val="18"/>
          <w:szCs w:val="18"/>
        </w:rPr>
      </w:pPr>
      <w:hyperlink r:id="rId18" w:history="1">
        <w:r w:rsidR="00F14E0C" w:rsidRPr="00F77B12">
          <w:rPr>
            <w:rStyle w:val="Hyperlink"/>
            <w:sz w:val="18"/>
            <w:szCs w:val="18"/>
          </w:rPr>
          <w:t>https://services.informatika.si/PridobivanjeOdbirkaWeb/sca/PridobivanjeOdbirkaStoritev?WSDL</w:t>
        </w:r>
      </w:hyperlink>
    </w:p>
    <w:p w14:paraId="699C1D40" w14:textId="77777777" w:rsidR="00F14E0C" w:rsidRPr="00F14E0C" w:rsidRDefault="004C7135" w:rsidP="00F77B12">
      <w:pPr>
        <w:pStyle w:val="NoSpacing"/>
        <w:numPr>
          <w:ilvl w:val="0"/>
          <w:numId w:val="27"/>
        </w:numPr>
      </w:pPr>
      <w:r w:rsidRPr="00F14E0C">
        <w:t>U</w:t>
      </w:r>
      <w:r w:rsidR="00075160" w:rsidRPr="00F14E0C">
        <w:t xml:space="preserve">rl test: </w:t>
      </w:r>
    </w:p>
    <w:p w14:paraId="699C1D41" w14:textId="77777777" w:rsidR="00F14E0C" w:rsidRPr="00F77B12" w:rsidRDefault="00A25B3C" w:rsidP="00F77B12">
      <w:pPr>
        <w:pStyle w:val="NoSpacing"/>
        <w:rPr>
          <w:sz w:val="18"/>
          <w:szCs w:val="18"/>
        </w:rPr>
      </w:pPr>
      <w:hyperlink r:id="rId19" w:history="1">
        <w:r w:rsidR="00F14E0C" w:rsidRPr="00F77B12">
          <w:rPr>
            <w:rStyle w:val="Hyperlink"/>
            <w:sz w:val="18"/>
            <w:szCs w:val="18"/>
          </w:rPr>
          <w:t>https://services-test.informatika.si/PridobivanjeOdbirkaWeb/sca/PridobivanjeOdbirkaStoritev?WSDL</w:t>
        </w:r>
      </w:hyperlink>
    </w:p>
    <w:p w14:paraId="699C1D42" w14:textId="77777777" w:rsidR="00F14E0C" w:rsidRPr="00F14E0C" w:rsidRDefault="00F14E0C" w:rsidP="00F14E0C">
      <w:pPr>
        <w:pStyle w:val="NoSpacing"/>
        <w:ind w:left="360"/>
      </w:pPr>
    </w:p>
    <w:p w14:paraId="699C1D43" w14:textId="77777777" w:rsidR="00F14E0C" w:rsidRDefault="00075160" w:rsidP="00F77B12">
      <w:pPr>
        <w:pStyle w:val="NoSpacing"/>
        <w:numPr>
          <w:ilvl w:val="0"/>
          <w:numId w:val="27"/>
        </w:numPr>
      </w:pPr>
      <w:r w:rsidRPr="00F14E0C">
        <w:t>Šifranti url produkcija:</w:t>
      </w:r>
    </w:p>
    <w:p w14:paraId="699C1D44" w14:textId="77777777" w:rsidR="00075160" w:rsidRPr="00F77B12" w:rsidRDefault="00A25B3C" w:rsidP="00F77B12">
      <w:pPr>
        <w:pStyle w:val="NoSpacing"/>
        <w:rPr>
          <w:sz w:val="18"/>
          <w:szCs w:val="18"/>
        </w:rPr>
      </w:pPr>
      <w:hyperlink r:id="rId20" w:history="1">
        <w:r w:rsidR="00F14E0C" w:rsidRPr="00F77B12">
          <w:rPr>
            <w:rStyle w:val="Hyperlink"/>
            <w:sz w:val="18"/>
            <w:szCs w:val="18"/>
          </w:rPr>
          <w:t>https://services.informatika.si/NacinEvidentiranjaMeritveWeb/sca/NacinEvidentiranjaMeritveStoritev</w:t>
        </w:r>
      </w:hyperlink>
      <w:r w:rsidR="00F14E0C" w:rsidRPr="00F77B12">
        <w:rPr>
          <w:rStyle w:val="Hyperlink"/>
          <w:sz w:val="18"/>
          <w:szCs w:val="18"/>
        </w:rPr>
        <w:t>?WSDL</w:t>
      </w:r>
      <w:r w:rsidR="00075160" w:rsidRPr="00F77B12">
        <w:rPr>
          <w:rStyle w:val="Hyperlink"/>
          <w:sz w:val="18"/>
          <w:szCs w:val="18"/>
        </w:rPr>
        <w:br/>
      </w:r>
      <w:hyperlink r:id="rId21" w:history="1">
        <w:r w:rsidR="00F14E0C" w:rsidRPr="00F77B12">
          <w:rPr>
            <w:rStyle w:val="Hyperlink"/>
            <w:sz w:val="18"/>
            <w:szCs w:val="18"/>
          </w:rPr>
          <w:t>https://services.informatika.si/ObracunskiTipMeritveWeb/sca/ObracunskiTipMeritveStoritev</w:t>
        </w:r>
      </w:hyperlink>
      <w:r w:rsidR="00F14E0C" w:rsidRPr="00F77B12">
        <w:rPr>
          <w:rStyle w:val="Hyperlink"/>
          <w:sz w:val="18"/>
          <w:szCs w:val="18"/>
        </w:rPr>
        <w:t>?WSDL</w:t>
      </w:r>
    </w:p>
    <w:p w14:paraId="699C1D45" w14:textId="77777777" w:rsidR="00F14E0C" w:rsidRPr="00F77B12" w:rsidRDefault="00075160" w:rsidP="00F77B12">
      <w:pPr>
        <w:pStyle w:val="NoSpacing"/>
        <w:numPr>
          <w:ilvl w:val="0"/>
          <w:numId w:val="27"/>
        </w:numPr>
      </w:pPr>
      <w:r w:rsidRPr="00F14E0C">
        <w:t xml:space="preserve">Šifranti url test: </w:t>
      </w:r>
    </w:p>
    <w:p w14:paraId="699C1D46" w14:textId="77777777" w:rsidR="00075160" w:rsidRPr="00F77B12" w:rsidRDefault="00A25B3C" w:rsidP="00F14E0C">
      <w:pPr>
        <w:pStyle w:val="NoSpacing"/>
        <w:rPr>
          <w:sz w:val="18"/>
          <w:szCs w:val="18"/>
        </w:rPr>
      </w:pPr>
      <w:hyperlink r:id="rId22" w:history="1">
        <w:r w:rsidR="00F14E0C" w:rsidRPr="00F77B12">
          <w:rPr>
            <w:rStyle w:val="Hyperlink"/>
            <w:sz w:val="18"/>
            <w:szCs w:val="18"/>
          </w:rPr>
          <w:t>https://services-test.informatika.si/NacinEvidentiranjaMeritveWeb/sca/NacinEvidentiranjaMeritveStoritev</w:t>
        </w:r>
      </w:hyperlink>
      <w:r w:rsidR="00F14E0C" w:rsidRPr="00F77B12">
        <w:rPr>
          <w:rStyle w:val="Hyperlink"/>
          <w:sz w:val="18"/>
          <w:szCs w:val="18"/>
        </w:rPr>
        <w:t>?WSDL</w:t>
      </w:r>
      <w:r w:rsidR="00075160" w:rsidRPr="00F77B12">
        <w:rPr>
          <w:rStyle w:val="Hyperlink"/>
          <w:sz w:val="18"/>
          <w:szCs w:val="18"/>
        </w:rPr>
        <w:br/>
      </w:r>
      <w:hyperlink r:id="rId23" w:history="1">
        <w:r w:rsidR="00F14E0C" w:rsidRPr="00F77B12">
          <w:rPr>
            <w:rStyle w:val="Hyperlink"/>
            <w:sz w:val="18"/>
            <w:szCs w:val="18"/>
          </w:rPr>
          <w:t>https://services-test.informatika.si/ObracunskiTipMeritveWeb/sca/ObracunskiTipMeritveStoritev</w:t>
        </w:r>
      </w:hyperlink>
      <w:r w:rsidR="00F14E0C" w:rsidRPr="00F77B12">
        <w:rPr>
          <w:rStyle w:val="Hyperlink"/>
          <w:sz w:val="18"/>
          <w:szCs w:val="18"/>
        </w:rPr>
        <w:t>?WSDL</w:t>
      </w:r>
    </w:p>
    <w:p w14:paraId="699C1D47" w14:textId="77777777" w:rsidR="002824F2" w:rsidRDefault="00AA71AF" w:rsidP="002824F2">
      <w:pPr>
        <w:pStyle w:val="Heading2"/>
      </w:pPr>
      <w:bookmarkStart w:id="3" w:name="_Toc463011688"/>
      <w:r>
        <w:t>Verzioniranje WS</w:t>
      </w:r>
      <w:bookmarkEnd w:id="3"/>
    </w:p>
    <w:p w14:paraId="699C1D48" w14:textId="77777777" w:rsidR="00F14E0C" w:rsidRPr="00F14E0C" w:rsidRDefault="00F14E0C" w:rsidP="00F14E0C">
      <w:r>
        <w:t>Verzija nabora storitev 1.0</w:t>
      </w:r>
    </w:p>
    <w:p w14:paraId="699C1D49" w14:textId="77777777" w:rsidR="00AA71AF" w:rsidRDefault="00AA71AF" w:rsidP="00AA71AF">
      <w:pPr>
        <w:pStyle w:val="Heading2"/>
        <w:ind w:left="578" w:hanging="578"/>
      </w:pPr>
      <w:bookmarkStart w:id="4" w:name="_Toc463011689"/>
      <w:bookmarkStart w:id="5" w:name="_Ref227658844"/>
      <w:r>
        <w:t>Diagram poteka</w:t>
      </w:r>
      <w:bookmarkEnd w:id="4"/>
    </w:p>
    <w:p w14:paraId="699C1D4A" w14:textId="77777777" w:rsidR="0002293F" w:rsidRPr="0002293F" w:rsidRDefault="0002293F" w:rsidP="0002293F">
      <w:r>
        <w:t>Ni na voljo.</w:t>
      </w:r>
    </w:p>
    <w:p w14:paraId="699C1D4B" w14:textId="77777777" w:rsidR="00AA71AF" w:rsidRDefault="00AA71AF" w:rsidP="00AA71AF">
      <w:pPr>
        <w:pStyle w:val="Heading2"/>
        <w:ind w:left="578" w:hanging="578"/>
      </w:pPr>
      <w:bookmarkStart w:id="6" w:name="_Toc463011690"/>
      <w:r>
        <w:t>Način uporabe</w:t>
      </w:r>
      <w:bookmarkEnd w:id="6"/>
    </w:p>
    <w:p w14:paraId="699C1D4C" w14:textId="77777777" w:rsidR="0002293F" w:rsidRPr="0002293F" w:rsidRDefault="00154C9E" w:rsidP="0002293F">
      <w:r>
        <w:t xml:space="preserve">Nabor storitev </w:t>
      </w:r>
      <w:r w:rsidR="0002293F">
        <w:t>se kliče za potrebe pridobivanja odbirka</w:t>
      </w:r>
      <w:r>
        <w:t xml:space="preserve"> in šifrantov</w:t>
      </w:r>
      <w:r w:rsidR="0002293F">
        <w:t xml:space="preserve"> kot prvi korak vnosa novega odbirka v sistem distributerja.</w:t>
      </w:r>
      <w:r>
        <w:t xml:space="preserve"> </w:t>
      </w:r>
    </w:p>
    <w:p w14:paraId="699C1D4D" w14:textId="77777777" w:rsidR="00AA71AF" w:rsidRDefault="00AA71AF" w:rsidP="00AA71AF">
      <w:pPr>
        <w:pStyle w:val="Heading2"/>
        <w:ind w:left="578" w:hanging="578"/>
      </w:pPr>
      <w:bookmarkStart w:id="7" w:name="_Toc463011691"/>
      <w:r>
        <w:t>Posebnosti</w:t>
      </w:r>
      <w:bookmarkEnd w:id="7"/>
    </w:p>
    <w:p w14:paraId="699C1D4E" w14:textId="77777777" w:rsidR="0002293F" w:rsidRPr="0002293F" w:rsidRDefault="0002293F" w:rsidP="0002293F">
      <w:r>
        <w:t xml:space="preserve">Storitev vrne podatke samo za merilna mesta, za katera je </w:t>
      </w:r>
      <w:r w:rsidR="00856C97">
        <w:t>klicatelj</w:t>
      </w:r>
      <w:r>
        <w:t xml:space="preserve"> na izbrani datum</w:t>
      </w:r>
      <w:r w:rsidR="000C5BD3">
        <w:t xml:space="preserve"> dejansko dobavitelj na merilnem mestu.</w:t>
      </w:r>
    </w:p>
    <w:p w14:paraId="699C1D4F" w14:textId="77777777" w:rsidR="00154C9E" w:rsidRDefault="00AA71AF" w:rsidP="00AA71AF">
      <w:pPr>
        <w:pStyle w:val="Heading2"/>
        <w:ind w:left="578" w:hanging="578"/>
      </w:pPr>
      <w:bookmarkStart w:id="8" w:name="_Toc463011692"/>
      <w:r>
        <w:t>Tehnološki predpogoji uporabe WS</w:t>
      </w:r>
      <w:bookmarkEnd w:id="8"/>
    </w:p>
    <w:p w14:paraId="699C1D50" w14:textId="784EB79B" w:rsidR="001A293D" w:rsidRDefault="00F77B12" w:rsidP="00154C9E">
      <w:r>
        <w:t xml:space="preserve">Uporabnik storitve mora vzpostaviti povezavo do spletnega mesta </w:t>
      </w:r>
      <w:r w:rsidRPr="00F77B12">
        <w:t xml:space="preserve">services.informatika.si </w:t>
      </w:r>
      <w:r>
        <w:t xml:space="preserve">ter </w:t>
      </w:r>
      <w:r w:rsidRPr="00F77B12">
        <w:t>services</w:t>
      </w:r>
      <w:r>
        <w:t>-test</w:t>
      </w:r>
      <w:r w:rsidRPr="00F77B12">
        <w:t>.informatika.si</w:t>
      </w:r>
      <w:r>
        <w:t xml:space="preserve"> in zaupati ce</w:t>
      </w:r>
      <w:r w:rsidR="000E04B4">
        <w:t>r</w:t>
      </w:r>
      <w:r>
        <w:t>tifikatu spletnega mesta. Klici so varovani z uporabniškim imenom in geslom.</w:t>
      </w:r>
    </w:p>
    <w:p w14:paraId="573D5637" w14:textId="39C398FF" w:rsidR="00223C32" w:rsidRDefault="00223C32">
      <w:pPr>
        <w:spacing w:after="0" w:line="240" w:lineRule="auto"/>
        <w:jc w:val="left"/>
      </w:pPr>
      <w:r>
        <w:br w:type="page"/>
      </w:r>
    </w:p>
    <w:p w14:paraId="60B4C924" w14:textId="12AA8AD7" w:rsidR="00223C32" w:rsidRDefault="00223C32" w:rsidP="00223C32">
      <w:pPr>
        <w:pStyle w:val="Heading1"/>
      </w:pPr>
      <w:bookmarkStart w:id="9" w:name="_Toc463011693"/>
      <w:r>
        <w:lastRenderedPageBreak/>
        <w:t xml:space="preserve">Pridobivanje </w:t>
      </w:r>
      <w:r w:rsidR="005F5D4E">
        <w:t xml:space="preserve">zadnjega </w:t>
      </w:r>
      <w:r>
        <w:t>odbirka 2</w:t>
      </w:r>
      <w:bookmarkEnd w:id="9"/>
    </w:p>
    <w:p w14:paraId="12955E98" w14:textId="77777777" w:rsidR="00223C32" w:rsidRPr="00F77B12" w:rsidRDefault="00223C32" w:rsidP="00223C32">
      <w:pPr>
        <w:pStyle w:val="Heading2"/>
      </w:pPr>
      <w:bookmarkStart w:id="10" w:name="_Toc463011694"/>
      <w:r w:rsidRPr="00F77B12">
        <w:t>Kratek opis in namen WS</w:t>
      </w:r>
      <w:bookmarkEnd w:id="10"/>
    </w:p>
    <w:p w14:paraId="075AB202" w14:textId="77777777" w:rsidR="00223C32" w:rsidRDefault="00223C32" w:rsidP="00223C32">
      <w:r>
        <w:t>Storitev je namenjena pridobivanju zadnjega odbirka za potrebe vnosa novega odbirka.</w:t>
      </w:r>
    </w:p>
    <w:p w14:paraId="3D6BA076" w14:textId="77777777" w:rsidR="00223C32" w:rsidRDefault="00223C32" w:rsidP="00223C32">
      <w:pPr>
        <w:pStyle w:val="NoSpacing"/>
        <w:numPr>
          <w:ilvl w:val="0"/>
          <w:numId w:val="27"/>
        </w:numPr>
      </w:pPr>
      <w:r>
        <w:t>Url produkcija:</w:t>
      </w:r>
    </w:p>
    <w:p w14:paraId="0CF0C8BF" w14:textId="6053F009" w:rsidR="00223C32" w:rsidRDefault="00A25B3C" w:rsidP="00223C32">
      <w:pPr>
        <w:pStyle w:val="NoSpacing"/>
      </w:pPr>
      <w:hyperlink r:id="rId24" w:history="1">
        <w:r w:rsidR="00223C32" w:rsidRPr="006270FB">
          <w:rPr>
            <w:rStyle w:val="Hyperlink"/>
          </w:rPr>
          <w:t>https://services.informatika.si/PridobivanjeOdbirkaWeb/sca/PridobivanjeOdbirka2Storitev?WSDL</w:t>
        </w:r>
      </w:hyperlink>
      <w:r w:rsidR="00223C32">
        <w:t xml:space="preserve"> </w:t>
      </w:r>
    </w:p>
    <w:p w14:paraId="0D0FCDEB" w14:textId="77777777" w:rsidR="00223C32" w:rsidRDefault="00223C32" w:rsidP="00223C32">
      <w:pPr>
        <w:pStyle w:val="NoSpacing"/>
        <w:numPr>
          <w:ilvl w:val="0"/>
          <w:numId w:val="27"/>
        </w:numPr>
      </w:pPr>
      <w:r w:rsidRPr="00F14E0C">
        <w:t xml:space="preserve">Url test: </w:t>
      </w:r>
    </w:p>
    <w:p w14:paraId="7E6471D7" w14:textId="1FD51D87" w:rsidR="00223C32" w:rsidRPr="00F14E0C" w:rsidRDefault="00A25B3C" w:rsidP="00223C32">
      <w:pPr>
        <w:pStyle w:val="NoSpacing"/>
      </w:pPr>
      <w:hyperlink r:id="rId25" w:history="1">
        <w:r w:rsidR="00223C32" w:rsidRPr="006270FB">
          <w:rPr>
            <w:rStyle w:val="Hyperlink"/>
          </w:rPr>
          <w:t>https://services-test.informatika.si/PridobivanjeOdbirkaWeb/sca/PridobivanjeOdbirka2Storitev?WSDL</w:t>
        </w:r>
      </w:hyperlink>
      <w:r w:rsidR="00223C32">
        <w:t xml:space="preserve"> </w:t>
      </w:r>
    </w:p>
    <w:p w14:paraId="6E5D9143" w14:textId="77777777" w:rsidR="00223C32" w:rsidRDefault="00223C32" w:rsidP="00223C32">
      <w:pPr>
        <w:pStyle w:val="Heading2"/>
      </w:pPr>
      <w:bookmarkStart w:id="11" w:name="_Toc463011695"/>
      <w:r>
        <w:t>Verzioniranje WS</w:t>
      </w:r>
      <w:bookmarkEnd w:id="11"/>
    </w:p>
    <w:p w14:paraId="169ABBBE" w14:textId="349DFDF3" w:rsidR="00223C32" w:rsidRPr="00F14E0C" w:rsidRDefault="00223C32" w:rsidP="00223C32">
      <w:r>
        <w:t>Verzija nabora storitev 2.0</w:t>
      </w:r>
    </w:p>
    <w:p w14:paraId="49211A00" w14:textId="77777777" w:rsidR="00223C32" w:rsidRDefault="00223C32" w:rsidP="00223C32">
      <w:pPr>
        <w:pStyle w:val="Heading2"/>
        <w:ind w:left="578" w:hanging="578"/>
      </w:pPr>
      <w:bookmarkStart w:id="12" w:name="_Toc463011696"/>
      <w:r>
        <w:t>Diagram poteka</w:t>
      </w:r>
      <w:bookmarkEnd w:id="12"/>
    </w:p>
    <w:p w14:paraId="15EF51C3" w14:textId="77777777" w:rsidR="00223C32" w:rsidRPr="0002293F" w:rsidRDefault="00223C32" w:rsidP="00223C32">
      <w:r>
        <w:t>Ni na voljo.</w:t>
      </w:r>
    </w:p>
    <w:p w14:paraId="19205E90" w14:textId="77777777" w:rsidR="00223C32" w:rsidRDefault="00223C32" w:rsidP="00223C32">
      <w:pPr>
        <w:pStyle w:val="Heading2"/>
        <w:ind w:left="578" w:hanging="578"/>
      </w:pPr>
      <w:bookmarkStart w:id="13" w:name="_Toc463011697"/>
      <w:r>
        <w:t>Način uporabe</w:t>
      </w:r>
      <w:bookmarkEnd w:id="13"/>
    </w:p>
    <w:p w14:paraId="09D8810C" w14:textId="617854DE" w:rsidR="00223C32" w:rsidRPr="0002293F" w:rsidRDefault="00223C32" w:rsidP="00223C32">
      <w:r>
        <w:t xml:space="preserve">Nabor storitev se kliče za potrebe pridobivanja odbirka kot prvi korak vnosa novega odbirka v sistem distributerja. </w:t>
      </w:r>
    </w:p>
    <w:p w14:paraId="51DB6ED1" w14:textId="77777777" w:rsidR="00223C32" w:rsidRDefault="00223C32" w:rsidP="00223C32">
      <w:pPr>
        <w:pStyle w:val="Heading2"/>
        <w:ind w:left="578" w:hanging="578"/>
      </w:pPr>
      <w:bookmarkStart w:id="14" w:name="_Toc463011698"/>
      <w:r>
        <w:t>Posebnosti</w:t>
      </w:r>
      <w:bookmarkEnd w:id="14"/>
    </w:p>
    <w:p w14:paraId="6A373060" w14:textId="77777777" w:rsidR="00223C32" w:rsidRPr="0002293F" w:rsidRDefault="00223C32" w:rsidP="00223C32">
      <w:r>
        <w:t>Storitev vrne podatke samo za merilna mesta, za katera je klicatelj na izbrani datum dejansko dobavitelj na merilnem mestu.</w:t>
      </w:r>
    </w:p>
    <w:p w14:paraId="6247B4A8" w14:textId="77777777" w:rsidR="00223C32" w:rsidRDefault="00223C32" w:rsidP="00223C32">
      <w:pPr>
        <w:pStyle w:val="Heading2"/>
        <w:ind w:left="578" w:hanging="578"/>
      </w:pPr>
      <w:bookmarkStart w:id="15" w:name="_Toc463011699"/>
      <w:r>
        <w:t>Tehnološki predpogoji uporabe WS</w:t>
      </w:r>
      <w:bookmarkEnd w:id="15"/>
    </w:p>
    <w:p w14:paraId="73EA6C71" w14:textId="77777777" w:rsidR="00223C32" w:rsidRDefault="00223C32" w:rsidP="00223C32">
      <w:r>
        <w:t xml:space="preserve">Uporabnik storitve mora vzpostaviti povezavo do spletnega mesta </w:t>
      </w:r>
      <w:r w:rsidRPr="00F77B12">
        <w:t xml:space="preserve">services.informatika.si </w:t>
      </w:r>
      <w:r>
        <w:t xml:space="preserve">ter </w:t>
      </w:r>
      <w:r w:rsidRPr="00F77B12">
        <w:t>services</w:t>
      </w:r>
      <w:r>
        <w:t>-test</w:t>
      </w:r>
      <w:r w:rsidRPr="00F77B12">
        <w:t>.informatika.si</w:t>
      </w:r>
      <w:r>
        <w:t xml:space="preserve"> in zaupati certifikatu spletnega mesta. Klici so varovani z uporabniškim imenom in geslom.</w:t>
      </w:r>
    </w:p>
    <w:p w14:paraId="51DD4BB3" w14:textId="77777777" w:rsidR="00223C32" w:rsidRDefault="00223C32">
      <w:pPr>
        <w:spacing w:after="0" w:line="240" w:lineRule="auto"/>
        <w:jc w:val="left"/>
      </w:pPr>
      <w:r>
        <w:br w:type="page"/>
      </w:r>
    </w:p>
    <w:p w14:paraId="06228CD7" w14:textId="6BE3C704" w:rsidR="001A293D" w:rsidRDefault="001A293D" w:rsidP="001A293D">
      <w:pPr>
        <w:pStyle w:val="Heading1"/>
      </w:pPr>
      <w:bookmarkStart w:id="16" w:name="_Toc463011700"/>
      <w:r>
        <w:lastRenderedPageBreak/>
        <w:t>Vnos odbirka</w:t>
      </w:r>
      <w:bookmarkEnd w:id="16"/>
    </w:p>
    <w:p w14:paraId="7CE0568D" w14:textId="77777777" w:rsidR="001A293D" w:rsidRPr="00F77B12" w:rsidRDefault="001A293D" w:rsidP="001A293D">
      <w:pPr>
        <w:pStyle w:val="Heading2"/>
      </w:pPr>
      <w:bookmarkStart w:id="17" w:name="_Toc463011701"/>
      <w:r w:rsidRPr="00F77B12">
        <w:t>Kratek opis in namen WS</w:t>
      </w:r>
      <w:bookmarkEnd w:id="17"/>
    </w:p>
    <w:p w14:paraId="456563D9" w14:textId="0815B2F0" w:rsidR="001A293D" w:rsidRDefault="001A293D" w:rsidP="001A293D">
      <w:r>
        <w:t>Storitev je namenjena posameznemu vnosu odbirka.</w:t>
      </w:r>
    </w:p>
    <w:p w14:paraId="5DB442CA" w14:textId="77777777" w:rsidR="001A293D" w:rsidRDefault="001A293D" w:rsidP="001A293D">
      <w:pPr>
        <w:pStyle w:val="NoSpacing"/>
        <w:numPr>
          <w:ilvl w:val="0"/>
          <w:numId w:val="27"/>
        </w:numPr>
      </w:pPr>
      <w:r>
        <w:t>Url produkcija:</w:t>
      </w:r>
    </w:p>
    <w:p w14:paraId="3703CAEA" w14:textId="1F8EFC59" w:rsidR="001A293D" w:rsidRDefault="00A25B3C" w:rsidP="001A293D">
      <w:pPr>
        <w:pStyle w:val="NoSpacing"/>
        <w:rPr>
          <w:rStyle w:val="Hyperlink"/>
          <w:sz w:val="18"/>
          <w:szCs w:val="18"/>
        </w:rPr>
      </w:pPr>
      <w:hyperlink r:id="rId26" w:history="1">
        <w:r w:rsidR="00B8644B" w:rsidRPr="009D2D40">
          <w:rPr>
            <w:rStyle w:val="Hyperlink"/>
            <w:sz w:val="18"/>
            <w:szCs w:val="18"/>
          </w:rPr>
          <w:t>https://services.informatika.si/VnosOdbirkaWeb/sca/VnosOdbirkaStoritev?WSDL</w:t>
        </w:r>
      </w:hyperlink>
    </w:p>
    <w:p w14:paraId="1B740194" w14:textId="77777777" w:rsidR="00B8644B" w:rsidRPr="001A293D" w:rsidRDefault="00B8644B" w:rsidP="001A293D">
      <w:pPr>
        <w:pStyle w:val="NoSpacing"/>
        <w:rPr>
          <w:rStyle w:val="Hyperlink"/>
          <w:sz w:val="18"/>
          <w:szCs w:val="18"/>
        </w:rPr>
      </w:pPr>
    </w:p>
    <w:p w14:paraId="45AF9079" w14:textId="278C461B" w:rsidR="001A293D" w:rsidRPr="00F14E0C" w:rsidRDefault="001A293D" w:rsidP="001A293D">
      <w:pPr>
        <w:pStyle w:val="NoSpacing"/>
        <w:numPr>
          <w:ilvl w:val="0"/>
          <w:numId w:val="27"/>
        </w:numPr>
      </w:pPr>
      <w:r w:rsidRPr="00F14E0C">
        <w:t xml:space="preserve">Url test: </w:t>
      </w:r>
    </w:p>
    <w:p w14:paraId="06B929A6" w14:textId="5C964819" w:rsidR="001A293D" w:rsidRDefault="00A25B3C" w:rsidP="001A293D">
      <w:pPr>
        <w:pStyle w:val="NoSpacing"/>
        <w:rPr>
          <w:rStyle w:val="Hyperlink"/>
          <w:sz w:val="18"/>
          <w:szCs w:val="18"/>
        </w:rPr>
      </w:pPr>
      <w:hyperlink r:id="rId27" w:history="1">
        <w:r w:rsidR="00B8644B" w:rsidRPr="009D2D40">
          <w:rPr>
            <w:rStyle w:val="Hyperlink"/>
            <w:sz w:val="18"/>
            <w:szCs w:val="18"/>
          </w:rPr>
          <w:t>https://services-test.informatika.si/VnosOdbirkaWeb/sca/VnosOdbirkaStoritev?WSDL</w:t>
        </w:r>
      </w:hyperlink>
    </w:p>
    <w:p w14:paraId="54327322" w14:textId="77777777" w:rsidR="001A293D" w:rsidRPr="00F14E0C" w:rsidRDefault="001A293D" w:rsidP="001A293D">
      <w:pPr>
        <w:pStyle w:val="NoSpacing"/>
        <w:ind w:left="360"/>
      </w:pPr>
    </w:p>
    <w:p w14:paraId="77B1D939" w14:textId="77777777" w:rsidR="001A293D" w:rsidRDefault="001A293D" w:rsidP="001A293D">
      <w:pPr>
        <w:pStyle w:val="Heading2"/>
      </w:pPr>
      <w:bookmarkStart w:id="18" w:name="_Toc463011702"/>
      <w:r>
        <w:t>Verzioniranje WS</w:t>
      </w:r>
      <w:bookmarkEnd w:id="18"/>
    </w:p>
    <w:p w14:paraId="7CE757BD" w14:textId="77777777" w:rsidR="001A293D" w:rsidRPr="00F14E0C" w:rsidRDefault="001A293D" w:rsidP="001A293D">
      <w:r>
        <w:t>Verzija nabora storitev 1.0</w:t>
      </w:r>
    </w:p>
    <w:p w14:paraId="521DED90" w14:textId="77777777" w:rsidR="001A293D" w:rsidRDefault="001A293D" w:rsidP="001A293D">
      <w:pPr>
        <w:pStyle w:val="Heading2"/>
        <w:ind w:left="578" w:hanging="578"/>
      </w:pPr>
      <w:bookmarkStart w:id="19" w:name="_Toc463011703"/>
      <w:r>
        <w:t>Diagram poteka</w:t>
      </w:r>
      <w:bookmarkEnd w:id="19"/>
    </w:p>
    <w:p w14:paraId="612F898C" w14:textId="77777777" w:rsidR="001A293D" w:rsidRPr="0002293F" w:rsidRDefault="001A293D" w:rsidP="001A293D">
      <w:r>
        <w:t>Ni na voljo.</w:t>
      </w:r>
    </w:p>
    <w:p w14:paraId="77BCB0B3" w14:textId="77777777" w:rsidR="001A293D" w:rsidRDefault="001A293D" w:rsidP="001A293D">
      <w:pPr>
        <w:pStyle w:val="Heading2"/>
        <w:ind w:left="578" w:hanging="578"/>
      </w:pPr>
      <w:bookmarkStart w:id="20" w:name="_Toc463011704"/>
      <w:r>
        <w:t>Način uporabe</w:t>
      </w:r>
      <w:bookmarkEnd w:id="20"/>
    </w:p>
    <w:p w14:paraId="1CD3B200" w14:textId="7E8B7E60" w:rsidR="001A293D" w:rsidRPr="0002293F" w:rsidRDefault="001A293D" w:rsidP="001A293D">
      <w:r>
        <w:t>Storitev se kliče za potrebe dodajanja odbirka v sistem distributerja</w:t>
      </w:r>
      <w:r w:rsidR="00C13DF1">
        <w:t>.</w:t>
      </w:r>
      <w:r>
        <w:t xml:space="preserve"> </w:t>
      </w:r>
      <w:r w:rsidR="00BF22FB">
        <w:t>Kot pomoč za kreiranje ustrezne XML strukture odbirka se lahko najprej pokliče storitev za pridobivanje zadnjega odbirka in se nato samo zamenjajo vrednosti določenih elementov.</w:t>
      </w:r>
    </w:p>
    <w:p w14:paraId="00605DEE" w14:textId="77777777" w:rsidR="001A293D" w:rsidRDefault="001A293D" w:rsidP="001A293D">
      <w:pPr>
        <w:pStyle w:val="Heading2"/>
        <w:ind w:left="578" w:hanging="578"/>
      </w:pPr>
      <w:bookmarkStart w:id="21" w:name="_Toc463011705"/>
      <w:r>
        <w:t>Posebnosti</w:t>
      </w:r>
      <w:bookmarkEnd w:id="21"/>
    </w:p>
    <w:p w14:paraId="0C002238" w14:textId="0887E0E7" w:rsidR="001A293D" w:rsidRPr="0002293F" w:rsidRDefault="001A293D" w:rsidP="001A293D">
      <w:r>
        <w:t>Dodajanje odbirkov je mogoče za merilna mesta</w:t>
      </w:r>
      <w:r w:rsidR="00C13DF1">
        <w:t>,</w:t>
      </w:r>
      <w:r>
        <w:t xml:space="preserve"> za katera je klicatelj dejanski dobavitelj na merilnem mestu. </w:t>
      </w:r>
      <w:r w:rsidR="00C13DF1">
        <w:t>Vnos odbirka je mogoč za merilna mesta, ki imajo letno frekvenco odbiranja in za odbirke, ki izpolnjujejo validacijska pravila. V primeru, da odbirek ni v skladu s pravili, odbirek ni mogoče vnesti, lahko se odda v čakalnico</w:t>
      </w:r>
      <w:r w:rsidR="00D179DA">
        <w:t xml:space="preserve"> zahtev</w:t>
      </w:r>
      <w:r w:rsidR="00C13DF1">
        <w:t xml:space="preserve"> distributerju za potrjevanje. Oddaja v čakalnico je mogoča preko storitev Evidence zahtev. V primeru, da se oddaja odbirek v mesecu obračuna, se le-ta odloži v </w:t>
      </w:r>
      <w:r w:rsidR="00254D12">
        <w:t>začasno odložišče</w:t>
      </w:r>
      <w:r w:rsidR="00C13DF1">
        <w:t xml:space="preserve"> odbirkov in uporabi </w:t>
      </w:r>
      <w:r w:rsidR="00D179DA">
        <w:t xml:space="preserve">le </w:t>
      </w:r>
      <w:r w:rsidR="00C13DF1">
        <w:t>v primeru, da distributer ni zagotovil odbirka v mesecu obračuna.</w:t>
      </w:r>
    </w:p>
    <w:p w14:paraId="7C2D7F01" w14:textId="77777777" w:rsidR="001A293D" w:rsidRDefault="001A293D" w:rsidP="001A293D">
      <w:pPr>
        <w:pStyle w:val="Heading2"/>
        <w:ind w:left="578" w:hanging="578"/>
      </w:pPr>
      <w:bookmarkStart w:id="22" w:name="_Toc463011706"/>
      <w:r>
        <w:t>Tehnološki predpogoji uporabe WS</w:t>
      </w:r>
      <w:bookmarkEnd w:id="22"/>
    </w:p>
    <w:p w14:paraId="5837F926" w14:textId="49B322E6" w:rsidR="001A293D" w:rsidRPr="00AA71AF" w:rsidRDefault="001A293D" w:rsidP="001A293D">
      <w:r>
        <w:t xml:space="preserve">Uporabnik storitve mora vzpostaviti povezavo do spletnega mesta </w:t>
      </w:r>
      <w:r w:rsidRPr="00F77B12">
        <w:t>services.informatika.si</w:t>
      </w:r>
      <w:r>
        <w:t xml:space="preserve"> ter </w:t>
      </w:r>
      <w:r w:rsidRPr="00F77B12">
        <w:t>services</w:t>
      </w:r>
      <w:r>
        <w:t>-test</w:t>
      </w:r>
      <w:r w:rsidRPr="00F77B12">
        <w:t>.informatika.si</w:t>
      </w:r>
      <w:r>
        <w:t xml:space="preserve"> in zaupati ce</w:t>
      </w:r>
      <w:r w:rsidR="000E04B4">
        <w:t>r</w:t>
      </w:r>
      <w:r>
        <w:t>tifikatu spletnega mesta. Klici so varovani z uporabniškim imenom in geslom.</w:t>
      </w:r>
    </w:p>
    <w:p w14:paraId="0F6CB47D" w14:textId="4A56EBC4" w:rsidR="00B72B32" w:rsidRDefault="00B72B32">
      <w:pPr>
        <w:spacing w:after="0" w:line="240" w:lineRule="auto"/>
        <w:jc w:val="left"/>
      </w:pPr>
      <w:r>
        <w:br w:type="page"/>
      </w:r>
    </w:p>
    <w:p w14:paraId="544329D3" w14:textId="50B3F99F" w:rsidR="00B72B32" w:rsidRDefault="00B72B32" w:rsidP="00B72B32">
      <w:pPr>
        <w:pStyle w:val="Heading1"/>
      </w:pPr>
      <w:bookmarkStart w:id="23" w:name="_Toc463011707"/>
      <w:r>
        <w:lastRenderedPageBreak/>
        <w:t>Vnos odbirka 2</w:t>
      </w:r>
      <w:bookmarkEnd w:id="23"/>
    </w:p>
    <w:p w14:paraId="2FA85F4A" w14:textId="77777777" w:rsidR="00B72B32" w:rsidRPr="00F77B12" w:rsidRDefault="00B72B32" w:rsidP="00B72B32">
      <w:pPr>
        <w:pStyle w:val="Heading2"/>
      </w:pPr>
      <w:bookmarkStart w:id="24" w:name="_Toc463011708"/>
      <w:r w:rsidRPr="00F77B12">
        <w:t>Kratek opis in namen WS</w:t>
      </w:r>
      <w:bookmarkEnd w:id="24"/>
    </w:p>
    <w:p w14:paraId="695C7957" w14:textId="77777777" w:rsidR="00B72B32" w:rsidRDefault="00B72B32" w:rsidP="00B72B32">
      <w:r>
        <w:t>Storitev je namenjena posameznemu vnosu odbirka.</w:t>
      </w:r>
    </w:p>
    <w:p w14:paraId="1BA7E82F" w14:textId="77777777" w:rsidR="00B72B32" w:rsidRDefault="00B72B32" w:rsidP="00B72B32">
      <w:pPr>
        <w:pStyle w:val="NoSpacing"/>
        <w:numPr>
          <w:ilvl w:val="0"/>
          <w:numId w:val="27"/>
        </w:numPr>
      </w:pPr>
      <w:r>
        <w:t>Url produkcija:</w:t>
      </w:r>
    </w:p>
    <w:p w14:paraId="243A856C" w14:textId="77C8E438" w:rsidR="00B72B32" w:rsidRPr="001A293D" w:rsidRDefault="00B72B32" w:rsidP="00B72B32">
      <w:pPr>
        <w:pStyle w:val="NoSpacing"/>
        <w:rPr>
          <w:rStyle w:val="Hyperlink"/>
          <w:sz w:val="18"/>
          <w:szCs w:val="18"/>
        </w:rPr>
      </w:pPr>
      <w:r w:rsidRPr="00B72B32">
        <w:rPr>
          <w:rStyle w:val="Hyperlink"/>
          <w:sz w:val="18"/>
          <w:szCs w:val="18"/>
        </w:rPr>
        <w:t>https://services.informatika.si/VnosOdbirkaWeb/sca/VnosOdbirka2Storitev?WSDL</w:t>
      </w:r>
    </w:p>
    <w:p w14:paraId="741D5068" w14:textId="77777777" w:rsidR="00B72B32" w:rsidRPr="00F14E0C" w:rsidRDefault="00B72B32" w:rsidP="00B72B32">
      <w:pPr>
        <w:pStyle w:val="NoSpacing"/>
        <w:numPr>
          <w:ilvl w:val="0"/>
          <w:numId w:val="27"/>
        </w:numPr>
      </w:pPr>
      <w:r w:rsidRPr="00F14E0C">
        <w:t xml:space="preserve">Url test: </w:t>
      </w:r>
    </w:p>
    <w:p w14:paraId="2E11F0F9" w14:textId="62B7A6C2" w:rsidR="00B72B32" w:rsidRPr="00F14E0C" w:rsidRDefault="00A25B3C" w:rsidP="00B72B32">
      <w:pPr>
        <w:pStyle w:val="NoSpacing"/>
      </w:pPr>
      <w:hyperlink r:id="rId28" w:history="1">
        <w:r w:rsidR="00B72B32" w:rsidRPr="006270FB">
          <w:rPr>
            <w:rStyle w:val="Hyperlink"/>
            <w:sz w:val="18"/>
            <w:szCs w:val="18"/>
          </w:rPr>
          <w:t>https://services-test.informatika.si/VnosOdbirkaWeb/sca/VnosOdbirka2Storitev?WSDL</w:t>
        </w:r>
      </w:hyperlink>
      <w:r w:rsidR="00B72B32">
        <w:rPr>
          <w:sz w:val="18"/>
          <w:szCs w:val="18"/>
        </w:rPr>
        <w:t xml:space="preserve"> </w:t>
      </w:r>
    </w:p>
    <w:p w14:paraId="01564BB0" w14:textId="77777777" w:rsidR="00B72B32" w:rsidRDefault="00B72B32" w:rsidP="00B72B32">
      <w:pPr>
        <w:pStyle w:val="Heading2"/>
      </w:pPr>
      <w:bookmarkStart w:id="25" w:name="_Toc463011709"/>
      <w:r>
        <w:t>Verzioniranje WS</w:t>
      </w:r>
      <w:bookmarkEnd w:id="25"/>
    </w:p>
    <w:p w14:paraId="66A2607F" w14:textId="146CF4EA" w:rsidR="00B72B32" w:rsidRPr="00F14E0C" w:rsidRDefault="00B72B32" w:rsidP="00B72B32">
      <w:r>
        <w:t>Verzija nabora storitev 2.0</w:t>
      </w:r>
    </w:p>
    <w:p w14:paraId="7E5CE5DD" w14:textId="77777777" w:rsidR="00B72B32" w:rsidRDefault="00B72B32" w:rsidP="00B72B32">
      <w:pPr>
        <w:pStyle w:val="Heading2"/>
        <w:ind w:left="578" w:hanging="578"/>
      </w:pPr>
      <w:bookmarkStart w:id="26" w:name="_Toc463011710"/>
      <w:r>
        <w:t>Diagram poteka</w:t>
      </w:r>
      <w:bookmarkEnd w:id="26"/>
    </w:p>
    <w:p w14:paraId="4CEB5302" w14:textId="77777777" w:rsidR="00B72B32" w:rsidRPr="0002293F" w:rsidRDefault="00B72B32" w:rsidP="00B72B32">
      <w:r>
        <w:t>Ni na voljo.</w:t>
      </w:r>
    </w:p>
    <w:p w14:paraId="7ADC5A00" w14:textId="77777777" w:rsidR="00B72B32" w:rsidRDefault="00B72B32" w:rsidP="00B72B32">
      <w:pPr>
        <w:pStyle w:val="Heading2"/>
        <w:ind w:left="578" w:hanging="578"/>
      </w:pPr>
      <w:bookmarkStart w:id="27" w:name="_Toc463011711"/>
      <w:r>
        <w:t>Način uporabe</w:t>
      </w:r>
      <w:bookmarkEnd w:id="27"/>
    </w:p>
    <w:p w14:paraId="7275AFE0" w14:textId="77777777" w:rsidR="00B72B32" w:rsidRPr="0002293F" w:rsidRDefault="00B72B32" w:rsidP="00B72B32">
      <w:r>
        <w:t>Storitev se kliče za potrebe dodajanja odbirka v sistem distributerja. Kot pomoč za kreiranje ustrezne XML strukture odbirka se lahko najprej pokliče storitev za pridobivanje zadnjega odbirka in se nato samo zamenjajo vrednosti določenih elementov.</w:t>
      </w:r>
    </w:p>
    <w:p w14:paraId="27E92A93" w14:textId="77777777" w:rsidR="00B72B32" w:rsidRDefault="00B72B32" w:rsidP="00B72B32">
      <w:pPr>
        <w:pStyle w:val="Heading2"/>
        <w:ind w:left="578" w:hanging="578"/>
      </w:pPr>
      <w:bookmarkStart w:id="28" w:name="_Toc463011712"/>
      <w:r>
        <w:t>Posebnosti</w:t>
      </w:r>
      <w:bookmarkEnd w:id="28"/>
    </w:p>
    <w:p w14:paraId="3713092B" w14:textId="77777777" w:rsidR="00B72B32" w:rsidRPr="0002293F" w:rsidRDefault="00B72B32" w:rsidP="00B72B32">
      <w:r>
        <w:t>Dodajanje odbirkov je mogoče za merilna mesta, za katera je klicatelj dejanski dobavitelj na merilnem mestu. Vnos odbirka je mogoč za merilna mesta, ki imajo letno frekvenco odbiranja in za odbirke, ki izpolnjujejo validacijska pravila. V primeru, da odbirek ni v skladu s pravili, odbirek ni mogoče vnesti, lahko se odda v čakalnico zahtev distributerju za potrjevanje. Oddaja v čakalnico je mogoča preko storitev Evidence zahtev. V primeru, da se oddaja odbirek v mesecu obračuna, se le-ta odloži v začasno odložišče odbirkov in uporabi le v primeru, da distributer ni zagotovil odbirka v mesecu obračuna.</w:t>
      </w:r>
    </w:p>
    <w:p w14:paraId="70538033" w14:textId="77777777" w:rsidR="00B72B32" w:rsidRDefault="00B72B32" w:rsidP="00B72B32">
      <w:pPr>
        <w:pStyle w:val="Heading2"/>
        <w:ind w:left="578" w:hanging="578"/>
      </w:pPr>
      <w:bookmarkStart w:id="29" w:name="_Toc463011713"/>
      <w:r>
        <w:t>Tehnološki predpogoji uporabe WS</w:t>
      </w:r>
      <w:bookmarkEnd w:id="29"/>
    </w:p>
    <w:p w14:paraId="4E6A0C9A" w14:textId="77777777" w:rsidR="00B72B32" w:rsidRPr="00AA71AF" w:rsidRDefault="00B72B32" w:rsidP="00B72B32">
      <w:r>
        <w:t xml:space="preserve">Uporabnik storitve mora vzpostaviti povezavo do spletnega mesta </w:t>
      </w:r>
      <w:r w:rsidRPr="00F77B12">
        <w:t>services.informatika.si</w:t>
      </w:r>
      <w:r>
        <w:t xml:space="preserve"> ter </w:t>
      </w:r>
      <w:r w:rsidRPr="00F77B12">
        <w:t>services</w:t>
      </w:r>
      <w:r>
        <w:t>-test</w:t>
      </w:r>
      <w:r w:rsidRPr="00F77B12">
        <w:t>.informatika.si</w:t>
      </w:r>
      <w:r>
        <w:t xml:space="preserve"> in zaupati certifikatu spletnega mesta. Klici so varovani z uporabniškim imenom in geslom.</w:t>
      </w:r>
    </w:p>
    <w:p w14:paraId="039FA323" w14:textId="77777777" w:rsidR="001A293D" w:rsidRDefault="001A293D">
      <w:pPr>
        <w:spacing w:after="0" w:line="240" w:lineRule="auto"/>
        <w:jc w:val="left"/>
      </w:pPr>
    </w:p>
    <w:p w14:paraId="1F58DC0A" w14:textId="2F9909DB" w:rsidR="00BA5EA0" w:rsidRDefault="00BA5EA0" w:rsidP="00BA5EA0">
      <w:pPr>
        <w:pStyle w:val="Heading1"/>
      </w:pPr>
      <w:bookmarkStart w:id="30" w:name="_Toc463011714"/>
      <w:r>
        <w:lastRenderedPageBreak/>
        <w:t>Vrni odbirke</w:t>
      </w:r>
      <w:bookmarkEnd w:id="30"/>
    </w:p>
    <w:p w14:paraId="2EFE27BA" w14:textId="77777777" w:rsidR="00BA5EA0" w:rsidRPr="00F77B12" w:rsidRDefault="00BA5EA0" w:rsidP="00BA5EA0">
      <w:pPr>
        <w:pStyle w:val="Heading2"/>
      </w:pPr>
      <w:bookmarkStart w:id="31" w:name="_Toc463011715"/>
      <w:r w:rsidRPr="00F77B12">
        <w:t>Kratek opis in namen WS</w:t>
      </w:r>
      <w:bookmarkEnd w:id="31"/>
    </w:p>
    <w:p w14:paraId="6746D7F8" w14:textId="58D7D6C1" w:rsidR="00BA5EA0" w:rsidRDefault="00BA5EA0" w:rsidP="00BA5EA0">
      <w:r>
        <w:t xml:space="preserve">Storitev je namenjena pridobivanju </w:t>
      </w:r>
      <w:r w:rsidR="00590D6D">
        <w:t>seznama odbirkov za zadnje obdobje dobaviteljstva klicočega dobavitelja</w:t>
      </w:r>
      <w:r>
        <w:t>.</w:t>
      </w:r>
    </w:p>
    <w:p w14:paraId="23D83749" w14:textId="77777777" w:rsidR="00BA5EA0" w:rsidRDefault="00BA5EA0" w:rsidP="00BA5EA0">
      <w:pPr>
        <w:pStyle w:val="NoSpacing"/>
        <w:numPr>
          <w:ilvl w:val="0"/>
          <w:numId w:val="27"/>
        </w:numPr>
      </w:pPr>
      <w:r>
        <w:t>Url produkcija:</w:t>
      </w:r>
    </w:p>
    <w:p w14:paraId="38CDBE77" w14:textId="2FBB370E" w:rsidR="00BA5EA0" w:rsidRPr="00F77B12" w:rsidRDefault="00A25B3C" w:rsidP="00BA5EA0">
      <w:pPr>
        <w:pStyle w:val="NoSpacing"/>
        <w:rPr>
          <w:sz w:val="18"/>
          <w:szCs w:val="18"/>
        </w:rPr>
      </w:pPr>
      <w:hyperlink r:id="rId29" w:history="1">
        <w:r w:rsidR="00BA5EA0" w:rsidRPr="00F830EB">
          <w:rPr>
            <w:rStyle w:val="Hyperlink"/>
            <w:sz w:val="18"/>
            <w:szCs w:val="18"/>
          </w:rPr>
          <w:t>https://services.informatika.si/PridobivanjeOdbirkaWeb/sca/VrniOdbirke?WSDL</w:t>
        </w:r>
      </w:hyperlink>
    </w:p>
    <w:p w14:paraId="4810B7FE" w14:textId="77777777" w:rsidR="00BA5EA0" w:rsidRPr="00F14E0C" w:rsidRDefault="00BA5EA0" w:rsidP="00BA5EA0">
      <w:pPr>
        <w:pStyle w:val="NoSpacing"/>
        <w:numPr>
          <w:ilvl w:val="0"/>
          <w:numId w:val="27"/>
        </w:numPr>
      </w:pPr>
      <w:r w:rsidRPr="00F14E0C">
        <w:t xml:space="preserve">Url test: </w:t>
      </w:r>
    </w:p>
    <w:p w14:paraId="446F602B" w14:textId="7DEF8884" w:rsidR="00BA5EA0" w:rsidRPr="00F77B12" w:rsidRDefault="00A25B3C" w:rsidP="00BA5EA0">
      <w:pPr>
        <w:pStyle w:val="NoSpacing"/>
        <w:rPr>
          <w:sz w:val="18"/>
          <w:szCs w:val="18"/>
        </w:rPr>
      </w:pPr>
      <w:hyperlink r:id="rId30" w:history="1">
        <w:r w:rsidR="00BA5EA0" w:rsidRPr="00F830EB">
          <w:rPr>
            <w:rStyle w:val="Hyperlink"/>
            <w:sz w:val="18"/>
            <w:szCs w:val="18"/>
          </w:rPr>
          <w:t>https://services-test.informatika.si/PridobivanjeOdbirkaWeb/sca/VrniOdbirke?WSDL</w:t>
        </w:r>
      </w:hyperlink>
    </w:p>
    <w:p w14:paraId="7FC923BD" w14:textId="77777777" w:rsidR="00BA5EA0" w:rsidRPr="00F14E0C" w:rsidRDefault="00BA5EA0" w:rsidP="00BA5EA0">
      <w:pPr>
        <w:pStyle w:val="NoSpacing"/>
        <w:ind w:left="360"/>
      </w:pPr>
    </w:p>
    <w:p w14:paraId="48DF3E16" w14:textId="77777777" w:rsidR="00BA5EA0" w:rsidRDefault="00BA5EA0" w:rsidP="00BA5EA0">
      <w:pPr>
        <w:pStyle w:val="Heading2"/>
      </w:pPr>
      <w:bookmarkStart w:id="32" w:name="_Toc463011716"/>
      <w:r>
        <w:t>Verzioniranje WS</w:t>
      </w:r>
      <w:bookmarkEnd w:id="32"/>
    </w:p>
    <w:p w14:paraId="375DAE3B" w14:textId="77777777" w:rsidR="00BA5EA0" w:rsidRPr="00F14E0C" w:rsidRDefault="00BA5EA0" w:rsidP="00BA5EA0">
      <w:r>
        <w:t>Verzija nabora storitev 1.0</w:t>
      </w:r>
    </w:p>
    <w:p w14:paraId="1FF1D7EA" w14:textId="77777777" w:rsidR="00BA5EA0" w:rsidRDefault="00BA5EA0" w:rsidP="00BA5EA0">
      <w:pPr>
        <w:pStyle w:val="Heading2"/>
        <w:ind w:left="578" w:hanging="578"/>
      </w:pPr>
      <w:bookmarkStart w:id="33" w:name="_Toc463011717"/>
      <w:r>
        <w:t>Diagram poteka</w:t>
      </w:r>
      <w:bookmarkEnd w:id="33"/>
    </w:p>
    <w:p w14:paraId="1BF4F49E" w14:textId="77777777" w:rsidR="00BA5EA0" w:rsidRPr="0002293F" w:rsidRDefault="00BA5EA0" w:rsidP="00BA5EA0">
      <w:r>
        <w:t>Ni na voljo.</w:t>
      </w:r>
    </w:p>
    <w:p w14:paraId="1F590540" w14:textId="77777777" w:rsidR="00BA5EA0" w:rsidRDefault="00BA5EA0" w:rsidP="00BA5EA0">
      <w:pPr>
        <w:pStyle w:val="Heading2"/>
        <w:ind w:left="578" w:hanging="578"/>
      </w:pPr>
      <w:bookmarkStart w:id="34" w:name="_Toc463011718"/>
      <w:r>
        <w:t>Način uporabe</w:t>
      </w:r>
      <w:bookmarkEnd w:id="34"/>
    </w:p>
    <w:p w14:paraId="352B3667" w14:textId="46218199" w:rsidR="00BA5EA0" w:rsidRPr="0002293F" w:rsidRDefault="00BA5EA0" w:rsidP="00BA5EA0">
      <w:r>
        <w:t xml:space="preserve">Nabor storitev se kliče za potrebe pridobivanja odbirkov posameznega merilnega mesta. </w:t>
      </w:r>
    </w:p>
    <w:p w14:paraId="55D2D233" w14:textId="77777777" w:rsidR="00BA5EA0" w:rsidRDefault="00BA5EA0" w:rsidP="00BA5EA0">
      <w:pPr>
        <w:pStyle w:val="Heading2"/>
        <w:ind w:left="578" w:hanging="578"/>
      </w:pPr>
      <w:bookmarkStart w:id="35" w:name="_Toc463011719"/>
      <w:r>
        <w:t>Posebnosti</w:t>
      </w:r>
      <w:bookmarkEnd w:id="35"/>
    </w:p>
    <w:p w14:paraId="13D6E4FE" w14:textId="43EDEF68" w:rsidR="00BA5EA0" w:rsidRPr="0002293F" w:rsidRDefault="00BA5EA0" w:rsidP="00BA5EA0">
      <w:r>
        <w:t xml:space="preserve">Storitev vrne podatke za zadnje obdobje, ko je </w:t>
      </w:r>
      <w:r w:rsidR="00B8644B">
        <w:t>kličoči</w:t>
      </w:r>
      <w:r>
        <w:t xml:space="preserve"> dobavitelj bil dobavitelj na izbranem merilnem mestu.</w:t>
      </w:r>
    </w:p>
    <w:p w14:paraId="361B9E6B" w14:textId="77777777" w:rsidR="00BA5EA0" w:rsidRDefault="00BA5EA0" w:rsidP="00BA5EA0">
      <w:pPr>
        <w:pStyle w:val="Heading2"/>
        <w:ind w:left="578" w:hanging="578"/>
      </w:pPr>
      <w:bookmarkStart w:id="36" w:name="_Toc463011720"/>
      <w:r>
        <w:t>Tehnološki predpogoji uporabe WS</w:t>
      </w:r>
      <w:bookmarkEnd w:id="36"/>
    </w:p>
    <w:p w14:paraId="53C6134E" w14:textId="77777777" w:rsidR="00D17547" w:rsidRDefault="00BA5EA0" w:rsidP="00D17547">
      <w:pPr>
        <w:spacing w:after="0" w:line="240" w:lineRule="auto"/>
        <w:jc w:val="left"/>
      </w:pPr>
      <w:r>
        <w:t xml:space="preserve">Uporabnik storitve mora vzpostaviti povezavo do spletnega mesta </w:t>
      </w:r>
      <w:r w:rsidRPr="00F77B12">
        <w:t xml:space="preserve">services.informatika.si </w:t>
      </w:r>
      <w:r>
        <w:t xml:space="preserve">ter </w:t>
      </w:r>
      <w:r w:rsidRPr="00F77B12">
        <w:t>services</w:t>
      </w:r>
      <w:r>
        <w:t>-test</w:t>
      </w:r>
      <w:r w:rsidRPr="00F77B12">
        <w:t>.informatika.si</w:t>
      </w:r>
      <w:r>
        <w:t xml:space="preserve"> in zaupati ce</w:t>
      </w:r>
      <w:r w:rsidR="000E04B4">
        <w:t>r</w:t>
      </w:r>
      <w:r>
        <w:t>tifikatu spletnega mesta. Klici so varovani z uporabniškim imenom in geslom.</w:t>
      </w:r>
    </w:p>
    <w:p w14:paraId="2A92A471" w14:textId="77777777" w:rsidR="00223C32" w:rsidRDefault="00223C32">
      <w:pPr>
        <w:spacing w:after="0" w:line="240" w:lineRule="auto"/>
        <w:jc w:val="left"/>
        <w:rPr>
          <w:rFonts w:ascii="Cambria" w:eastAsia="Times New Roman" w:hAnsi="Cambria"/>
          <w:b/>
          <w:bCs/>
          <w:color w:val="1F497D"/>
          <w:sz w:val="28"/>
          <w:szCs w:val="28"/>
        </w:rPr>
      </w:pPr>
      <w:r>
        <w:br w:type="page"/>
      </w:r>
    </w:p>
    <w:p w14:paraId="7B960F5C" w14:textId="67B2574C" w:rsidR="00223C32" w:rsidRDefault="00223C32" w:rsidP="00223C32">
      <w:pPr>
        <w:pStyle w:val="Heading1"/>
      </w:pPr>
      <w:bookmarkStart w:id="37" w:name="_Toc463011721"/>
      <w:r>
        <w:lastRenderedPageBreak/>
        <w:t>Vrni odbirke 2</w:t>
      </w:r>
      <w:bookmarkEnd w:id="37"/>
    </w:p>
    <w:p w14:paraId="46D83B4E" w14:textId="77777777" w:rsidR="00223C32" w:rsidRPr="00F77B12" w:rsidRDefault="00223C32" w:rsidP="00223C32">
      <w:pPr>
        <w:pStyle w:val="Heading2"/>
      </w:pPr>
      <w:bookmarkStart w:id="38" w:name="_Toc463011722"/>
      <w:r w:rsidRPr="00F77B12">
        <w:t>Kratek opis in namen WS</w:t>
      </w:r>
      <w:bookmarkEnd w:id="38"/>
    </w:p>
    <w:p w14:paraId="100A356C" w14:textId="77777777" w:rsidR="00590D6D" w:rsidRDefault="00590D6D" w:rsidP="00590D6D">
      <w:r>
        <w:t>Storitev je namenjena pridobivanju seznama odbirkov za zadnje obdobje dobaviteljstva klicočega dobavitelja.</w:t>
      </w:r>
    </w:p>
    <w:p w14:paraId="604D7F54" w14:textId="72B035FD" w:rsidR="00223C32" w:rsidRDefault="00590D6D" w:rsidP="00590D6D">
      <w:pPr>
        <w:pStyle w:val="NoSpacing"/>
        <w:numPr>
          <w:ilvl w:val="0"/>
          <w:numId w:val="27"/>
        </w:numPr>
      </w:pPr>
      <w:r w:rsidRPr="001922F6">
        <w:rPr>
          <w:lang w:val="sl-SI"/>
        </w:rPr>
        <w:t xml:space="preserve"> </w:t>
      </w:r>
      <w:r w:rsidR="00223C32">
        <w:t>Url produkcija:</w:t>
      </w:r>
    </w:p>
    <w:p w14:paraId="00852B11" w14:textId="08678E8A" w:rsidR="00223C32" w:rsidRDefault="00A25B3C" w:rsidP="00223C32">
      <w:pPr>
        <w:pStyle w:val="NoSpacing"/>
      </w:pPr>
      <w:hyperlink r:id="rId31" w:history="1">
        <w:r w:rsidR="00223C32" w:rsidRPr="006270FB">
          <w:rPr>
            <w:rStyle w:val="Hyperlink"/>
          </w:rPr>
          <w:t>https://services.informatika.si/PridobivanjeOdbirkaWeb/sca/VrniOdbirke2Storitev?WSDL</w:t>
        </w:r>
      </w:hyperlink>
      <w:r w:rsidR="00223C32">
        <w:t xml:space="preserve"> </w:t>
      </w:r>
    </w:p>
    <w:p w14:paraId="03C42F8D" w14:textId="5B8254E4" w:rsidR="00223C32" w:rsidRDefault="00223C32" w:rsidP="00223C32">
      <w:pPr>
        <w:pStyle w:val="NoSpacing"/>
        <w:numPr>
          <w:ilvl w:val="0"/>
          <w:numId w:val="27"/>
        </w:numPr>
      </w:pPr>
      <w:r w:rsidRPr="00F14E0C">
        <w:t xml:space="preserve">Url test: </w:t>
      </w:r>
    </w:p>
    <w:p w14:paraId="31FF9D80" w14:textId="329E7D9B" w:rsidR="00223C32" w:rsidRPr="00F14E0C" w:rsidRDefault="00A25B3C" w:rsidP="00223C32">
      <w:pPr>
        <w:pStyle w:val="NoSpacing"/>
      </w:pPr>
      <w:hyperlink r:id="rId32" w:history="1">
        <w:r w:rsidR="00223C32" w:rsidRPr="006270FB">
          <w:rPr>
            <w:rStyle w:val="Hyperlink"/>
          </w:rPr>
          <w:t>https://services-test.informatika.si/PridobivanjeOdbirkaWeb/sca/VrniOdbirke2Storitev?WSDL</w:t>
        </w:r>
      </w:hyperlink>
      <w:r w:rsidR="00223C32">
        <w:t xml:space="preserve"> </w:t>
      </w:r>
    </w:p>
    <w:p w14:paraId="1860F470" w14:textId="77777777" w:rsidR="00223C32" w:rsidRDefault="00223C32" w:rsidP="00223C32">
      <w:pPr>
        <w:pStyle w:val="Heading2"/>
      </w:pPr>
      <w:bookmarkStart w:id="39" w:name="_Toc463011723"/>
      <w:r>
        <w:t>Verzioniranje WS</w:t>
      </w:r>
      <w:bookmarkEnd w:id="39"/>
    </w:p>
    <w:p w14:paraId="5A8E39B6" w14:textId="37D1A3C9" w:rsidR="00223C32" w:rsidRPr="00F14E0C" w:rsidRDefault="00223C32" w:rsidP="00223C32">
      <w:r>
        <w:t>Verzija nabora storitev 2.0</w:t>
      </w:r>
    </w:p>
    <w:p w14:paraId="1D48F0D5" w14:textId="77777777" w:rsidR="00223C32" w:rsidRDefault="00223C32" w:rsidP="00223C32">
      <w:pPr>
        <w:pStyle w:val="Heading2"/>
        <w:ind w:left="578" w:hanging="578"/>
      </w:pPr>
      <w:bookmarkStart w:id="40" w:name="_Toc463011724"/>
      <w:r>
        <w:t>Diagram poteka</w:t>
      </w:r>
      <w:bookmarkEnd w:id="40"/>
    </w:p>
    <w:p w14:paraId="124BDC92" w14:textId="77777777" w:rsidR="00223C32" w:rsidRPr="0002293F" w:rsidRDefault="00223C32" w:rsidP="00223C32">
      <w:r>
        <w:t>Ni na voljo.</w:t>
      </w:r>
    </w:p>
    <w:p w14:paraId="03598191" w14:textId="77777777" w:rsidR="00223C32" w:rsidRDefault="00223C32" w:rsidP="00223C32">
      <w:pPr>
        <w:pStyle w:val="Heading2"/>
        <w:ind w:left="578" w:hanging="578"/>
      </w:pPr>
      <w:bookmarkStart w:id="41" w:name="_Toc463011725"/>
      <w:r>
        <w:t>Način uporabe</w:t>
      </w:r>
      <w:bookmarkEnd w:id="41"/>
    </w:p>
    <w:p w14:paraId="1BCC57D1" w14:textId="77777777" w:rsidR="00223C32" w:rsidRPr="0002293F" w:rsidRDefault="00223C32" w:rsidP="00223C32">
      <w:r>
        <w:t xml:space="preserve">Nabor storitev se kliče za potrebe pridobivanja odbirkov posameznega merilnega mesta. </w:t>
      </w:r>
    </w:p>
    <w:p w14:paraId="0951B2FD" w14:textId="77777777" w:rsidR="00223C32" w:rsidRDefault="00223C32" w:rsidP="00223C32">
      <w:pPr>
        <w:pStyle w:val="Heading2"/>
        <w:ind w:left="578" w:hanging="578"/>
      </w:pPr>
      <w:bookmarkStart w:id="42" w:name="_Toc463011726"/>
      <w:r>
        <w:t>Posebnosti</w:t>
      </w:r>
      <w:bookmarkEnd w:id="42"/>
    </w:p>
    <w:p w14:paraId="1E4C4105" w14:textId="77777777" w:rsidR="00223C32" w:rsidRPr="0002293F" w:rsidRDefault="00223C32" w:rsidP="00223C32">
      <w:r>
        <w:t>Storitev vrne podatke za zadnje obdobje, ko je kličoči dobavitelj bil dobavitelj na izbranem merilnem mestu.</w:t>
      </w:r>
    </w:p>
    <w:p w14:paraId="6E671DA0" w14:textId="77777777" w:rsidR="00223C32" w:rsidRDefault="00223C32" w:rsidP="00223C32">
      <w:pPr>
        <w:pStyle w:val="Heading2"/>
        <w:ind w:left="578" w:hanging="578"/>
      </w:pPr>
      <w:bookmarkStart w:id="43" w:name="_Toc463011727"/>
      <w:r>
        <w:t>Tehnološki predpogoji uporabe WS</w:t>
      </w:r>
      <w:bookmarkEnd w:id="43"/>
    </w:p>
    <w:p w14:paraId="04E887E7" w14:textId="77777777" w:rsidR="00223C32" w:rsidRDefault="00223C32" w:rsidP="00223C32">
      <w:pPr>
        <w:spacing w:after="0" w:line="240" w:lineRule="auto"/>
        <w:jc w:val="left"/>
      </w:pPr>
      <w:r>
        <w:t xml:space="preserve">Uporabnik storitve mora vzpostaviti povezavo do spletnega mesta </w:t>
      </w:r>
      <w:r w:rsidRPr="00F77B12">
        <w:t xml:space="preserve">services.informatika.si </w:t>
      </w:r>
      <w:r>
        <w:t xml:space="preserve">ter </w:t>
      </w:r>
      <w:r w:rsidRPr="00F77B12">
        <w:t>services</w:t>
      </w:r>
      <w:r>
        <w:t>-test</w:t>
      </w:r>
      <w:r w:rsidRPr="00F77B12">
        <w:t>.informatika.si</w:t>
      </w:r>
      <w:r>
        <w:t xml:space="preserve"> in zaupati certifikatu spletnega mesta. Klici so varovani z uporabniškim imenom in geslom.</w:t>
      </w:r>
    </w:p>
    <w:p w14:paraId="70C5EBF0" w14:textId="4EE7B835" w:rsidR="00D17547" w:rsidRDefault="001A293D" w:rsidP="00E104F0">
      <w:pPr>
        <w:pStyle w:val="Heading1"/>
      </w:pPr>
      <w:r>
        <w:br w:type="page"/>
      </w:r>
      <w:bookmarkStart w:id="44" w:name="_Toc463011728"/>
      <w:r w:rsidR="00D17547" w:rsidRPr="00D17547">
        <w:lastRenderedPageBreak/>
        <w:t>Vrni</w:t>
      </w:r>
      <w:r w:rsidR="00D17547">
        <w:t xml:space="preserve"> o</w:t>
      </w:r>
      <w:r w:rsidR="00D17547" w:rsidRPr="00D17547">
        <w:t>dbirke</w:t>
      </w:r>
      <w:r w:rsidR="00D17547">
        <w:t xml:space="preserve"> č</w:t>
      </w:r>
      <w:r w:rsidR="00D17547" w:rsidRPr="00D17547">
        <w:t>akajo</w:t>
      </w:r>
      <w:r w:rsidR="00D17547">
        <w:t>č</w:t>
      </w:r>
      <w:r w:rsidR="00D17547" w:rsidRPr="00D17547">
        <w:t>i</w:t>
      </w:r>
      <w:bookmarkEnd w:id="44"/>
    </w:p>
    <w:p w14:paraId="73F954F7" w14:textId="3F1196CF" w:rsidR="00D17547" w:rsidRDefault="00D17547" w:rsidP="00D17547">
      <w:pPr>
        <w:pStyle w:val="Heading2"/>
      </w:pPr>
      <w:bookmarkStart w:id="45" w:name="_Toc463011729"/>
      <w:r>
        <w:t>Kratek opis in namen WS</w:t>
      </w:r>
      <w:bookmarkEnd w:id="45"/>
    </w:p>
    <w:p w14:paraId="3F3D8563" w14:textId="1FD55196" w:rsidR="00D17547" w:rsidRDefault="00D17547" w:rsidP="00D17547">
      <w:pPr>
        <w:spacing w:after="0" w:line="240" w:lineRule="auto"/>
        <w:jc w:val="left"/>
      </w:pPr>
      <w:r>
        <w:t>Storitev je namenjena pridobivanju odbirkov v mesecu obračuna, ki so odloženi v čakalnici.</w:t>
      </w:r>
    </w:p>
    <w:p w14:paraId="3632F1F8" w14:textId="77777777" w:rsidR="00D17547" w:rsidRDefault="00D17547" w:rsidP="00D17547">
      <w:pPr>
        <w:spacing w:after="0" w:line="240" w:lineRule="auto"/>
        <w:jc w:val="left"/>
      </w:pPr>
      <w:r>
        <w:t>•</w:t>
      </w:r>
      <w:r>
        <w:tab/>
        <w:t>Url produkcija:</w:t>
      </w:r>
    </w:p>
    <w:p w14:paraId="14E3218B" w14:textId="033F8B69" w:rsidR="00D17547" w:rsidRDefault="00A25B3C" w:rsidP="00D17547">
      <w:pPr>
        <w:spacing w:after="0" w:line="240" w:lineRule="auto"/>
        <w:jc w:val="left"/>
      </w:pPr>
      <w:hyperlink r:id="rId33" w:history="1">
        <w:r w:rsidR="00D17547" w:rsidRPr="003F26FF">
          <w:rPr>
            <w:rStyle w:val="Hyperlink"/>
          </w:rPr>
          <w:t>https://services.informatika.si/PridobivanjeOdbirkaWeb/sca/VrniOdbirkeCakajociStoritev?WSDL</w:t>
        </w:r>
      </w:hyperlink>
      <w:r w:rsidR="00D17547">
        <w:t xml:space="preserve"> </w:t>
      </w:r>
    </w:p>
    <w:p w14:paraId="60B45E43" w14:textId="77777777" w:rsidR="00D17547" w:rsidRDefault="00D17547" w:rsidP="00D17547">
      <w:pPr>
        <w:spacing w:after="0" w:line="240" w:lineRule="auto"/>
        <w:jc w:val="left"/>
      </w:pPr>
      <w:r>
        <w:t>•</w:t>
      </w:r>
      <w:r>
        <w:tab/>
        <w:t xml:space="preserve">Url test: </w:t>
      </w:r>
    </w:p>
    <w:p w14:paraId="15A445D2" w14:textId="51A4C08B" w:rsidR="00D17547" w:rsidRDefault="00A25B3C" w:rsidP="00D17547">
      <w:pPr>
        <w:spacing w:after="0" w:line="240" w:lineRule="auto"/>
        <w:jc w:val="left"/>
      </w:pPr>
      <w:hyperlink r:id="rId34" w:history="1">
        <w:r w:rsidR="00D17547" w:rsidRPr="003F26FF">
          <w:rPr>
            <w:rStyle w:val="Hyperlink"/>
          </w:rPr>
          <w:t>https://services-test.informatika.si/PridobivanjeOdbirkaWeb/sca/VrniOdbirkeCakajociStoritev?WSDL</w:t>
        </w:r>
      </w:hyperlink>
      <w:r w:rsidR="00D17547">
        <w:t xml:space="preserve"> </w:t>
      </w:r>
    </w:p>
    <w:p w14:paraId="5A173C3E" w14:textId="70E49C43" w:rsidR="00D17547" w:rsidRDefault="00D17547" w:rsidP="00D17547">
      <w:pPr>
        <w:pStyle w:val="Heading2"/>
      </w:pPr>
      <w:bookmarkStart w:id="46" w:name="_Toc463011730"/>
      <w:r>
        <w:t>Verzioniranje WS</w:t>
      </w:r>
      <w:bookmarkEnd w:id="46"/>
    </w:p>
    <w:p w14:paraId="486EF4C8" w14:textId="77777777" w:rsidR="00D17547" w:rsidRDefault="00D17547" w:rsidP="00D17547">
      <w:pPr>
        <w:spacing w:after="0" w:line="240" w:lineRule="auto"/>
        <w:jc w:val="left"/>
      </w:pPr>
      <w:r>
        <w:t>Verzija nabora storitev 1.0</w:t>
      </w:r>
    </w:p>
    <w:p w14:paraId="63B189D3" w14:textId="0D4BA0E4" w:rsidR="00D17547" w:rsidRDefault="00D17547" w:rsidP="00D17547">
      <w:pPr>
        <w:pStyle w:val="Heading2"/>
      </w:pPr>
      <w:bookmarkStart w:id="47" w:name="_Toc463011731"/>
      <w:r>
        <w:t>Diagram poteka</w:t>
      </w:r>
      <w:bookmarkEnd w:id="47"/>
    </w:p>
    <w:p w14:paraId="2D015672" w14:textId="77777777" w:rsidR="00D17547" w:rsidRDefault="00D17547" w:rsidP="00D17547">
      <w:pPr>
        <w:spacing w:after="0" w:line="240" w:lineRule="auto"/>
        <w:jc w:val="left"/>
      </w:pPr>
      <w:r>
        <w:t>Ni na voljo.</w:t>
      </w:r>
    </w:p>
    <w:p w14:paraId="275E1162" w14:textId="2968098B" w:rsidR="00D17547" w:rsidRDefault="00D17547" w:rsidP="00D17547">
      <w:pPr>
        <w:pStyle w:val="Heading2"/>
      </w:pPr>
      <w:bookmarkStart w:id="48" w:name="_Toc463011732"/>
      <w:r>
        <w:t>Način uporabe</w:t>
      </w:r>
      <w:bookmarkEnd w:id="48"/>
    </w:p>
    <w:p w14:paraId="5ECD9865" w14:textId="1F58DA6F" w:rsidR="00D17547" w:rsidRDefault="00D17547" w:rsidP="00D17547">
      <w:pPr>
        <w:spacing w:after="0" w:line="240" w:lineRule="auto"/>
        <w:jc w:val="left"/>
      </w:pPr>
      <w:r>
        <w:t>Nabor storitev se kliče za potrebe pridobivanja odbirkov v mesecu obračuna, ki so odložene v čakalnici.</w:t>
      </w:r>
    </w:p>
    <w:p w14:paraId="105C3296" w14:textId="1742F49D" w:rsidR="00D17547" w:rsidRDefault="00D17547" w:rsidP="00D17547">
      <w:pPr>
        <w:pStyle w:val="Heading2"/>
      </w:pPr>
      <w:bookmarkStart w:id="49" w:name="_Toc463011733"/>
      <w:r>
        <w:t>Posebnosti</w:t>
      </w:r>
      <w:bookmarkEnd w:id="49"/>
    </w:p>
    <w:p w14:paraId="3C0D5A71" w14:textId="77777777" w:rsidR="00D17547" w:rsidRDefault="00D17547" w:rsidP="00D17547">
      <w:pPr>
        <w:spacing w:after="0" w:line="240" w:lineRule="auto"/>
        <w:jc w:val="left"/>
      </w:pPr>
      <w:r>
        <w:t>Storitev vrne podatke za zadnje obdobje, ko je kličoči dobavitelj bil dobavitelj na izbranem merilnem mestu.</w:t>
      </w:r>
    </w:p>
    <w:p w14:paraId="6753727F" w14:textId="7EAED9B6" w:rsidR="00D17547" w:rsidRDefault="00D17547" w:rsidP="00D17547">
      <w:pPr>
        <w:pStyle w:val="Heading2"/>
      </w:pPr>
      <w:bookmarkStart w:id="50" w:name="_Toc463011734"/>
      <w:r>
        <w:t>Tehnološki predpogoji uporabe WS</w:t>
      </w:r>
      <w:bookmarkEnd w:id="50"/>
    </w:p>
    <w:p w14:paraId="65AD8B12" w14:textId="77777777" w:rsidR="00223C32" w:rsidRDefault="00D17547" w:rsidP="00D17547">
      <w:pPr>
        <w:spacing w:after="0" w:line="240" w:lineRule="auto"/>
        <w:jc w:val="left"/>
      </w:pPr>
      <w:r>
        <w:t>Uporabnik storitve mora vzpostaviti povezavo do spletnega mesta services.informatika.si ter services-test.informatika.si in zaupati certifikatu spletnega mesta. Klici so varovani z uporabniškim imenom in geslom.</w:t>
      </w:r>
    </w:p>
    <w:p w14:paraId="69FFA7AC" w14:textId="77777777" w:rsidR="00223C32" w:rsidRDefault="00223C32">
      <w:pPr>
        <w:spacing w:after="0" w:line="240" w:lineRule="auto"/>
        <w:jc w:val="left"/>
      </w:pPr>
      <w:r>
        <w:br w:type="page"/>
      </w:r>
    </w:p>
    <w:p w14:paraId="02753EEC" w14:textId="3021BD73" w:rsidR="00223C32" w:rsidRDefault="00223C32" w:rsidP="00E104F0">
      <w:pPr>
        <w:pStyle w:val="Heading1"/>
      </w:pPr>
      <w:bookmarkStart w:id="51" w:name="_Toc463011735"/>
      <w:r w:rsidRPr="00D17547">
        <w:lastRenderedPageBreak/>
        <w:t>Vrni</w:t>
      </w:r>
      <w:r>
        <w:t xml:space="preserve"> o</w:t>
      </w:r>
      <w:r w:rsidRPr="00D17547">
        <w:t>dbirke</w:t>
      </w:r>
      <w:r>
        <w:t xml:space="preserve"> </w:t>
      </w:r>
      <w:r w:rsidRPr="00E104F0">
        <w:t>čakajoči</w:t>
      </w:r>
      <w:r>
        <w:t xml:space="preserve"> 2</w:t>
      </w:r>
      <w:bookmarkEnd w:id="51"/>
    </w:p>
    <w:p w14:paraId="66FB939D" w14:textId="77777777" w:rsidR="00223C32" w:rsidRDefault="00223C32" w:rsidP="00223C32">
      <w:pPr>
        <w:pStyle w:val="Heading2"/>
      </w:pPr>
      <w:bookmarkStart w:id="52" w:name="_Toc463011736"/>
      <w:r>
        <w:t>Kratek opis in namen WS</w:t>
      </w:r>
      <w:bookmarkEnd w:id="52"/>
    </w:p>
    <w:p w14:paraId="5C5ACA7F" w14:textId="77777777" w:rsidR="00223C32" w:rsidRDefault="00223C32" w:rsidP="00223C32">
      <w:pPr>
        <w:spacing w:after="0" w:line="240" w:lineRule="auto"/>
        <w:jc w:val="left"/>
      </w:pPr>
      <w:r>
        <w:t>Storitev je namenjena pridobivanju odbirkov v mesecu obračuna, ki so odloženi v čakalnici.</w:t>
      </w:r>
    </w:p>
    <w:p w14:paraId="75DECE37" w14:textId="7D19F3C1" w:rsidR="00223C32" w:rsidRDefault="00223C32" w:rsidP="00223C32">
      <w:pPr>
        <w:spacing w:after="0" w:line="240" w:lineRule="auto"/>
        <w:jc w:val="left"/>
      </w:pPr>
      <w:r>
        <w:t>•</w:t>
      </w:r>
      <w:r>
        <w:tab/>
        <w:t>Url produkcija:</w:t>
      </w:r>
    </w:p>
    <w:p w14:paraId="67A93749" w14:textId="0FB137A7" w:rsidR="00223C32" w:rsidRDefault="00A25B3C" w:rsidP="00223C32">
      <w:pPr>
        <w:spacing w:after="0" w:line="240" w:lineRule="auto"/>
        <w:jc w:val="left"/>
      </w:pPr>
      <w:hyperlink r:id="rId35" w:history="1">
        <w:r w:rsidR="00223C32" w:rsidRPr="006270FB">
          <w:rPr>
            <w:rStyle w:val="Hyperlink"/>
          </w:rPr>
          <w:t>https://services.informatika.si/PridobivanjeOdbirkaWeb/sca/VrniOdbirkeCakajoci2Storitev?WSDL</w:t>
        </w:r>
      </w:hyperlink>
      <w:r w:rsidR="00223C32">
        <w:t xml:space="preserve"> </w:t>
      </w:r>
    </w:p>
    <w:p w14:paraId="7F9A1681" w14:textId="77777777" w:rsidR="00223C32" w:rsidRDefault="00223C32" w:rsidP="00223C32">
      <w:pPr>
        <w:spacing w:after="0" w:line="240" w:lineRule="auto"/>
        <w:jc w:val="left"/>
      </w:pPr>
      <w:r>
        <w:t>•</w:t>
      </w:r>
      <w:r>
        <w:tab/>
        <w:t xml:space="preserve">Url test: </w:t>
      </w:r>
    </w:p>
    <w:p w14:paraId="1CB0AE67" w14:textId="5678801E" w:rsidR="00223C32" w:rsidRDefault="00A25B3C" w:rsidP="00223C32">
      <w:pPr>
        <w:spacing w:after="0" w:line="240" w:lineRule="auto"/>
        <w:jc w:val="left"/>
      </w:pPr>
      <w:hyperlink r:id="rId36" w:history="1">
        <w:r w:rsidR="00223C32" w:rsidRPr="006270FB">
          <w:rPr>
            <w:rStyle w:val="Hyperlink"/>
          </w:rPr>
          <w:t>https://services-test.informatika.si/PridobivanjeOdbirkaWeb/sca/VrniOdbirkeCakajoci2Storitev?WSDL</w:t>
        </w:r>
      </w:hyperlink>
      <w:r w:rsidR="00223C32">
        <w:t xml:space="preserve"> </w:t>
      </w:r>
    </w:p>
    <w:p w14:paraId="1B4CEB77" w14:textId="77777777" w:rsidR="00223C32" w:rsidRDefault="00223C32" w:rsidP="00223C32">
      <w:pPr>
        <w:pStyle w:val="Heading2"/>
      </w:pPr>
      <w:bookmarkStart w:id="53" w:name="_Toc463011737"/>
      <w:r>
        <w:t>Verzioniranje WS</w:t>
      </w:r>
      <w:bookmarkEnd w:id="53"/>
    </w:p>
    <w:p w14:paraId="70F1EEAC" w14:textId="28B3E19D" w:rsidR="00223C32" w:rsidRDefault="00223C32" w:rsidP="00223C32">
      <w:pPr>
        <w:spacing w:after="0" w:line="240" w:lineRule="auto"/>
        <w:jc w:val="left"/>
      </w:pPr>
      <w:r>
        <w:t>Verzija nabora storitev 2.0</w:t>
      </w:r>
    </w:p>
    <w:p w14:paraId="0C5E3067" w14:textId="77777777" w:rsidR="00223C32" w:rsidRDefault="00223C32" w:rsidP="00223C32">
      <w:pPr>
        <w:pStyle w:val="Heading2"/>
      </w:pPr>
      <w:bookmarkStart w:id="54" w:name="_Toc463011738"/>
      <w:r>
        <w:t>Diagram poteka</w:t>
      </w:r>
      <w:bookmarkEnd w:id="54"/>
    </w:p>
    <w:p w14:paraId="147392E6" w14:textId="77777777" w:rsidR="00223C32" w:rsidRDefault="00223C32" w:rsidP="00223C32">
      <w:pPr>
        <w:spacing w:after="0" w:line="240" w:lineRule="auto"/>
        <w:jc w:val="left"/>
      </w:pPr>
      <w:r>
        <w:t>Ni na voljo.</w:t>
      </w:r>
    </w:p>
    <w:p w14:paraId="30D72CDD" w14:textId="77777777" w:rsidR="00223C32" w:rsidRDefault="00223C32" w:rsidP="00223C32">
      <w:pPr>
        <w:pStyle w:val="Heading2"/>
      </w:pPr>
      <w:bookmarkStart w:id="55" w:name="_Toc463011739"/>
      <w:r>
        <w:t>Način uporabe</w:t>
      </w:r>
      <w:bookmarkEnd w:id="55"/>
    </w:p>
    <w:p w14:paraId="49E0F3AD" w14:textId="77777777" w:rsidR="00223C32" w:rsidRDefault="00223C32" w:rsidP="00223C32">
      <w:pPr>
        <w:spacing w:after="0" w:line="240" w:lineRule="auto"/>
        <w:jc w:val="left"/>
      </w:pPr>
      <w:r>
        <w:t>Nabor storitev se kliče za potrebe pridobivanja odbirkov v mesecu obračuna, ki so odložene v čakalnici.</w:t>
      </w:r>
    </w:p>
    <w:p w14:paraId="55F10212" w14:textId="77777777" w:rsidR="00223C32" w:rsidRDefault="00223C32" w:rsidP="00223C32">
      <w:pPr>
        <w:pStyle w:val="Heading2"/>
      </w:pPr>
      <w:bookmarkStart w:id="56" w:name="_Toc463011740"/>
      <w:r>
        <w:t>Posebnosti</w:t>
      </w:r>
      <w:bookmarkEnd w:id="56"/>
    </w:p>
    <w:p w14:paraId="19E95EA8" w14:textId="77777777" w:rsidR="00223C32" w:rsidRDefault="00223C32" w:rsidP="00223C32">
      <w:pPr>
        <w:spacing w:after="0" w:line="240" w:lineRule="auto"/>
        <w:jc w:val="left"/>
      </w:pPr>
      <w:r>
        <w:t>Storitev vrne podatke za zadnje obdobje, ko je kličoči dobavitelj bil dobavitelj na izbranem merilnem mestu.</w:t>
      </w:r>
    </w:p>
    <w:p w14:paraId="28E11F03" w14:textId="77777777" w:rsidR="00223C32" w:rsidRDefault="00223C32" w:rsidP="00223C32">
      <w:pPr>
        <w:pStyle w:val="Heading2"/>
      </w:pPr>
      <w:bookmarkStart w:id="57" w:name="_Toc463011741"/>
      <w:r>
        <w:t>Tehnološki predpogoji uporabe WS</w:t>
      </w:r>
      <w:bookmarkEnd w:id="57"/>
    </w:p>
    <w:p w14:paraId="37A272C1" w14:textId="5F6F709B" w:rsidR="00D17547" w:rsidRDefault="00223C32" w:rsidP="00223C32">
      <w:pPr>
        <w:spacing w:after="0" w:line="240" w:lineRule="auto"/>
        <w:jc w:val="left"/>
      </w:pPr>
      <w:r>
        <w:t>Uporabnik storitve mora vzpostaviti povezavo do spletnega mesta services.informatika.si ter services-test.informatika.si in zaupati certifikatu spletnega mesta. Klici so varovani z uporabniškim imenom in geslom.</w:t>
      </w:r>
      <w:r w:rsidR="00D17547">
        <w:br w:type="page"/>
      </w:r>
    </w:p>
    <w:p w14:paraId="0637B6D3" w14:textId="77777777" w:rsidR="001A293D" w:rsidRDefault="001A293D" w:rsidP="00BA5EA0">
      <w:pPr>
        <w:spacing w:after="0" w:line="240" w:lineRule="auto"/>
        <w:jc w:val="left"/>
      </w:pPr>
    </w:p>
    <w:p w14:paraId="233104C7" w14:textId="425C44BE" w:rsidR="003E1D5A" w:rsidRDefault="003E1D5A" w:rsidP="003E1D5A">
      <w:pPr>
        <w:pStyle w:val="Heading1"/>
      </w:pPr>
      <w:bookmarkStart w:id="58" w:name="_Toc463011742"/>
      <w:bookmarkEnd w:id="5"/>
      <w:r>
        <w:t>Pridobivanje PDP</w:t>
      </w:r>
      <w:bookmarkEnd w:id="58"/>
    </w:p>
    <w:p w14:paraId="2A910622" w14:textId="77777777" w:rsidR="003E1D5A" w:rsidRDefault="003E1D5A" w:rsidP="003E1D5A">
      <w:pPr>
        <w:pStyle w:val="Heading2"/>
      </w:pPr>
      <w:bookmarkStart w:id="59" w:name="_Toc463011743"/>
      <w:r>
        <w:t>Kratek opis in namen WS</w:t>
      </w:r>
      <w:bookmarkEnd w:id="59"/>
    </w:p>
    <w:p w14:paraId="18A516E7" w14:textId="0E58B11A" w:rsidR="003E1D5A" w:rsidRDefault="003E1D5A" w:rsidP="003E1D5A">
      <w:r>
        <w:t>Storitev je namenjena pridobivanju podatkov o povprečni dnevni porabi na merilnem mestu.</w:t>
      </w:r>
    </w:p>
    <w:p w14:paraId="106C5983" w14:textId="77777777" w:rsidR="003E1D5A" w:rsidRDefault="003E1D5A" w:rsidP="003E1D5A">
      <w:pPr>
        <w:pStyle w:val="NoSpacing"/>
        <w:numPr>
          <w:ilvl w:val="0"/>
          <w:numId w:val="27"/>
        </w:numPr>
      </w:pPr>
      <w:r>
        <w:t>url produkcija:</w:t>
      </w:r>
    </w:p>
    <w:p w14:paraId="0DF94B6B" w14:textId="767D1C17" w:rsidR="003E1D5A" w:rsidRPr="003E1D5A" w:rsidRDefault="00A25B3C" w:rsidP="003E1D5A">
      <w:pPr>
        <w:pStyle w:val="NoSpacing"/>
        <w:rPr>
          <w:sz w:val="18"/>
          <w:szCs w:val="18"/>
        </w:rPr>
      </w:pPr>
      <w:hyperlink r:id="rId37" w:history="1">
        <w:r w:rsidR="003E1D5A" w:rsidRPr="00E777B6">
          <w:rPr>
            <w:rStyle w:val="Hyperlink"/>
            <w:sz w:val="18"/>
            <w:szCs w:val="18"/>
          </w:rPr>
          <w:t>https://services.informatika.si/PridobivanjePDPWeb/sca/PridobivanjePDPStoritev?WSDL</w:t>
        </w:r>
      </w:hyperlink>
    </w:p>
    <w:p w14:paraId="7FF5CAB7" w14:textId="77777777" w:rsidR="003E1D5A" w:rsidRDefault="003E1D5A" w:rsidP="003E1D5A">
      <w:pPr>
        <w:pStyle w:val="NoSpacing"/>
        <w:rPr>
          <w:sz w:val="18"/>
          <w:szCs w:val="18"/>
        </w:rPr>
      </w:pPr>
    </w:p>
    <w:p w14:paraId="2FCEFBF3" w14:textId="3370A7E9" w:rsidR="003E1D5A" w:rsidRPr="005B0E84" w:rsidRDefault="003E1D5A" w:rsidP="003E1D5A">
      <w:pPr>
        <w:pStyle w:val="NoSpacing"/>
        <w:numPr>
          <w:ilvl w:val="0"/>
          <w:numId w:val="27"/>
        </w:numPr>
      </w:pPr>
      <w:r w:rsidRPr="00F77B12">
        <w:t>url test:</w:t>
      </w:r>
    </w:p>
    <w:p w14:paraId="27A3EE38" w14:textId="77777777" w:rsidR="003E1D5A" w:rsidRPr="003E1D5A" w:rsidRDefault="00A25B3C" w:rsidP="003E1D5A">
      <w:pPr>
        <w:pStyle w:val="NoSpacing"/>
        <w:rPr>
          <w:sz w:val="18"/>
          <w:szCs w:val="18"/>
        </w:rPr>
      </w:pPr>
      <w:hyperlink r:id="rId38" w:history="1">
        <w:r w:rsidR="003E1D5A" w:rsidRPr="003E1D5A">
          <w:rPr>
            <w:rStyle w:val="Hyperlink"/>
            <w:sz w:val="18"/>
            <w:szCs w:val="18"/>
          </w:rPr>
          <w:t>https://services-test.informatika.si:443/PridobivanjePDPWeb/sca/PridobivanjePDPStoritev?WSDL</w:t>
        </w:r>
      </w:hyperlink>
    </w:p>
    <w:p w14:paraId="6582E9E0" w14:textId="77777777" w:rsidR="003E1D5A" w:rsidRPr="00F81085" w:rsidRDefault="003E1D5A" w:rsidP="003E1D5A"/>
    <w:p w14:paraId="6A532DF5" w14:textId="77777777" w:rsidR="003E1D5A" w:rsidRDefault="003E1D5A" w:rsidP="003E1D5A">
      <w:pPr>
        <w:pStyle w:val="Heading2"/>
      </w:pPr>
      <w:bookmarkStart w:id="60" w:name="_Toc463011744"/>
      <w:r>
        <w:t>Verzioniranje WS</w:t>
      </w:r>
      <w:bookmarkEnd w:id="60"/>
    </w:p>
    <w:p w14:paraId="14170C50" w14:textId="77777777" w:rsidR="003E1D5A" w:rsidRPr="00F14E0C" w:rsidRDefault="003E1D5A" w:rsidP="003E1D5A">
      <w:r>
        <w:t>Verzija storitve 1.0</w:t>
      </w:r>
    </w:p>
    <w:p w14:paraId="534019A6" w14:textId="77777777" w:rsidR="003E1D5A" w:rsidRDefault="003E1D5A" w:rsidP="003E1D5A">
      <w:pPr>
        <w:pStyle w:val="Heading2"/>
        <w:ind w:left="578" w:hanging="578"/>
      </w:pPr>
      <w:bookmarkStart w:id="61" w:name="_Toc463011745"/>
      <w:r>
        <w:t>Diagram poteka</w:t>
      </w:r>
      <w:bookmarkEnd w:id="61"/>
    </w:p>
    <w:p w14:paraId="5D24E52C" w14:textId="77777777" w:rsidR="003E1D5A" w:rsidRPr="00F81085" w:rsidRDefault="003E1D5A" w:rsidP="003E1D5A">
      <w:r>
        <w:t>Ni na voljo.</w:t>
      </w:r>
    </w:p>
    <w:p w14:paraId="6B78AA17" w14:textId="77777777" w:rsidR="003E1D5A" w:rsidRDefault="003E1D5A" w:rsidP="003E1D5A">
      <w:pPr>
        <w:pStyle w:val="Heading2"/>
        <w:ind w:left="578" w:hanging="578"/>
      </w:pPr>
      <w:bookmarkStart w:id="62" w:name="_Toc463011746"/>
      <w:r>
        <w:t>Način uporabe</w:t>
      </w:r>
      <w:bookmarkEnd w:id="62"/>
    </w:p>
    <w:p w14:paraId="0F221DC8" w14:textId="2B396256" w:rsidR="003E1D5A" w:rsidRPr="00F81085" w:rsidRDefault="003E1D5A" w:rsidP="003E1D5A">
      <w:r>
        <w:t>Storitev se kliče za potrebe pridobivanja podatkov o povprečni dnevni porabi na merilnem mestu, ki je zavedena pri distributerju.</w:t>
      </w:r>
    </w:p>
    <w:p w14:paraId="2ADD4B03" w14:textId="77777777" w:rsidR="003E1D5A" w:rsidRDefault="003E1D5A" w:rsidP="003E1D5A">
      <w:pPr>
        <w:pStyle w:val="Heading2"/>
        <w:ind w:left="578" w:hanging="578"/>
      </w:pPr>
      <w:bookmarkStart w:id="63" w:name="_Toc463011747"/>
      <w:r>
        <w:t>Posebnosti</w:t>
      </w:r>
      <w:bookmarkEnd w:id="63"/>
    </w:p>
    <w:p w14:paraId="06938544" w14:textId="77777777" w:rsidR="003E1D5A" w:rsidRPr="001228D2" w:rsidRDefault="003E1D5A" w:rsidP="003E1D5A">
      <w:r>
        <w:t>Storitev vrne podatke samo za merilna mesta, za katera je klicatelj na trenutni datum dejansko dobavitelj na merilnem mestu.</w:t>
      </w:r>
    </w:p>
    <w:p w14:paraId="646C26A4" w14:textId="77777777" w:rsidR="003E1D5A" w:rsidRDefault="003E1D5A" w:rsidP="003E1D5A">
      <w:pPr>
        <w:pStyle w:val="Heading2"/>
        <w:ind w:left="578" w:hanging="578"/>
      </w:pPr>
      <w:bookmarkStart w:id="64" w:name="_Toc463011748"/>
      <w:r>
        <w:t>Tehnološki predpogoji uporabe WS</w:t>
      </w:r>
      <w:bookmarkEnd w:id="64"/>
    </w:p>
    <w:p w14:paraId="24135079" w14:textId="28C829B5" w:rsidR="003E1D5A" w:rsidRPr="00AA71AF" w:rsidRDefault="003E1D5A" w:rsidP="003E1D5A">
      <w:r>
        <w:t xml:space="preserve">Uporabnik storitve mora vzpostaviti povezavo do spletnega mesta </w:t>
      </w:r>
      <w:r w:rsidRPr="00F77B12">
        <w:t>services.informatika.si</w:t>
      </w:r>
      <w:r>
        <w:t xml:space="preserve"> ter </w:t>
      </w:r>
      <w:r w:rsidRPr="00F77B12">
        <w:t>services</w:t>
      </w:r>
      <w:r>
        <w:t>-test</w:t>
      </w:r>
      <w:r w:rsidRPr="00F77B12">
        <w:t>.informatika.si</w:t>
      </w:r>
      <w:r>
        <w:t xml:space="preserve"> in zaupati ce</w:t>
      </w:r>
      <w:r w:rsidR="000E04B4">
        <w:t>r</w:t>
      </w:r>
      <w:r>
        <w:t>tifikatu spletnega mesta. Klici so varovani z uporabniškim imenom in geslom.</w:t>
      </w:r>
    </w:p>
    <w:p w14:paraId="0C7E806A" w14:textId="77777777" w:rsidR="003E1D5A" w:rsidRDefault="003E1D5A">
      <w:pPr>
        <w:spacing w:after="0" w:line="240" w:lineRule="auto"/>
        <w:jc w:val="left"/>
      </w:pPr>
    </w:p>
    <w:p w14:paraId="71C0CCD2" w14:textId="77777777" w:rsidR="003E1D5A" w:rsidRDefault="003E1D5A">
      <w:pPr>
        <w:spacing w:after="0" w:line="240" w:lineRule="auto"/>
        <w:jc w:val="left"/>
        <w:rPr>
          <w:rFonts w:ascii="Cambria" w:eastAsia="Times New Roman" w:hAnsi="Cambria"/>
          <w:b/>
          <w:bCs/>
          <w:color w:val="1F497D"/>
          <w:sz w:val="28"/>
          <w:szCs w:val="28"/>
        </w:rPr>
      </w:pPr>
      <w:r>
        <w:br w:type="page"/>
      </w:r>
    </w:p>
    <w:p w14:paraId="3D34240F" w14:textId="4A7A1609" w:rsidR="003E1D5A" w:rsidRDefault="003E1D5A" w:rsidP="003E1D5A">
      <w:pPr>
        <w:pStyle w:val="Heading1"/>
      </w:pPr>
      <w:bookmarkStart w:id="65" w:name="_Toc463011749"/>
      <w:r>
        <w:lastRenderedPageBreak/>
        <w:t>Vnos PDP</w:t>
      </w:r>
      <w:bookmarkEnd w:id="65"/>
    </w:p>
    <w:p w14:paraId="1458360F" w14:textId="77777777" w:rsidR="003E1D5A" w:rsidRDefault="003E1D5A" w:rsidP="003E1D5A">
      <w:pPr>
        <w:pStyle w:val="Heading2"/>
      </w:pPr>
      <w:bookmarkStart w:id="66" w:name="_Toc463011750"/>
      <w:r>
        <w:t>Kratek opis in namen WS</w:t>
      </w:r>
      <w:bookmarkEnd w:id="66"/>
    </w:p>
    <w:p w14:paraId="171E926D" w14:textId="0F18E58A" w:rsidR="003E1D5A" w:rsidRDefault="003E1D5A" w:rsidP="003E1D5A">
      <w:r>
        <w:t>Storitev je namenjena vnosu podatkov o povprečni dnevni porabi na merilnem mestu.</w:t>
      </w:r>
    </w:p>
    <w:p w14:paraId="0AE42330" w14:textId="77777777" w:rsidR="003E1D5A" w:rsidRDefault="003E1D5A" w:rsidP="003E1D5A">
      <w:pPr>
        <w:pStyle w:val="NoSpacing"/>
        <w:numPr>
          <w:ilvl w:val="0"/>
          <w:numId w:val="27"/>
        </w:numPr>
      </w:pPr>
      <w:r>
        <w:t>url produkcija:</w:t>
      </w:r>
    </w:p>
    <w:p w14:paraId="7C4C7C48" w14:textId="08C1B599" w:rsidR="003E1D5A" w:rsidRDefault="00A25B3C" w:rsidP="003E1D5A">
      <w:pPr>
        <w:pStyle w:val="NoSpacing"/>
        <w:rPr>
          <w:sz w:val="18"/>
          <w:szCs w:val="18"/>
        </w:rPr>
      </w:pPr>
      <w:hyperlink r:id="rId39" w:history="1">
        <w:r w:rsidR="003E1D5A" w:rsidRPr="00E777B6">
          <w:rPr>
            <w:rStyle w:val="Hyperlink"/>
            <w:sz w:val="18"/>
            <w:szCs w:val="18"/>
          </w:rPr>
          <w:t>https://services.informatika.si/VnosPDPWeb/sca/VnosPDPStoritev?WSDL</w:t>
        </w:r>
      </w:hyperlink>
    </w:p>
    <w:p w14:paraId="55F42AE6" w14:textId="77777777" w:rsidR="003E1D5A" w:rsidRDefault="003E1D5A" w:rsidP="003E1D5A">
      <w:pPr>
        <w:pStyle w:val="NoSpacing"/>
        <w:rPr>
          <w:sz w:val="18"/>
          <w:szCs w:val="18"/>
        </w:rPr>
      </w:pPr>
    </w:p>
    <w:p w14:paraId="1D48CE92" w14:textId="77777777" w:rsidR="003E1D5A" w:rsidRPr="005B0E84" w:rsidRDefault="003E1D5A" w:rsidP="003E1D5A">
      <w:pPr>
        <w:pStyle w:val="NoSpacing"/>
        <w:numPr>
          <w:ilvl w:val="0"/>
          <w:numId w:val="27"/>
        </w:numPr>
      </w:pPr>
      <w:r w:rsidRPr="00F77B12">
        <w:t>url test:</w:t>
      </w:r>
    </w:p>
    <w:p w14:paraId="2361D8EE" w14:textId="77777777" w:rsidR="003E1D5A" w:rsidRDefault="00A25B3C" w:rsidP="003E1D5A">
      <w:pPr>
        <w:pStyle w:val="NoSpacing"/>
        <w:rPr>
          <w:sz w:val="18"/>
          <w:szCs w:val="18"/>
        </w:rPr>
      </w:pPr>
      <w:hyperlink r:id="rId40" w:history="1">
        <w:r w:rsidR="003E1D5A" w:rsidRPr="00E777B6">
          <w:rPr>
            <w:rStyle w:val="Hyperlink"/>
            <w:sz w:val="18"/>
            <w:szCs w:val="18"/>
          </w:rPr>
          <w:t>https://services.informatika.si/VnosPDPWeb/sca/VnosPDPStoritev?WSDL</w:t>
        </w:r>
      </w:hyperlink>
    </w:p>
    <w:p w14:paraId="0852A25B" w14:textId="77777777" w:rsidR="003E1D5A" w:rsidRPr="00F81085" w:rsidRDefault="003E1D5A" w:rsidP="003E1D5A"/>
    <w:p w14:paraId="652B2033" w14:textId="77777777" w:rsidR="003E1D5A" w:rsidRDefault="003E1D5A" w:rsidP="003E1D5A">
      <w:pPr>
        <w:pStyle w:val="Heading2"/>
      </w:pPr>
      <w:bookmarkStart w:id="67" w:name="_Toc463011751"/>
      <w:r>
        <w:t>Verzioniranje WS</w:t>
      </w:r>
      <w:bookmarkEnd w:id="67"/>
    </w:p>
    <w:p w14:paraId="427F25A2" w14:textId="77777777" w:rsidR="003E1D5A" w:rsidRPr="00F14E0C" w:rsidRDefault="003E1D5A" w:rsidP="003E1D5A">
      <w:r>
        <w:t>Verzija storitve 1.0</w:t>
      </w:r>
    </w:p>
    <w:p w14:paraId="22D3A147" w14:textId="77777777" w:rsidR="003E1D5A" w:rsidRDefault="003E1D5A" w:rsidP="003E1D5A">
      <w:pPr>
        <w:pStyle w:val="Heading2"/>
        <w:ind w:left="578" w:hanging="578"/>
      </w:pPr>
      <w:bookmarkStart w:id="68" w:name="_Toc463011752"/>
      <w:r>
        <w:t>Diagram poteka</w:t>
      </w:r>
      <w:bookmarkEnd w:id="68"/>
    </w:p>
    <w:p w14:paraId="2BDEEA13" w14:textId="77777777" w:rsidR="003E1D5A" w:rsidRPr="00F81085" w:rsidRDefault="003E1D5A" w:rsidP="003E1D5A">
      <w:r>
        <w:t>Ni na voljo.</w:t>
      </w:r>
    </w:p>
    <w:p w14:paraId="21C6A71B" w14:textId="77777777" w:rsidR="003E1D5A" w:rsidRDefault="003E1D5A" w:rsidP="003E1D5A">
      <w:pPr>
        <w:pStyle w:val="Heading2"/>
        <w:ind w:left="578" w:hanging="578"/>
      </w:pPr>
      <w:bookmarkStart w:id="69" w:name="_Toc463011753"/>
      <w:r>
        <w:t>Način uporabe</w:t>
      </w:r>
      <w:bookmarkEnd w:id="69"/>
    </w:p>
    <w:p w14:paraId="5D05863B" w14:textId="60653E40" w:rsidR="003E1D5A" w:rsidRPr="00F81085" w:rsidRDefault="003E1D5A" w:rsidP="003E1D5A">
      <w:r>
        <w:t>Storitev omogoča vnos podatkov o povprečni dnevni porabi na merilnem mestu, ki se zavede pri distributerju za potrebe obračuna omrežnine.</w:t>
      </w:r>
    </w:p>
    <w:p w14:paraId="37FB73F4" w14:textId="77777777" w:rsidR="003E1D5A" w:rsidRDefault="003E1D5A" w:rsidP="003E1D5A">
      <w:pPr>
        <w:pStyle w:val="Heading2"/>
        <w:ind w:left="578" w:hanging="578"/>
      </w:pPr>
      <w:bookmarkStart w:id="70" w:name="_Toc463011754"/>
      <w:r>
        <w:t>Posebnosti</w:t>
      </w:r>
      <w:bookmarkEnd w:id="70"/>
    </w:p>
    <w:p w14:paraId="449C2E68" w14:textId="0B638755" w:rsidR="003E1D5A" w:rsidRPr="001228D2" w:rsidRDefault="003E1D5A" w:rsidP="003E1D5A">
      <w:r>
        <w:t>Storitev omogoča vnos podatkov samo za merilna mesta, za katera je klicatelj na trenutni datum dejansko dobavitelj na merilnem mestu.</w:t>
      </w:r>
      <w:r w:rsidR="00E031D3">
        <w:t xml:space="preserve"> Vnos PDP je mogoč za merilna mesta, ki imajo letno frekvenco odbiranja in PDP izpolnjuje validacijska pravila. V primeru, da PDP ni v skladu s pravili, PDP ni mogoče vnesti, lahko se odda v čakalnico zahtev distributerju za potrjevanje. Oddaja v čakalnico je mogoča preko storitev Evidence zahtev.</w:t>
      </w:r>
    </w:p>
    <w:p w14:paraId="36AD32A9" w14:textId="77777777" w:rsidR="003E1D5A" w:rsidRDefault="003E1D5A" w:rsidP="003E1D5A">
      <w:pPr>
        <w:pStyle w:val="Heading2"/>
        <w:ind w:left="578" w:hanging="578"/>
      </w:pPr>
      <w:bookmarkStart w:id="71" w:name="_Toc463011755"/>
      <w:r>
        <w:t>Tehnološki predpogoji uporabe WS</w:t>
      </w:r>
      <w:bookmarkEnd w:id="71"/>
    </w:p>
    <w:p w14:paraId="2D7D3FEF" w14:textId="3B1B7E46" w:rsidR="003E1D5A" w:rsidRPr="00AA71AF" w:rsidRDefault="003E1D5A" w:rsidP="003E1D5A">
      <w:r>
        <w:t xml:space="preserve">Uporabnik storitve mora vzpostaviti povezavo do spletnega mesta </w:t>
      </w:r>
      <w:r w:rsidRPr="00F77B12">
        <w:t>services.informatika.si</w:t>
      </w:r>
      <w:r>
        <w:t xml:space="preserve"> ter </w:t>
      </w:r>
      <w:r w:rsidRPr="00F77B12">
        <w:t>services</w:t>
      </w:r>
      <w:r>
        <w:t>-test</w:t>
      </w:r>
      <w:r w:rsidRPr="00F77B12">
        <w:t>.informatika.si</w:t>
      </w:r>
      <w:r>
        <w:t xml:space="preserve"> in zaupati ce</w:t>
      </w:r>
      <w:r w:rsidR="000E04B4">
        <w:t>r</w:t>
      </w:r>
      <w:r>
        <w:t>tifikatu spletnega mesta. Klici so varovani z uporabniškim imenom in geslom.</w:t>
      </w:r>
    </w:p>
    <w:p w14:paraId="390A72B1" w14:textId="77777777" w:rsidR="003E1D5A" w:rsidRDefault="003E1D5A" w:rsidP="003E1D5A">
      <w:pPr>
        <w:spacing w:after="0" w:line="240" w:lineRule="auto"/>
        <w:jc w:val="left"/>
      </w:pPr>
    </w:p>
    <w:p w14:paraId="699C1D51" w14:textId="60DEB2FC" w:rsidR="00B43002" w:rsidRDefault="003E1D5A" w:rsidP="003E1D5A">
      <w:pPr>
        <w:pStyle w:val="Heading1"/>
      </w:pPr>
      <w:r>
        <w:br w:type="page"/>
      </w:r>
      <w:bookmarkStart w:id="72" w:name="_Toc463011756"/>
      <w:r w:rsidR="00B43002">
        <w:lastRenderedPageBreak/>
        <w:t xml:space="preserve">Pridobivanje </w:t>
      </w:r>
      <w:r w:rsidR="00121362">
        <w:t>podatkov MM</w:t>
      </w:r>
      <w:bookmarkEnd w:id="72"/>
    </w:p>
    <w:p w14:paraId="699C1D52" w14:textId="77777777" w:rsidR="00B43002" w:rsidRDefault="00B43002" w:rsidP="00B43002">
      <w:pPr>
        <w:pStyle w:val="Heading2"/>
      </w:pPr>
      <w:bookmarkStart w:id="73" w:name="_Toc463011757"/>
      <w:r>
        <w:t>Kratek opis in namen WS</w:t>
      </w:r>
      <w:bookmarkEnd w:id="73"/>
    </w:p>
    <w:p w14:paraId="699C1D53" w14:textId="77777777" w:rsidR="00F81085" w:rsidRDefault="00F81085" w:rsidP="00F81085">
      <w:r>
        <w:t>Storitev je namenjena pridobivanju podatkov o merilnem mestu, ki jih je distributer na podlagi zakonodaje dolžan zagotavljati dobaviteljem.</w:t>
      </w:r>
    </w:p>
    <w:p w14:paraId="699C1D54" w14:textId="77777777" w:rsidR="00F77B12" w:rsidRDefault="00F81085" w:rsidP="00B52F84">
      <w:pPr>
        <w:pStyle w:val="NoSpacing"/>
        <w:numPr>
          <w:ilvl w:val="0"/>
          <w:numId w:val="27"/>
        </w:numPr>
      </w:pPr>
      <w:r>
        <w:t>url produkcija</w:t>
      </w:r>
      <w:r w:rsidR="00F77B12">
        <w:t>:</w:t>
      </w:r>
    </w:p>
    <w:p w14:paraId="699C1D55" w14:textId="37EB4AB1" w:rsidR="00B52F84" w:rsidRDefault="00F77B12" w:rsidP="00B52F84">
      <w:pPr>
        <w:pStyle w:val="NoSpacing"/>
        <w:rPr>
          <w:sz w:val="18"/>
          <w:szCs w:val="18"/>
        </w:rPr>
      </w:pPr>
      <w:r w:rsidRPr="00F77B12">
        <w:rPr>
          <w:sz w:val="18"/>
          <w:szCs w:val="18"/>
        </w:rPr>
        <w:t xml:space="preserve"> </w:t>
      </w:r>
      <w:hyperlink r:id="rId41" w:history="1">
        <w:r w:rsidR="00B8644B" w:rsidRPr="009D2D40">
          <w:rPr>
            <w:rStyle w:val="Hyperlink"/>
            <w:sz w:val="18"/>
            <w:szCs w:val="18"/>
          </w:rPr>
          <w:t>https://services.informatika.si/PridobivanjePodatkovMMWeb/sca/PridobivanjePodatkovMMStoritev2?WSDL</w:t>
        </w:r>
      </w:hyperlink>
    </w:p>
    <w:p w14:paraId="71073EA7" w14:textId="77777777" w:rsidR="00B8644B" w:rsidRDefault="00B8644B" w:rsidP="00B52F84">
      <w:pPr>
        <w:pStyle w:val="NoSpacing"/>
        <w:rPr>
          <w:sz w:val="18"/>
          <w:szCs w:val="18"/>
        </w:rPr>
      </w:pPr>
    </w:p>
    <w:p w14:paraId="699C1D56" w14:textId="77777777" w:rsidR="00B52F84" w:rsidRDefault="00B52F84" w:rsidP="00B52F84">
      <w:pPr>
        <w:pStyle w:val="NoSpacing"/>
        <w:rPr>
          <w:sz w:val="18"/>
          <w:szCs w:val="18"/>
        </w:rPr>
      </w:pPr>
    </w:p>
    <w:p w14:paraId="169BBE61" w14:textId="77777777" w:rsidR="005B0E84" w:rsidRPr="005B0E84" w:rsidRDefault="00F81085" w:rsidP="005B0E84">
      <w:pPr>
        <w:pStyle w:val="NoSpacing"/>
        <w:numPr>
          <w:ilvl w:val="0"/>
          <w:numId w:val="27"/>
        </w:numPr>
      </w:pPr>
      <w:r w:rsidRPr="00F77B12">
        <w:t>url test:</w:t>
      </w:r>
    </w:p>
    <w:p w14:paraId="699C1D59" w14:textId="108026B3" w:rsidR="00F81085" w:rsidRDefault="00A25B3C" w:rsidP="005B0E84">
      <w:pPr>
        <w:pStyle w:val="NoSpacing"/>
        <w:rPr>
          <w:sz w:val="18"/>
          <w:szCs w:val="18"/>
        </w:rPr>
      </w:pPr>
      <w:hyperlink r:id="rId42" w:history="1">
        <w:r w:rsidR="00B8644B" w:rsidRPr="009D2D40">
          <w:rPr>
            <w:rStyle w:val="Hyperlink"/>
            <w:sz w:val="18"/>
            <w:szCs w:val="18"/>
          </w:rPr>
          <w:t>https://services-test.informatika.si/PridobivanjePodatkovMMWeb/sca/PridobivanjePodatkovMMStoritev2?WSDL</w:t>
        </w:r>
      </w:hyperlink>
    </w:p>
    <w:p w14:paraId="699C1D5A" w14:textId="77777777" w:rsidR="00F81085" w:rsidRPr="00F81085" w:rsidRDefault="00F81085" w:rsidP="00F81085"/>
    <w:p w14:paraId="699C1D5B" w14:textId="77777777" w:rsidR="00B43002" w:rsidRDefault="00B43002" w:rsidP="00B43002">
      <w:pPr>
        <w:pStyle w:val="Heading2"/>
      </w:pPr>
      <w:bookmarkStart w:id="74" w:name="_Toc463011758"/>
      <w:r>
        <w:t>Verzioniranje WS</w:t>
      </w:r>
      <w:bookmarkEnd w:id="74"/>
    </w:p>
    <w:p w14:paraId="699C1D5C" w14:textId="77777777" w:rsidR="00F77B12" w:rsidRPr="00F14E0C" w:rsidRDefault="00F77B12" w:rsidP="00F77B12">
      <w:r>
        <w:t>Verzija storitve 1.0</w:t>
      </w:r>
    </w:p>
    <w:p w14:paraId="699C1D5D" w14:textId="77777777" w:rsidR="00B43002" w:rsidRDefault="00B43002" w:rsidP="00B43002">
      <w:pPr>
        <w:pStyle w:val="Heading2"/>
        <w:ind w:left="578" w:hanging="578"/>
      </w:pPr>
      <w:bookmarkStart w:id="75" w:name="_Toc463011759"/>
      <w:r>
        <w:t>Diagram poteka</w:t>
      </w:r>
      <w:bookmarkEnd w:id="75"/>
    </w:p>
    <w:p w14:paraId="699C1D5E" w14:textId="77777777" w:rsidR="00F81085" w:rsidRPr="00F81085" w:rsidRDefault="00F81085" w:rsidP="00F81085">
      <w:r>
        <w:t>Ni na voljo.</w:t>
      </w:r>
    </w:p>
    <w:p w14:paraId="699C1D5F" w14:textId="77777777" w:rsidR="00B43002" w:rsidRDefault="00B43002" w:rsidP="00B43002">
      <w:pPr>
        <w:pStyle w:val="Heading2"/>
        <w:ind w:left="578" w:hanging="578"/>
      </w:pPr>
      <w:bookmarkStart w:id="76" w:name="_Toc463011760"/>
      <w:r>
        <w:t>Način uporabe</w:t>
      </w:r>
      <w:bookmarkEnd w:id="76"/>
    </w:p>
    <w:p w14:paraId="699C1D60" w14:textId="77777777" w:rsidR="00F81085" w:rsidRPr="00F81085" w:rsidRDefault="00F81085" w:rsidP="00F81085">
      <w:r>
        <w:t>Storitev se kliče za potrebe pridobivanja podatkov o merilnem mestu.</w:t>
      </w:r>
    </w:p>
    <w:p w14:paraId="699C1D61" w14:textId="77777777" w:rsidR="00B43002" w:rsidRDefault="00B43002" w:rsidP="00B43002">
      <w:pPr>
        <w:pStyle w:val="Heading2"/>
        <w:ind w:left="578" w:hanging="578"/>
      </w:pPr>
      <w:bookmarkStart w:id="77" w:name="_Toc463011761"/>
      <w:r>
        <w:t>Posebnosti</w:t>
      </w:r>
      <w:bookmarkEnd w:id="77"/>
    </w:p>
    <w:p w14:paraId="699C1D62" w14:textId="77777777" w:rsidR="001228D2" w:rsidRPr="001228D2" w:rsidRDefault="001228D2" w:rsidP="001228D2">
      <w:r>
        <w:t>Storitev vrne podatke samo za merilna mesta, za katera je klicatelj na trenutni datum dejansko dobavitelj na merilnem mestu.</w:t>
      </w:r>
    </w:p>
    <w:p w14:paraId="699C1D63" w14:textId="77777777" w:rsidR="00F77B12" w:rsidRDefault="00B43002" w:rsidP="00B43002">
      <w:pPr>
        <w:pStyle w:val="Heading2"/>
        <w:ind w:left="578" w:hanging="578"/>
      </w:pPr>
      <w:bookmarkStart w:id="78" w:name="_Toc463011762"/>
      <w:r>
        <w:t>Tehnološki predpogoji uporabe WS</w:t>
      </w:r>
      <w:bookmarkEnd w:id="78"/>
    </w:p>
    <w:p w14:paraId="699C1D64" w14:textId="776A1102" w:rsidR="00F77B12" w:rsidRPr="00AA71AF" w:rsidRDefault="00F77B12" w:rsidP="00F77B12">
      <w:r>
        <w:t xml:space="preserve">Uporabnik storitve mora vzpostaviti povezavo do spletnega mesta </w:t>
      </w:r>
      <w:r w:rsidRPr="00F77B12">
        <w:t>services.informatika.si</w:t>
      </w:r>
      <w:r>
        <w:t xml:space="preserve"> ter </w:t>
      </w:r>
      <w:r w:rsidRPr="00F77B12">
        <w:t>services</w:t>
      </w:r>
      <w:r>
        <w:t>-test</w:t>
      </w:r>
      <w:r w:rsidRPr="00F77B12">
        <w:t>.informatika.si</w:t>
      </w:r>
      <w:r>
        <w:t xml:space="preserve"> in zaupati ce</w:t>
      </w:r>
      <w:r w:rsidR="000E04B4">
        <w:t>r</w:t>
      </w:r>
      <w:r>
        <w:t>tifikatu spletnega mesta. Klici so varovani z uporabniškim imenom in geslom.</w:t>
      </w:r>
    </w:p>
    <w:p w14:paraId="699C1D65" w14:textId="77777777" w:rsidR="00B43002" w:rsidRPr="00AA71AF" w:rsidRDefault="00B43002" w:rsidP="00B43002">
      <w:pPr>
        <w:pStyle w:val="Heading2"/>
        <w:ind w:left="578" w:hanging="578"/>
      </w:pPr>
      <w:r>
        <w:br w:type="page"/>
      </w:r>
    </w:p>
    <w:p w14:paraId="21F1D5ED" w14:textId="11E27C15" w:rsidR="000B03D7" w:rsidRDefault="000B03D7" w:rsidP="000B03D7">
      <w:pPr>
        <w:pStyle w:val="Heading1"/>
      </w:pPr>
      <w:bookmarkStart w:id="79" w:name="_Toc463011763"/>
      <w:r>
        <w:lastRenderedPageBreak/>
        <w:t>Pridobivanje podatkov MM verzija 4</w:t>
      </w:r>
      <w:bookmarkEnd w:id="79"/>
    </w:p>
    <w:p w14:paraId="55A89B0C" w14:textId="77777777" w:rsidR="000B03D7" w:rsidRDefault="000B03D7" w:rsidP="000B03D7">
      <w:pPr>
        <w:pStyle w:val="Heading2"/>
      </w:pPr>
      <w:bookmarkStart w:id="80" w:name="_Toc463011764"/>
      <w:r>
        <w:t>Kratek opis in namen WS</w:t>
      </w:r>
      <w:bookmarkEnd w:id="80"/>
    </w:p>
    <w:p w14:paraId="4050ECCF" w14:textId="663D45DE" w:rsidR="000B03D7" w:rsidRDefault="000B03D7" w:rsidP="000B03D7">
      <w:r>
        <w:t xml:space="preserve">Storitev je namenjena pridobivanju podatkov o merilnem mestu, ki jih je distributer na podlagi zakonodaje dolžan zagotavljati dobaviteljem. V verziji 4 so dodani </w:t>
      </w:r>
      <w:r w:rsidR="007E564F">
        <w:t xml:space="preserve">časovni </w:t>
      </w:r>
      <w:r>
        <w:t>podatki o dobavitelju na merilnem mestu.</w:t>
      </w:r>
    </w:p>
    <w:p w14:paraId="7B9985AE" w14:textId="77777777" w:rsidR="000B03D7" w:rsidRDefault="000B03D7" w:rsidP="000B03D7">
      <w:pPr>
        <w:pStyle w:val="NoSpacing"/>
        <w:numPr>
          <w:ilvl w:val="0"/>
          <w:numId w:val="27"/>
        </w:numPr>
      </w:pPr>
      <w:r>
        <w:t>url produkcija:</w:t>
      </w:r>
    </w:p>
    <w:p w14:paraId="62F7C6F6" w14:textId="01A72B33" w:rsidR="000B03D7" w:rsidRPr="0054397B" w:rsidRDefault="00A25B3C" w:rsidP="000B03D7">
      <w:pPr>
        <w:pStyle w:val="NoSpacing"/>
      </w:pPr>
      <w:hyperlink r:id="rId43" w:history="1">
        <w:r w:rsidR="0054397B" w:rsidRPr="006270FB">
          <w:rPr>
            <w:rStyle w:val="Hyperlink"/>
          </w:rPr>
          <w:t>https://services.informatika.si/PridobivanjePodatkovMMWeb/sca/PridobivanjePodatkovMM4Storitev?WSDL</w:t>
        </w:r>
      </w:hyperlink>
      <w:r w:rsidR="0054397B">
        <w:t xml:space="preserve"> </w:t>
      </w:r>
    </w:p>
    <w:p w14:paraId="5698A8E0" w14:textId="77777777" w:rsidR="000B03D7" w:rsidRDefault="000B03D7" w:rsidP="000B03D7">
      <w:pPr>
        <w:pStyle w:val="NoSpacing"/>
        <w:rPr>
          <w:sz w:val="18"/>
          <w:szCs w:val="18"/>
        </w:rPr>
      </w:pPr>
    </w:p>
    <w:p w14:paraId="39938D97" w14:textId="77777777" w:rsidR="000B03D7" w:rsidRPr="005B0E84" w:rsidRDefault="000B03D7" w:rsidP="000B03D7">
      <w:pPr>
        <w:pStyle w:val="NoSpacing"/>
        <w:numPr>
          <w:ilvl w:val="0"/>
          <w:numId w:val="27"/>
        </w:numPr>
      </w:pPr>
      <w:r w:rsidRPr="00F77B12">
        <w:t>url test:</w:t>
      </w:r>
    </w:p>
    <w:p w14:paraId="10843793" w14:textId="3F92E105" w:rsidR="000B03D7" w:rsidRPr="00F81085" w:rsidRDefault="00A25B3C" w:rsidP="000B03D7">
      <w:hyperlink r:id="rId44" w:history="1">
        <w:r w:rsidR="0054397B" w:rsidRPr="006270FB">
          <w:rPr>
            <w:rStyle w:val="Hyperlink"/>
            <w:rFonts w:eastAsia="Times New Roman"/>
            <w:lang w:val="en-US"/>
          </w:rPr>
          <w:t>https://services-test.informatika.si/PridobivanjePodatkovMMWeb/sca/PridobivanjePodatkovMM4Storitev?WSDL</w:t>
        </w:r>
      </w:hyperlink>
      <w:r w:rsidR="0054397B">
        <w:rPr>
          <w:rFonts w:eastAsia="Times New Roman"/>
          <w:lang w:val="en-US"/>
        </w:rPr>
        <w:t xml:space="preserve"> </w:t>
      </w:r>
    </w:p>
    <w:p w14:paraId="3B54BB20" w14:textId="77777777" w:rsidR="000B03D7" w:rsidRDefault="000B03D7" w:rsidP="000B03D7">
      <w:pPr>
        <w:pStyle w:val="Heading2"/>
      </w:pPr>
      <w:bookmarkStart w:id="81" w:name="_Toc463011765"/>
      <w:r>
        <w:t>Verzioniranje WS</w:t>
      </w:r>
      <w:bookmarkEnd w:id="81"/>
    </w:p>
    <w:p w14:paraId="3C9B815C" w14:textId="51E9BD90" w:rsidR="000B03D7" w:rsidRPr="00F14E0C" w:rsidRDefault="000B03D7" w:rsidP="000B03D7">
      <w:r>
        <w:t>Verzija storitve 4.0</w:t>
      </w:r>
    </w:p>
    <w:p w14:paraId="34BE6BE2" w14:textId="77777777" w:rsidR="000B03D7" w:rsidRDefault="000B03D7" w:rsidP="000B03D7">
      <w:pPr>
        <w:pStyle w:val="Heading2"/>
        <w:ind w:left="578" w:hanging="578"/>
      </w:pPr>
      <w:bookmarkStart w:id="82" w:name="_Toc463011766"/>
      <w:r>
        <w:t>Diagram poteka</w:t>
      </w:r>
      <w:bookmarkEnd w:id="82"/>
    </w:p>
    <w:p w14:paraId="083D7F31" w14:textId="77777777" w:rsidR="000B03D7" w:rsidRPr="00F81085" w:rsidRDefault="000B03D7" w:rsidP="000B03D7">
      <w:r>
        <w:t>Ni na voljo.</w:t>
      </w:r>
    </w:p>
    <w:p w14:paraId="3A453638" w14:textId="77777777" w:rsidR="000B03D7" w:rsidRDefault="000B03D7" w:rsidP="000B03D7">
      <w:pPr>
        <w:pStyle w:val="Heading2"/>
        <w:ind w:left="578" w:hanging="578"/>
      </w:pPr>
      <w:bookmarkStart w:id="83" w:name="_Toc463011767"/>
      <w:r>
        <w:t>Način uporabe</w:t>
      </w:r>
      <w:bookmarkEnd w:id="83"/>
    </w:p>
    <w:p w14:paraId="0C3DDDC2" w14:textId="77777777" w:rsidR="000B03D7" w:rsidRPr="00F81085" w:rsidRDefault="000B03D7" w:rsidP="000B03D7">
      <w:r>
        <w:t>Storitev se kliče za potrebe pridobivanja podatkov o merilnem mestu.</w:t>
      </w:r>
    </w:p>
    <w:p w14:paraId="3C712608" w14:textId="77777777" w:rsidR="000B03D7" w:rsidRDefault="000B03D7" w:rsidP="000B03D7">
      <w:pPr>
        <w:pStyle w:val="Heading2"/>
        <w:ind w:left="578" w:hanging="578"/>
      </w:pPr>
      <w:bookmarkStart w:id="84" w:name="_Toc463011768"/>
      <w:r>
        <w:t>Posebnosti</w:t>
      </w:r>
      <w:bookmarkEnd w:id="84"/>
    </w:p>
    <w:p w14:paraId="5BCCD07B" w14:textId="77777777" w:rsidR="000B03D7" w:rsidRPr="001228D2" w:rsidRDefault="000B03D7" w:rsidP="000B03D7">
      <w:r>
        <w:t>Storitev vrne podatke samo za merilna mesta, za katera je klicatelj na trenutni datum dejansko dobavitelj na merilnem mestu.</w:t>
      </w:r>
    </w:p>
    <w:p w14:paraId="5B66D4C6" w14:textId="77777777" w:rsidR="000B03D7" w:rsidRDefault="000B03D7" w:rsidP="000B03D7">
      <w:pPr>
        <w:pStyle w:val="Heading2"/>
        <w:ind w:left="578" w:hanging="578"/>
      </w:pPr>
      <w:bookmarkStart w:id="85" w:name="_Toc463011769"/>
      <w:r>
        <w:t>Tehnološki predpogoji uporabe WS</w:t>
      </w:r>
      <w:bookmarkEnd w:id="85"/>
    </w:p>
    <w:p w14:paraId="12FDA4D2" w14:textId="77777777" w:rsidR="000B03D7" w:rsidRPr="00AA71AF" w:rsidRDefault="000B03D7" w:rsidP="000B03D7">
      <w:r>
        <w:t xml:space="preserve">Uporabnik storitve mora vzpostaviti povezavo do spletnega mesta </w:t>
      </w:r>
      <w:r w:rsidRPr="00F77B12">
        <w:t>services.informatika.si</w:t>
      </w:r>
      <w:r>
        <w:t xml:space="preserve"> ter </w:t>
      </w:r>
      <w:r w:rsidRPr="00F77B12">
        <w:t>services</w:t>
      </w:r>
      <w:r>
        <w:t>-test</w:t>
      </w:r>
      <w:r w:rsidRPr="00F77B12">
        <w:t>.informatika.si</w:t>
      </w:r>
      <w:r>
        <w:t xml:space="preserve"> in zaupati certifikatu spletnega mesta. Klici so varovani z uporabniškim imenom in geslom.</w:t>
      </w:r>
    </w:p>
    <w:p w14:paraId="27A8CD8E" w14:textId="77777777" w:rsidR="000B03D7" w:rsidRPr="00AA71AF" w:rsidRDefault="000B03D7" w:rsidP="000B03D7">
      <w:pPr>
        <w:pStyle w:val="Heading2"/>
        <w:ind w:left="578" w:hanging="578"/>
      </w:pPr>
      <w:r>
        <w:br w:type="page"/>
      </w:r>
    </w:p>
    <w:p w14:paraId="699C1D66" w14:textId="77777777" w:rsidR="00B43002" w:rsidRDefault="00121362" w:rsidP="00B43002">
      <w:pPr>
        <w:pStyle w:val="Heading1"/>
      </w:pPr>
      <w:bookmarkStart w:id="86" w:name="_Toc463011770"/>
      <w:r>
        <w:lastRenderedPageBreak/>
        <w:t>Fakturirana realizacija MM</w:t>
      </w:r>
      <w:bookmarkEnd w:id="86"/>
    </w:p>
    <w:p w14:paraId="699C1D67" w14:textId="77777777" w:rsidR="00B43002" w:rsidRDefault="00B43002" w:rsidP="00B43002">
      <w:pPr>
        <w:pStyle w:val="Heading2"/>
      </w:pPr>
      <w:bookmarkStart w:id="87" w:name="_Toc463011771"/>
      <w:r>
        <w:t>Kratek opis in namen WS</w:t>
      </w:r>
      <w:bookmarkEnd w:id="87"/>
    </w:p>
    <w:p w14:paraId="699C1D68" w14:textId="77777777" w:rsidR="00C877A0" w:rsidRPr="00C877A0" w:rsidRDefault="00C877A0" w:rsidP="00C877A0">
      <w:r>
        <w:t>Storitev je namenjena pridobivanju podatkov o fakturirani realizaciji za posamezno merilno mesto za podano obdobje.</w:t>
      </w:r>
    </w:p>
    <w:p w14:paraId="699C1D69" w14:textId="77777777" w:rsidR="00B52F84" w:rsidRPr="00B52F84" w:rsidRDefault="00C877A0" w:rsidP="00B52F84">
      <w:pPr>
        <w:pStyle w:val="NoSpacing"/>
        <w:numPr>
          <w:ilvl w:val="0"/>
          <w:numId w:val="27"/>
        </w:numPr>
      </w:pPr>
      <w:r w:rsidRPr="00B52F84">
        <w:t>url produkcija</w:t>
      </w:r>
      <w:r>
        <w:t xml:space="preserve">: </w:t>
      </w:r>
    </w:p>
    <w:p w14:paraId="699C1D6A" w14:textId="08ED5843" w:rsidR="00C877A0" w:rsidRDefault="00A25B3C" w:rsidP="00B52F84">
      <w:pPr>
        <w:pStyle w:val="NoSpacing"/>
        <w:rPr>
          <w:rFonts w:eastAsia="Calibri"/>
          <w:sz w:val="18"/>
          <w:szCs w:val="18"/>
          <w:lang w:val="sl-SI"/>
        </w:rPr>
      </w:pPr>
      <w:hyperlink r:id="rId45" w:history="1">
        <w:r w:rsidR="00B8644B" w:rsidRPr="009D2D40">
          <w:rPr>
            <w:rStyle w:val="Hyperlink"/>
            <w:rFonts w:eastAsia="Calibri"/>
            <w:sz w:val="18"/>
            <w:szCs w:val="18"/>
            <w:lang w:val="sl-SI"/>
          </w:rPr>
          <w:t>https://services.informatika.si/FakturiranaRealizacijaZaMMWeb/sca/FakturiranaRealizacijaStoritev?WSDL</w:t>
        </w:r>
      </w:hyperlink>
    </w:p>
    <w:p w14:paraId="5D7A1273" w14:textId="77777777" w:rsidR="00B8644B" w:rsidRDefault="00B8644B" w:rsidP="00B52F84">
      <w:pPr>
        <w:pStyle w:val="NoSpacing"/>
        <w:rPr>
          <w:rStyle w:val="Hyperlink"/>
          <w:rFonts w:eastAsia="Calibri"/>
          <w:sz w:val="18"/>
          <w:szCs w:val="18"/>
          <w:lang w:val="sl-SI"/>
        </w:rPr>
      </w:pPr>
    </w:p>
    <w:p w14:paraId="699C1D6B" w14:textId="77777777" w:rsidR="00B52F84" w:rsidRPr="00B52F84" w:rsidRDefault="00B52F84" w:rsidP="00B52F84">
      <w:pPr>
        <w:pStyle w:val="NoSpacing"/>
        <w:rPr>
          <w:rStyle w:val="Hyperlink"/>
          <w:rFonts w:eastAsia="Calibri"/>
          <w:sz w:val="18"/>
          <w:szCs w:val="18"/>
          <w:lang w:val="sl-SI"/>
        </w:rPr>
      </w:pPr>
    </w:p>
    <w:p w14:paraId="699C1D6C" w14:textId="77777777" w:rsidR="00B52F84" w:rsidRPr="00B52F84" w:rsidRDefault="00C877A0" w:rsidP="00B52F84">
      <w:pPr>
        <w:pStyle w:val="NoSpacing"/>
        <w:numPr>
          <w:ilvl w:val="0"/>
          <w:numId w:val="27"/>
        </w:numPr>
      </w:pPr>
      <w:r>
        <w:t xml:space="preserve">url test: </w:t>
      </w:r>
    </w:p>
    <w:p w14:paraId="699C1D6D" w14:textId="6FFAD4A6" w:rsidR="00C877A0" w:rsidRDefault="00A25B3C" w:rsidP="00B52F84">
      <w:pPr>
        <w:jc w:val="left"/>
        <w:rPr>
          <w:sz w:val="18"/>
          <w:szCs w:val="18"/>
        </w:rPr>
      </w:pPr>
      <w:hyperlink r:id="rId46" w:history="1">
        <w:r w:rsidR="00B8644B" w:rsidRPr="009D2D40">
          <w:rPr>
            <w:rStyle w:val="Hyperlink"/>
            <w:sz w:val="18"/>
            <w:szCs w:val="18"/>
          </w:rPr>
          <w:t>https://services-test.informatika.si/FakturiranaRealizacijaZaMMWeb/sca/FakturiranaRealizacijaStoritev?WSDL</w:t>
        </w:r>
      </w:hyperlink>
    </w:p>
    <w:p w14:paraId="699C1D6E" w14:textId="77777777" w:rsidR="00B43002" w:rsidRDefault="00B43002" w:rsidP="00B43002">
      <w:pPr>
        <w:pStyle w:val="Heading2"/>
      </w:pPr>
      <w:bookmarkStart w:id="88" w:name="_Toc463011772"/>
      <w:r>
        <w:t>Verzioniranje WS</w:t>
      </w:r>
      <w:bookmarkEnd w:id="88"/>
    </w:p>
    <w:p w14:paraId="699C1D6F" w14:textId="77777777" w:rsidR="00F77B12" w:rsidRPr="00F14E0C" w:rsidRDefault="00F77B12" w:rsidP="00F77B12">
      <w:r>
        <w:t>Verzija storitve 1.0</w:t>
      </w:r>
    </w:p>
    <w:p w14:paraId="699C1D70" w14:textId="77777777" w:rsidR="00B43002" w:rsidRDefault="00B43002" w:rsidP="00B43002">
      <w:pPr>
        <w:pStyle w:val="Heading2"/>
        <w:ind w:left="578" w:hanging="578"/>
      </w:pPr>
      <w:bookmarkStart w:id="89" w:name="_Toc463011773"/>
      <w:r>
        <w:t>Diagram poteka</w:t>
      </w:r>
      <w:bookmarkEnd w:id="89"/>
    </w:p>
    <w:p w14:paraId="699C1D71" w14:textId="77777777" w:rsidR="00C877A0" w:rsidRPr="00C877A0" w:rsidRDefault="00C877A0" w:rsidP="00C877A0">
      <w:r>
        <w:t>Ni na voljo.</w:t>
      </w:r>
    </w:p>
    <w:p w14:paraId="699C1D72" w14:textId="77777777" w:rsidR="00B43002" w:rsidRDefault="00B43002" w:rsidP="00B43002">
      <w:pPr>
        <w:pStyle w:val="Heading2"/>
        <w:ind w:left="578" w:hanging="578"/>
      </w:pPr>
      <w:bookmarkStart w:id="90" w:name="_Toc463011774"/>
      <w:r>
        <w:t>Način uporabe</w:t>
      </w:r>
      <w:bookmarkEnd w:id="90"/>
    </w:p>
    <w:p w14:paraId="699C1D73" w14:textId="77777777" w:rsidR="00C27045" w:rsidRPr="00C27045" w:rsidRDefault="00C27045" w:rsidP="00C27045">
      <w:r>
        <w:t>Storitev se kliče za potrebe pridobivanja podatkov o fakturirani realizaciji, ki jo dobavitelj pridobiva s strani distributerja za potrebe svojega poslovanja.</w:t>
      </w:r>
    </w:p>
    <w:p w14:paraId="699C1D74" w14:textId="77777777" w:rsidR="00B43002" w:rsidRDefault="00B43002" w:rsidP="00B43002">
      <w:pPr>
        <w:pStyle w:val="Heading2"/>
        <w:ind w:left="578" w:hanging="578"/>
      </w:pPr>
      <w:bookmarkStart w:id="91" w:name="_Toc463011775"/>
      <w:r>
        <w:t>Posebnosti</w:t>
      </w:r>
      <w:bookmarkEnd w:id="91"/>
    </w:p>
    <w:p w14:paraId="699C1D75" w14:textId="77777777" w:rsidR="00C27045" w:rsidRPr="00C27045" w:rsidRDefault="00C27045" w:rsidP="00C27045">
      <w:r>
        <w:t>Storitev vrne podatke o fakturirani realizaciji samo za merilna mesta, za katera je klicatelj na trenutni datum dejansko dobavitelj na merilnem mestu.</w:t>
      </w:r>
    </w:p>
    <w:p w14:paraId="699C1D76" w14:textId="77777777" w:rsidR="00B43002" w:rsidRDefault="00B43002" w:rsidP="00B43002">
      <w:pPr>
        <w:pStyle w:val="Heading2"/>
        <w:ind w:left="578" w:hanging="578"/>
      </w:pPr>
      <w:bookmarkStart w:id="92" w:name="_Toc463011776"/>
      <w:r>
        <w:t>Tehnološki predpogoji uporabe WS</w:t>
      </w:r>
      <w:bookmarkEnd w:id="92"/>
    </w:p>
    <w:p w14:paraId="699C1D77" w14:textId="6CB50412" w:rsidR="00097D3A" w:rsidRDefault="00F77B12" w:rsidP="00F77B12">
      <w:r>
        <w:t xml:space="preserve">Uporabnik storitve mora vzpostaviti povezavo do spletnega mesta </w:t>
      </w:r>
      <w:r w:rsidRPr="00F77B12">
        <w:t>services.informatika.si</w:t>
      </w:r>
      <w:r>
        <w:t xml:space="preserve"> ter </w:t>
      </w:r>
      <w:r w:rsidRPr="00F77B12">
        <w:t>services</w:t>
      </w:r>
      <w:r>
        <w:t>-test</w:t>
      </w:r>
      <w:r w:rsidRPr="00F77B12">
        <w:t>.informatika.si</w:t>
      </w:r>
      <w:r>
        <w:t xml:space="preserve"> in zaupati ce</w:t>
      </w:r>
      <w:r w:rsidR="000E04B4">
        <w:t>r</w:t>
      </w:r>
      <w:r>
        <w:t>tifikatu spletnega mesta. Klici so varovani z uporabniškim imenom in geslom.</w:t>
      </w:r>
    </w:p>
    <w:p w14:paraId="4F8C8019" w14:textId="77777777" w:rsidR="00097D3A" w:rsidRDefault="00097D3A">
      <w:pPr>
        <w:spacing w:after="0" w:line="240" w:lineRule="auto"/>
        <w:jc w:val="left"/>
      </w:pPr>
      <w:r>
        <w:br w:type="page"/>
      </w:r>
    </w:p>
    <w:p w14:paraId="34281030" w14:textId="4A9DB801" w:rsidR="00097D3A" w:rsidRDefault="00097D3A" w:rsidP="00097D3A">
      <w:pPr>
        <w:pStyle w:val="Heading1"/>
      </w:pPr>
      <w:bookmarkStart w:id="93" w:name="_Toc463011777"/>
      <w:r>
        <w:lastRenderedPageBreak/>
        <w:t>Menjava dobavitelja oddaja vloge</w:t>
      </w:r>
      <w:bookmarkEnd w:id="93"/>
    </w:p>
    <w:p w14:paraId="0001D3B7" w14:textId="77777777" w:rsidR="00097D3A" w:rsidRDefault="00097D3A" w:rsidP="00097D3A">
      <w:pPr>
        <w:pStyle w:val="Heading2"/>
      </w:pPr>
      <w:bookmarkStart w:id="94" w:name="_Toc463011778"/>
      <w:r>
        <w:t>Kratek opis in namen WS</w:t>
      </w:r>
      <w:bookmarkEnd w:id="94"/>
    </w:p>
    <w:p w14:paraId="6123B186" w14:textId="21926A64" w:rsidR="00097D3A" w:rsidRPr="00C877A0" w:rsidRDefault="00097D3A" w:rsidP="00097D3A">
      <w:r>
        <w:t xml:space="preserve">Storitev je namenjena </w:t>
      </w:r>
      <w:r w:rsidR="005D7D6B">
        <w:t>oddaji vloge za menjavo dobavitelja.</w:t>
      </w:r>
    </w:p>
    <w:p w14:paraId="315E5BAA" w14:textId="77777777" w:rsidR="00097D3A" w:rsidRPr="00B52F84" w:rsidRDefault="00097D3A" w:rsidP="00097D3A">
      <w:pPr>
        <w:pStyle w:val="NoSpacing"/>
        <w:numPr>
          <w:ilvl w:val="0"/>
          <w:numId w:val="27"/>
        </w:numPr>
      </w:pPr>
      <w:r w:rsidRPr="00B52F84">
        <w:t>url produkcija</w:t>
      </w:r>
      <w:r>
        <w:t xml:space="preserve">: </w:t>
      </w:r>
    </w:p>
    <w:p w14:paraId="7A10B477" w14:textId="41BC8ECB" w:rsidR="00097D3A" w:rsidRPr="005D7D6B" w:rsidRDefault="00A25B3C" w:rsidP="00097D3A">
      <w:pPr>
        <w:pStyle w:val="NoSpacing"/>
        <w:rPr>
          <w:sz w:val="18"/>
          <w:szCs w:val="18"/>
        </w:rPr>
      </w:pPr>
      <w:hyperlink r:id="rId47" w:history="1">
        <w:r w:rsidR="005D7D6B" w:rsidRPr="005D7D6B">
          <w:rPr>
            <w:rStyle w:val="Hyperlink"/>
            <w:sz w:val="18"/>
            <w:szCs w:val="18"/>
          </w:rPr>
          <w:t>https://services.informatika.si/MenjavaDobaviteljaWeb/sca/OddajaVloge?WSDL</w:t>
        </w:r>
      </w:hyperlink>
    </w:p>
    <w:p w14:paraId="2B6EF4DD" w14:textId="77777777" w:rsidR="005D7D6B" w:rsidRPr="00B52F84" w:rsidRDefault="005D7D6B" w:rsidP="00097D3A">
      <w:pPr>
        <w:pStyle w:val="NoSpacing"/>
        <w:rPr>
          <w:rStyle w:val="Hyperlink"/>
          <w:rFonts w:eastAsia="Calibri"/>
          <w:sz w:val="18"/>
          <w:szCs w:val="18"/>
          <w:lang w:val="sl-SI"/>
        </w:rPr>
      </w:pPr>
    </w:p>
    <w:p w14:paraId="6DE839F4" w14:textId="77777777" w:rsidR="00097D3A" w:rsidRPr="00B52F84" w:rsidRDefault="00097D3A" w:rsidP="00097D3A">
      <w:pPr>
        <w:pStyle w:val="NoSpacing"/>
        <w:numPr>
          <w:ilvl w:val="0"/>
          <w:numId w:val="27"/>
        </w:numPr>
      </w:pPr>
      <w:r>
        <w:t xml:space="preserve">url test: </w:t>
      </w:r>
    </w:p>
    <w:p w14:paraId="238A066D" w14:textId="4452D816" w:rsidR="005D7D6B" w:rsidRPr="005D7D6B" w:rsidRDefault="00A25B3C" w:rsidP="005D7D6B">
      <w:pPr>
        <w:pStyle w:val="NoSpacing"/>
        <w:rPr>
          <w:sz w:val="18"/>
          <w:szCs w:val="18"/>
        </w:rPr>
      </w:pPr>
      <w:hyperlink r:id="rId48" w:history="1">
        <w:r w:rsidR="005D7D6B" w:rsidRPr="00E777B6">
          <w:rPr>
            <w:rStyle w:val="Hyperlink"/>
            <w:sz w:val="18"/>
            <w:szCs w:val="18"/>
          </w:rPr>
          <w:t>https://services-test.informatika.si/MenjavaDobaviteljaWeb/sca/OddajaVloge?WSDL</w:t>
        </w:r>
      </w:hyperlink>
    </w:p>
    <w:p w14:paraId="0104483F" w14:textId="54498542" w:rsidR="00097D3A" w:rsidRPr="00B52F84" w:rsidRDefault="00097D3A" w:rsidP="00097D3A">
      <w:pPr>
        <w:jc w:val="left"/>
        <w:rPr>
          <w:rStyle w:val="Hyperlink"/>
          <w:sz w:val="18"/>
          <w:szCs w:val="18"/>
        </w:rPr>
      </w:pPr>
    </w:p>
    <w:p w14:paraId="1C543D14" w14:textId="77777777" w:rsidR="00097D3A" w:rsidRDefault="00097D3A" w:rsidP="00097D3A">
      <w:pPr>
        <w:pStyle w:val="Heading2"/>
      </w:pPr>
      <w:bookmarkStart w:id="95" w:name="_Toc463011779"/>
      <w:r>
        <w:t>Verzioniranje WS</w:t>
      </w:r>
      <w:bookmarkEnd w:id="95"/>
    </w:p>
    <w:p w14:paraId="66B7F7D7" w14:textId="77777777" w:rsidR="00097D3A" w:rsidRPr="00F14E0C" w:rsidRDefault="00097D3A" w:rsidP="00097D3A">
      <w:r>
        <w:t>Verzija storitve 1.0</w:t>
      </w:r>
    </w:p>
    <w:p w14:paraId="3AABD4B3" w14:textId="77777777" w:rsidR="00097D3A" w:rsidRDefault="00097D3A" w:rsidP="00097D3A">
      <w:pPr>
        <w:pStyle w:val="Heading2"/>
        <w:ind w:left="578" w:hanging="578"/>
      </w:pPr>
      <w:bookmarkStart w:id="96" w:name="_Toc463011780"/>
      <w:r>
        <w:t>Diagram poteka</w:t>
      </w:r>
      <w:bookmarkEnd w:id="96"/>
    </w:p>
    <w:p w14:paraId="452CB675" w14:textId="1DA4FD7A" w:rsidR="00C44374" w:rsidRPr="00C44374" w:rsidRDefault="00C44374" w:rsidP="00C44374">
      <w:r>
        <w:object w:dxaOrig="9439" w:dyaOrig="3132" w14:anchorId="31E0F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6pt;height:150pt" o:ole="">
            <v:imagedata r:id="rId49" o:title=""/>
          </v:shape>
          <o:OLEObject Type="Embed" ProgID="Visio.Drawing.11" ShapeID="_x0000_i1025" DrawAspect="Content" ObjectID="_1537616050" r:id="rId50"/>
        </w:object>
      </w:r>
    </w:p>
    <w:p w14:paraId="750E607F" w14:textId="140092A9" w:rsidR="00097D3A" w:rsidRDefault="00097D3A" w:rsidP="00097D3A">
      <w:pPr>
        <w:pStyle w:val="Heading2"/>
        <w:ind w:left="578" w:hanging="578"/>
      </w:pPr>
      <w:bookmarkStart w:id="97" w:name="_Toc463011781"/>
      <w:r>
        <w:t>Način uporabe</w:t>
      </w:r>
      <w:bookmarkEnd w:id="97"/>
    </w:p>
    <w:p w14:paraId="4398EE55" w14:textId="4AE3B35F" w:rsidR="00097D3A" w:rsidRPr="00C27045" w:rsidRDefault="005D7D6B" w:rsidP="00097D3A">
      <w:r>
        <w:t>Storitev se kliče za potrebe oddaje vloge za menjavo dobavitelja</w:t>
      </w:r>
      <w:r w:rsidR="00097D3A">
        <w:t>.</w:t>
      </w:r>
    </w:p>
    <w:p w14:paraId="5CFC1901" w14:textId="77777777" w:rsidR="00097D3A" w:rsidRDefault="00097D3A" w:rsidP="00097D3A">
      <w:pPr>
        <w:pStyle w:val="Heading2"/>
        <w:ind w:left="578" w:hanging="578"/>
      </w:pPr>
      <w:bookmarkStart w:id="98" w:name="_Toc463011782"/>
      <w:r>
        <w:t>Posebnosti</w:t>
      </w:r>
      <w:bookmarkEnd w:id="98"/>
    </w:p>
    <w:p w14:paraId="4E582B4E" w14:textId="6E7173DF" w:rsidR="00097D3A" w:rsidRPr="00C27045" w:rsidRDefault="005D7D6B" w:rsidP="00097D3A">
      <w:r>
        <w:t>Storitev sprejema vloge z datumi menjave po veljavni zakonodaji</w:t>
      </w:r>
      <w:r w:rsidR="00097D3A">
        <w:t>.</w:t>
      </w:r>
    </w:p>
    <w:p w14:paraId="2782376A" w14:textId="77777777" w:rsidR="00097D3A" w:rsidRDefault="00097D3A" w:rsidP="00097D3A">
      <w:pPr>
        <w:pStyle w:val="Heading2"/>
        <w:ind w:left="578" w:hanging="578"/>
      </w:pPr>
      <w:bookmarkStart w:id="99" w:name="_Toc463011783"/>
      <w:r>
        <w:t>Tehnološki predpogoji uporabe WS</w:t>
      </w:r>
      <w:bookmarkEnd w:id="99"/>
    </w:p>
    <w:p w14:paraId="160183D8" w14:textId="087ADE76" w:rsidR="00C44374" w:rsidRDefault="00097D3A" w:rsidP="00C44374">
      <w:r>
        <w:t xml:space="preserve">Uporabnik storitve mora vzpostaviti povezavo do spletnega mesta </w:t>
      </w:r>
      <w:r w:rsidRPr="00F77B12">
        <w:t>services.informatika.si</w:t>
      </w:r>
      <w:r>
        <w:t xml:space="preserve"> ter </w:t>
      </w:r>
      <w:r w:rsidRPr="00F77B12">
        <w:t>services</w:t>
      </w:r>
      <w:r>
        <w:t>-test</w:t>
      </w:r>
      <w:r w:rsidRPr="00F77B12">
        <w:t>.informatika.si</w:t>
      </w:r>
      <w:r>
        <w:t xml:space="preserve"> in zaupati ce</w:t>
      </w:r>
      <w:r w:rsidR="000E04B4">
        <w:t>r</w:t>
      </w:r>
      <w:r>
        <w:t>tifikatu spletnega mesta. Klici so varovani z uporabniškim imenom in geslom.</w:t>
      </w:r>
    </w:p>
    <w:p w14:paraId="53EFF476" w14:textId="6DFF52F5" w:rsidR="00C44374" w:rsidRDefault="00C44374" w:rsidP="00C44374">
      <w:pPr>
        <w:pStyle w:val="Heading1"/>
      </w:pPr>
      <w:bookmarkStart w:id="100" w:name="_Toc463011784"/>
      <w:r>
        <w:lastRenderedPageBreak/>
        <w:t>Menjava dobavitelja najdi vloge</w:t>
      </w:r>
      <w:bookmarkEnd w:id="100"/>
    </w:p>
    <w:p w14:paraId="37822823" w14:textId="77777777" w:rsidR="00C44374" w:rsidRDefault="00C44374" w:rsidP="00C44374">
      <w:pPr>
        <w:pStyle w:val="Heading2"/>
      </w:pPr>
      <w:bookmarkStart w:id="101" w:name="_Toc463011785"/>
      <w:r>
        <w:t>Kratek opis in namen WS</w:t>
      </w:r>
      <w:bookmarkEnd w:id="101"/>
    </w:p>
    <w:p w14:paraId="174A9551" w14:textId="3C5D4076" w:rsidR="00C44374" w:rsidRPr="00C877A0" w:rsidRDefault="00C44374" w:rsidP="00C44374">
      <w:r>
        <w:t xml:space="preserve">Storitev je namenjena </w:t>
      </w:r>
      <w:r w:rsidR="00152054">
        <w:t>iskanju oddanih vlog, ki so še v postopku menjave dobavitelja s pripadajočim statusom.</w:t>
      </w:r>
    </w:p>
    <w:p w14:paraId="234F0CA9" w14:textId="77777777" w:rsidR="00C44374" w:rsidRPr="00B52F84" w:rsidRDefault="00C44374" w:rsidP="00C44374">
      <w:pPr>
        <w:pStyle w:val="NoSpacing"/>
        <w:numPr>
          <w:ilvl w:val="0"/>
          <w:numId w:val="27"/>
        </w:numPr>
      </w:pPr>
      <w:r w:rsidRPr="00B52F84">
        <w:t>url produkcija</w:t>
      </w:r>
      <w:r>
        <w:t xml:space="preserve">: </w:t>
      </w:r>
    </w:p>
    <w:p w14:paraId="2AA566C5" w14:textId="4A7B3556" w:rsidR="00C44374" w:rsidRPr="007A0C7E" w:rsidRDefault="00A25B3C" w:rsidP="00C44374">
      <w:pPr>
        <w:pStyle w:val="NoSpacing"/>
        <w:rPr>
          <w:sz w:val="18"/>
          <w:szCs w:val="18"/>
        </w:rPr>
      </w:pPr>
      <w:hyperlink r:id="rId51" w:history="1">
        <w:r w:rsidR="007A0C7E" w:rsidRPr="007A0C7E">
          <w:rPr>
            <w:rStyle w:val="Hyperlink"/>
            <w:sz w:val="18"/>
            <w:szCs w:val="18"/>
          </w:rPr>
          <w:t>https://services.informatika.si/MenjavaDobaviteljaWeb/sca/NajdiVlogo?WSDL</w:t>
        </w:r>
      </w:hyperlink>
    </w:p>
    <w:p w14:paraId="6973FD49" w14:textId="77777777" w:rsidR="007A0C7E" w:rsidRDefault="007A0C7E" w:rsidP="00C44374">
      <w:pPr>
        <w:pStyle w:val="NoSpacing"/>
        <w:rPr>
          <w:rStyle w:val="Hyperlink"/>
          <w:rFonts w:eastAsia="Calibri"/>
          <w:sz w:val="18"/>
          <w:szCs w:val="18"/>
          <w:lang w:val="sl-SI"/>
        </w:rPr>
      </w:pPr>
    </w:p>
    <w:p w14:paraId="26644FF6" w14:textId="77777777" w:rsidR="00C44374" w:rsidRPr="00B52F84" w:rsidRDefault="00C44374" w:rsidP="00C44374">
      <w:pPr>
        <w:pStyle w:val="NoSpacing"/>
        <w:rPr>
          <w:rStyle w:val="Hyperlink"/>
          <w:rFonts w:eastAsia="Calibri"/>
          <w:sz w:val="18"/>
          <w:szCs w:val="18"/>
          <w:lang w:val="sl-SI"/>
        </w:rPr>
      </w:pPr>
    </w:p>
    <w:p w14:paraId="715C5347" w14:textId="77777777" w:rsidR="00C44374" w:rsidRPr="00B52F84" w:rsidRDefault="00C44374" w:rsidP="00C44374">
      <w:pPr>
        <w:pStyle w:val="NoSpacing"/>
        <w:numPr>
          <w:ilvl w:val="0"/>
          <w:numId w:val="27"/>
        </w:numPr>
      </w:pPr>
      <w:r>
        <w:t xml:space="preserve">url test: </w:t>
      </w:r>
    </w:p>
    <w:p w14:paraId="4D938D54" w14:textId="0B63E17E" w:rsidR="007A0C7E" w:rsidRPr="007A0C7E" w:rsidRDefault="00A25B3C" w:rsidP="007A0C7E">
      <w:pPr>
        <w:pStyle w:val="NoSpacing"/>
        <w:rPr>
          <w:sz w:val="18"/>
          <w:szCs w:val="18"/>
        </w:rPr>
      </w:pPr>
      <w:hyperlink r:id="rId52" w:history="1">
        <w:r w:rsidR="00152054" w:rsidRPr="00E777B6">
          <w:rPr>
            <w:rStyle w:val="Hyperlink"/>
            <w:sz w:val="18"/>
            <w:szCs w:val="18"/>
          </w:rPr>
          <w:t>https://services-test.informatika.si/MenjavaDobaviteljaWeb/sca/NajdiVlogo?WSDL</w:t>
        </w:r>
      </w:hyperlink>
    </w:p>
    <w:p w14:paraId="082D7EF3" w14:textId="77777777" w:rsidR="00C44374" w:rsidRDefault="00C44374" w:rsidP="00C44374">
      <w:pPr>
        <w:pStyle w:val="Heading2"/>
      </w:pPr>
      <w:bookmarkStart w:id="102" w:name="_Toc463011786"/>
      <w:r>
        <w:t>Verzioniranje WS</w:t>
      </w:r>
      <w:bookmarkEnd w:id="102"/>
    </w:p>
    <w:p w14:paraId="546BD8AA" w14:textId="77777777" w:rsidR="00C44374" w:rsidRPr="00F14E0C" w:rsidRDefault="00C44374" w:rsidP="00C44374">
      <w:r>
        <w:t>Verzija storitve 1.0</w:t>
      </w:r>
    </w:p>
    <w:p w14:paraId="4863C7ED" w14:textId="77777777" w:rsidR="00C44374" w:rsidRDefault="00C44374" w:rsidP="00C44374">
      <w:pPr>
        <w:pStyle w:val="Heading2"/>
        <w:ind w:left="578" w:hanging="578"/>
      </w:pPr>
      <w:bookmarkStart w:id="103" w:name="_Toc463011787"/>
      <w:r>
        <w:t>Diagram poteka</w:t>
      </w:r>
      <w:bookmarkEnd w:id="103"/>
    </w:p>
    <w:p w14:paraId="36F9A497" w14:textId="2C790827" w:rsidR="00C44374" w:rsidRPr="00C877A0" w:rsidRDefault="001E1753" w:rsidP="00C44374">
      <w:r>
        <w:object w:dxaOrig="9439" w:dyaOrig="3132" w14:anchorId="40A46C72">
          <v:shape id="_x0000_i1026" type="#_x0000_t75" style="width:452.6pt;height:150pt" o:ole="">
            <v:imagedata r:id="rId53" o:title=""/>
          </v:shape>
          <o:OLEObject Type="Embed" ProgID="Visio.Drawing.11" ShapeID="_x0000_i1026" DrawAspect="Content" ObjectID="_1537616051" r:id="rId54"/>
        </w:object>
      </w:r>
    </w:p>
    <w:p w14:paraId="222C185D" w14:textId="77777777" w:rsidR="00C44374" w:rsidRDefault="00C44374" w:rsidP="00C44374">
      <w:pPr>
        <w:pStyle w:val="Heading2"/>
        <w:ind w:left="578" w:hanging="578"/>
      </w:pPr>
      <w:bookmarkStart w:id="104" w:name="_Toc463011788"/>
      <w:r>
        <w:t>Način uporabe</w:t>
      </w:r>
      <w:bookmarkEnd w:id="104"/>
    </w:p>
    <w:p w14:paraId="10AF63A8" w14:textId="7BC10F98" w:rsidR="00C44374" w:rsidRPr="00C27045" w:rsidRDefault="00C44374" w:rsidP="00C44374">
      <w:r>
        <w:t xml:space="preserve">Storitev se kliče </w:t>
      </w:r>
      <w:r w:rsidR="00152054">
        <w:t>za potrebe iskanja oddanih vlog s strani posameznega dobavitelja, za pridobivanje idOpravila in statusa vloge.</w:t>
      </w:r>
    </w:p>
    <w:p w14:paraId="338EDC87" w14:textId="77777777" w:rsidR="00C44374" w:rsidRDefault="00C44374" w:rsidP="00C44374">
      <w:pPr>
        <w:pStyle w:val="Heading2"/>
        <w:ind w:left="578" w:hanging="578"/>
      </w:pPr>
      <w:bookmarkStart w:id="105" w:name="_Toc463011789"/>
      <w:r>
        <w:t>Posebnosti</w:t>
      </w:r>
      <w:bookmarkEnd w:id="105"/>
    </w:p>
    <w:p w14:paraId="0AAEFF3D" w14:textId="5066B9D2" w:rsidR="00C44374" w:rsidRPr="00C27045" w:rsidRDefault="00152054" w:rsidP="00C44374">
      <w:r>
        <w:t>Storitev vrača idOpravila za tiste vloge, ki jih je</w:t>
      </w:r>
      <w:r w:rsidR="00BF2023">
        <w:t xml:space="preserve"> mogoče pridobiti s storitvijo V</w:t>
      </w:r>
      <w:r>
        <w:t>rni vlogo.</w:t>
      </w:r>
    </w:p>
    <w:p w14:paraId="7682729E" w14:textId="77777777" w:rsidR="00C44374" w:rsidRDefault="00C44374" w:rsidP="00C44374">
      <w:pPr>
        <w:pStyle w:val="Heading2"/>
        <w:ind w:left="578" w:hanging="578"/>
      </w:pPr>
      <w:bookmarkStart w:id="106" w:name="_Toc463011790"/>
      <w:r>
        <w:t>Tehnološki predpogoji uporabe WS</w:t>
      </w:r>
      <w:bookmarkEnd w:id="106"/>
    </w:p>
    <w:p w14:paraId="09EFE9FB" w14:textId="21A9C1C1" w:rsidR="00C44374" w:rsidRDefault="00C44374" w:rsidP="001E1753">
      <w:r>
        <w:t xml:space="preserve">Uporabnik storitve mora vzpostaviti povezavo do spletnega mesta </w:t>
      </w:r>
      <w:r w:rsidRPr="00F77B12">
        <w:t>services.informatika.si</w:t>
      </w:r>
      <w:r>
        <w:t xml:space="preserve"> ter </w:t>
      </w:r>
      <w:r w:rsidRPr="00F77B12">
        <w:t>services</w:t>
      </w:r>
      <w:r>
        <w:t>-test</w:t>
      </w:r>
      <w:r w:rsidRPr="00F77B12">
        <w:t>.informatika.si</w:t>
      </w:r>
      <w:r>
        <w:t xml:space="preserve"> in zaupati ce</w:t>
      </w:r>
      <w:r w:rsidR="000E04B4">
        <w:t>r</w:t>
      </w:r>
      <w:r>
        <w:t>tifikatu spletnega mesta. Klici so varovani z uporabniškim imenom in geslom.</w:t>
      </w:r>
      <w:r>
        <w:br w:type="page"/>
      </w:r>
    </w:p>
    <w:p w14:paraId="71DBD8F3" w14:textId="05C22440" w:rsidR="00C44374" w:rsidRDefault="00C44374" w:rsidP="001E1753">
      <w:pPr>
        <w:pStyle w:val="Heading1"/>
      </w:pPr>
      <w:bookmarkStart w:id="107" w:name="_Toc463011791"/>
      <w:r>
        <w:lastRenderedPageBreak/>
        <w:t>Menjava dobavitelja vrni vlogo</w:t>
      </w:r>
      <w:bookmarkEnd w:id="107"/>
    </w:p>
    <w:p w14:paraId="1A1ECFAD" w14:textId="77777777" w:rsidR="00C44374" w:rsidRDefault="00C44374" w:rsidP="00C44374">
      <w:pPr>
        <w:pStyle w:val="Heading2"/>
      </w:pPr>
      <w:bookmarkStart w:id="108" w:name="_Toc463011792"/>
      <w:r>
        <w:t>Kratek opis in namen WS</w:t>
      </w:r>
      <w:bookmarkEnd w:id="108"/>
    </w:p>
    <w:p w14:paraId="2B11DAD1" w14:textId="15ECAB3A" w:rsidR="00C44374" w:rsidRPr="00C877A0" w:rsidRDefault="00C44374" w:rsidP="00C44374">
      <w:r>
        <w:t xml:space="preserve">Storitev je namenjena pridobivanju podatkov o </w:t>
      </w:r>
      <w:r w:rsidR="00152054">
        <w:t>oddani vlogi</w:t>
      </w:r>
      <w:r>
        <w:t>.</w:t>
      </w:r>
    </w:p>
    <w:p w14:paraId="67045BE4" w14:textId="77777777" w:rsidR="00C44374" w:rsidRPr="00B52F84" w:rsidRDefault="00C44374" w:rsidP="00C44374">
      <w:pPr>
        <w:pStyle w:val="NoSpacing"/>
        <w:numPr>
          <w:ilvl w:val="0"/>
          <w:numId w:val="27"/>
        </w:numPr>
      </w:pPr>
      <w:r w:rsidRPr="00B52F84">
        <w:t>url produkcija</w:t>
      </w:r>
      <w:r>
        <w:t xml:space="preserve">: </w:t>
      </w:r>
    </w:p>
    <w:p w14:paraId="2D461D1C" w14:textId="56EE9C3A" w:rsidR="00C44374" w:rsidRPr="00152054" w:rsidRDefault="00A25B3C" w:rsidP="00C44374">
      <w:pPr>
        <w:pStyle w:val="NoSpacing"/>
        <w:rPr>
          <w:sz w:val="18"/>
          <w:szCs w:val="18"/>
        </w:rPr>
      </w:pPr>
      <w:hyperlink r:id="rId55" w:history="1">
        <w:r w:rsidR="00152054" w:rsidRPr="00152054">
          <w:rPr>
            <w:rStyle w:val="Hyperlink"/>
            <w:sz w:val="18"/>
            <w:szCs w:val="18"/>
          </w:rPr>
          <w:t>https://services.informatika.si:443/MenjavaDobaviteljaWeb/sca/VrniVlogo?WSDL</w:t>
        </w:r>
      </w:hyperlink>
    </w:p>
    <w:p w14:paraId="75D7887F" w14:textId="77777777" w:rsidR="00C44374" w:rsidRPr="00B52F84" w:rsidRDefault="00C44374" w:rsidP="00C44374">
      <w:pPr>
        <w:pStyle w:val="NoSpacing"/>
        <w:rPr>
          <w:rStyle w:val="Hyperlink"/>
          <w:rFonts w:eastAsia="Calibri"/>
          <w:sz w:val="18"/>
          <w:szCs w:val="18"/>
          <w:lang w:val="sl-SI"/>
        </w:rPr>
      </w:pPr>
    </w:p>
    <w:p w14:paraId="689C5B5B" w14:textId="77777777" w:rsidR="00C44374" w:rsidRPr="00B52F84" w:rsidRDefault="00C44374" w:rsidP="00C44374">
      <w:pPr>
        <w:pStyle w:val="NoSpacing"/>
        <w:numPr>
          <w:ilvl w:val="0"/>
          <w:numId w:val="27"/>
        </w:numPr>
      </w:pPr>
      <w:r>
        <w:t xml:space="preserve">url test: </w:t>
      </w:r>
    </w:p>
    <w:p w14:paraId="2D63812A" w14:textId="64AEEF42" w:rsidR="00152054" w:rsidRPr="00152054" w:rsidRDefault="00A25B3C" w:rsidP="00152054">
      <w:pPr>
        <w:pStyle w:val="NoSpacing"/>
        <w:rPr>
          <w:sz w:val="18"/>
          <w:szCs w:val="18"/>
        </w:rPr>
      </w:pPr>
      <w:hyperlink r:id="rId56" w:history="1">
        <w:r w:rsidR="00152054" w:rsidRPr="00E777B6">
          <w:rPr>
            <w:rStyle w:val="Hyperlink"/>
            <w:sz w:val="18"/>
            <w:szCs w:val="18"/>
          </w:rPr>
          <w:t>https://services-test.informatika.si:443/MenjavaDobaviteljaWeb/sca/VrniVlogo?WSDL</w:t>
        </w:r>
      </w:hyperlink>
    </w:p>
    <w:p w14:paraId="5E810AAA" w14:textId="77777777" w:rsidR="00C44374" w:rsidRDefault="00C44374" w:rsidP="00C44374">
      <w:pPr>
        <w:pStyle w:val="Heading2"/>
      </w:pPr>
      <w:bookmarkStart w:id="109" w:name="_Toc463011793"/>
      <w:r>
        <w:t>Verzioniranje WS</w:t>
      </w:r>
      <w:bookmarkEnd w:id="109"/>
    </w:p>
    <w:p w14:paraId="1783166B" w14:textId="77777777" w:rsidR="00C44374" w:rsidRPr="00F14E0C" w:rsidRDefault="00C44374" w:rsidP="00C44374">
      <w:r>
        <w:t>Verzija storitve 1.0</w:t>
      </w:r>
    </w:p>
    <w:p w14:paraId="1AFFC79D" w14:textId="77777777" w:rsidR="00C44374" w:rsidRDefault="00C44374" w:rsidP="00C44374">
      <w:pPr>
        <w:pStyle w:val="Heading2"/>
        <w:ind w:left="578" w:hanging="578"/>
      </w:pPr>
      <w:bookmarkStart w:id="110" w:name="_Toc463011794"/>
      <w:r>
        <w:t>Diagram poteka</w:t>
      </w:r>
      <w:bookmarkEnd w:id="110"/>
    </w:p>
    <w:p w14:paraId="6199831D" w14:textId="5AFBC078" w:rsidR="00C44374" w:rsidRPr="00C877A0" w:rsidRDefault="001E1753" w:rsidP="00C44374">
      <w:r>
        <w:object w:dxaOrig="9439" w:dyaOrig="3132" w14:anchorId="5CE9C061">
          <v:shape id="_x0000_i1027" type="#_x0000_t75" style="width:452.6pt;height:150pt" o:ole="">
            <v:imagedata r:id="rId57" o:title=""/>
          </v:shape>
          <o:OLEObject Type="Embed" ProgID="Visio.Drawing.11" ShapeID="_x0000_i1027" DrawAspect="Content" ObjectID="_1537616052" r:id="rId58"/>
        </w:object>
      </w:r>
    </w:p>
    <w:p w14:paraId="5947C866" w14:textId="77777777" w:rsidR="00C44374" w:rsidRDefault="00C44374" w:rsidP="00C44374">
      <w:pPr>
        <w:pStyle w:val="Heading2"/>
        <w:ind w:left="578" w:hanging="578"/>
      </w:pPr>
      <w:bookmarkStart w:id="111" w:name="_Toc463011795"/>
      <w:r>
        <w:t>Način uporabe</w:t>
      </w:r>
      <w:bookmarkEnd w:id="111"/>
    </w:p>
    <w:p w14:paraId="31DFDB3B" w14:textId="3371917C" w:rsidR="00C44374" w:rsidRPr="00C27045" w:rsidRDefault="00C44374" w:rsidP="00C44374">
      <w:r>
        <w:t xml:space="preserve">Storitev </w:t>
      </w:r>
      <w:r w:rsidR="00152054">
        <w:t>za posamezen idOpravila vrne podatke vloge</w:t>
      </w:r>
      <w:r>
        <w:t>.</w:t>
      </w:r>
    </w:p>
    <w:p w14:paraId="73EA28AB" w14:textId="77777777" w:rsidR="00C44374" w:rsidRDefault="00C44374" w:rsidP="00C44374">
      <w:pPr>
        <w:pStyle w:val="Heading2"/>
        <w:ind w:left="578" w:hanging="578"/>
      </w:pPr>
      <w:bookmarkStart w:id="112" w:name="_Toc463011796"/>
      <w:r>
        <w:t>Posebnosti</w:t>
      </w:r>
      <w:bookmarkEnd w:id="112"/>
    </w:p>
    <w:p w14:paraId="792717D6" w14:textId="69822A36" w:rsidR="00C44374" w:rsidRPr="00C27045" w:rsidRDefault="00152054" w:rsidP="00C44374">
      <w:r>
        <w:t>Ni posebnosti</w:t>
      </w:r>
      <w:r w:rsidR="00C44374">
        <w:t>.</w:t>
      </w:r>
    </w:p>
    <w:p w14:paraId="6BCA6659" w14:textId="77777777" w:rsidR="00C44374" w:rsidRDefault="00C44374" w:rsidP="00C44374">
      <w:pPr>
        <w:pStyle w:val="Heading2"/>
        <w:ind w:left="578" w:hanging="578"/>
      </w:pPr>
      <w:bookmarkStart w:id="113" w:name="_Toc463011797"/>
      <w:r>
        <w:t>Tehnološki predpogoji uporabe WS</w:t>
      </w:r>
      <w:bookmarkEnd w:id="113"/>
    </w:p>
    <w:p w14:paraId="648F8B32" w14:textId="6FBC30D1" w:rsidR="00C44374" w:rsidRDefault="00C44374" w:rsidP="001E1753">
      <w:r>
        <w:t xml:space="preserve">Uporabnik storitve mora vzpostaviti povezavo do spletnega mesta </w:t>
      </w:r>
      <w:r w:rsidRPr="00F77B12">
        <w:t>services.informatika.si</w:t>
      </w:r>
      <w:r>
        <w:t xml:space="preserve"> ter </w:t>
      </w:r>
      <w:r w:rsidRPr="00F77B12">
        <w:t>services</w:t>
      </w:r>
      <w:r>
        <w:t>-test</w:t>
      </w:r>
      <w:r w:rsidRPr="00F77B12">
        <w:t>.informatika.si</w:t>
      </w:r>
      <w:r>
        <w:t xml:space="preserve"> in zaupati ce</w:t>
      </w:r>
      <w:r w:rsidR="000E04B4">
        <w:t>r</w:t>
      </w:r>
      <w:r>
        <w:t>tifikatu spletnega mesta. Klici so varovani z uporabniškim imenom in geslom.</w:t>
      </w:r>
      <w:r>
        <w:br w:type="page"/>
      </w:r>
    </w:p>
    <w:p w14:paraId="1CBB5890" w14:textId="6B5D7C38" w:rsidR="00C44374" w:rsidRDefault="00C44374" w:rsidP="001E1753">
      <w:pPr>
        <w:pStyle w:val="Heading1"/>
      </w:pPr>
      <w:bookmarkStart w:id="114" w:name="_Toc463011798"/>
      <w:r>
        <w:lastRenderedPageBreak/>
        <w:t>Menjava dobavitelja oddaja dopolnjene vloge</w:t>
      </w:r>
      <w:bookmarkEnd w:id="114"/>
    </w:p>
    <w:p w14:paraId="5A415D29" w14:textId="77777777" w:rsidR="00C44374" w:rsidRDefault="00C44374" w:rsidP="00C44374">
      <w:pPr>
        <w:pStyle w:val="Heading2"/>
      </w:pPr>
      <w:bookmarkStart w:id="115" w:name="_Toc463011799"/>
      <w:r>
        <w:t>Kratek opis in namen WS</w:t>
      </w:r>
      <w:bookmarkEnd w:id="115"/>
    </w:p>
    <w:p w14:paraId="189FC75D" w14:textId="553BCF96" w:rsidR="00C44374" w:rsidRPr="00C877A0" w:rsidRDefault="00C44374" w:rsidP="00C44374">
      <w:r>
        <w:t xml:space="preserve">Storitev je namenjena </w:t>
      </w:r>
      <w:r w:rsidR="00152054">
        <w:t>oddaji dopolnjene vloge v kolikor je to zahtevano s strani distributerja</w:t>
      </w:r>
      <w:r>
        <w:t>.</w:t>
      </w:r>
    </w:p>
    <w:p w14:paraId="44AFE99E" w14:textId="77777777" w:rsidR="00C44374" w:rsidRPr="00B52F84" w:rsidRDefault="00C44374" w:rsidP="00C44374">
      <w:pPr>
        <w:pStyle w:val="NoSpacing"/>
        <w:numPr>
          <w:ilvl w:val="0"/>
          <w:numId w:val="27"/>
        </w:numPr>
      </w:pPr>
      <w:r w:rsidRPr="00B52F84">
        <w:t>url produkcija</w:t>
      </w:r>
      <w:r>
        <w:t xml:space="preserve">: </w:t>
      </w:r>
    </w:p>
    <w:p w14:paraId="04CD7143" w14:textId="1A390467" w:rsidR="00C44374" w:rsidRDefault="00A25B3C" w:rsidP="00C44374">
      <w:pPr>
        <w:pStyle w:val="NoSpacing"/>
        <w:rPr>
          <w:sz w:val="18"/>
          <w:szCs w:val="18"/>
        </w:rPr>
      </w:pPr>
      <w:hyperlink r:id="rId59" w:history="1">
        <w:r w:rsidR="00152054" w:rsidRPr="00E777B6">
          <w:rPr>
            <w:rStyle w:val="Hyperlink"/>
            <w:sz w:val="18"/>
            <w:szCs w:val="18"/>
          </w:rPr>
          <w:t>https://services.informatika.si/MenjavaDobaviteljaWeb/sca/OddajaDopVloge?WSDL</w:t>
        </w:r>
      </w:hyperlink>
    </w:p>
    <w:p w14:paraId="45ED8577" w14:textId="77777777" w:rsidR="00152054" w:rsidRPr="00152054" w:rsidRDefault="00152054" w:rsidP="00C44374">
      <w:pPr>
        <w:pStyle w:val="NoSpacing"/>
        <w:rPr>
          <w:rStyle w:val="Hyperlink"/>
          <w:rFonts w:eastAsia="Calibri"/>
          <w:sz w:val="18"/>
          <w:szCs w:val="18"/>
          <w:lang w:val="sl-SI"/>
        </w:rPr>
      </w:pPr>
    </w:p>
    <w:p w14:paraId="587ECE56" w14:textId="77777777" w:rsidR="00C44374" w:rsidRPr="00B52F84" w:rsidRDefault="00C44374" w:rsidP="00C44374">
      <w:pPr>
        <w:pStyle w:val="NoSpacing"/>
        <w:numPr>
          <w:ilvl w:val="0"/>
          <w:numId w:val="27"/>
        </w:numPr>
      </w:pPr>
      <w:r>
        <w:t xml:space="preserve">url test: </w:t>
      </w:r>
    </w:p>
    <w:p w14:paraId="186AAAD4" w14:textId="5E8C86D7" w:rsidR="00152054" w:rsidRDefault="00A25B3C" w:rsidP="00152054">
      <w:pPr>
        <w:pStyle w:val="NoSpacing"/>
        <w:rPr>
          <w:sz w:val="18"/>
          <w:szCs w:val="18"/>
        </w:rPr>
      </w:pPr>
      <w:hyperlink r:id="rId60" w:history="1">
        <w:r w:rsidR="00152054" w:rsidRPr="00E777B6">
          <w:rPr>
            <w:rStyle w:val="Hyperlink"/>
            <w:sz w:val="18"/>
            <w:szCs w:val="18"/>
          </w:rPr>
          <w:t>https://services-test.informatika.si/MenjavaDobaviteljaWeb/sca/OddajaDopVloge?WSDL</w:t>
        </w:r>
      </w:hyperlink>
    </w:p>
    <w:p w14:paraId="12FA88D6" w14:textId="77777777" w:rsidR="00C44374" w:rsidRDefault="00C44374" w:rsidP="00C44374">
      <w:pPr>
        <w:pStyle w:val="Heading2"/>
      </w:pPr>
      <w:bookmarkStart w:id="116" w:name="_Toc463011800"/>
      <w:r>
        <w:t>Verzioniranje WS</w:t>
      </w:r>
      <w:bookmarkEnd w:id="116"/>
    </w:p>
    <w:p w14:paraId="30603337" w14:textId="77777777" w:rsidR="00C44374" w:rsidRPr="00F14E0C" w:rsidRDefault="00C44374" w:rsidP="00C44374">
      <w:r>
        <w:t>Verzija storitve 1.0</w:t>
      </w:r>
    </w:p>
    <w:p w14:paraId="759984AB" w14:textId="77777777" w:rsidR="00C44374" w:rsidRDefault="00C44374" w:rsidP="00C44374">
      <w:pPr>
        <w:pStyle w:val="Heading2"/>
        <w:ind w:left="578" w:hanging="578"/>
      </w:pPr>
      <w:bookmarkStart w:id="117" w:name="_Toc463011801"/>
      <w:r>
        <w:t>Diagram poteka</w:t>
      </w:r>
      <w:bookmarkEnd w:id="117"/>
    </w:p>
    <w:p w14:paraId="1D837D19" w14:textId="135BF9F2" w:rsidR="00C44374" w:rsidRPr="00C877A0" w:rsidRDefault="005D7D6B" w:rsidP="00C44374">
      <w:r>
        <w:object w:dxaOrig="9439" w:dyaOrig="3132" w14:anchorId="6155CB46">
          <v:shape id="_x0000_i1028" type="#_x0000_t75" style="width:452.6pt;height:150pt" o:ole="">
            <v:imagedata r:id="rId61" o:title=""/>
          </v:shape>
          <o:OLEObject Type="Embed" ProgID="Visio.Drawing.11" ShapeID="_x0000_i1028" DrawAspect="Content" ObjectID="_1537616053" r:id="rId62"/>
        </w:object>
      </w:r>
    </w:p>
    <w:p w14:paraId="5862EDFD" w14:textId="77777777" w:rsidR="00C44374" w:rsidRDefault="00C44374" w:rsidP="00C44374">
      <w:pPr>
        <w:pStyle w:val="Heading2"/>
        <w:ind w:left="578" w:hanging="578"/>
      </w:pPr>
      <w:bookmarkStart w:id="118" w:name="_Toc463011802"/>
      <w:r>
        <w:t>Način uporabe</w:t>
      </w:r>
      <w:bookmarkEnd w:id="118"/>
    </w:p>
    <w:p w14:paraId="6650EECE" w14:textId="1FCF7ECC" w:rsidR="00C44374" w:rsidRPr="00C27045" w:rsidRDefault="00C44374" w:rsidP="00C44374">
      <w:r>
        <w:t xml:space="preserve">Storitev se kliče za potrebe </w:t>
      </w:r>
      <w:r w:rsidR="00152054">
        <w:t>oddaje dopolnjene vloge</w:t>
      </w:r>
      <w:r>
        <w:t>.</w:t>
      </w:r>
    </w:p>
    <w:p w14:paraId="49E64441" w14:textId="77777777" w:rsidR="00C44374" w:rsidRDefault="00C44374" w:rsidP="00C44374">
      <w:pPr>
        <w:pStyle w:val="Heading2"/>
        <w:ind w:left="578" w:hanging="578"/>
      </w:pPr>
      <w:bookmarkStart w:id="119" w:name="_Toc463011803"/>
      <w:r>
        <w:t>Posebnosti</w:t>
      </w:r>
      <w:bookmarkEnd w:id="119"/>
    </w:p>
    <w:p w14:paraId="21D54F47" w14:textId="0FF38B07" w:rsidR="00C44374" w:rsidRPr="00C27045" w:rsidRDefault="00152054" w:rsidP="00C44374">
      <w:r>
        <w:t xml:space="preserve">Vlogo je mogoče dopolnjevati dokler je v fazi pregleda ali </w:t>
      </w:r>
      <w:r w:rsidR="00BF2023">
        <w:t xml:space="preserve">pa </w:t>
      </w:r>
      <w:r>
        <w:t>je zahtevano dopolnjevanje s strani distributerja.</w:t>
      </w:r>
    </w:p>
    <w:p w14:paraId="0F4F0C38" w14:textId="77777777" w:rsidR="00C44374" w:rsidRDefault="00C44374" w:rsidP="00C44374">
      <w:pPr>
        <w:pStyle w:val="Heading2"/>
        <w:ind w:left="578" w:hanging="578"/>
      </w:pPr>
      <w:bookmarkStart w:id="120" w:name="_Toc463011804"/>
      <w:r>
        <w:t>Tehnološki predpogoji uporabe WS</w:t>
      </w:r>
      <w:bookmarkEnd w:id="120"/>
    </w:p>
    <w:p w14:paraId="66948760" w14:textId="0689CE4E" w:rsidR="00C44374" w:rsidRDefault="00C44374" w:rsidP="00C44374">
      <w:r>
        <w:t xml:space="preserve">Uporabnik storitve mora vzpostaviti povezavo do spletnega mesta </w:t>
      </w:r>
      <w:r w:rsidRPr="00F77B12">
        <w:t>services.informatika.si</w:t>
      </w:r>
      <w:r>
        <w:t xml:space="preserve"> ter </w:t>
      </w:r>
      <w:r w:rsidRPr="00F77B12">
        <w:t>services</w:t>
      </w:r>
      <w:r>
        <w:t>-test</w:t>
      </w:r>
      <w:r w:rsidRPr="00F77B12">
        <w:t>.informatika.si</w:t>
      </w:r>
      <w:r>
        <w:t xml:space="preserve"> in zaupati ce</w:t>
      </w:r>
      <w:r w:rsidR="000E04B4">
        <w:t>r</w:t>
      </w:r>
      <w:r>
        <w:t>tifikatu spletnega mesta. Klici so varovani z uporabniškim imenom in geslom.</w:t>
      </w:r>
    </w:p>
    <w:p w14:paraId="19C43D8F" w14:textId="0352C7C4" w:rsidR="003D17A6" w:rsidRDefault="003D17A6" w:rsidP="003D17A6">
      <w:pPr>
        <w:pStyle w:val="Heading1"/>
      </w:pPr>
      <w:bookmarkStart w:id="121" w:name="_Toc463011805"/>
      <w:r>
        <w:lastRenderedPageBreak/>
        <w:t>Evidenca zahtev iskanje zahteve</w:t>
      </w:r>
      <w:bookmarkEnd w:id="121"/>
    </w:p>
    <w:p w14:paraId="187A55BE" w14:textId="77777777" w:rsidR="003D17A6" w:rsidRPr="00F77B12" w:rsidRDefault="003D17A6" w:rsidP="003D17A6">
      <w:pPr>
        <w:pStyle w:val="Heading2"/>
      </w:pPr>
      <w:bookmarkStart w:id="122" w:name="_Toc463011806"/>
      <w:r w:rsidRPr="00F77B12">
        <w:t>Kratek opis in namen WS</w:t>
      </w:r>
      <w:bookmarkEnd w:id="122"/>
    </w:p>
    <w:p w14:paraId="283815BE" w14:textId="5944F1AD" w:rsidR="003D17A6" w:rsidRDefault="003D17A6" w:rsidP="003D17A6">
      <w:r>
        <w:t>Storitev je namenjena pridobivanju evidence zahtev, ki jih je dobavitelj podal distributerjem.</w:t>
      </w:r>
    </w:p>
    <w:p w14:paraId="0AA6EAF3" w14:textId="77777777" w:rsidR="003D17A6" w:rsidRDefault="003D17A6" w:rsidP="003D17A6">
      <w:pPr>
        <w:pStyle w:val="NoSpacing"/>
        <w:numPr>
          <w:ilvl w:val="0"/>
          <w:numId w:val="27"/>
        </w:numPr>
      </w:pPr>
      <w:r>
        <w:t>Url produkcija:</w:t>
      </w:r>
    </w:p>
    <w:p w14:paraId="40902659" w14:textId="50414C9F" w:rsidR="003D17A6" w:rsidRPr="00F77B12" w:rsidRDefault="00A25B3C" w:rsidP="003D17A6">
      <w:pPr>
        <w:pStyle w:val="NoSpacing"/>
        <w:rPr>
          <w:sz w:val="18"/>
          <w:szCs w:val="18"/>
        </w:rPr>
      </w:pPr>
      <w:hyperlink r:id="rId63" w:history="1">
        <w:r w:rsidR="003D17A6" w:rsidRPr="00F830EB">
          <w:rPr>
            <w:rStyle w:val="Hyperlink"/>
            <w:sz w:val="18"/>
            <w:szCs w:val="18"/>
          </w:rPr>
          <w:t>https://services.informatika.si/EvidencaZahtevWeb/sca/IskanjeZahteveStoritev?WSDL</w:t>
        </w:r>
      </w:hyperlink>
    </w:p>
    <w:p w14:paraId="751BF567" w14:textId="77777777" w:rsidR="003D17A6" w:rsidRPr="00F14E0C" w:rsidRDefault="003D17A6" w:rsidP="003D17A6">
      <w:pPr>
        <w:pStyle w:val="NoSpacing"/>
        <w:numPr>
          <w:ilvl w:val="0"/>
          <w:numId w:val="27"/>
        </w:numPr>
      </w:pPr>
      <w:r w:rsidRPr="00F14E0C">
        <w:t xml:space="preserve">Url test: </w:t>
      </w:r>
    </w:p>
    <w:p w14:paraId="4CA25EC9" w14:textId="3D4DED2C" w:rsidR="003D17A6" w:rsidRPr="00F77B12" w:rsidRDefault="00A25B3C" w:rsidP="003D17A6">
      <w:pPr>
        <w:pStyle w:val="NoSpacing"/>
        <w:rPr>
          <w:sz w:val="18"/>
          <w:szCs w:val="18"/>
        </w:rPr>
      </w:pPr>
      <w:hyperlink r:id="rId64" w:history="1">
        <w:r w:rsidR="003D17A6" w:rsidRPr="00F830EB">
          <w:rPr>
            <w:rStyle w:val="Hyperlink"/>
            <w:sz w:val="18"/>
            <w:szCs w:val="18"/>
          </w:rPr>
          <w:t>https://services-test.informatika.si/EvidencaZahtevWeb/sca/IskanjeZahteveStoritev?WSDL</w:t>
        </w:r>
      </w:hyperlink>
    </w:p>
    <w:p w14:paraId="0C1B344B" w14:textId="77777777" w:rsidR="003D17A6" w:rsidRPr="00F14E0C" w:rsidRDefault="003D17A6" w:rsidP="003D17A6">
      <w:pPr>
        <w:pStyle w:val="NoSpacing"/>
        <w:ind w:left="360"/>
      </w:pPr>
    </w:p>
    <w:p w14:paraId="0AB1CA9C" w14:textId="77777777" w:rsidR="003D17A6" w:rsidRDefault="003D17A6" w:rsidP="003D17A6">
      <w:pPr>
        <w:pStyle w:val="NoSpacing"/>
        <w:numPr>
          <w:ilvl w:val="0"/>
          <w:numId w:val="27"/>
        </w:numPr>
      </w:pPr>
      <w:r w:rsidRPr="00F14E0C">
        <w:t>Šifranti url produkcija:</w:t>
      </w:r>
    </w:p>
    <w:p w14:paraId="61B68056" w14:textId="4D2F9B56" w:rsidR="003D17A6" w:rsidRPr="00F77B12" w:rsidRDefault="00A25B3C" w:rsidP="003D17A6">
      <w:pPr>
        <w:pStyle w:val="NoSpacing"/>
        <w:rPr>
          <w:sz w:val="18"/>
          <w:szCs w:val="18"/>
        </w:rPr>
      </w:pPr>
      <w:hyperlink r:id="rId65" w:history="1">
        <w:r w:rsidR="00453E90" w:rsidRPr="00F830EB">
          <w:rPr>
            <w:rStyle w:val="Hyperlink"/>
            <w:sz w:val="18"/>
            <w:szCs w:val="18"/>
          </w:rPr>
          <w:t>https://services.informatika.si/EvidencaZahtevWeb/sca/StatusZahteveStoritev?WSDL</w:t>
        </w:r>
      </w:hyperlink>
      <w:r w:rsidR="003D17A6" w:rsidRPr="00F77B12">
        <w:rPr>
          <w:rStyle w:val="Hyperlink"/>
          <w:sz w:val="18"/>
          <w:szCs w:val="18"/>
        </w:rPr>
        <w:br/>
      </w:r>
      <w:hyperlink r:id="rId66" w:history="1">
        <w:r w:rsidR="00453E90" w:rsidRPr="00F830EB">
          <w:rPr>
            <w:rStyle w:val="Hyperlink"/>
            <w:sz w:val="18"/>
            <w:szCs w:val="18"/>
          </w:rPr>
          <w:t>https://services.informatika.si/EvidencaZahtevWeb/sca/VrstaZahteveStoritev?WSDL</w:t>
        </w:r>
      </w:hyperlink>
    </w:p>
    <w:p w14:paraId="31664FE4" w14:textId="77777777" w:rsidR="003D17A6" w:rsidRPr="00F77B12" w:rsidRDefault="003D17A6" w:rsidP="003D17A6">
      <w:pPr>
        <w:pStyle w:val="NoSpacing"/>
        <w:numPr>
          <w:ilvl w:val="0"/>
          <w:numId w:val="27"/>
        </w:numPr>
      </w:pPr>
      <w:r w:rsidRPr="00F14E0C">
        <w:t xml:space="preserve">Šifranti url test: </w:t>
      </w:r>
    </w:p>
    <w:p w14:paraId="3D139FD7" w14:textId="06D25CCE" w:rsidR="003D17A6" w:rsidRPr="00F77B12" w:rsidRDefault="00A25B3C" w:rsidP="003D17A6">
      <w:pPr>
        <w:pStyle w:val="NoSpacing"/>
        <w:rPr>
          <w:sz w:val="18"/>
          <w:szCs w:val="18"/>
        </w:rPr>
      </w:pPr>
      <w:hyperlink r:id="rId67" w:history="1">
        <w:r w:rsidR="00453E90" w:rsidRPr="00F830EB">
          <w:rPr>
            <w:rStyle w:val="Hyperlink"/>
            <w:sz w:val="18"/>
            <w:szCs w:val="18"/>
          </w:rPr>
          <w:t>https://services-test.informatika.si/EvidencaZahtevWeb/sca/StatusZahteveStoritev?WSDL</w:t>
        </w:r>
      </w:hyperlink>
      <w:r w:rsidR="003D17A6" w:rsidRPr="00F77B12">
        <w:rPr>
          <w:rStyle w:val="Hyperlink"/>
          <w:sz w:val="18"/>
          <w:szCs w:val="18"/>
        </w:rPr>
        <w:br/>
      </w:r>
      <w:hyperlink r:id="rId68" w:history="1">
        <w:r w:rsidR="00453E90" w:rsidRPr="00F830EB">
          <w:rPr>
            <w:rStyle w:val="Hyperlink"/>
            <w:sz w:val="18"/>
            <w:szCs w:val="18"/>
          </w:rPr>
          <w:t>https://services-test.informatika.si/EvidencaZahtevWeb/sca/VrstaZahteveStoritev?WSDL</w:t>
        </w:r>
      </w:hyperlink>
    </w:p>
    <w:p w14:paraId="34E7D5EB" w14:textId="77777777" w:rsidR="003D17A6" w:rsidRDefault="003D17A6" w:rsidP="003D17A6">
      <w:pPr>
        <w:pStyle w:val="Heading2"/>
      </w:pPr>
      <w:bookmarkStart w:id="123" w:name="_Toc463011807"/>
      <w:r>
        <w:t>Verzioniranje WS</w:t>
      </w:r>
      <w:bookmarkEnd w:id="123"/>
    </w:p>
    <w:p w14:paraId="3D0677E8" w14:textId="77777777" w:rsidR="003D17A6" w:rsidRPr="00F14E0C" w:rsidRDefault="003D17A6" w:rsidP="003D17A6">
      <w:r>
        <w:t>Verzija nabora storitev 1.0</w:t>
      </w:r>
    </w:p>
    <w:p w14:paraId="3C32C976" w14:textId="77777777" w:rsidR="003D17A6" w:rsidRDefault="003D17A6" w:rsidP="003D17A6">
      <w:pPr>
        <w:pStyle w:val="Heading2"/>
        <w:ind w:left="578" w:hanging="578"/>
      </w:pPr>
      <w:bookmarkStart w:id="124" w:name="_Toc463011808"/>
      <w:r>
        <w:t>Diagram poteka</w:t>
      </w:r>
      <w:bookmarkEnd w:id="124"/>
    </w:p>
    <w:p w14:paraId="036786F7" w14:textId="77777777" w:rsidR="003D17A6" w:rsidRPr="0002293F" w:rsidRDefault="003D17A6" w:rsidP="003D17A6">
      <w:r>
        <w:t>Ni na voljo.</w:t>
      </w:r>
    </w:p>
    <w:p w14:paraId="35B17611" w14:textId="77777777" w:rsidR="003D17A6" w:rsidRDefault="003D17A6" w:rsidP="003D17A6">
      <w:pPr>
        <w:pStyle w:val="Heading2"/>
        <w:ind w:left="578" w:hanging="578"/>
      </w:pPr>
      <w:bookmarkStart w:id="125" w:name="_Toc463011809"/>
      <w:r>
        <w:t>Način uporabe</w:t>
      </w:r>
      <w:bookmarkEnd w:id="125"/>
    </w:p>
    <w:p w14:paraId="740B36D3" w14:textId="12D57C59" w:rsidR="003D17A6" w:rsidRPr="0002293F" w:rsidRDefault="005B7F7D" w:rsidP="003D17A6">
      <w:r>
        <w:t>S</w:t>
      </w:r>
      <w:r w:rsidR="003D17A6">
        <w:t xml:space="preserve">toritev se kliče za potrebe </w:t>
      </w:r>
      <w:r w:rsidR="00955267">
        <w:t>pridobivanja evidence zahtev na podlagi v storitvi definiranih iskalnih kriterijev</w:t>
      </w:r>
      <w:r w:rsidR="003D17A6">
        <w:t xml:space="preserve">. </w:t>
      </w:r>
      <w:r w:rsidR="00955267">
        <w:t>Storitvi za nalaganje šifrantov se kličeta za potrebe filtriranja po statusu zahteve in vrsti zahteve, ki jo je oddal dobavitelj distributerjem.</w:t>
      </w:r>
    </w:p>
    <w:p w14:paraId="6D4335E2" w14:textId="77777777" w:rsidR="003D17A6" w:rsidRDefault="003D17A6" w:rsidP="003D17A6">
      <w:pPr>
        <w:pStyle w:val="Heading2"/>
        <w:ind w:left="578" w:hanging="578"/>
      </w:pPr>
      <w:bookmarkStart w:id="126" w:name="_Toc463011810"/>
      <w:r>
        <w:t>Posebnosti</w:t>
      </w:r>
      <w:bookmarkEnd w:id="126"/>
    </w:p>
    <w:p w14:paraId="46771B68" w14:textId="7EE4C7A8" w:rsidR="003D17A6" w:rsidRPr="0002293F" w:rsidRDefault="003D17A6" w:rsidP="003D17A6">
      <w:r>
        <w:t>Storitev vrne podatke samo za merilna mesta, za katera je klicatelj na izbrani datum dejans</w:t>
      </w:r>
      <w:r w:rsidR="00955267">
        <w:t>ko dobavitelj na merilnem mestu, torej samo tiste zahteve, ki jih je klicoči dobavitelj sam oddal.</w:t>
      </w:r>
    </w:p>
    <w:p w14:paraId="62634BCE" w14:textId="77777777" w:rsidR="003D17A6" w:rsidRDefault="003D17A6" w:rsidP="003D17A6">
      <w:pPr>
        <w:pStyle w:val="Heading2"/>
        <w:ind w:left="578" w:hanging="578"/>
      </w:pPr>
      <w:bookmarkStart w:id="127" w:name="_Toc463011811"/>
      <w:r>
        <w:t>Tehnološki predpogoji uporabe WS</w:t>
      </w:r>
      <w:bookmarkEnd w:id="127"/>
    </w:p>
    <w:p w14:paraId="7506B0D9" w14:textId="588878A9" w:rsidR="00F77B12" w:rsidRPr="00AA71AF" w:rsidRDefault="003D17A6" w:rsidP="003D17A6">
      <w:r>
        <w:t xml:space="preserve">Uporabnik storitve mora vzpostaviti povezavo do spletnega mesta </w:t>
      </w:r>
      <w:r w:rsidRPr="00F77B12">
        <w:t xml:space="preserve">services.informatika.si </w:t>
      </w:r>
      <w:r>
        <w:t xml:space="preserve">ter </w:t>
      </w:r>
      <w:r w:rsidRPr="00F77B12">
        <w:t>services</w:t>
      </w:r>
      <w:r>
        <w:t>-test</w:t>
      </w:r>
      <w:r w:rsidRPr="00F77B12">
        <w:t>.informatika.si</w:t>
      </w:r>
      <w:r>
        <w:t xml:space="preserve"> in zaupati ce</w:t>
      </w:r>
      <w:r w:rsidR="000E04B4">
        <w:t>r</w:t>
      </w:r>
      <w:r>
        <w:t>tifikatu spletnega mesta. Klici so varovani z uporabniškim imenom in geslom.</w:t>
      </w:r>
    </w:p>
    <w:p w14:paraId="4241466B" w14:textId="0F526097" w:rsidR="005B7F7D" w:rsidRDefault="005B7F7D" w:rsidP="005B7F7D">
      <w:pPr>
        <w:pStyle w:val="Heading1"/>
      </w:pPr>
      <w:bookmarkStart w:id="128" w:name="_Toc463011812"/>
      <w:r>
        <w:lastRenderedPageBreak/>
        <w:t>Evidenca zahtev vnos zahteve</w:t>
      </w:r>
      <w:bookmarkEnd w:id="128"/>
    </w:p>
    <w:p w14:paraId="5D37604B" w14:textId="77777777" w:rsidR="005B7F7D" w:rsidRPr="00F77B12" w:rsidRDefault="005B7F7D" w:rsidP="005B7F7D">
      <w:pPr>
        <w:pStyle w:val="Heading2"/>
      </w:pPr>
      <w:bookmarkStart w:id="129" w:name="_Toc463011813"/>
      <w:r w:rsidRPr="00F77B12">
        <w:t>Kratek opis in namen WS</w:t>
      </w:r>
      <w:bookmarkEnd w:id="129"/>
    </w:p>
    <w:p w14:paraId="30760CE4" w14:textId="34E4FCF2" w:rsidR="005B7F7D" w:rsidRDefault="005B7F7D" w:rsidP="005B7F7D">
      <w:r>
        <w:t>Storitev je namenjena oddaji zahtev dobavitelja do distributerja.</w:t>
      </w:r>
    </w:p>
    <w:p w14:paraId="3BD95308" w14:textId="77777777" w:rsidR="005B7F7D" w:rsidRDefault="005B7F7D" w:rsidP="005B7F7D">
      <w:pPr>
        <w:pStyle w:val="NoSpacing"/>
        <w:numPr>
          <w:ilvl w:val="0"/>
          <w:numId w:val="27"/>
        </w:numPr>
      </w:pPr>
      <w:r>
        <w:t>Url produkcija:</w:t>
      </w:r>
    </w:p>
    <w:p w14:paraId="1B532955" w14:textId="0C4C55C6" w:rsidR="005B7F7D" w:rsidRPr="00F77B12" w:rsidRDefault="00A25B3C" w:rsidP="005B7F7D">
      <w:pPr>
        <w:pStyle w:val="NoSpacing"/>
        <w:rPr>
          <w:sz w:val="18"/>
          <w:szCs w:val="18"/>
        </w:rPr>
      </w:pPr>
      <w:hyperlink r:id="rId69" w:history="1">
        <w:r w:rsidR="005B7F7D" w:rsidRPr="00F830EB">
          <w:rPr>
            <w:rStyle w:val="Hyperlink"/>
            <w:sz w:val="18"/>
            <w:szCs w:val="18"/>
          </w:rPr>
          <w:t>https://services.informatika.si/EvidencaZahtevWeb/sca/VnosZahteveStoritev?WSDL</w:t>
        </w:r>
      </w:hyperlink>
    </w:p>
    <w:p w14:paraId="60656A08" w14:textId="77777777" w:rsidR="005B7F7D" w:rsidRPr="00F14E0C" w:rsidRDefault="005B7F7D" w:rsidP="005B7F7D">
      <w:pPr>
        <w:pStyle w:val="NoSpacing"/>
        <w:numPr>
          <w:ilvl w:val="0"/>
          <w:numId w:val="27"/>
        </w:numPr>
      </w:pPr>
      <w:r w:rsidRPr="00F14E0C">
        <w:t xml:space="preserve">Url test: </w:t>
      </w:r>
    </w:p>
    <w:p w14:paraId="2DA1B20A" w14:textId="3ED8ADB6" w:rsidR="005B7F7D" w:rsidRPr="00F77B12" w:rsidRDefault="00A25B3C" w:rsidP="005B7F7D">
      <w:pPr>
        <w:pStyle w:val="NoSpacing"/>
        <w:rPr>
          <w:sz w:val="18"/>
          <w:szCs w:val="18"/>
        </w:rPr>
      </w:pPr>
      <w:hyperlink r:id="rId70" w:history="1">
        <w:r w:rsidR="005B7F7D" w:rsidRPr="00F830EB">
          <w:rPr>
            <w:rStyle w:val="Hyperlink"/>
            <w:sz w:val="18"/>
            <w:szCs w:val="18"/>
          </w:rPr>
          <w:t>https://services-test.informatika.si/EvidencaZahtevWeb/sca/VnosZahteveStoritev?WSDL</w:t>
        </w:r>
      </w:hyperlink>
    </w:p>
    <w:p w14:paraId="2F37EA26" w14:textId="77777777" w:rsidR="005B7F7D" w:rsidRPr="00F14E0C" w:rsidRDefault="005B7F7D" w:rsidP="005B7F7D">
      <w:pPr>
        <w:pStyle w:val="NoSpacing"/>
        <w:ind w:left="360"/>
      </w:pPr>
    </w:p>
    <w:p w14:paraId="0F1E7658" w14:textId="77777777" w:rsidR="005B7F7D" w:rsidRDefault="005B7F7D" w:rsidP="005B7F7D">
      <w:pPr>
        <w:pStyle w:val="NoSpacing"/>
        <w:numPr>
          <w:ilvl w:val="0"/>
          <w:numId w:val="27"/>
        </w:numPr>
      </w:pPr>
      <w:r w:rsidRPr="00F14E0C">
        <w:t>Šifranti url produkcija:</w:t>
      </w:r>
    </w:p>
    <w:p w14:paraId="1EAECCD6" w14:textId="64272BE9" w:rsidR="005B7F7D" w:rsidRPr="00F77B12" w:rsidRDefault="00A25B3C" w:rsidP="005B7F7D">
      <w:pPr>
        <w:pStyle w:val="NoSpacing"/>
        <w:rPr>
          <w:sz w:val="18"/>
          <w:szCs w:val="18"/>
        </w:rPr>
      </w:pPr>
      <w:hyperlink r:id="rId71" w:history="1">
        <w:r w:rsidR="005B7F7D" w:rsidRPr="00F830EB">
          <w:rPr>
            <w:rStyle w:val="Hyperlink"/>
            <w:sz w:val="18"/>
            <w:szCs w:val="18"/>
          </w:rPr>
          <w:t>https://services.informatika.si/EvidencaZahtevWeb/sca/VrstaZahteveStoritev?WSDL</w:t>
        </w:r>
      </w:hyperlink>
    </w:p>
    <w:p w14:paraId="32F4F06E" w14:textId="77777777" w:rsidR="005B7F7D" w:rsidRPr="00F77B12" w:rsidRDefault="005B7F7D" w:rsidP="005B7F7D">
      <w:pPr>
        <w:pStyle w:val="NoSpacing"/>
        <w:numPr>
          <w:ilvl w:val="0"/>
          <w:numId w:val="27"/>
        </w:numPr>
      </w:pPr>
      <w:r w:rsidRPr="00F14E0C">
        <w:t xml:space="preserve">Šifranti url test: </w:t>
      </w:r>
    </w:p>
    <w:p w14:paraId="79B878C2" w14:textId="067660F0" w:rsidR="005B7F7D" w:rsidRPr="00F77B12" w:rsidRDefault="00A25B3C" w:rsidP="005B7F7D">
      <w:pPr>
        <w:pStyle w:val="NoSpacing"/>
        <w:rPr>
          <w:sz w:val="18"/>
          <w:szCs w:val="18"/>
        </w:rPr>
      </w:pPr>
      <w:hyperlink r:id="rId72" w:history="1">
        <w:r w:rsidR="005B7F7D" w:rsidRPr="00F830EB">
          <w:rPr>
            <w:rStyle w:val="Hyperlink"/>
            <w:sz w:val="18"/>
            <w:szCs w:val="18"/>
          </w:rPr>
          <w:t>https://services-test.informatika.si/EvidencaZahtevWeb/sca/VrstaZahteveStoritev?WSDL</w:t>
        </w:r>
      </w:hyperlink>
    </w:p>
    <w:p w14:paraId="34FDB1A6" w14:textId="77777777" w:rsidR="005B7F7D" w:rsidRDefault="005B7F7D" w:rsidP="005B7F7D">
      <w:pPr>
        <w:pStyle w:val="Heading2"/>
      </w:pPr>
      <w:bookmarkStart w:id="130" w:name="_Toc463011814"/>
      <w:r>
        <w:t>Verzioniranje WS</w:t>
      </w:r>
      <w:bookmarkEnd w:id="130"/>
    </w:p>
    <w:p w14:paraId="0394FADC" w14:textId="77777777" w:rsidR="005B7F7D" w:rsidRPr="00F14E0C" w:rsidRDefault="005B7F7D" w:rsidP="005B7F7D">
      <w:r>
        <w:t>Verzija nabora storitev 1.0</w:t>
      </w:r>
    </w:p>
    <w:p w14:paraId="05687D54" w14:textId="77777777" w:rsidR="005B7F7D" w:rsidRDefault="005B7F7D" w:rsidP="005B7F7D">
      <w:pPr>
        <w:pStyle w:val="Heading2"/>
        <w:ind w:left="578" w:hanging="578"/>
      </w:pPr>
      <w:bookmarkStart w:id="131" w:name="_Toc463011815"/>
      <w:r>
        <w:t>Diagram poteka</w:t>
      </w:r>
      <w:bookmarkEnd w:id="131"/>
    </w:p>
    <w:p w14:paraId="149CA3DC" w14:textId="77777777" w:rsidR="005B7F7D" w:rsidRPr="0002293F" w:rsidRDefault="005B7F7D" w:rsidP="005B7F7D">
      <w:r>
        <w:t>Ni na voljo.</w:t>
      </w:r>
    </w:p>
    <w:p w14:paraId="5846E611" w14:textId="77777777" w:rsidR="005B7F7D" w:rsidRDefault="005B7F7D" w:rsidP="005B7F7D">
      <w:pPr>
        <w:pStyle w:val="Heading2"/>
        <w:ind w:left="578" w:hanging="578"/>
      </w:pPr>
      <w:bookmarkStart w:id="132" w:name="_Toc463011816"/>
      <w:r>
        <w:t>Način uporabe</w:t>
      </w:r>
      <w:bookmarkEnd w:id="132"/>
    </w:p>
    <w:p w14:paraId="32F50E64" w14:textId="3584588C" w:rsidR="005B7F7D" w:rsidRPr="0002293F" w:rsidRDefault="005B7F7D" w:rsidP="005B7F7D">
      <w:r>
        <w:t>Storitev se kliče za potrebe oddaje zahteve dobavitelja distributerju.</w:t>
      </w:r>
    </w:p>
    <w:p w14:paraId="7E35E199" w14:textId="77777777" w:rsidR="005B7F7D" w:rsidRDefault="005B7F7D" w:rsidP="005B7F7D">
      <w:pPr>
        <w:pStyle w:val="Heading2"/>
        <w:ind w:left="578" w:hanging="578"/>
      </w:pPr>
      <w:bookmarkStart w:id="133" w:name="_Toc463011817"/>
      <w:r>
        <w:t>Posebnosti</w:t>
      </w:r>
      <w:bookmarkEnd w:id="133"/>
    </w:p>
    <w:p w14:paraId="741CB186" w14:textId="185EE43F" w:rsidR="005B7F7D" w:rsidRDefault="005B7F7D" w:rsidP="005B7F7D">
      <w:r>
        <w:t>Storitev se uporablja za oddajo tiste vrste zahtev iz šifranta zahtev, ki imajo zastavico »oddaja« postavljeno na »True«. Tiste vrste zahtev, ki imajo to zastavico na »False« se oddajo preko posebnih, posebej definiranih storitev.</w:t>
      </w:r>
    </w:p>
    <w:p w14:paraId="0B6703C1" w14:textId="7CBBBB57" w:rsidR="005B7F7D" w:rsidRPr="0002293F" w:rsidRDefault="005B7F7D" w:rsidP="005B7F7D">
      <w:r>
        <w:t>Posebna vrsta zahteve, ki se oddaj</w:t>
      </w:r>
      <w:r w:rsidR="00955FF3">
        <w:t>a</w:t>
      </w:r>
      <w:r>
        <w:t xml:space="preserve"> preko te storitve čeprav ima zastavico »oddaja« nastavljeno na »False« je »1 – Vnos odbirka«. Gre za vnos zahteve za oddajo odbirka v čakalnico zahtev za presojo s strani distributerja. Pogoj za uspešno oddajo te zahteve je ta, da se v element »xmlZahteve« prenese celotna struktura za vnos odbirka, zato se oddaja te vrste zahteve uporablja na samem vnosu odbirka v primeru, ko je za odbirek zahtev</w:t>
      </w:r>
      <w:r w:rsidR="00955FF3">
        <w:t>a</w:t>
      </w:r>
      <w:r>
        <w:t xml:space="preserve">na presoja distributerja in </w:t>
      </w:r>
      <w:r w:rsidR="00955FF3">
        <w:t>odbirka</w:t>
      </w:r>
      <w:r>
        <w:t xml:space="preserve"> ni mogoče neposredno oddati.</w:t>
      </w:r>
    </w:p>
    <w:p w14:paraId="0BD36721" w14:textId="77777777" w:rsidR="005B7F7D" w:rsidRDefault="005B7F7D" w:rsidP="005B7F7D">
      <w:pPr>
        <w:pStyle w:val="Heading2"/>
        <w:ind w:left="578" w:hanging="578"/>
      </w:pPr>
      <w:bookmarkStart w:id="134" w:name="_Toc463011818"/>
      <w:r>
        <w:t>Tehnološki predpogoji uporabe WS</w:t>
      </w:r>
      <w:bookmarkEnd w:id="134"/>
    </w:p>
    <w:p w14:paraId="482823CC" w14:textId="4A822814" w:rsidR="003D1A63" w:rsidRDefault="005B7F7D" w:rsidP="005B7F7D">
      <w:r>
        <w:t xml:space="preserve">Uporabnik storitve mora vzpostaviti povezavo do spletnega mesta </w:t>
      </w:r>
      <w:r w:rsidRPr="00F77B12">
        <w:t xml:space="preserve">services.informatika.si </w:t>
      </w:r>
      <w:r>
        <w:t xml:space="preserve">ter </w:t>
      </w:r>
      <w:r w:rsidRPr="00F77B12">
        <w:t>services</w:t>
      </w:r>
      <w:r>
        <w:t>-test</w:t>
      </w:r>
      <w:r w:rsidRPr="00F77B12">
        <w:t>.informatika.si</w:t>
      </w:r>
      <w:r>
        <w:t xml:space="preserve"> in zaupati ce</w:t>
      </w:r>
      <w:r w:rsidR="000E04B4">
        <w:t>r</w:t>
      </w:r>
      <w:r>
        <w:t>tifikatu spletnega mesta. Klici so varovani z uporabniškim imenom in geslom.</w:t>
      </w:r>
    </w:p>
    <w:p w14:paraId="7E48527D" w14:textId="77777777" w:rsidR="003D1A63" w:rsidRDefault="003D1A63">
      <w:pPr>
        <w:spacing w:after="0" w:line="240" w:lineRule="auto"/>
        <w:jc w:val="left"/>
      </w:pPr>
      <w:r>
        <w:br w:type="page"/>
      </w:r>
    </w:p>
    <w:p w14:paraId="379193B3" w14:textId="0B1FDCAA" w:rsidR="003D1A63" w:rsidRDefault="003D1A63" w:rsidP="003D1A63">
      <w:pPr>
        <w:pStyle w:val="Heading1"/>
      </w:pPr>
      <w:bookmarkStart w:id="135" w:name="_Toc463011819"/>
      <w:r>
        <w:lastRenderedPageBreak/>
        <w:t>Evidenca zahtev vrni zahteva</w:t>
      </w:r>
      <w:bookmarkEnd w:id="135"/>
    </w:p>
    <w:p w14:paraId="66DC1177" w14:textId="77777777" w:rsidR="003D1A63" w:rsidRPr="00F77B12" w:rsidRDefault="003D1A63" w:rsidP="003D1A63">
      <w:pPr>
        <w:pStyle w:val="Heading2"/>
      </w:pPr>
      <w:bookmarkStart w:id="136" w:name="_Toc463011820"/>
      <w:r w:rsidRPr="00F77B12">
        <w:t>Kratek opis in namen WS</w:t>
      </w:r>
      <w:bookmarkEnd w:id="136"/>
    </w:p>
    <w:p w14:paraId="23970176" w14:textId="77777777" w:rsidR="003D1A63" w:rsidRDefault="003D1A63" w:rsidP="003D1A63">
      <w:r>
        <w:t>Storitev je namenjena pridobivanju evidence zahtev, ki jih je dobavitelj podal distributerjem.</w:t>
      </w:r>
    </w:p>
    <w:p w14:paraId="731FCFAD" w14:textId="77777777" w:rsidR="003D1A63" w:rsidRDefault="003D1A63" w:rsidP="003D1A63">
      <w:pPr>
        <w:pStyle w:val="NoSpacing"/>
        <w:numPr>
          <w:ilvl w:val="0"/>
          <w:numId w:val="27"/>
        </w:numPr>
      </w:pPr>
      <w:r>
        <w:t>Url produkcija:</w:t>
      </w:r>
    </w:p>
    <w:p w14:paraId="266F0873" w14:textId="02ECA0F3" w:rsidR="003D1A63" w:rsidRPr="00F77B12" w:rsidRDefault="00A25B3C" w:rsidP="003D1A63">
      <w:pPr>
        <w:pStyle w:val="NoSpacing"/>
        <w:rPr>
          <w:sz w:val="18"/>
          <w:szCs w:val="18"/>
        </w:rPr>
      </w:pPr>
      <w:hyperlink r:id="rId73" w:history="1">
        <w:r w:rsidR="003D1A63" w:rsidRPr="00AA6E6E">
          <w:rPr>
            <w:rStyle w:val="Hyperlink"/>
            <w:sz w:val="18"/>
            <w:szCs w:val="18"/>
          </w:rPr>
          <w:t>https://services.informatika.si/EvidencaZahtevWeb/sca/EvidencaZahtevVrniZahtevaStoritev?WSDL</w:t>
        </w:r>
      </w:hyperlink>
      <w:r w:rsidR="003D1A63">
        <w:rPr>
          <w:sz w:val="18"/>
          <w:szCs w:val="18"/>
        </w:rPr>
        <w:t xml:space="preserve"> </w:t>
      </w:r>
    </w:p>
    <w:p w14:paraId="0CA3ED23" w14:textId="77777777" w:rsidR="003D1A63" w:rsidRPr="00F14E0C" w:rsidRDefault="003D1A63" w:rsidP="003D1A63">
      <w:pPr>
        <w:pStyle w:val="NoSpacing"/>
        <w:numPr>
          <w:ilvl w:val="0"/>
          <w:numId w:val="27"/>
        </w:numPr>
      </w:pPr>
      <w:r w:rsidRPr="00F14E0C">
        <w:t xml:space="preserve">Url test: </w:t>
      </w:r>
    </w:p>
    <w:p w14:paraId="07CD0487" w14:textId="6F2F1099" w:rsidR="003D1A63" w:rsidRPr="00F77B12" w:rsidRDefault="00A25B3C" w:rsidP="003D1A63">
      <w:pPr>
        <w:pStyle w:val="NoSpacing"/>
        <w:rPr>
          <w:sz w:val="18"/>
          <w:szCs w:val="18"/>
        </w:rPr>
      </w:pPr>
      <w:hyperlink r:id="rId74" w:history="1">
        <w:r w:rsidR="003D1A63" w:rsidRPr="00AA6E6E">
          <w:rPr>
            <w:rStyle w:val="Hyperlink"/>
            <w:sz w:val="18"/>
            <w:szCs w:val="18"/>
          </w:rPr>
          <w:t>https://services-test.informatika.si/EvidencaZahtevWeb/sca/EvidencaZahtevVrniZahtevaStoritev?WSDL</w:t>
        </w:r>
      </w:hyperlink>
      <w:r w:rsidR="003D1A63">
        <w:rPr>
          <w:sz w:val="18"/>
          <w:szCs w:val="18"/>
        </w:rPr>
        <w:t xml:space="preserve"> </w:t>
      </w:r>
    </w:p>
    <w:p w14:paraId="1A2F2249" w14:textId="77777777" w:rsidR="003D1A63" w:rsidRDefault="003D1A63" w:rsidP="003D1A63">
      <w:pPr>
        <w:pStyle w:val="Heading2"/>
      </w:pPr>
      <w:bookmarkStart w:id="137" w:name="_Toc463011821"/>
      <w:r>
        <w:t>Verzioniranje WS</w:t>
      </w:r>
      <w:bookmarkEnd w:id="137"/>
    </w:p>
    <w:p w14:paraId="1D431946" w14:textId="77777777" w:rsidR="003D1A63" w:rsidRPr="00F14E0C" w:rsidRDefault="003D1A63" w:rsidP="003D1A63">
      <w:r>
        <w:t>Verzija nabora storitev 1.0</w:t>
      </w:r>
    </w:p>
    <w:p w14:paraId="322D423C" w14:textId="77777777" w:rsidR="003D1A63" w:rsidRDefault="003D1A63" w:rsidP="003D1A63">
      <w:pPr>
        <w:pStyle w:val="Heading2"/>
        <w:ind w:left="578" w:hanging="578"/>
      </w:pPr>
      <w:bookmarkStart w:id="138" w:name="_Toc463011822"/>
      <w:r>
        <w:t>Diagram poteka</w:t>
      </w:r>
      <w:bookmarkEnd w:id="138"/>
    </w:p>
    <w:p w14:paraId="0D52CD4B" w14:textId="77777777" w:rsidR="003D1A63" w:rsidRPr="0002293F" w:rsidRDefault="003D1A63" w:rsidP="003D1A63">
      <w:r>
        <w:t>Ni na voljo.</w:t>
      </w:r>
    </w:p>
    <w:p w14:paraId="3C9A7363" w14:textId="77777777" w:rsidR="003D1A63" w:rsidRDefault="003D1A63" w:rsidP="003D1A63">
      <w:pPr>
        <w:pStyle w:val="Heading2"/>
        <w:ind w:left="578" w:hanging="578"/>
      </w:pPr>
      <w:bookmarkStart w:id="139" w:name="_Toc463011823"/>
      <w:r>
        <w:t>Način uporabe</w:t>
      </w:r>
      <w:bookmarkEnd w:id="139"/>
    </w:p>
    <w:p w14:paraId="0C497F33" w14:textId="7B9CBE01" w:rsidR="003D1A63" w:rsidRPr="0002293F" w:rsidRDefault="003D1A63" w:rsidP="003D1A63">
      <w:r>
        <w:t xml:space="preserve">Storitev se kliče za potrebe pridobivanja evidence zahtev na podlagi v storitvi definiranih iskalnih kriterijev. </w:t>
      </w:r>
    </w:p>
    <w:p w14:paraId="7AA18005" w14:textId="77777777" w:rsidR="003D1A63" w:rsidRDefault="003D1A63" w:rsidP="003D1A63">
      <w:pPr>
        <w:pStyle w:val="Heading2"/>
        <w:ind w:left="578" w:hanging="578"/>
      </w:pPr>
      <w:bookmarkStart w:id="140" w:name="_Toc463011824"/>
      <w:r>
        <w:t>Posebnosti</w:t>
      </w:r>
      <w:bookmarkEnd w:id="140"/>
    </w:p>
    <w:p w14:paraId="20B93E5F" w14:textId="77777777" w:rsidR="003D1A63" w:rsidRPr="0002293F" w:rsidRDefault="003D1A63" w:rsidP="003D1A63">
      <w:r>
        <w:t>Storitev vrne podatke samo za merilna mesta, za katera je klicatelj na izbrani datum dejansko dobavitelj na merilnem mestu, torej samo tiste zahteve, ki jih je klicoči dobavitelj sam oddal.</w:t>
      </w:r>
    </w:p>
    <w:p w14:paraId="7D9A9468" w14:textId="77777777" w:rsidR="003D1A63" w:rsidRDefault="003D1A63" w:rsidP="003D1A63">
      <w:pPr>
        <w:pStyle w:val="Heading2"/>
        <w:ind w:left="578" w:hanging="578"/>
      </w:pPr>
      <w:bookmarkStart w:id="141" w:name="_Toc463011825"/>
      <w:r>
        <w:t>Tehnološki predpogoji uporabe WS</w:t>
      </w:r>
      <w:bookmarkEnd w:id="141"/>
    </w:p>
    <w:p w14:paraId="6A549918" w14:textId="54A9501E" w:rsidR="003D1A63" w:rsidRDefault="003D1A63" w:rsidP="003D1A63">
      <w:r>
        <w:t xml:space="preserve">Uporabnik storitve mora vzpostaviti povezavo do spletnega mesta </w:t>
      </w:r>
      <w:r w:rsidRPr="00F77B12">
        <w:t xml:space="preserve">services.informatika.si </w:t>
      </w:r>
      <w:r>
        <w:t xml:space="preserve">ter </w:t>
      </w:r>
      <w:r w:rsidRPr="00F77B12">
        <w:t>services</w:t>
      </w:r>
      <w:r>
        <w:t>-test</w:t>
      </w:r>
      <w:r w:rsidRPr="00F77B12">
        <w:t>.informatika.si</w:t>
      </w:r>
      <w:r>
        <w:t xml:space="preserve"> in zaupati certifikatu spletnega mesta. Klici so varovani z uporabniškim imenom in geslom. </w:t>
      </w:r>
    </w:p>
    <w:p w14:paraId="7E736DC1" w14:textId="77777777" w:rsidR="003D1A63" w:rsidRDefault="003D1A63">
      <w:pPr>
        <w:spacing w:after="0" w:line="240" w:lineRule="auto"/>
        <w:jc w:val="left"/>
      </w:pPr>
      <w:r>
        <w:br w:type="page"/>
      </w:r>
    </w:p>
    <w:p w14:paraId="37517690" w14:textId="43DD1038" w:rsidR="009F6D81" w:rsidRPr="008F123C" w:rsidRDefault="009F6D81" w:rsidP="008F123C">
      <w:pPr>
        <w:pStyle w:val="Heading1"/>
        <w:ind w:left="431" w:hanging="431"/>
      </w:pPr>
      <w:bookmarkStart w:id="142" w:name="_Toc463011826"/>
      <w:r w:rsidRPr="008F123C">
        <w:lastRenderedPageBreak/>
        <w:t xml:space="preserve">Evidenca zahtev </w:t>
      </w:r>
      <w:r w:rsidR="00292DDD" w:rsidRPr="008F123C">
        <w:t>masovna oddaja zahtev</w:t>
      </w:r>
      <w:bookmarkEnd w:id="142"/>
    </w:p>
    <w:p w14:paraId="4B3E4B1A" w14:textId="77777777" w:rsidR="009F6D81" w:rsidRPr="00F77B12" w:rsidRDefault="009F6D81" w:rsidP="009F6D81">
      <w:pPr>
        <w:pStyle w:val="Heading2"/>
      </w:pPr>
      <w:bookmarkStart w:id="143" w:name="_Toc463011827"/>
      <w:r w:rsidRPr="00F77B12">
        <w:t>Kratek opis in namen WS</w:t>
      </w:r>
      <w:bookmarkEnd w:id="143"/>
    </w:p>
    <w:p w14:paraId="2FD407A7" w14:textId="2AE503E9" w:rsidR="009F6D81" w:rsidRDefault="00F468C8" w:rsidP="009F6D81">
      <w:r>
        <w:t>Paket storitev je namenjen</w:t>
      </w:r>
      <w:r w:rsidR="009F6D81">
        <w:t xml:space="preserve"> </w:t>
      </w:r>
      <w:r>
        <w:t>masovni</w:t>
      </w:r>
      <w:r w:rsidR="00BD5BD5">
        <w:t xml:space="preserve"> </w:t>
      </w:r>
      <w:r w:rsidR="009F6D81">
        <w:t>oddaji zahtev</w:t>
      </w:r>
      <w:r w:rsidR="00BD5BD5">
        <w:t xml:space="preserve"> za</w:t>
      </w:r>
      <w:r>
        <w:t xml:space="preserve"> menjavo dobavitelja in</w:t>
      </w:r>
      <w:r w:rsidR="00BD5BD5">
        <w:t xml:space="preserve"> pridobitev podatkov MM</w:t>
      </w:r>
      <w:r w:rsidR="009F6D81">
        <w:t>.</w:t>
      </w:r>
    </w:p>
    <w:p w14:paraId="74365806" w14:textId="77777777" w:rsidR="009F6D81" w:rsidRDefault="009F6D81" w:rsidP="009F6D81">
      <w:pPr>
        <w:pStyle w:val="NoSpacing"/>
        <w:numPr>
          <w:ilvl w:val="0"/>
          <w:numId w:val="27"/>
        </w:numPr>
      </w:pPr>
      <w:r>
        <w:t>Url produkcija:</w:t>
      </w:r>
    </w:p>
    <w:p w14:paraId="63DBCD85" w14:textId="5E669504" w:rsidR="009F6D81" w:rsidRDefault="00A25B3C" w:rsidP="009F6D81">
      <w:pPr>
        <w:pStyle w:val="NoSpacing"/>
        <w:rPr>
          <w:sz w:val="18"/>
          <w:szCs w:val="18"/>
        </w:rPr>
      </w:pPr>
      <w:hyperlink r:id="rId75" w:history="1">
        <w:r w:rsidR="00292DDD" w:rsidRPr="00F830EB">
          <w:rPr>
            <w:rStyle w:val="Hyperlink"/>
            <w:sz w:val="18"/>
            <w:szCs w:val="18"/>
          </w:rPr>
          <w:t>https://services.informatika.si/EvidencaZahtevWeb/sca/MenjavaDobaviteljaStoritev?WSDL</w:t>
        </w:r>
      </w:hyperlink>
    </w:p>
    <w:p w14:paraId="70474725" w14:textId="6C7B3E8E" w:rsidR="00292DDD" w:rsidRPr="00F77B12" w:rsidRDefault="00A25B3C" w:rsidP="00292DDD">
      <w:pPr>
        <w:pStyle w:val="NoSpacing"/>
        <w:rPr>
          <w:sz w:val="18"/>
          <w:szCs w:val="18"/>
        </w:rPr>
      </w:pPr>
      <w:hyperlink r:id="rId76" w:history="1">
        <w:r w:rsidR="00292DDD" w:rsidRPr="00F830EB">
          <w:rPr>
            <w:rStyle w:val="Hyperlink"/>
            <w:sz w:val="18"/>
            <w:szCs w:val="18"/>
          </w:rPr>
          <w:t>https://services.informatika.si/EvidencaZahtevWeb/sca/PodatkiMMStoritev?WSDL</w:t>
        </w:r>
      </w:hyperlink>
    </w:p>
    <w:p w14:paraId="5DDC8781" w14:textId="1657D017" w:rsidR="00292DDD" w:rsidRPr="00F77B12" w:rsidRDefault="00A25B3C" w:rsidP="009F6D81">
      <w:pPr>
        <w:pStyle w:val="NoSpacing"/>
        <w:rPr>
          <w:sz w:val="18"/>
          <w:szCs w:val="18"/>
        </w:rPr>
      </w:pPr>
      <w:hyperlink r:id="rId77" w:history="1">
        <w:r w:rsidR="00292DDD" w:rsidRPr="00F830EB">
          <w:rPr>
            <w:rStyle w:val="Hyperlink"/>
            <w:sz w:val="18"/>
            <w:szCs w:val="18"/>
          </w:rPr>
          <w:t>https://services.informatika.si/EvidencaZahtevWeb/sca/MasovnaOddajaInfoStoritev?WSDL</w:t>
        </w:r>
      </w:hyperlink>
    </w:p>
    <w:p w14:paraId="02686487" w14:textId="77777777" w:rsidR="009F6D81" w:rsidRPr="00F14E0C" w:rsidRDefault="009F6D81" w:rsidP="009F6D81">
      <w:pPr>
        <w:pStyle w:val="NoSpacing"/>
        <w:numPr>
          <w:ilvl w:val="0"/>
          <w:numId w:val="27"/>
        </w:numPr>
      </w:pPr>
      <w:r w:rsidRPr="00F14E0C">
        <w:t xml:space="preserve">Url test: </w:t>
      </w:r>
    </w:p>
    <w:p w14:paraId="79E53028" w14:textId="6C33213C" w:rsidR="009F6D81" w:rsidRPr="00F77B12" w:rsidRDefault="00A25B3C" w:rsidP="009F6D81">
      <w:pPr>
        <w:pStyle w:val="NoSpacing"/>
        <w:rPr>
          <w:sz w:val="18"/>
          <w:szCs w:val="18"/>
        </w:rPr>
      </w:pPr>
      <w:hyperlink r:id="rId78" w:history="1">
        <w:r w:rsidR="00292DDD" w:rsidRPr="00F830EB">
          <w:rPr>
            <w:rStyle w:val="Hyperlink"/>
            <w:sz w:val="18"/>
            <w:szCs w:val="18"/>
          </w:rPr>
          <w:t>https://services-test.informatika.si/EvidencaZahtevWeb/sca/MenjavaDobaviteljaStoritev?WSDL</w:t>
        </w:r>
      </w:hyperlink>
    </w:p>
    <w:p w14:paraId="6DAA9584" w14:textId="67143A75" w:rsidR="00292DDD" w:rsidRPr="00F77B12" w:rsidRDefault="00A25B3C" w:rsidP="00292DDD">
      <w:pPr>
        <w:pStyle w:val="NoSpacing"/>
        <w:rPr>
          <w:sz w:val="18"/>
          <w:szCs w:val="18"/>
        </w:rPr>
      </w:pPr>
      <w:hyperlink r:id="rId79" w:history="1">
        <w:r w:rsidR="00292DDD" w:rsidRPr="00F830EB">
          <w:rPr>
            <w:rStyle w:val="Hyperlink"/>
            <w:sz w:val="18"/>
            <w:szCs w:val="18"/>
          </w:rPr>
          <w:t>https://services</w:t>
        </w:r>
        <w:r w:rsidR="00292DDD" w:rsidRPr="00292DDD">
          <w:rPr>
            <w:rStyle w:val="Hyperlink"/>
            <w:sz w:val="18"/>
            <w:szCs w:val="18"/>
          </w:rPr>
          <w:t>-test</w:t>
        </w:r>
        <w:r w:rsidR="00292DDD" w:rsidRPr="00F830EB">
          <w:rPr>
            <w:rStyle w:val="Hyperlink"/>
            <w:sz w:val="18"/>
            <w:szCs w:val="18"/>
          </w:rPr>
          <w:t>.informatika.si/EvidencaZahtevWeb/sca/PodatkiMMStoritev?WSDL</w:t>
        </w:r>
      </w:hyperlink>
    </w:p>
    <w:p w14:paraId="687579AC" w14:textId="0E139504" w:rsidR="009F6D81" w:rsidRPr="00F14E0C" w:rsidRDefault="00A25B3C" w:rsidP="00292DDD">
      <w:pPr>
        <w:pStyle w:val="NoSpacing"/>
      </w:pPr>
      <w:hyperlink r:id="rId80" w:history="1">
        <w:r w:rsidR="00292DDD" w:rsidRPr="00F830EB">
          <w:rPr>
            <w:rStyle w:val="Hyperlink"/>
            <w:sz w:val="18"/>
            <w:szCs w:val="18"/>
          </w:rPr>
          <w:t>https://services</w:t>
        </w:r>
        <w:r w:rsidR="00292DDD" w:rsidRPr="00292DDD">
          <w:rPr>
            <w:rStyle w:val="Hyperlink"/>
            <w:sz w:val="18"/>
            <w:szCs w:val="18"/>
          </w:rPr>
          <w:t>-test</w:t>
        </w:r>
        <w:r w:rsidR="00292DDD" w:rsidRPr="00F830EB">
          <w:rPr>
            <w:rStyle w:val="Hyperlink"/>
            <w:sz w:val="18"/>
            <w:szCs w:val="18"/>
          </w:rPr>
          <w:t>.informatika.si/EvidencaZahtevWeb/sca/MasovnaOddajaInfoStoritev?WSDL</w:t>
        </w:r>
      </w:hyperlink>
    </w:p>
    <w:p w14:paraId="68EECB74" w14:textId="77777777" w:rsidR="009F6D81" w:rsidRDefault="009F6D81" w:rsidP="009F6D81">
      <w:pPr>
        <w:pStyle w:val="Heading2"/>
      </w:pPr>
      <w:bookmarkStart w:id="144" w:name="_Toc463011828"/>
      <w:r>
        <w:t>Verzioniranje WS</w:t>
      </w:r>
      <w:bookmarkEnd w:id="144"/>
    </w:p>
    <w:p w14:paraId="2C000BD7" w14:textId="77777777" w:rsidR="009F6D81" w:rsidRPr="00F14E0C" w:rsidRDefault="009F6D81" w:rsidP="009F6D81">
      <w:r>
        <w:t>Verzija nabora storitev 1.0</w:t>
      </w:r>
    </w:p>
    <w:p w14:paraId="18D303C3" w14:textId="77777777" w:rsidR="009F6D81" w:rsidRDefault="009F6D81" w:rsidP="009F6D81">
      <w:pPr>
        <w:pStyle w:val="Heading2"/>
        <w:ind w:left="578" w:hanging="578"/>
      </w:pPr>
      <w:bookmarkStart w:id="145" w:name="_Toc463011829"/>
      <w:r>
        <w:t>Diagram poteka</w:t>
      </w:r>
      <w:bookmarkEnd w:id="145"/>
    </w:p>
    <w:p w14:paraId="7243FC58" w14:textId="77777777" w:rsidR="009F6D81" w:rsidRPr="0002293F" w:rsidRDefault="009F6D81" w:rsidP="009F6D81">
      <w:r>
        <w:t>Ni na voljo.</w:t>
      </w:r>
    </w:p>
    <w:p w14:paraId="3534B820" w14:textId="77777777" w:rsidR="009F6D81" w:rsidRDefault="009F6D81" w:rsidP="009F6D81">
      <w:pPr>
        <w:pStyle w:val="Heading2"/>
        <w:ind w:left="578" w:hanging="578"/>
      </w:pPr>
      <w:bookmarkStart w:id="146" w:name="_Toc463011830"/>
      <w:r>
        <w:t>Način uporabe</w:t>
      </w:r>
      <w:bookmarkEnd w:id="146"/>
    </w:p>
    <w:p w14:paraId="42887CB7" w14:textId="0EF8AE46" w:rsidR="009F6D81" w:rsidRPr="0002293F" w:rsidRDefault="00F468C8" w:rsidP="009F6D81">
      <w:r>
        <w:t>Paket s</w:t>
      </w:r>
      <w:r w:rsidR="009F6D81">
        <w:t xml:space="preserve">toritev se kliče za potrebe </w:t>
      </w:r>
      <w:r>
        <w:t>masovne oddaje zahtev za menjavo dobavitelja in pridobitev podatkov MM</w:t>
      </w:r>
      <w:r w:rsidR="009F6D81">
        <w:t>.</w:t>
      </w:r>
      <w:r>
        <w:t xml:space="preserve"> Vsaka izmed dveh vrst masovne oddaje zahtev se kliče v paru s storitvijo za pridobivanje informacij o masovno oddanih zahtevah.</w:t>
      </w:r>
    </w:p>
    <w:p w14:paraId="09255133" w14:textId="77777777" w:rsidR="009F6D81" w:rsidRDefault="009F6D81" w:rsidP="009F6D81">
      <w:pPr>
        <w:pStyle w:val="Heading2"/>
        <w:ind w:left="578" w:hanging="578"/>
      </w:pPr>
      <w:bookmarkStart w:id="147" w:name="_Toc463011831"/>
      <w:r>
        <w:t>Posebnosti</w:t>
      </w:r>
      <w:bookmarkEnd w:id="147"/>
    </w:p>
    <w:p w14:paraId="20F684E6" w14:textId="1C0C8C43" w:rsidR="009F6D81" w:rsidRPr="0002293F" w:rsidRDefault="00CF652B" w:rsidP="009F6D81">
      <w:r>
        <w:t>Storitvi za masovno oddajo zahtev sta zasnovani na način, da se s pomočjo enega klica ws kreira več zahtev za menjavo dobavitelja oz. pridobivanja podatkov MM za nabor merilnih mest, podanih v zahtevi storitve za masovno oddajo</w:t>
      </w:r>
      <w:r w:rsidR="003072A5">
        <w:t>.</w:t>
      </w:r>
      <w:r>
        <w:t xml:space="preserve"> Za povratno informacijo o tem, katere zahteve merilnih mest so bile uspešno oddane in katere zavrnjene</w:t>
      </w:r>
      <w:r w:rsidR="00C952AE">
        <w:t>,</w:t>
      </w:r>
      <w:r>
        <w:t xml:space="preserve"> je na voljo storitev MasovnaOddajaInfo, ki vrne podatke na podlagi identifikatorja masovne zahteve, pridobljene kot rezultat klica masovne oddaje.</w:t>
      </w:r>
    </w:p>
    <w:p w14:paraId="2C553450" w14:textId="77777777" w:rsidR="009F6D81" w:rsidRDefault="009F6D81" w:rsidP="009F6D81">
      <w:pPr>
        <w:pStyle w:val="Heading2"/>
        <w:ind w:left="578" w:hanging="578"/>
      </w:pPr>
      <w:bookmarkStart w:id="148" w:name="_Toc463011832"/>
      <w:r>
        <w:t>Tehnološki predpogoji uporabe WS</w:t>
      </w:r>
      <w:bookmarkEnd w:id="148"/>
    </w:p>
    <w:p w14:paraId="699C1D78" w14:textId="2126417B" w:rsidR="00F77B12" w:rsidRDefault="009F6D81" w:rsidP="009F6D81">
      <w:r>
        <w:t xml:space="preserve">Uporabnik storitve mora vzpostaviti povezavo do spletnega mesta </w:t>
      </w:r>
      <w:r w:rsidRPr="00F77B12">
        <w:t xml:space="preserve">services.informatika.si </w:t>
      </w:r>
      <w:r>
        <w:t xml:space="preserve">ter </w:t>
      </w:r>
      <w:r w:rsidRPr="00F77B12">
        <w:t>services</w:t>
      </w:r>
      <w:r>
        <w:t>-test</w:t>
      </w:r>
      <w:r w:rsidRPr="00F77B12">
        <w:t>.informatika.si</w:t>
      </w:r>
      <w:r>
        <w:t xml:space="preserve"> in zaupati ce</w:t>
      </w:r>
      <w:r w:rsidR="000E04B4">
        <w:t>r</w:t>
      </w:r>
      <w:r>
        <w:t>tifikatu spletnega mesta. Klici so varovani z uporabniškim imenom in geslom.</w:t>
      </w:r>
    </w:p>
    <w:p w14:paraId="5A7F2E1C" w14:textId="77777777" w:rsidR="00516377" w:rsidRDefault="00516377" w:rsidP="009F6D81"/>
    <w:p w14:paraId="3E954AB7" w14:textId="1400881D" w:rsidR="00516377" w:rsidRPr="008F123C" w:rsidRDefault="00516377" w:rsidP="008F123C">
      <w:pPr>
        <w:pStyle w:val="Heading1"/>
        <w:ind w:left="431" w:hanging="431"/>
      </w:pPr>
      <w:bookmarkStart w:id="149" w:name="_Toc463011833"/>
      <w:r w:rsidRPr="008F123C">
        <w:lastRenderedPageBreak/>
        <w:t>Odpoved pogodbe o dobavi</w:t>
      </w:r>
      <w:bookmarkEnd w:id="149"/>
    </w:p>
    <w:p w14:paraId="00603549" w14:textId="77777777" w:rsidR="00516377" w:rsidRPr="00F77B12" w:rsidRDefault="00516377" w:rsidP="00516377">
      <w:pPr>
        <w:pStyle w:val="Heading2"/>
      </w:pPr>
      <w:bookmarkStart w:id="150" w:name="_Toc463011834"/>
      <w:r w:rsidRPr="00F77B12">
        <w:t>Kratek opis in namen WS</w:t>
      </w:r>
      <w:bookmarkEnd w:id="150"/>
    </w:p>
    <w:p w14:paraId="05E8ED17" w14:textId="51E4F4A2" w:rsidR="00516377" w:rsidRDefault="00516377" w:rsidP="00516377">
      <w:r>
        <w:t>Storitev je namenjena odpovedi pogodbe o dobavi s strani dobavitelja.</w:t>
      </w:r>
    </w:p>
    <w:p w14:paraId="53DC4E58" w14:textId="77777777" w:rsidR="00516377" w:rsidRDefault="00516377" w:rsidP="00516377">
      <w:pPr>
        <w:pStyle w:val="NoSpacing"/>
        <w:numPr>
          <w:ilvl w:val="0"/>
          <w:numId w:val="27"/>
        </w:numPr>
      </w:pPr>
      <w:r>
        <w:t>Url produkcija:</w:t>
      </w:r>
    </w:p>
    <w:p w14:paraId="45B656A7" w14:textId="5CF74841" w:rsidR="00516377" w:rsidRPr="00F77B12" w:rsidRDefault="00A25B3C" w:rsidP="00516377">
      <w:pPr>
        <w:pStyle w:val="NoSpacing"/>
        <w:rPr>
          <w:sz w:val="18"/>
          <w:szCs w:val="18"/>
        </w:rPr>
      </w:pPr>
      <w:hyperlink r:id="rId81" w:history="1">
        <w:r w:rsidR="00516377" w:rsidRPr="00F830EB">
          <w:rPr>
            <w:rStyle w:val="Hyperlink"/>
            <w:sz w:val="18"/>
            <w:szCs w:val="18"/>
          </w:rPr>
          <w:t>https://services.informatika.si/OdpovedPogodbeODobaviWeb/sca/OdpovedPogodbeODobaviStoritev?WSDL</w:t>
        </w:r>
      </w:hyperlink>
    </w:p>
    <w:p w14:paraId="7F271FB4" w14:textId="77777777" w:rsidR="00516377" w:rsidRPr="00F14E0C" w:rsidRDefault="00516377" w:rsidP="00516377">
      <w:pPr>
        <w:pStyle w:val="NoSpacing"/>
        <w:numPr>
          <w:ilvl w:val="0"/>
          <w:numId w:val="27"/>
        </w:numPr>
      </w:pPr>
      <w:r w:rsidRPr="00F14E0C">
        <w:t xml:space="preserve">Url test: </w:t>
      </w:r>
    </w:p>
    <w:p w14:paraId="1AF830D5" w14:textId="7DE65FEF" w:rsidR="00516377" w:rsidRPr="00F77B12" w:rsidRDefault="00A25B3C" w:rsidP="00516377">
      <w:pPr>
        <w:pStyle w:val="NoSpacing"/>
        <w:rPr>
          <w:sz w:val="18"/>
          <w:szCs w:val="18"/>
        </w:rPr>
      </w:pPr>
      <w:hyperlink r:id="rId82" w:history="1">
        <w:r w:rsidR="00516377" w:rsidRPr="00F830EB">
          <w:rPr>
            <w:rStyle w:val="Hyperlink"/>
            <w:sz w:val="18"/>
            <w:szCs w:val="18"/>
          </w:rPr>
          <w:t>https://services-test.informatika.si/OdpovedPogodbeODobaviWeb/sca/OdpovedPogodbeODobaviStoritev?WSDL</w:t>
        </w:r>
      </w:hyperlink>
    </w:p>
    <w:p w14:paraId="3E761958" w14:textId="77777777" w:rsidR="00516377" w:rsidRPr="00F14E0C" w:rsidRDefault="00516377" w:rsidP="00516377">
      <w:pPr>
        <w:pStyle w:val="NoSpacing"/>
        <w:ind w:left="360"/>
      </w:pPr>
    </w:p>
    <w:p w14:paraId="53B72720" w14:textId="77777777" w:rsidR="00516377" w:rsidRDefault="00516377" w:rsidP="00516377">
      <w:pPr>
        <w:pStyle w:val="Heading2"/>
      </w:pPr>
      <w:bookmarkStart w:id="151" w:name="_Toc463011835"/>
      <w:r>
        <w:t>Verzioniranje WS</w:t>
      </w:r>
      <w:bookmarkEnd w:id="151"/>
    </w:p>
    <w:p w14:paraId="3464CE84" w14:textId="77777777" w:rsidR="00516377" w:rsidRPr="00F14E0C" w:rsidRDefault="00516377" w:rsidP="00516377">
      <w:r>
        <w:t>Verzija nabora storitev 1.0</w:t>
      </w:r>
    </w:p>
    <w:p w14:paraId="1A537A44" w14:textId="77777777" w:rsidR="00516377" w:rsidRDefault="00516377" w:rsidP="00516377">
      <w:pPr>
        <w:pStyle w:val="Heading2"/>
        <w:ind w:left="578" w:hanging="578"/>
      </w:pPr>
      <w:bookmarkStart w:id="152" w:name="_Toc463011836"/>
      <w:r>
        <w:t>Diagram poteka</w:t>
      </w:r>
      <w:bookmarkEnd w:id="152"/>
    </w:p>
    <w:p w14:paraId="0F865427" w14:textId="77777777" w:rsidR="00516377" w:rsidRPr="0002293F" w:rsidRDefault="00516377" w:rsidP="00516377">
      <w:r>
        <w:t>Ni na voljo.</w:t>
      </w:r>
    </w:p>
    <w:p w14:paraId="2F5720A7" w14:textId="77777777" w:rsidR="00516377" w:rsidRDefault="00516377" w:rsidP="00516377">
      <w:pPr>
        <w:pStyle w:val="Heading2"/>
        <w:ind w:left="578" w:hanging="578"/>
      </w:pPr>
      <w:bookmarkStart w:id="153" w:name="_Toc463011837"/>
      <w:r>
        <w:t>Način uporabe</w:t>
      </w:r>
      <w:bookmarkEnd w:id="153"/>
    </w:p>
    <w:p w14:paraId="3C8C8142" w14:textId="6952D5C7" w:rsidR="00516377" w:rsidRPr="0002293F" w:rsidRDefault="008772AB" w:rsidP="00516377">
      <w:r>
        <w:t xml:space="preserve">Storitev se kliče za potrebe odpovedi pogodbe o dobavi in posledično procesa odklopa na strani distributerja. Odpoved od pogodbe se lahko poda </w:t>
      </w:r>
      <w:r w:rsidR="00764867">
        <w:t>iz razlogov odpovedi pogodbe o dobavi, preteka pogodbe o dobavi</w:t>
      </w:r>
      <w:r>
        <w:t xml:space="preserve"> ali na željo odjemalca</w:t>
      </w:r>
      <w:r w:rsidR="00516377">
        <w:t xml:space="preserve">. </w:t>
      </w:r>
    </w:p>
    <w:p w14:paraId="75478B9A" w14:textId="77777777" w:rsidR="00516377" w:rsidRDefault="00516377" w:rsidP="00516377">
      <w:pPr>
        <w:pStyle w:val="Heading2"/>
        <w:ind w:left="578" w:hanging="578"/>
      </w:pPr>
      <w:bookmarkStart w:id="154" w:name="_Toc463011838"/>
      <w:r>
        <w:t>Posebnosti</w:t>
      </w:r>
      <w:bookmarkEnd w:id="154"/>
    </w:p>
    <w:p w14:paraId="54C38FDA" w14:textId="0F571B92" w:rsidR="00516377" w:rsidRPr="0002293F" w:rsidRDefault="00516377" w:rsidP="00516377">
      <w:r>
        <w:t xml:space="preserve">Storitev </w:t>
      </w:r>
      <w:r w:rsidR="00FA5644">
        <w:t>kreira posebno vrsto zahteve v evidenci zahtev »19 – odklop merilnega mesta«. Gre za zahtevo v evidenci zahtev, ki je ni možno oddati preko storitev za evidenco zahtev ampak preko opisane storitve Odpoved pogodbe o dobavi. Po potrditvi zahteve na strani distributerja se nadaljujejo ustrezni postopki, bodisi gre merilno mesto v izterjavo pri distributerju, bodisi se takoj pojavi med kandidati za odklop za proženje procesa odklopa. V izterjavo gredo odstopi na zahtevo dobavitelja, neposredno med kandidate pa odstopi na željo odjemalca.</w:t>
      </w:r>
      <w:r w:rsidR="0024067B">
        <w:t xml:space="preserve"> Status oddane zahteve dobavitelj spremlja preko nabora storitev za evidenco zahtev.</w:t>
      </w:r>
    </w:p>
    <w:p w14:paraId="6D72703D" w14:textId="77777777" w:rsidR="00516377" w:rsidRDefault="00516377" w:rsidP="00516377">
      <w:pPr>
        <w:pStyle w:val="Heading2"/>
        <w:ind w:left="578" w:hanging="578"/>
      </w:pPr>
      <w:bookmarkStart w:id="155" w:name="_Toc463011839"/>
      <w:r>
        <w:t>Tehnološki predpogoji uporabe WS</w:t>
      </w:r>
      <w:bookmarkEnd w:id="155"/>
    </w:p>
    <w:p w14:paraId="5C18CDA0" w14:textId="230C1249" w:rsidR="00516377" w:rsidRDefault="00516377" w:rsidP="00516377">
      <w:r>
        <w:t xml:space="preserve">Uporabnik storitve mora vzpostaviti povezavo do spletnega mesta </w:t>
      </w:r>
      <w:r w:rsidRPr="00F77B12">
        <w:t xml:space="preserve">services.informatika.si </w:t>
      </w:r>
      <w:r>
        <w:t xml:space="preserve">ter </w:t>
      </w:r>
      <w:r w:rsidRPr="00F77B12">
        <w:t>services</w:t>
      </w:r>
      <w:r>
        <w:t>-test</w:t>
      </w:r>
      <w:r w:rsidRPr="00F77B12">
        <w:t>.informatika.si</w:t>
      </w:r>
      <w:r>
        <w:t xml:space="preserve"> in zaupati ce</w:t>
      </w:r>
      <w:r w:rsidR="000E04B4">
        <w:t>r</w:t>
      </w:r>
      <w:r>
        <w:t>tifikatu spletnega mesta. Klici so varovani z uporabniškim imenom in geslom.</w:t>
      </w:r>
    </w:p>
    <w:p w14:paraId="486BAAA3" w14:textId="77777777" w:rsidR="00F75B10" w:rsidRDefault="00F75B10" w:rsidP="00516377"/>
    <w:p w14:paraId="7A459AC6" w14:textId="3DF7C97D" w:rsidR="00F75B10" w:rsidRDefault="00F75B10" w:rsidP="00F75B10">
      <w:pPr>
        <w:pStyle w:val="Heading1"/>
      </w:pPr>
      <w:bookmarkStart w:id="156" w:name="_Toc463011840"/>
      <w:r>
        <w:lastRenderedPageBreak/>
        <w:t>Sklepanje PoD</w:t>
      </w:r>
      <w:r w:rsidR="00633659">
        <w:t xml:space="preserve"> prvi priklop</w:t>
      </w:r>
      <w:bookmarkEnd w:id="156"/>
    </w:p>
    <w:p w14:paraId="5B4F87E1" w14:textId="77777777" w:rsidR="00F75B10" w:rsidRPr="00F77B12" w:rsidRDefault="00F75B10" w:rsidP="00F75B10">
      <w:pPr>
        <w:pStyle w:val="Heading2"/>
      </w:pPr>
      <w:bookmarkStart w:id="157" w:name="_Toc463011841"/>
      <w:r w:rsidRPr="00F77B12">
        <w:t>Kratek opis in namen WS</w:t>
      </w:r>
      <w:bookmarkEnd w:id="157"/>
    </w:p>
    <w:p w14:paraId="151C9696" w14:textId="257CCC17" w:rsidR="00F75B10" w:rsidRDefault="00F75B10" w:rsidP="00F75B10">
      <w:r>
        <w:t xml:space="preserve">Storitev je namenjena </w:t>
      </w:r>
      <w:r w:rsidR="00633659">
        <w:t>oddaji zahteve za prvi priklop MM</w:t>
      </w:r>
      <w:r>
        <w:t xml:space="preserve"> s strani dobavitelja.</w:t>
      </w:r>
    </w:p>
    <w:p w14:paraId="04C9B5CA" w14:textId="77777777" w:rsidR="00F75B10" w:rsidRDefault="00F75B10" w:rsidP="00F75B10">
      <w:pPr>
        <w:pStyle w:val="NoSpacing"/>
        <w:numPr>
          <w:ilvl w:val="0"/>
          <w:numId w:val="27"/>
        </w:numPr>
      </w:pPr>
      <w:r>
        <w:t>Url produkcija:</w:t>
      </w:r>
    </w:p>
    <w:p w14:paraId="494FA9D3" w14:textId="24345F51" w:rsidR="00F75B10" w:rsidRPr="00F77B12" w:rsidRDefault="00A25B3C" w:rsidP="00F75B10">
      <w:pPr>
        <w:pStyle w:val="NoSpacing"/>
        <w:rPr>
          <w:sz w:val="18"/>
          <w:szCs w:val="18"/>
        </w:rPr>
      </w:pPr>
      <w:hyperlink r:id="rId83" w:history="1">
        <w:r w:rsidR="00633659" w:rsidRPr="00F830EB">
          <w:rPr>
            <w:rStyle w:val="Hyperlink"/>
            <w:sz w:val="18"/>
            <w:szCs w:val="18"/>
          </w:rPr>
          <w:t>https://services.informatika.si/SklepanjePoDWeb/sca/PrviPriklopStoritev?WSDL</w:t>
        </w:r>
      </w:hyperlink>
    </w:p>
    <w:p w14:paraId="1032DA46" w14:textId="77777777" w:rsidR="00F75B10" w:rsidRPr="00F14E0C" w:rsidRDefault="00F75B10" w:rsidP="00F75B10">
      <w:pPr>
        <w:pStyle w:val="NoSpacing"/>
        <w:numPr>
          <w:ilvl w:val="0"/>
          <w:numId w:val="27"/>
        </w:numPr>
      </w:pPr>
      <w:r w:rsidRPr="00F14E0C">
        <w:t xml:space="preserve">Url test: </w:t>
      </w:r>
    </w:p>
    <w:p w14:paraId="09EC6203" w14:textId="3B52D5FC" w:rsidR="00F75B10" w:rsidRPr="00F77B12" w:rsidRDefault="00A25B3C" w:rsidP="00F75B10">
      <w:pPr>
        <w:pStyle w:val="NoSpacing"/>
        <w:rPr>
          <w:sz w:val="18"/>
          <w:szCs w:val="18"/>
        </w:rPr>
      </w:pPr>
      <w:hyperlink r:id="rId84" w:history="1">
        <w:r w:rsidR="00633659" w:rsidRPr="00F830EB">
          <w:rPr>
            <w:rStyle w:val="Hyperlink"/>
            <w:sz w:val="18"/>
            <w:szCs w:val="18"/>
          </w:rPr>
          <w:t>https://services-test.informatika.si/SklepanjePoDWeb/sca/PrviPriklopStoritev?WSDL</w:t>
        </w:r>
      </w:hyperlink>
    </w:p>
    <w:p w14:paraId="4C78B181" w14:textId="77777777" w:rsidR="00F75B10" w:rsidRPr="00F14E0C" w:rsidRDefault="00F75B10" w:rsidP="00F75B10">
      <w:pPr>
        <w:pStyle w:val="NoSpacing"/>
        <w:ind w:left="360"/>
      </w:pPr>
    </w:p>
    <w:p w14:paraId="4D3E8657" w14:textId="77777777" w:rsidR="00F75B10" w:rsidRDefault="00F75B10" w:rsidP="00F75B10">
      <w:pPr>
        <w:pStyle w:val="Heading2"/>
      </w:pPr>
      <w:bookmarkStart w:id="158" w:name="_Toc463011842"/>
      <w:r>
        <w:t>Verzioniranje WS</w:t>
      </w:r>
      <w:bookmarkEnd w:id="158"/>
    </w:p>
    <w:p w14:paraId="72B4A7B2" w14:textId="77777777" w:rsidR="00F75B10" w:rsidRPr="00F14E0C" w:rsidRDefault="00F75B10" w:rsidP="00F75B10">
      <w:r>
        <w:t>Verzija nabora storitev 1.0</w:t>
      </w:r>
    </w:p>
    <w:p w14:paraId="17924DAE" w14:textId="77777777" w:rsidR="00F75B10" w:rsidRDefault="00F75B10" w:rsidP="00F75B10">
      <w:pPr>
        <w:pStyle w:val="Heading2"/>
        <w:ind w:left="578" w:hanging="578"/>
      </w:pPr>
      <w:bookmarkStart w:id="159" w:name="_Toc463011843"/>
      <w:r>
        <w:t>Diagram poteka</w:t>
      </w:r>
      <w:bookmarkEnd w:id="159"/>
    </w:p>
    <w:p w14:paraId="62BAC2FB" w14:textId="77777777" w:rsidR="00F75B10" w:rsidRPr="0002293F" w:rsidRDefault="00F75B10" w:rsidP="00F75B10">
      <w:r>
        <w:t>Ni na voljo.</w:t>
      </w:r>
    </w:p>
    <w:p w14:paraId="31D70EEC" w14:textId="77777777" w:rsidR="00F75B10" w:rsidRDefault="00F75B10" w:rsidP="00F75B10">
      <w:pPr>
        <w:pStyle w:val="Heading2"/>
        <w:ind w:left="578" w:hanging="578"/>
      </w:pPr>
      <w:bookmarkStart w:id="160" w:name="_Toc463011844"/>
      <w:r>
        <w:t>Način uporabe</w:t>
      </w:r>
      <w:bookmarkEnd w:id="160"/>
    </w:p>
    <w:p w14:paraId="22643141" w14:textId="7E0243B0" w:rsidR="00F75B10" w:rsidRPr="0002293F" w:rsidRDefault="00F75B10" w:rsidP="00F75B10">
      <w:r>
        <w:t xml:space="preserve">Storitev se kliče za potrebe </w:t>
      </w:r>
      <w:r w:rsidR="002C4A1F">
        <w:t xml:space="preserve">oddaje zahteve distributerju za prvi priklop merilnega mesta. </w:t>
      </w:r>
      <w:r w:rsidR="004D65FE">
        <w:t>Scenarij prvi priklop se uporablja za aktivacijo NEAKTIVNEGA soglasja za nova in obstoječa merilna mesta ali merilna mesta, ki so bila odklopljena in odstranjene naprave.</w:t>
      </w:r>
      <w:r w:rsidR="0024067B">
        <w:t xml:space="preserve"> Predpogoj za izvedbo postopka je sklenjena pogodba o dobavi med odjemalcem in dobaviteljem.</w:t>
      </w:r>
    </w:p>
    <w:p w14:paraId="78C242F5" w14:textId="77777777" w:rsidR="00F75B10" w:rsidRDefault="00F75B10" w:rsidP="00F75B10">
      <w:pPr>
        <w:pStyle w:val="Heading2"/>
        <w:ind w:left="578" w:hanging="578"/>
      </w:pPr>
      <w:bookmarkStart w:id="161" w:name="_Toc463011845"/>
      <w:r>
        <w:t>Posebnosti</w:t>
      </w:r>
      <w:bookmarkEnd w:id="161"/>
    </w:p>
    <w:p w14:paraId="4F8FA19F" w14:textId="34709901" w:rsidR="00F75B10" w:rsidRPr="0002293F" w:rsidRDefault="00F75B10" w:rsidP="00F75B10">
      <w:r>
        <w:t>Storitev kreira posebno vrs</w:t>
      </w:r>
      <w:r w:rsidR="0024067B">
        <w:t>to zahteve v evidenci zahtev »30</w:t>
      </w:r>
      <w:r>
        <w:t xml:space="preserve"> – </w:t>
      </w:r>
      <w:r w:rsidR="0024067B">
        <w:t>Prvi priklop</w:t>
      </w:r>
      <w:r>
        <w:t xml:space="preserve">«. Gre za zahtevo v evidenci zahtev, ki je ni možno oddati preko storitev za evidenco zahtev ampak preko opisane storitve </w:t>
      </w:r>
      <w:r w:rsidR="0024067B">
        <w:t>Sklepanje PoD prvi priklop</w:t>
      </w:r>
      <w:r>
        <w:t xml:space="preserve">. Po potrditvi zahteve na strani distributerja se </w:t>
      </w:r>
      <w:r w:rsidR="0024067B">
        <w:t>starta poslovni proces sklepanje pogodbe o dostopu za scenarij prvi priklop</w:t>
      </w:r>
      <w:r>
        <w:t>.</w:t>
      </w:r>
      <w:r w:rsidR="0024067B">
        <w:t xml:space="preserve"> Status oddane zahteve dobavitelj spremlja preko nabora storitev za evidenco zahtev.</w:t>
      </w:r>
    </w:p>
    <w:p w14:paraId="54382AE6" w14:textId="77777777" w:rsidR="00F75B10" w:rsidRDefault="00F75B10" w:rsidP="00F75B10">
      <w:pPr>
        <w:pStyle w:val="Heading2"/>
        <w:ind w:left="578" w:hanging="578"/>
      </w:pPr>
      <w:bookmarkStart w:id="162" w:name="_Toc463011846"/>
      <w:r>
        <w:t>Tehnološki predpogoji uporabe WS</w:t>
      </w:r>
      <w:bookmarkEnd w:id="162"/>
    </w:p>
    <w:p w14:paraId="3002E630" w14:textId="68BFD99C" w:rsidR="00F75B10" w:rsidRDefault="00F75B10" w:rsidP="00F75B10">
      <w:r>
        <w:t xml:space="preserve">Uporabnik storitve mora vzpostaviti povezavo do spletnega mesta </w:t>
      </w:r>
      <w:r w:rsidRPr="00F77B12">
        <w:t xml:space="preserve">services.informatika.si </w:t>
      </w:r>
      <w:r>
        <w:t xml:space="preserve">ter </w:t>
      </w:r>
      <w:r w:rsidRPr="00F77B12">
        <w:t>services</w:t>
      </w:r>
      <w:r>
        <w:t>-test</w:t>
      </w:r>
      <w:r w:rsidRPr="00F77B12">
        <w:t>.informatika.si</w:t>
      </w:r>
      <w:r>
        <w:t xml:space="preserve"> in zaupati ce</w:t>
      </w:r>
      <w:r w:rsidR="000E04B4">
        <w:t>r</w:t>
      </w:r>
      <w:r>
        <w:t>tifikatu spletnega mesta. Klici so varovani z uporabniškim imenom in geslom.</w:t>
      </w:r>
    </w:p>
    <w:p w14:paraId="13B705E8" w14:textId="77777777" w:rsidR="00BB74D4" w:rsidRDefault="00BB74D4" w:rsidP="00F75B10"/>
    <w:p w14:paraId="6F6A57F7" w14:textId="77777777" w:rsidR="00BB74D4" w:rsidRDefault="00BB74D4" w:rsidP="00F75B10"/>
    <w:p w14:paraId="4C92DF13" w14:textId="64C797FF" w:rsidR="00BB74D4" w:rsidRDefault="00BB74D4" w:rsidP="00BB74D4">
      <w:pPr>
        <w:pStyle w:val="Heading1"/>
      </w:pPr>
      <w:bookmarkStart w:id="163" w:name="_Toc463011847"/>
      <w:r>
        <w:lastRenderedPageBreak/>
        <w:t>Sklepanje PoD nova pogodba o dostopu</w:t>
      </w:r>
      <w:bookmarkEnd w:id="163"/>
    </w:p>
    <w:p w14:paraId="3984B06C" w14:textId="77777777" w:rsidR="00BB74D4" w:rsidRPr="00F77B12" w:rsidRDefault="00BB74D4" w:rsidP="00BB74D4">
      <w:pPr>
        <w:pStyle w:val="Heading2"/>
      </w:pPr>
      <w:bookmarkStart w:id="164" w:name="_Toc463011848"/>
      <w:r w:rsidRPr="00F77B12">
        <w:t>Kratek opis in namen WS</w:t>
      </w:r>
      <w:bookmarkEnd w:id="164"/>
    </w:p>
    <w:p w14:paraId="3270F4E1" w14:textId="17748ED4" w:rsidR="00BB74D4" w:rsidRDefault="00BB74D4" w:rsidP="00BB74D4">
      <w:r>
        <w:t>Storitev je namenjena oddaji zahteve za novo pogodbo o dostopu (posledica spremembe obstoječe je nova PoD).</w:t>
      </w:r>
    </w:p>
    <w:p w14:paraId="326F26D1" w14:textId="77777777" w:rsidR="00BB74D4" w:rsidRDefault="00BB74D4" w:rsidP="00BB74D4">
      <w:pPr>
        <w:pStyle w:val="NoSpacing"/>
        <w:numPr>
          <w:ilvl w:val="0"/>
          <w:numId w:val="27"/>
        </w:numPr>
      </w:pPr>
      <w:r>
        <w:t>Url produkcija:</w:t>
      </w:r>
    </w:p>
    <w:p w14:paraId="6D30F9EA" w14:textId="44ED7273" w:rsidR="00BB74D4" w:rsidRPr="00F77B12" w:rsidRDefault="00A25B3C" w:rsidP="00BB74D4">
      <w:pPr>
        <w:pStyle w:val="NoSpacing"/>
        <w:rPr>
          <w:sz w:val="18"/>
          <w:szCs w:val="18"/>
        </w:rPr>
      </w:pPr>
      <w:hyperlink r:id="rId85" w:history="1">
        <w:r w:rsidR="00D7318A" w:rsidRPr="00F830EB">
          <w:rPr>
            <w:rStyle w:val="Hyperlink"/>
            <w:sz w:val="18"/>
            <w:szCs w:val="18"/>
          </w:rPr>
          <w:t>https://services.informatika.si/SklepanjePoDWeb/sca/NovaPoDStoritev?WSDL</w:t>
        </w:r>
      </w:hyperlink>
    </w:p>
    <w:p w14:paraId="0AF0659F" w14:textId="77777777" w:rsidR="00BB74D4" w:rsidRPr="00F14E0C" w:rsidRDefault="00BB74D4" w:rsidP="00BB74D4">
      <w:pPr>
        <w:pStyle w:val="NoSpacing"/>
        <w:numPr>
          <w:ilvl w:val="0"/>
          <w:numId w:val="27"/>
        </w:numPr>
      </w:pPr>
      <w:r w:rsidRPr="00F14E0C">
        <w:t xml:space="preserve">Url test: </w:t>
      </w:r>
    </w:p>
    <w:p w14:paraId="43772F8C" w14:textId="6CDAC287" w:rsidR="00BB74D4" w:rsidRPr="00F77B12" w:rsidRDefault="00A25B3C" w:rsidP="00BB74D4">
      <w:pPr>
        <w:pStyle w:val="NoSpacing"/>
        <w:rPr>
          <w:sz w:val="18"/>
          <w:szCs w:val="18"/>
        </w:rPr>
      </w:pPr>
      <w:hyperlink r:id="rId86" w:history="1">
        <w:r w:rsidR="00D7318A" w:rsidRPr="00F830EB">
          <w:rPr>
            <w:rStyle w:val="Hyperlink"/>
            <w:sz w:val="18"/>
            <w:szCs w:val="18"/>
          </w:rPr>
          <w:t>https://services-test.informatika.si/SklepanjePoDWeb/sca/NovaPoDStoritev?WSDL</w:t>
        </w:r>
      </w:hyperlink>
    </w:p>
    <w:p w14:paraId="4E67DCD5" w14:textId="77777777" w:rsidR="00BB74D4" w:rsidRPr="00F14E0C" w:rsidRDefault="00BB74D4" w:rsidP="00BB74D4">
      <w:pPr>
        <w:pStyle w:val="NoSpacing"/>
        <w:ind w:left="360"/>
      </w:pPr>
    </w:p>
    <w:p w14:paraId="018FC275" w14:textId="77777777" w:rsidR="00BB74D4" w:rsidRDefault="00BB74D4" w:rsidP="00BB74D4">
      <w:pPr>
        <w:pStyle w:val="Heading2"/>
      </w:pPr>
      <w:bookmarkStart w:id="165" w:name="_Toc463011849"/>
      <w:r>
        <w:t>Verzioniranje WS</w:t>
      </w:r>
      <w:bookmarkEnd w:id="165"/>
    </w:p>
    <w:p w14:paraId="0323A546" w14:textId="77777777" w:rsidR="00BB74D4" w:rsidRPr="00F14E0C" w:rsidRDefault="00BB74D4" w:rsidP="00BB74D4">
      <w:r>
        <w:t>Verzija nabora storitev 1.0</w:t>
      </w:r>
    </w:p>
    <w:p w14:paraId="09882CB3" w14:textId="77777777" w:rsidR="00BB74D4" w:rsidRDefault="00BB74D4" w:rsidP="00BB74D4">
      <w:pPr>
        <w:pStyle w:val="Heading2"/>
        <w:ind w:left="578" w:hanging="578"/>
      </w:pPr>
      <w:bookmarkStart w:id="166" w:name="_Toc463011850"/>
      <w:r>
        <w:t>Diagram poteka</w:t>
      </w:r>
      <w:bookmarkEnd w:id="166"/>
    </w:p>
    <w:p w14:paraId="48278BD4" w14:textId="77777777" w:rsidR="00BB74D4" w:rsidRPr="0002293F" w:rsidRDefault="00BB74D4" w:rsidP="00BB74D4">
      <w:r>
        <w:t>Ni na voljo.</w:t>
      </w:r>
    </w:p>
    <w:p w14:paraId="302C2971" w14:textId="77777777" w:rsidR="00BB74D4" w:rsidRDefault="00BB74D4" w:rsidP="00BB74D4">
      <w:pPr>
        <w:pStyle w:val="Heading2"/>
        <w:ind w:left="578" w:hanging="578"/>
      </w:pPr>
      <w:bookmarkStart w:id="167" w:name="_Toc463011851"/>
      <w:r>
        <w:t>Način uporabe</w:t>
      </w:r>
      <w:bookmarkEnd w:id="167"/>
    </w:p>
    <w:p w14:paraId="293EA43A" w14:textId="0166121A" w:rsidR="00BB74D4" w:rsidRPr="0002293F" w:rsidRDefault="00BB74D4" w:rsidP="00BB74D4">
      <w:r>
        <w:t xml:space="preserve">Storitev se kliče za potrebe oddaje zahteve distributerju za </w:t>
      </w:r>
      <w:r w:rsidR="00EE5DDF">
        <w:t>sklepanje nove pogodbe o dostopu kot posledice sprememb</w:t>
      </w:r>
      <w:r>
        <w:t xml:space="preserve"> </w:t>
      </w:r>
      <w:r w:rsidR="00EE5DDF">
        <w:t>obstoječe za izbrano merilno mesto</w:t>
      </w:r>
      <w:r>
        <w:t xml:space="preserve">. </w:t>
      </w:r>
      <w:r w:rsidR="00FF7552">
        <w:t>Scenarij se uporablja za evidentiranje sprememb (lastnik, plačnik, znižanje priključne moči ...) v okviru aktivnega soglasja za priključitev, kjer se stranki izroči nova pogodba o dostopu</w:t>
      </w:r>
      <w:r>
        <w:t>. Predpogoj za izvedbo postopka je sklenjena pogodba o dobavi med odjemalcem in dobaviteljem.</w:t>
      </w:r>
      <w:r w:rsidR="00982271">
        <w:t xml:space="preserve"> Dobavitelj lahko v sklopu storitve poda tudi števčno stanje, ki se uporabi pri obračunu za izvedbo spremembe.</w:t>
      </w:r>
    </w:p>
    <w:p w14:paraId="632F062E" w14:textId="77777777" w:rsidR="00BB74D4" w:rsidRDefault="00BB74D4" w:rsidP="00BB74D4">
      <w:pPr>
        <w:pStyle w:val="Heading2"/>
        <w:ind w:left="578" w:hanging="578"/>
      </w:pPr>
      <w:bookmarkStart w:id="168" w:name="_Toc463011852"/>
      <w:r>
        <w:t>Posebnosti</w:t>
      </w:r>
      <w:bookmarkEnd w:id="168"/>
    </w:p>
    <w:p w14:paraId="1E0D0CFF" w14:textId="2AD3F376" w:rsidR="00BB74D4" w:rsidRPr="0002293F" w:rsidRDefault="00BB74D4" w:rsidP="00BB74D4">
      <w:r>
        <w:t>Storitev kreira posebno vrsto zahteve v evidenci zahtev »</w:t>
      </w:r>
      <w:r w:rsidR="003E31E0">
        <w:t>31</w:t>
      </w:r>
      <w:r>
        <w:t xml:space="preserve"> – </w:t>
      </w:r>
      <w:r w:rsidR="003E31E0">
        <w:t>Sprememba pogodbe o dostopu</w:t>
      </w:r>
      <w:r>
        <w:t xml:space="preserve">«. Gre za zahtevo v evidenci zahtev, ki je ni možno oddati preko storitev za evidenco zahtev ampak preko opisane storitve Sklepanje PoD </w:t>
      </w:r>
      <w:r w:rsidR="003E31E0">
        <w:t>nova pogodba o dostopu</w:t>
      </w:r>
      <w:r>
        <w:t xml:space="preserve">. Po potrditvi zahteve na strani distributerja se starta poslovni proces sklepanje pogodbe o dostopu za scenarij </w:t>
      </w:r>
      <w:r w:rsidR="003E31E0">
        <w:t>nova pogodba za obstoječi SzP</w:t>
      </w:r>
      <w:r>
        <w:t>. Status oddane zahteve dobavitelj spremlja preko nabora storitev za evidenco zahtev.</w:t>
      </w:r>
    </w:p>
    <w:p w14:paraId="75B856E5" w14:textId="77777777" w:rsidR="00BB74D4" w:rsidRDefault="00BB74D4" w:rsidP="00BB74D4">
      <w:pPr>
        <w:pStyle w:val="Heading2"/>
        <w:ind w:left="578" w:hanging="578"/>
      </w:pPr>
      <w:bookmarkStart w:id="169" w:name="_Toc463011853"/>
      <w:r>
        <w:t>Tehnološki predpogoji uporabe WS</w:t>
      </w:r>
      <w:bookmarkEnd w:id="169"/>
    </w:p>
    <w:p w14:paraId="5DBD91E5" w14:textId="1C2C40D5" w:rsidR="00BB74D4" w:rsidRDefault="00BB74D4" w:rsidP="00BB74D4">
      <w:r>
        <w:t xml:space="preserve">Uporabnik storitve mora vzpostaviti povezavo do spletnega mesta </w:t>
      </w:r>
      <w:r w:rsidRPr="00F77B12">
        <w:t xml:space="preserve">services.informatika.si </w:t>
      </w:r>
      <w:r>
        <w:t xml:space="preserve">ter </w:t>
      </w:r>
      <w:r w:rsidRPr="00F77B12">
        <w:t>services</w:t>
      </w:r>
      <w:r>
        <w:t>-test</w:t>
      </w:r>
      <w:r w:rsidRPr="00F77B12">
        <w:t>.informatika.si</w:t>
      </w:r>
      <w:r>
        <w:t xml:space="preserve"> in zaupati ce</w:t>
      </w:r>
      <w:r w:rsidR="000E04B4">
        <w:t>r</w:t>
      </w:r>
      <w:r>
        <w:t>tifikatu spletnega mesta. Klici so varovani z uporabniškim imenom in geslom.</w:t>
      </w:r>
    </w:p>
    <w:p w14:paraId="095C6B38" w14:textId="77777777" w:rsidR="00BF6BF1" w:rsidRDefault="00BF6BF1" w:rsidP="00BB74D4"/>
    <w:p w14:paraId="7A8FC1D3" w14:textId="31133F80" w:rsidR="00BF6BF1" w:rsidRPr="008F123C" w:rsidRDefault="00BF6BF1" w:rsidP="008F123C">
      <w:pPr>
        <w:pStyle w:val="Heading1"/>
        <w:ind w:left="431" w:hanging="431"/>
      </w:pPr>
      <w:bookmarkStart w:id="170" w:name="_Toc463011854"/>
      <w:r w:rsidRPr="008F123C">
        <w:lastRenderedPageBreak/>
        <w:t>Sklepanje PoD sprememba bremenitve</w:t>
      </w:r>
      <w:bookmarkEnd w:id="170"/>
    </w:p>
    <w:p w14:paraId="780BA79F" w14:textId="77777777" w:rsidR="00BF6BF1" w:rsidRPr="00F77B12" w:rsidRDefault="00BF6BF1" w:rsidP="00BF6BF1">
      <w:pPr>
        <w:pStyle w:val="Heading2"/>
      </w:pPr>
      <w:bookmarkStart w:id="171" w:name="_Toc463011855"/>
      <w:r w:rsidRPr="00F77B12">
        <w:t>Kratek opis in namen WS</w:t>
      </w:r>
      <w:bookmarkEnd w:id="171"/>
    </w:p>
    <w:p w14:paraId="722A7538" w14:textId="19A46C6A" w:rsidR="00BF6BF1" w:rsidRDefault="00BF6BF1" w:rsidP="00BF6BF1">
      <w:r>
        <w:t>Storitev je namenjena oddaji zahteve za spremembo bremenitve za izbrano merilno mesto.</w:t>
      </w:r>
    </w:p>
    <w:p w14:paraId="61DFEC4A" w14:textId="77777777" w:rsidR="00BF6BF1" w:rsidRDefault="00BF6BF1" w:rsidP="00BF6BF1">
      <w:pPr>
        <w:pStyle w:val="NoSpacing"/>
        <w:numPr>
          <w:ilvl w:val="0"/>
          <w:numId w:val="27"/>
        </w:numPr>
      </w:pPr>
      <w:r>
        <w:t>Url produkcija:</w:t>
      </w:r>
    </w:p>
    <w:p w14:paraId="6678B1F7" w14:textId="6D4B92DC" w:rsidR="00BF6BF1" w:rsidRPr="00F77B12" w:rsidRDefault="00A25B3C" w:rsidP="00BF6BF1">
      <w:pPr>
        <w:pStyle w:val="NoSpacing"/>
        <w:rPr>
          <w:sz w:val="18"/>
          <w:szCs w:val="18"/>
        </w:rPr>
      </w:pPr>
      <w:hyperlink r:id="rId87" w:history="1">
        <w:r w:rsidR="00BF6BF1" w:rsidRPr="00F830EB">
          <w:rPr>
            <w:rStyle w:val="Hyperlink"/>
            <w:sz w:val="18"/>
            <w:szCs w:val="18"/>
          </w:rPr>
          <w:t>https://services.informatika.si/SklepanjePoDWeb/sca/SpremembaBremenitveStoritev?WSDL</w:t>
        </w:r>
      </w:hyperlink>
    </w:p>
    <w:p w14:paraId="3F503DD4" w14:textId="77777777" w:rsidR="00BF6BF1" w:rsidRPr="00F14E0C" w:rsidRDefault="00BF6BF1" w:rsidP="00BF6BF1">
      <w:pPr>
        <w:pStyle w:val="NoSpacing"/>
        <w:numPr>
          <w:ilvl w:val="0"/>
          <w:numId w:val="27"/>
        </w:numPr>
      </w:pPr>
      <w:r w:rsidRPr="00F14E0C">
        <w:t xml:space="preserve">Url test: </w:t>
      </w:r>
    </w:p>
    <w:p w14:paraId="0460B37A" w14:textId="3389524D" w:rsidR="00BF6BF1" w:rsidRPr="00F77B12" w:rsidRDefault="00A25B3C" w:rsidP="00BF6BF1">
      <w:pPr>
        <w:pStyle w:val="NoSpacing"/>
        <w:rPr>
          <w:sz w:val="18"/>
          <w:szCs w:val="18"/>
        </w:rPr>
      </w:pPr>
      <w:hyperlink r:id="rId88" w:history="1">
        <w:r w:rsidR="00BF6BF1" w:rsidRPr="00F830EB">
          <w:rPr>
            <w:rStyle w:val="Hyperlink"/>
            <w:sz w:val="18"/>
            <w:szCs w:val="18"/>
          </w:rPr>
          <w:t>https://services-test.informatika.si/SklepanjePoDWeb/sca/SpremembaBremenitveStoritev?WSDL</w:t>
        </w:r>
      </w:hyperlink>
    </w:p>
    <w:p w14:paraId="0CD21169" w14:textId="77777777" w:rsidR="00BF6BF1" w:rsidRPr="00F14E0C" w:rsidRDefault="00BF6BF1" w:rsidP="00BF6BF1">
      <w:pPr>
        <w:pStyle w:val="NoSpacing"/>
        <w:ind w:left="360"/>
      </w:pPr>
    </w:p>
    <w:p w14:paraId="71F2A48F" w14:textId="77777777" w:rsidR="00BF6BF1" w:rsidRDefault="00BF6BF1" w:rsidP="00BF6BF1">
      <w:pPr>
        <w:pStyle w:val="Heading2"/>
      </w:pPr>
      <w:bookmarkStart w:id="172" w:name="_Toc463011856"/>
      <w:r>
        <w:t>Verzioniranje WS</w:t>
      </w:r>
      <w:bookmarkEnd w:id="172"/>
    </w:p>
    <w:p w14:paraId="04A003BB" w14:textId="77777777" w:rsidR="00BF6BF1" w:rsidRPr="00F14E0C" w:rsidRDefault="00BF6BF1" w:rsidP="00BF6BF1">
      <w:r>
        <w:t>Verzija nabora storitev 1.0</w:t>
      </w:r>
    </w:p>
    <w:p w14:paraId="09BBC121" w14:textId="77777777" w:rsidR="00BF6BF1" w:rsidRDefault="00BF6BF1" w:rsidP="00BF6BF1">
      <w:pPr>
        <w:pStyle w:val="Heading2"/>
        <w:ind w:left="578" w:hanging="578"/>
      </w:pPr>
      <w:bookmarkStart w:id="173" w:name="_Toc463011857"/>
      <w:r>
        <w:t>Diagram poteka</w:t>
      </w:r>
      <w:bookmarkEnd w:id="173"/>
    </w:p>
    <w:p w14:paraId="02ECB834" w14:textId="77777777" w:rsidR="00BF6BF1" w:rsidRPr="0002293F" w:rsidRDefault="00BF6BF1" w:rsidP="00BF6BF1">
      <w:r>
        <w:t>Ni na voljo.</w:t>
      </w:r>
    </w:p>
    <w:p w14:paraId="4E63529F" w14:textId="77777777" w:rsidR="00BF6BF1" w:rsidRDefault="00BF6BF1" w:rsidP="00BF6BF1">
      <w:pPr>
        <w:pStyle w:val="Heading2"/>
        <w:ind w:left="578" w:hanging="578"/>
      </w:pPr>
      <w:bookmarkStart w:id="174" w:name="_Toc463011858"/>
      <w:r>
        <w:t>Način uporabe</w:t>
      </w:r>
      <w:bookmarkEnd w:id="174"/>
    </w:p>
    <w:p w14:paraId="53656C4A" w14:textId="2F23FCC4" w:rsidR="00BF6BF1" w:rsidRPr="0002293F" w:rsidRDefault="00BF6BF1" w:rsidP="00BF6BF1">
      <w:r>
        <w:t xml:space="preserve">Storitev se kliče za potrebe oddaje zahteve distributerju za </w:t>
      </w:r>
      <w:r w:rsidR="003F561E">
        <w:t>spremembo bremenitve</w:t>
      </w:r>
      <w:r>
        <w:t xml:space="preserve"> za izbrano merilno mesto. </w:t>
      </w:r>
    </w:p>
    <w:p w14:paraId="74F82B25" w14:textId="77777777" w:rsidR="00BF6BF1" w:rsidRDefault="00BF6BF1" w:rsidP="00BF6BF1">
      <w:pPr>
        <w:pStyle w:val="Heading2"/>
        <w:ind w:left="578" w:hanging="578"/>
      </w:pPr>
      <w:bookmarkStart w:id="175" w:name="_Toc463011859"/>
      <w:r>
        <w:t>Posebnosti</w:t>
      </w:r>
      <w:bookmarkEnd w:id="175"/>
    </w:p>
    <w:p w14:paraId="6F9C2998" w14:textId="5E28D8BB" w:rsidR="00BF6BF1" w:rsidRPr="0002293F" w:rsidRDefault="00BF6BF1" w:rsidP="00BF6BF1">
      <w:r>
        <w:t>Storitev kreira posebno vrsto zahteve v evidenci zahtev »3</w:t>
      </w:r>
      <w:r w:rsidR="00042F5F">
        <w:t>2</w:t>
      </w:r>
      <w:r>
        <w:t xml:space="preserve"> – Sprememba </w:t>
      </w:r>
      <w:r w:rsidR="00042F5F">
        <w:t>bremenitve</w:t>
      </w:r>
      <w:r>
        <w:t xml:space="preserve">«. Gre za zahtevo v evidenci zahtev, ki je ni možno oddati preko storitev za evidenco zahtev ampak preko opisane storitve Sklepanje PoD </w:t>
      </w:r>
      <w:r w:rsidR="00042F5F">
        <w:t>sprememba bremenitve</w:t>
      </w:r>
      <w:r>
        <w:t xml:space="preserve">. Po potrditvi zahteve na strani distributerja se </w:t>
      </w:r>
      <w:r w:rsidR="00042F5F">
        <w:t>izvede sprememba bremenitve ob prvem naslednjem poračunu za izbrano merilno mesto</w:t>
      </w:r>
      <w:r>
        <w:t>. Status oddane zahteve dobavitelj spremlja preko nabora storitev za evidenco zahtev.</w:t>
      </w:r>
    </w:p>
    <w:p w14:paraId="54F48F7F" w14:textId="77777777" w:rsidR="00BF6BF1" w:rsidRDefault="00BF6BF1" w:rsidP="00BF6BF1">
      <w:pPr>
        <w:pStyle w:val="Heading2"/>
        <w:ind w:left="578" w:hanging="578"/>
      </w:pPr>
      <w:bookmarkStart w:id="176" w:name="_Toc463011860"/>
      <w:r>
        <w:t>Tehnološki predpogoji uporabe WS</w:t>
      </w:r>
      <w:bookmarkEnd w:id="176"/>
    </w:p>
    <w:p w14:paraId="4531EEE7" w14:textId="15B6AD8A" w:rsidR="00BF6BF1" w:rsidRPr="00F77B12" w:rsidRDefault="00BF6BF1" w:rsidP="00BF6BF1">
      <w:r>
        <w:t xml:space="preserve">Uporabnik storitve mora vzpostaviti povezavo do spletnega mesta </w:t>
      </w:r>
      <w:r w:rsidRPr="00F77B12">
        <w:t xml:space="preserve">services.informatika.si </w:t>
      </w:r>
      <w:r>
        <w:t xml:space="preserve">ter </w:t>
      </w:r>
      <w:r w:rsidRPr="00F77B12">
        <w:t>services</w:t>
      </w:r>
      <w:r>
        <w:t>-test</w:t>
      </w:r>
      <w:r w:rsidRPr="00F77B12">
        <w:t>.informatika.si</w:t>
      </w:r>
      <w:r>
        <w:t xml:space="preserve"> in zaupati ce</w:t>
      </w:r>
      <w:r w:rsidR="000E04B4">
        <w:t>r</w:t>
      </w:r>
      <w:r>
        <w:t>tifikatu spletnega mesta. Klici so varovani z uporabniškim imenom in geslom.</w:t>
      </w:r>
    </w:p>
    <w:p w14:paraId="3989E7D6" w14:textId="77777777" w:rsidR="00BF6BF1" w:rsidRDefault="00BF6BF1" w:rsidP="00BB74D4"/>
    <w:p w14:paraId="76861C67" w14:textId="77777777" w:rsidR="00901A47" w:rsidRDefault="00901A47" w:rsidP="00BB74D4"/>
    <w:p w14:paraId="11FC9E05" w14:textId="77777777" w:rsidR="00901A47" w:rsidRDefault="00901A47" w:rsidP="00BB74D4"/>
    <w:p w14:paraId="73803C15" w14:textId="0E3F0AC8" w:rsidR="00901A47" w:rsidRDefault="00901A47" w:rsidP="00901A47">
      <w:pPr>
        <w:pStyle w:val="Heading1"/>
      </w:pPr>
      <w:bookmarkStart w:id="177" w:name="_Toc463011861"/>
      <w:r>
        <w:lastRenderedPageBreak/>
        <w:t>Sklepanje PoD odjava plačnika</w:t>
      </w:r>
      <w:r w:rsidR="00E104F0">
        <w:t xml:space="preserve"> (storitev je umaknjena iz uporabe)</w:t>
      </w:r>
      <w:bookmarkEnd w:id="177"/>
    </w:p>
    <w:p w14:paraId="198DEE16" w14:textId="77777777" w:rsidR="00901A47" w:rsidRPr="00F77B12" w:rsidRDefault="00901A47" w:rsidP="00901A47">
      <w:pPr>
        <w:pStyle w:val="Heading2"/>
      </w:pPr>
      <w:bookmarkStart w:id="178" w:name="_Toc463011862"/>
      <w:r w:rsidRPr="00F77B12">
        <w:t>Kratek opis in namen WS</w:t>
      </w:r>
      <w:bookmarkEnd w:id="178"/>
    </w:p>
    <w:p w14:paraId="74F39097" w14:textId="3FA4E5E3" w:rsidR="00901A47" w:rsidRDefault="00901A47" w:rsidP="00901A47">
      <w:r>
        <w:t>Storitev je namenjena oddaji zahteve za odjavo plačnika (posledica odpovedi pogodbe o dobavi s strani plačnika).</w:t>
      </w:r>
    </w:p>
    <w:p w14:paraId="3EFEDF73" w14:textId="77777777" w:rsidR="00901A47" w:rsidRDefault="00901A47" w:rsidP="00901A47">
      <w:pPr>
        <w:pStyle w:val="NoSpacing"/>
        <w:numPr>
          <w:ilvl w:val="0"/>
          <w:numId w:val="27"/>
        </w:numPr>
      </w:pPr>
      <w:r>
        <w:t>Url produkcija:</w:t>
      </w:r>
    </w:p>
    <w:p w14:paraId="52CF1C83" w14:textId="0D86D503" w:rsidR="00901A47" w:rsidRPr="00F77B12" w:rsidRDefault="00A25B3C" w:rsidP="00901A47">
      <w:pPr>
        <w:pStyle w:val="NoSpacing"/>
        <w:rPr>
          <w:sz w:val="18"/>
          <w:szCs w:val="18"/>
        </w:rPr>
      </w:pPr>
      <w:hyperlink r:id="rId89" w:history="1">
        <w:r w:rsidR="00DE2994" w:rsidRPr="00F830EB">
          <w:rPr>
            <w:rStyle w:val="Hyperlink"/>
            <w:sz w:val="18"/>
            <w:szCs w:val="18"/>
          </w:rPr>
          <w:t>https://services.informatika.si/SklepanjePoDWeb/sca/OdjavaPlacnikaStoritev?WSDL</w:t>
        </w:r>
      </w:hyperlink>
    </w:p>
    <w:p w14:paraId="6E85B058" w14:textId="77777777" w:rsidR="00901A47" w:rsidRPr="00F14E0C" w:rsidRDefault="00901A47" w:rsidP="00901A47">
      <w:pPr>
        <w:pStyle w:val="NoSpacing"/>
        <w:numPr>
          <w:ilvl w:val="0"/>
          <w:numId w:val="27"/>
        </w:numPr>
      </w:pPr>
      <w:r w:rsidRPr="00F14E0C">
        <w:t xml:space="preserve">Url test: </w:t>
      </w:r>
    </w:p>
    <w:p w14:paraId="19CB093F" w14:textId="51192E27" w:rsidR="00901A47" w:rsidRPr="00F77B12" w:rsidRDefault="00A25B3C" w:rsidP="00901A47">
      <w:pPr>
        <w:pStyle w:val="NoSpacing"/>
        <w:rPr>
          <w:sz w:val="18"/>
          <w:szCs w:val="18"/>
        </w:rPr>
      </w:pPr>
      <w:hyperlink r:id="rId90" w:history="1">
        <w:r w:rsidR="00DE2994" w:rsidRPr="00F830EB">
          <w:rPr>
            <w:rStyle w:val="Hyperlink"/>
            <w:sz w:val="18"/>
            <w:szCs w:val="18"/>
          </w:rPr>
          <w:t>https://services-test.informatika.si/SklepanjePoDWeb/sca/OdjavaPlacnikaStoritev?WSDL</w:t>
        </w:r>
      </w:hyperlink>
    </w:p>
    <w:p w14:paraId="1D2E714F" w14:textId="77777777" w:rsidR="00901A47" w:rsidRPr="00F14E0C" w:rsidRDefault="00901A47" w:rsidP="00901A47">
      <w:pPr>
        <w:pStyle w:val="NoSpacing"/>
        <w:ind w:left="360"/>
      </w:pPr>
    </w:p>
    <w:p w14:paraId="19BD98C0" w14:textId="77777777" w:rsidR="00901A47" w:rsidRDefault="00901A47" w:rsidP="00901A47">
      <w:pPr>
        <w:pStyle w:val="Heading2"/>
      </w:pPr>
      <w:bookmarkStart w:id="179" w:name="_Toc463011863"/>
      <w:r>
        <w:t>Verzioniranje WS</w:t>
      </w:r>
      <w:bookmarkEnd w:id="179"/>
    </w:p>
    <w:p w14:paraId="1999C84E" w14:textId="77777777" w:rsidR="00901A47" w:rsidRPr="00F14E0C" w:rsidRDefault="00901A47" w:rsidP="00901A47">
      <w:r>
        <w:t>Verzija nabora storitev 1.0</w:t>
      </w:r>
    </w:p>
    <w:p w14:paraId="3BA627E9" w14:textId="77777777" w:rsidR="00901A47" w:rsidRDefault="00901A47" w:rsidP="00901A47">
      <w:pPr>
        <w:pStyle w:val="Heading2"/>
        <w:ind w:left="578" w:hanging="578"/>
      </w:pPr>
      <w:bookmarkStart w:id="180" w:name="_Toc463011864"/>
      <w:r>
        <w:t>Diagram poteka</w:t>
      </w:r>
      <w:bookmarkEnd w:id="180"/>
    </w:p>
    <w:p w14:paraId="7055EBBC" w14:textId="77777777" w:rsidR="00901A47" w:rsidRPr="0002293F" w:rsidRDefault="00901A47" w:rsidP="00901A47">
      <w:r>
        <w:t>Ni na voljo.</w:t>
      </w:r>
    </w:p>
    <w:p w14:paraId="2B418030" w14:textId="77777777" w:rsidR="00901A47" w:rsidRDefault="00901A47" w:rsidP="00901A47">
      <w:pPr>
        <w:pStyle w:val="Heading2"/>
        <w:ind w:left="578" w:hanging="578"/>
      </w:pPr>
      <w:bookmarkStart w:id="181" w:name="_Toc463011865"/>
      <w:r>
        <w:t>Način uporabe</w:t>
      </w:r>
      <w:bookmarkEnd w:id="181"/>
    </w:p>
    <w:p w14:paraId="0ADF72B4" w14:textId="69F4C0E0" w:rsidR="00901A47" w:rsidRPr="0002293F" w:rsidRDefault="00901A47" w:rsidP="00901A47">
      <w:r>
        <w:t xml:space="preserve">Storitev se kliče za potrebe oddaje zahteve distributerju za </w:t>
      </w:r>
      <w:r w:rsidR="004F5DDC">
        <w:t>odjavo plačnika</w:t>
      </w:r>
      <w:r>
        <w:t xml:space="preserve"> za izbrano merilno mesto. </w:t>
      </w:r>
      <w:r w:rsidR="004F5DDC">
        <w:t>Scenarij se uporablja, kadar dobavitelj odstopa od pogodbe in je potrebno novega lastnika/plačnika pozvati k ureditvi pogodbe o dostopu, kar je naloga distributerja</w:t>
      </w:r>
      <w:r>
        <w:t>.</w:t>
      </w:r>
      <w:r w:rsidR="004F5DDC">
        <w:t xml:space="preserve"> V sklopu klica storitve se poda tudi števčno stanje na merilnem mestu.</w:t>
      </w:r>
    </w:p>
    <w:p w14:paraId="39401EE2" w14:textId="77777777" w:rsidR="00901A47" w:rsidRDefault="00901A47" w:rsidP="00901A47">
      <w:pPr>
        <w:pStyle w:val="Heading2"/>
        <w:ind w:left="578" w:hanging="578"/>
      </w:pPr>
      <w:bookmarkStart w:id="182" w:name="_Toc463011866"/>
      <w:r>
        <w:t>Posebnosti</w:t>
      </w:r>
      <w:bookmarkEnd w:id="182"/>
    </w:p>
    <w:p w14:paraId="6BEDA67B" w14:textId="2403FB7D" w:rsidR="00901A47" w:rsidRPr="0002293F" w:rsidRDefault="00901A47" w:rsidP="00901A47">
      <w:r>
        <w:t>Storitev kreira posebno vrsto zahteve v evidenci zahtev »3</w:t>
      </w:r>
      <w:r w:rsidR="004F5DDC">
        <w:t>3</w:t>
      </w:r>
      <w:r>
        <w:t xml:space="preserve"> – </w:t>
      </w:r>
      <w:r w:rsidR="004F5DDC">
        <w:t>Odjava plčanika</w:t>
      </w:r>
      <w:r>
        <w:t xml:space="preserve">«. Gre za zahtevo v evidenci zahtev, ki je ni možno oddati preko storitev za evidenco zahtev ampak preko opisane storitve Sklepanje PoD </w:t>
      </w:r>
      <w:r w:rsidR="004F5DDC">
        <w:t>odjava plačnika</w:t>
      </w:r>
      <w:r>
        <w:t xml:space="preserve">. Po potrditvi zahteve na strani distributerja se starta poslovni proces sklepanje pogodbe o dostopu za scenarij </w:t>
      </w:r>
      <w:r w:rsidR="00AA6A45">
        <w:t>odjava plačnika</w:t>
      </w:r>
      <w:r>
        <w:t>. Status oddane zahteve dobavitelj spremlja preko nabora storitev za evidenco zahtev.</w:t>
      </w:r>
    </w:p>
    <w:p w14:paraId="1718A97B" w14:textId="77777777" w:rsidR="00901A47" w:rsidRDefault="00901A47" w:rsidP="00901A47">
      <w:pPr>
        <w:pStyle w:val="Heading2"/>
        <w:ind w:left="578" w:hanging="578"/>
      </w:pPr>
      <w:bookmarkStart w:id="183" w:name="_Toc463011867"/>
      <w:r>
        <w:t>Tehnološki predpogoji uporabe WS</w:t>
      </w:r>
      <w:bookmarkEnd w:id="183"/>
    </w:p>
    <w:p w14:paraId="2346F05F" w14:textId="252EF696" w:rsidR="00901A47" w:rsidRDefault="00901A47" w:rsidP="00901A47">
      <w:r>
        <w:t xml:space="preserve">Uporabnik storitve mora vzpostaviti povezavo do spletnega mesta </w:t>
      </w:r>
      <w:r w:rsidRPr="00F77B12">
        <w:t xml:space="preserve">services.informatika.si </w:t>
      </w:r>
      <w:r>
        <w:t xml:space="preserve">ter </w:t>
      </w:r>
      <w:r w:rsidRPr="00F77B12">
        <w:t>services</w:t>
      </w:r>
      <w:r>
        <w:t>-test</w:t>
      </w:r>
      <w:r w:rsidRPr="00F77B12">
        <w:t>.informatika.si</w:t>
      </w:r>
      <w:r>
        <w:t xml:space="preserve"> in zaupati ce</w:t>
      </w:r>
      <w:r w:rsidR="000E04B4">
        <w:t>r</w:t>
      </w:r>
      <w:r>
        <w:t>tifikatu spletnega mesta. Klici so varovani z uporabniškim imenom in geslom.</w:t>
      </w:r>
    </w:p>
    <w:p w14:paraId="78E4F01E" w14:textId="0CEE08D1" w:rsidR="00753D55" w:rsidRPr="008F123C" w:rsidRDefault="00753D55" w:rsidP="008F123C">
      <w:pPr>
        <w:pStyle w:val="Heading1"/>
        <w:ind w:left="431" w:hanging="431"/>
      </w:pPr>
      <w:bookmarkStart w:id="184" w:name="_Toc463011868"/>
      <w:r w:rsidRPr="008F123C">
        <w:lastRenderedPageBreak/>
        <w:t>Evidenca sprememb vrni seznam sprememb MM</w:t>
      </w:r>
      <w:bookmarkEnd w:id="184"/>
    </w:p>
    <w:p w14:paraId="01DCB267" w14:textId="77777777" w:rsidR="00753D55" w:rsidRPr="00F77B12" w:rsidRDefault="00753D55" w:rsidP="00753D55">
      <w:pPr>
        <w:pStyle w:val="Heading2"/>
      </w:pPr>
      <w:bookmarkStart w:id="185" w:name="_Toc463011869"/>
      <w:r w:rsidRPr="00F77B12">
        <w:t>Kratek opis in namen WS</w:t>
      </w:r>
      <w:bookmarkEnd w:id="185"/>
    </w:p>
    <w:p w14:paraId="0AB4C481" w14:textId="49363B23" w:rsidR="00753D55" w:rsidRDefault="00753D55" w:rsidP="00753D55">
      <w:r>
        <w:t>Storitev je namenjena spremljanju vseh sprememb na merilnih mestih posameznega dobavitelja.</w:t>
      </w:r>
    </w:p>
    <w:p w14:paraId="53E34D59" w14:textId="77777777" w:rsidR="00753D55" w:rsidRDefault="00753D55" w:rsidP="00753D55">
      <w:pPr>
        <w:pStyle w:val="NoSpacing"/>
        <w:numPr>
          <w:ilvl w:val="0"/>
          <w:numId w:val="27"/>
        </w:numPr>
      </w:pPr>
      <w:r>
        <w:t>Url produkcija:</w:t>
      </w:r>
    </w:p>
    <w:p w14:paraId="521B40EA" w14:textId="73E621D0" w:rsidR="00753D55" w:rsidRPr="00F77B12" w:rsidRDefault="00A25B3C" w:rsidP="00753D55">
      <w:pPr>
        <w:pStyle w:val="NoSpacing"/>
        <w:rPr>
          <w:sz w:val="18"/>
          <w:szCs w:val="18"/>
        </w:rPr>
      </w:pPr>
      <w:hyperlink r:id="rId91" w:history="1">
        <w:r w:rsidR="00753D55" w:rsidRPr="00F830EB">
          <w:rPr>
            <w:rStyle w:val="Hyperlink"/>
            <w:sz w:val="18"/>
            <w:szCs w:val="18"/>
          </w:rPr>
          <w:t>https://services.informatika.si/EvidencaSpremembMMWeb/sca/VrniSeznamSpremembMMStoritev?WSDL</w:t>
        </w:r>
      </w:hyperlink>
    </w:p>
    <w:p w14:paraId="7A9629A5" w14:textId="77777777" w:rsidR="00753D55" w:rsidRPr="00F14E0C" w:rsidRDefault="00753D55" w:rsidP="00753D55">
      <w:pPr>
        <w:pStyle w:val="NoSpacing"/>
        <w:numPr>
          <w:ilvl w:val="0"/>
          <w:numId w:val="27"/>
        </w:numPr>
      </w:pPr>
      <w:r w:rsidRPr="00F14E0C">
        <w:t xml:space="preserve">Url test: </w:t>
      </w:r>
    </w:p>
    <w:p w14:paraId="6DC89A92" w14:textId="25C42E36" w:rsidR="00753D55" w:rsidRPr="00F77B12" w:rsidRDefault="00A25B3C" w:rsidP="00753D55">
      <w:pPr>
        <w:pStyle w:val="NoSpacing"/>
        <w:rPr>
          <w:sz w:val="18"/>
          <w:szCs w:val="18"/>
        </w:rPr>
      </w:pPr>
      <w:hyperlink r:id="rId92" w:history="1">
        <w:r w:rsidR="00753D55" w:rsidRPr="00F830EB">
          <w:rPr>
            <w:rStyle w:val="Hyperlink"/>
            <w:sz w:val="18"/>
            <w:szCs w:val="18"/>
          </w:rPr>
          <w:t>https://services-test.informatika.si/EvidencaSpremembMMWeb/sca/VrniSeznamSpremembMMStoritev?WSDL</w:t>
        </w:r>
      </w:hyperlink>
    </w:p>
    <w:p w14:paraId="43DEC827" w14:textId="77777777" w:rsidR="00753D55" w:rsidRPr="00F14E0C" w:rsidRDefault="00753D55" w:rsidP="00753D55">
      <w:pPr>
        <w:pStyle w:val="NoSpacing"/>
        <w:ind w:left="360"/>
      </w:pPr>
    </w:p>
    <w:p w14:paraId="54B15669" w14:textId="77777777" w:rsidR="00753D55" w:rsidRDefault="00753D55" w:rsidP="00753D55">
      <w:pPr>
        <w:pStyle w:val="NoSpacing"/>
        <w:numPr>
          <w:ilvl w:val="0"/>
          <w:numId w:val="27"/>
        </w:numPr>
      </w:pPr>
      <w:r w:rsidRPr="00F14E0C">
        <w:t>Šifranti url produkcija:</w:t>
      </w:r>
    </w:p>
    <w:p w14:paraId="324CD69B" w14:textId="22423929" w:rsidR="00753D55" w:rsidRPr="00F77B12" w:rsidRDefault="00A25B3C" w:rsidP="00753D55">
      <w:pPr>
        <w:pStyle w:val="NoSpacing"/>
        <w:rPr>
          <w:sz w:val="18"/>
          <w:szCs w:val="18"/>
        </w:rPr>
      </w:pPr>
      <w:hyperlink r:id="rId93" w:history="1">
        <w:r w:rsidR="00753D55" w:rsidRPr="00F830EB">
          <w:rPr>
            <w:rStyle w:val="Hyperlink"/>
            <w:sz w:val="18"/>
            <w:szCs w:val="18"/>
          </w:rPr>
          <w:t>https://services.informatika.si/EvidencaSpremembMMWeb /sca/VrniVrsteSpremembMMStoritev?WSDL</w:t>
        </w:r>
      </w:hyperlink>
    </w:p>
    <w:p w14:paraId="48D1D7B1" w14:textId="77777777" w:rsidR="00753D55" w:rsidRPr="00F77B12" w:rsidRDefault="00753D55" w:rsidP="00753D55">
      <w:pPr>
        <w:pStyle w:val="NoSpacing"/>
        <w:numPr>
          <w:ilvl w:val="0"/>
          <w:numId w:val="27"/>
        </w:numPr>
      </w:pPr>
      <w:r w:rsidRPr="00F14E0C">
        <w:t xml:space="preserve">Šifranti url test: </w:t>
      </w:r>
    </w:p>
    <w:p w14:paraId="354C83E8" w14:textId="2B3D2364" w:rsidR="00753D55" w:rsidRPr="00F77B12" w:rsidRDefault="00A25B3C" w:rsidP="00753D55">
      <w:pPr>
        <w:pStyle w:val="NoSpacing"/>
        <w:rPr>
          <w:sz w:val="18"/>
          <w:szCs w:val="18"/>
        </w:rPr>
      </w:pPr>
      <w:hyperlink r:id="rId94" w:history="1">
        <w:r w:rsidR="00753D55" w:rsidRPr="00F830EB">
          <w:rPr>
            <w:rStyle w:val="Hyperlink"/>
            <w:sz w:val="18"/>
            <w:szCs w:val="18"/>
          </w:rPr>
          <w:t>https://services-test.informatika.si/EvidencaSpremembMMWeb /sca/VrniVrsteSpremembMMStoritev?WSDL</w:t>
        </w:r>
      </w:hyperlink>
    </w:p>
    <w:p w14:paraId="536D369E" w14:textId="77777777" w:rsidR="00753D55" w:rsidRDefault="00753D55" w:rsidP="00753D55">
      <w:pPr>
        <w:pStyle w:val="Heading2"/>
      </w:pPr>
      <w:bookmarkStart w:id="186" w:name="_Toc463011870"/>
      <w:r>
        <w:t>Verzioniranje WS</w:t>
      </w:r>
      <w:bookmarkEnd w:id="186"/>
    </w:p>
    <w:p w14:paraId="1FD53559" w14:textId="77777777" w:rsidR="00753D55" w:rsidRPr="00F14E0C" w:rsidRDefault="00753D55" w:rsidP="00753D55">
      <w:r>
        <w:t>Verzija nabora storitev 1.0</w:t>
      </w:r>
    </w:p>
    <w:p w14:paraId="516C6B07" w14:textId="77777777" w:rsidR="00753D55" w:rsidRDefault="00753D55" w:rsidP="00753D55">
      <w:pPr>
        <w:pStyle w:val="Heading2"/>
        <w:ind w:left="578" w:hanging="578"/>
      </w:pPr>
      <w:bookmarkStart w:id="187" w:name="_Toc463011871"/>
      <w:r>
        <w:t>Diagram poteka</w:t>
      </w:r>
      <w:bookmarkEnd w:id="187"/>
    </w:p>
    <w:p w14:paraId="4752C143" w14:textId="77777777" w:rsidR="00753D55" w:rsidRPr="0002293F" w:rsidRDefault="00753D55" w:rsidP="00753D55">
      <w:r>
        <w:t>Ni na voljo.</w:t>
      </w:r>
    </w:p>
    <w:p w14:paraId="4CCCF963" w14:textId="77777777" w:rsidR="00753D55" w:rsidRDefault="00753D55" w:rsidP="00753D55">
      <w:pPr>
        <w:pStyle w:val="Heading2"/>
        <w:ind w:left="578" w:hanging="578"/>
      </w:pPr>
      <w:bookmarkStart w:id="188" w:name="_Toc463011872"/>
      <w:r>
        <w:t>Način uporabe</w:t>
      </w:r>
      <w:bookmarkEnd w:id="188"/>
    </w:p>
    <w:p w14:paraId="6E8820D5" w14:textId="5D6A9030" w:rsidR="00753D55" w:rsidRPr="0002293F" w:rsidRDefault="00753D55" w:rsidP="00753D55">
      <w:r>
        <w:t xml:space="preserve">Storitev se kliče za potrebe </w:t>
      </w:r>
      <w:r w:rsidR="00E00225">
        <w:t>spremljanja sprememb na merilnih mestih, ki so se zgodile na strani distributerja</w:t>
      </w:r>
      <w:r>
        <w:t>.</w:t>
      </w:r>
    </w:p>
    <w:p w14:paraId="77606B5C" w14:textId="77777777" w:rsidR="00753D55" w:rsidRDefault="00753D55" w:rsidP="00753D55">
      <w:pPr>
        <w:pStyle w:val="Heading2"/>
        <w:ind w:left="578" w:hanging="578"/>
      </w:pPr>
      <w:bookmarkStart w:id="189" w:name="_Toc463011873"/>
      <w:r>
        <w:t>Posebnosti</w:t>
      </w:r>
      <w:bookmarkEnd w:id="189"/>
    </w:p>
    <w:p w14:paraId="2A9728D3" w14:textId="183A3F88" w:rsidR="00753D55" w:rsidRPr="0002293F" w:rsidRDefault="00E40846" w:rsidP="00753D55">
      <w:r>
        <w:t>Vsaka sprememba, ki se zgodi na posameznem merilnem mestu, se evidentira v evidenci sprememb pri distributerju</w:t>
      </w:r>
      <w:r w:rsidR="00753D55">
        <w:t>.</w:t>
      </w:r>
      <w:r>
        <w:t xml:space="preserve"> Storitev omogoča, da lahko dobavitelj pridobi spremembe iz evidence sprememb za vsa merilna mesta, za katera je v podanem obdobju dobavitelj.</w:t>
      </w:r>
    </w:p>
    <w:p w14:paraId="0405F016" w14:textId="77777777" w:rsidR="00753D55" w:rsidRDefault="00753D55" w:rsidP="00753D55">
      <w:pPr>
        <w:pStyle w:val="Heading2"/>
        <w:ind w:left="578" w:hanging="578"/>
      </w:pPr>
      <w:bookmarkStart w:id="190" w:name="_Toc463011874"/>
      <w:r>
        <w:t>Tehnološki predpogoji uporabe WS</w:t>
      </w:r>
      <w:bookmarkEnd w:id="190"/>
    </w:p>
    <w:p w14:paraId="4C6279BC" w14:textId="72D82FC4" w:rsidR="00753D55" w:rsidRDefault="00753D55" w:rsidP="00753D55">
      <w:r>
        <w:t xml:space="preserve">Uporabnik storitve mora vzpostaviti povezavo do spletnega mesta </w:t>
      </w:r>
      <w:r w:rsidRPr="00F77B12">
        <w:t xml:space="preserve">services.informatika.si </w:t>
      </w:r>
      <w:r>
        <w:t xml:space="preserve">ter </w:t>
      </w:r>
      <w:r w:rsidRPr="00F77B12">
        <w:t>services</w:t>
      </w:r>
      <w:r>
        <w:t>-test</w:t>
      </w:r>
      <w:r w:rsidRPr="00F77B12">
        <w:t>.informatika.si</w:t>
      </w:r>
      <w:r>
        <w:t xml:space="preserve"> in zaupati certifikatu spletnega mesta. Klici so varovani z uporabniškim imenom in geslom.</w:t>
      </w:r>
    </w:p>
    <w:p w14:paraId="386B44C5" w14:textId="29A6B5C8" w:rsidR="00C20707" w:rsidRPr="008F123C" w:rsidRDefault="00C20707" w:rsidP="008F123C">
      <w:pPr>
        <w:pStyle w:val="Heading1"/>
        <w:ind w:left="431" w:hanging="431"/>
      </w:pPr>
      <w:bookmarkStart w:id="191" w:name="_Toc463011875"/>
      <w:r w:rsidRPr="008F123C">
        <w:lastRenderedPageBreak/>
        <w:t>Evidenca sprememb vrni seznam sprememb MM podrobno</w:t>
      </w:r>
      <w:bookmarkEnd w:id="191"/>
    </w:p>
    <w:p w14:paraId="063A0420" w14:textId="77777777" w:rsidR="00C20707" w:rsidRPr="00F77B12" w:rsidRDefault="00C20707" w:rsidP="00C20707">
      <w:pPr>
        <w:pStyle w:val="Heading2"/>
      </w:pPr>
      <w:bookmarkStart w:id="192" w:name="_Toc463011876"/>
      <w:r w:rsidRPr="00F77B12">
        <w:t>Kratek opis in namen WS</w:t>
      </w:r>
      <w:bookmarkEnd w:id="192"/>
    </w:p>
    <w:p w14:paraId="7ABCE8D5" w14:textId="5FD69282" w:rsidR="00C20707" w:rsidRDefault="00C20707" w:rsidP="00C20707">
      <w:r>
        <w:t>Storitev je namenjena podrobnemu spremljanju seznama pridobljenih in izgubljenih merilnih mest v okviru procesa menjave dobavitelja.</w:t>
      </w:r>
    </w:p>
    <w:p w14:paraId="3C3D2FD6" w14:textId="77777777" w:rsidR="00C20707" w:rsidRDefault="00C20707" w:rsidP="00C20707">
      <w:pPr>
        <w:pStyle w:val="NoSpacing"/>
        <w:numPr>
          <w:ilvl w:val="0"/>
          <w:numId w:val="27"/>
        </w:numPr>
      </w:pPr>
      <w:r>
        <w:t>Url produkcija:</w:t>
      </w:r>
    </w:p>
    <w:p w14:paraId="1260F358" w14:textId="0AB3AC75" w:rsidR="00C20707" w:rsidRPr="00F77B12" w:rsidRDefault="00A25B3C" w:rsidP="00C20707">
      <w:pPr>
        <w:pStyle w:val="NoSpacing"/>
        <w:rPr>
          <w:sz w:val="18"/>
          <w:szCs w:val="18"/>
        </w:rPr>
      </w:pPr>
      <w:hyperlink r:id="rId95" w:history="1">
        <w:r w:rsidR="00DC5EB2" w:rsidRPr="00F830EB">
          <w:rPr>
            <w:rStyle w:val="Hyperlink"/>
            <w:sz w:val="18"/>
            <w:szCs w:val="18"/>
          </w:rPr>
          <w:t>https://services.informatika.si/EvidencaSpremembMMWeb/sca/VrniSeznamSpremembMMPodrobnoStoritev?WSDL</w:t>
        </w:r>
      </w:hyperlink>
    </w:p>
    <w:p w14:paraId="2C643F33" w14:textId="77777777" w:rsidR="00C20707" w:rsidRPr="00F14E0C" w:rsidRDefault="00C20707" w:rsidP="00C20707">
      <w:pPr>
        <w:pStyle w:val="NoSpacing"/>
        <w:numPr>
          <w:ilvl w:val="0"/>
          <w:numId w:val="27"/>
        </w:numPr>
      </w:pPr>
      <w:r w:rsidRPr="00F14E0C">
        <w:t xml:space="preserve">Url test: </w:t>
      </w:r>
    </w:p>
    <w:p w14:paraId="1CD96544" w14:textId="0C0F12A6" w:rsidR="00C20707" w:rsidRPr="00F77B12" w:rsidRDefault="00A25B3C" w:rsidP="00C20707">
      <w:pPr>
        <w:pStyle w:val="NoSpacing"/>
        <w:rPr>
          <w:sz w:val="18"/>
          <w:szCs w:val="18"/>
        </w:rPr>
      </w:pPr>
      <w:hyperlink r:id="rId96" w:history="1">
        <w:r w:rsidR="00DC5EB2" w:rsidRPr="00F830EB">
          <w:rPr>
            <w:rStyle w:val="Hyperlink"/>
            <w:sz w:val="18"/>
            <w:szCs w:val="18"/>
          </w:rPr>
          <w:t>https://services-test.informatika.si/EvidencaSpremembMMWeb/sca/VrniSeznamSpremembMMPodrobnoStoritev?WSDL</w:t>
        </w:r>
      </w:hyperlink>
    </w:p>
    <w:p w14:paraId="5B0E9E18" w14:textId="77777777" w:rsidR="00C20707" w:rsidRPr="00F14E0C" w:rsidRDefault="00C20707" w:rsidP="00C20707">
      <w:pPr>
        <w:pStyle w:val="NoSpacing"/>
        <w:ind w:left="360"/>
      </w:pPr>
    </w:p>
    <w:p w14:paraId="1A36F276" w14:textId="77777777" w:rsidR="00C20707" w:rsidRDefault="00C20707" w:rsidP="00C20707">
      <w:pPr>
        <w:pStyle w:val="Heading2"/>
      </w:pPr>
      <w:bookmarkStart w:id="193" w:name="_Toc463011877"/>
      <w:r>
        <w:t>Verzioniranje WS</w:t>
      </w:r>
      <w:bookmarkEnd w:id="193"/>
    </w:p>
    <w:p w14:paraId="49004C31" w14:textId="77777777" w:rsidR="00C20707" w:rsidRPr="00F14E0C" w:rsidRDefault="00C20707" w:rsidP="00C20707">
      <w:r>
        <w:t>Verzija nabora storitev 1.0</w:t>
      </w:r>
    </w:p>
    <w:p w14:paraId="2B77DDE7" w14:textId="77777777" w:rsidR="00C20707" w:rsidRDefault="00C20707" w:rsidP="00C20707">
      <w:pPr>
        <w:pStyle w:val="Heading2"/>
        <w:ind w:left="578" w:hanging="578"/>
      </w:pPr>
      <w:bookmarkStart w:id="194" w:name="_Toc463011878"/>
      <w:r>
        <w:t>Diagram poteka</w:t>
      </w:r>
      <w:bookmarkEnd w:id="194"/>
    </w:p>
    <w:p w14:paraId="3088A230" w14:textId="77777777" w:rsidR="00C20707" w:rsidRPr="0002293F" w:rsidRDefault="00C20707" w:rsidP="00C20707">
      <w:r>
        <w:t>Ni na voljo.</w:t>
      </w:r>
    </w:p>
    <w:p w14:paraId="04C2D8EB" w14:textId="77777777" w:rsidR="00C20707" w:rsidRDefault="00C20707" w:rsidP="00C20707">
      <w:pPr>
        <w:pStyle w:val="Heading2"/>
        <w:ind w:left="578" w:hanging="578"/>
      </w:pPr>
      <w:bookmarkStart w:id="195" w:name="_Toc463011879"/>
      <w:r>
        <w:t>Način uporabe</w:t>
      </w:r>
      <w:bookmarkEnd w:id="195"/>
    </w:p>
    <w:p w14:paraId="42085BCE" w14:textId="2A5B2532" w:rsidR="00C20707" w:rsidRDefault="00C20707" w:rsidP="00C20707">
      <w:r>
        <w:t xml:space="preserve">Storitev se kliče za potrebe </w:t>
      </w:r>
      <w:r w:rsidR="00DC5EB2">
        <w:t>podrobnega spremljanja seznama pridobljenih in izgubljenih merilnih mest kot posledice menjave dobavitelja</w:t>
      </w:r>
      <w:r>
        <w:t>.</w:t>
      </w:r>
      <w:r w:rsidR="00DC5EB2">
        <w:t xml:space="preserve"> Pri klicu storitve se poda vrsta spremembe, kater podrobne podatke želi dobavitelj pridobiti:</w:t>
      </w:r>
    </w:p>
    <w:p w14:paraId="05AEC33D" w14:textId="5E552CB5" w:rsidR="00DC5EB2" w:rsidRDefault="00804D8B" w:rsidP="00DC5EB2">
      <w:pPr>
        <w:pStyle w:val="ListParagraph"/>
        <w:numPr>
          <w:ilvl w:val="0"/>
          <w:numId w:val="27"/>
        </w:numPr>
      </w:pPr>
      <w:r>
        <w:t>21 - Menjava dobavitelja kandidata za pridobljeno MM</w:t>
      </w:r>
    </w:p>
    <w:p w14:paraId="04A0FBE4" w14:textId="1AAF5010" w:rsidR="00804D8B" w:rsidRDefault="00804D8B" w:rsidP="00DC5EB2">
      <w:pPr>
        <w:pStyle w:val="ListParagraph"/>
        <w:numPr>
          <w:ilvl w:val="0"/>
          <w:numId w:val="27"/>
        </w:numPr>
      </w:pPr>
      <w:r>
        <w:t>22 - Menjava dobavitelja kandidata za izgubljeno MM</w:t>
      </w:r>
    </w:p>
    <w:p w14:paraId="529F434A" w14:textId="5825B73A" w:rsidR="00804D8B" w:rsidRDefault="00804D8B" w:rsidP="00DC5EB2">
      <w:pPr>
        <w:pStyle w:val="ListParagraph"/>
        <w:numPr>
          <w:ilvl w:val="0"/>
          <w:numId w:val="27"/>
        </w:numPr>
      </w:pPr>
      <w:r>
        <w:t>8 - Menjava dobavitelja pridobljeno MM</w:t>
      </w:r>
    </w:p>
    <w:p w14:paraId="7F481AFE" w14:textId="09B68B55" w:rsidR="00804D8B" w:rsidRPr="0002293F" w:rsidRDefault="00804D8B" w:rsidP="00DC5EB2">
      <w:pPr>
        <w:pStyle w:val="ListParagraph"/>
        <w:numPr>
          <w:ilvl w:val="0"/>
          <w:numId w:val="27"/>
        </w:numPr>
      </w:pPr>
      <w:r>
        <w:t>9 - Menjava dobavitelja izgubljeno MM</w:t>
      </w:r>
    </w:p>
    <w:p w14:paraId="55B6BCA9" w14:textId="77777777" w:rsidR="00C20707" w:rsidRDefault="00C20707" w:rsidP="00C20707">
      <w:pPr>
        <w:pStyle w:val="Heading2"/>
        <w:ind w:left="578" w:hanging="578"/>
      </w:pPr>
      <w:bookmarkStart w:id="196" w:name="_Toc463011880"/>
      <w:r>
        <w:t>Posebnosti</w:t>
      </w:r>
      <w:bookmarkEnd w:id="196"/>
    </w:p>
    <w:p w14:paraId="5E707C87" w14:textId="215A06EF" w:rsidR="00C20707" w:rsidRPr="0002293F" w:rsidRDefault="00C20707" w:rsidP="00C20707">
      <w:r>
        <w:t xml:space="preserve">Vsaka sprememba, ki se zgodi na posameznem merilnem mestu, se evidentira v evidenci sprememb pri distributerju. </w:t>
      </w:r>
      <w:r w:rsidR="00823CAD">
        <w:t>Merilno mesto postane kandidat za pridobljeno oz. izgubljeno v trenutku, ko distributer potrdi zahtevo za menjavo dobavitelja. Merilno mesto postane pridobljeno oz. izgubljeno, ko se izvede poračun in izvrši prevezava dobavitelja</w:t>
      </w:r>
      <w:r>
        <w:t>.</w:t>
      </w:r>
    </w:p>
    <w:p w14:paraId="1C663EC8" w14:textId="77777777" w:rsidR="00C20707" w:rsidRDefault="00C20707" w:rsidP="00C20707">
      <w:pPr>
        <w:pStyle w:val="Heading2"/>
        <w:ind w:left="578" w:hanging="578"/>
      </w:pPr>
      <w:bookmarkStart w:id="197" w:name="_Toc463011881"/>
      <w:r>
        <w:t>Tehnološki predpogoji uporabe WS</w:t>
      </w:r>
      <w:bookmarkEnd w:id="197"/>
    </w:p>
    <w:p w14:paraId="36496317" w14:textId="19833C2D" w:rsidR="00C20707" w:rsidRDefault="00C20707" w:rsidP="00C20707">
      <w:r>
        <w:t xml:space="preserve">Uporabnik storitve mora vzpostaviti povezavo do spletnega mesta </w:t>
      </w:r>
      <w:r w:rsidRPr="00F77B12">
        <w:t xml:space="preserve">services.informatika.si </w:t>
      </w:r>
      <w:r>
        <w:t xml:space="preserve">ter </w:t>
      </w:r>
      <w:r w:rsidRPr="00F77B12">
        <w:t>services</w:t>
      </w:r>
      <w:r>
        <w:t>-test</w:t>
      </w:r>
      <w:r w:rsidRPr="00F77B12">
        <w:t>.informatika.si</w:t>
      </w:r>
      <w:r>
        <w:t xml:space="preserve"> in zaupati certifikatu spletnega mesta. Klici so varovani z uporabniškim imenom in geslom.</w:t>
      </w:r>
    </w:p>
    <w:p w14:paraId="08ED07CC" w14:textId="77777777" w:rsidR="009E1DEB" w:rsidRDefault="009E1DEB" w:rsidP="00C20707"/>
    <w:p w14:paraId="22641961" w14:textId="17336E3D" w:rsidR="009E1DEB" w:rsidRPr="008F123C" w:rsidRDefault="009E1DEB" w:rsidP="009E1DEB">
      <w:pPr>
        <w:pStyle w:val="Heading1"/>
        <w:ind w:left="431" w:hanging="431"/>
      </w:pPr>
      <w:bookmarkStart w:id="198" w:name="_Toc463011882"/>
      <w:r w:rsidRPr="008F123C">
        <w:lastRenderedPageBreak/>
        <w:t xml:space="preserve">Evidenca sprememb vrni seznam sprememb </w:t>
      </w:r>
      <w:r>
        <w:t>MM glede na datum kreiranja</w:t>
      </w:r>
      <w:bookmarkEnd w:id="198"/>
    </w:p>
    <w:p w14:paraId="752E553C" w14:textId="77777777" w:rsidR="009E1DEB" w:rsidRPr="00F77B12" w:rsidRDefault="009E1DEB" w:rsidP="009E1DEB">
      <w:pPr>
        <w:pStyle w:val="Heading2"/>
      </w:pPr>
      <w:bookmarkStart w:id="199" w:name="_Toc463011883"/>
      <w:r w:rsidRPr="00F77B12">
        <w:t>Kratek opis in namen WS</w:t>
      </w:r>
      <w:bookmarkEnd w:id="199"/>
    </w:p>
    <w:p w14:paraId="0D88C514" w14:textId="51C7A259" w:rsidR="009E1DEB" w:rsidRDefault="009E1DEB" w:rsidP="009E1DEB">
      <w:r>
        <w:t>Storitev je namenjena podrobnemu spremljanju sprememb na merilnem mestu glede na datum nastanka spremembe in ne datuma za katerega je bila sprememba zavedena</w:t>
      </w:r>
      <w:r w:rsidR="00D616E4">
        <w:t>.</w:t>
      </w:r>
    </w:p>
    <w:p w14:paraId="52FD417E" w14:textId="77777777" w:rsidR="009E1DEB" w:rsidRDefault="009E1DEB" w:rsidP="009E1DEB">
      <w:pPr>
        <w:pStyle w:val="NoSpacing"/>
        <w:numPr>
          <w:ilvl w:val="0"/>
          <w:numId w:val="27"/>
        </w:numPr>
      </w:pPr>
      <w:r>
        <w:t>Url produkcija:</w:t>
      </w:r>
    </w:p>
    <w:p w14:paraId="52C91789" w14:textId="63E9FDEB" w:rsidR="009E1DEB" w:rsidRPr="009E1DEB" w:rsidRDefault="00A25B3C" w:rsidP="009E1DEB">
      <w:pPr>
        <w:rPr>
          <w:rStyle w:val="Hyperlink"/>
          <w:rFonts w:eastAsia="Times New Roman"/>
          <w:sz w:val="18"/>
          <w:szCs w:val="18"/>
          <w:lang w:val="en-US"/>
        </w:rPr>
      </w:pPr>
      <w:hyperlink r:id="rId97" w:history="1">
        <w:r w:rsidR="009E1DEB" w:rsidRPr="009E1DEB">
          <w:rPr>
            <w:rStyle w:val="Hyperlink"/>
            <w:rFonts w:eastAsia="Times New Roman"/>
            <w:sz w:val="18"/>
            <w:szCs w:val="18"/>
            <w:lang w:val="en-US"/>
          </w:rPr>
          <w:t>https://services.informatika.si/EvidencaSpremembMMWeb/sca/VrniSeznamSpremembMMPoDKreiranjaStoritev</w:t>
        </w:r>
      </w:hyperlink>
      <w:r w:rsidR="009E1DEB" w:rsidRPr="009E1DEB">
        <w:rPr>
          <w:rStyle w:val="Hyperlink"/>
          <w:rFonts w:eastAsia="Times New Roman"/>
          <w:sz w:val="18"/>
          <w:szCs w:val="18"/>
          <w:lang w:val="en-US"/>
        </w:rPr>
        <w:t>?WSDL</w:t>
      </w:r>
    </w:p>
    <w:p w14:paraId="4E339A55" w14:textId="77777777" w:rsidR="009E1DEB" w:rsidRPr="00F14E0C" w:rsidRDefault="009E1DEB" w:rsidP="009E1DEB">
      <w:pPr>
        <w:pStyle w:val="NoSpacing"/>
        <w:numPr>
          <w:ilvl w:val="0"/>
          <w:numId w:val="27"/>
        </w:numPr>
      </w:pPr>
      <w:r w:rsidRPr="00F14E0C">
        <w:t xml:space="preserve">Url test: </w:t>
      </w:r>
    </w:p>
    <w:p w14:paraId="2740D1BF" w14:textId="5DFF9194" w:rsidR="009E1DEB" w:rsidRPr="009E1DEB" w:rsidRDefault="00A25B3C" w:rsidP="009E1DEB">
      <w:pPr>
        <w:pStyle w:val="NoSpacing"/>
        <w:rPr>
          <w:sz w:val="16"/>
          <w:szCs w:val="16"/>
        </w:rPr>
      </w:pPr>
      <w:hyperlink r:id="rId98" w:history="1">
        <w:r w:rsidR="009E1DEB" w:rsidRPr="00115F1E">
          <w:rPr>
            <w:rStyle w:val="Hyperlink"/>
            <w:sz w:val="16"/>
            <w:szCs w:val="16"/>
          </w:rPr>
          <w:t>https://services-test.informatika.si/EvidencaSpremembMMWeb/sca/VrniSeznamSpremembMMPoDKreiranjaStoritev</w:t>
        </w:r>
      </w:hyperlink>
      <w:r w:rsidR="009E1DEB" w:rsidRPr="009E1DEB">
        <w:rPr>
          <w:rStyle w:val="Hyperlink"/>
          <w:sz w:val="16"/>
          <w:szCs w:val="16"/>
        </w:rPr>
        <w:t>?WSDL</w:t>
      </w:r>
    </w:p>
    <w:p w14:paraId="7CBB5CB5" w14:textId="77777777" w:rsidR="009E1DEB" w:rsidRDefault="009E1DEB" w:rsidP="009E1DEB">
      <w:pPr>
        <w:pStyle w:val="Heading2"/>
      </w:pPr>
      <w:bookmarkStart w:id="200" w:name="_Toc463011884"/>
      <w:r>
        <w:t>Verzioniranje WS</w:t>
      </w:r>
      <w:bookmarkEnd w:id="200"/>
    </w:p>
    <w:p w14:paraId="3AE0812B" w14:textId="77777777" w:rsidR="009E1DEB" w:rsidRPr="00F14E0C" w:rsidRDefault="009E1DEB" w:rsidP="009E1DEB">
      <w:r>
        <w:t>Verzija nabora storitev 1.0</w:t>
      </w:r>
    </w:p>
    <w:p w14:paraId="51C81A5F" w14:textId="77777777" w:rsidR="009E1DEB" w:rsidRDefault="009E1DEB" w:rsidP="009E1DEB">
      <w:pPr>
        <w:pStyle w:val="Heading2"/>
        <w:ind w:left="578" w:hanging="578"/>
      </w:pPr>
      <w:bookmarkStart w:id="201" w:name="_Toc463011885"/>
      <w:r>
        <w:t>Diagram poteka</w:t>
      </w:r>
      <w:bookmarkEnd w:id="201"/>
    </w:p>
    <w:p w14:paraId="04A8A0DB" w14:textId="77777777" w:rsidR="009E1DEB" w:rsidRPr="0002293F" w:rsidRDefault="009E1DEB" w:rsidP="009E1DEB">
      <w:r>
        <w:t>Ni na voljo.</w:t>
      </w:r>
    </w:p>
    <w:p w14:paraId="542FAC14" w14:textId="77777777" w:rsidR="009E1DEB" w:rsidRDefault="009E1DEB" w:rsidP="009E1DEB">
      <w:pPr>
        <w:pStyle w:val="Heading2"/>
        <w:ind w:left="578" w:hanging="578"/>
      </w:pPr>
      <w:bookmarkStart w:id="202" w:name="_Toc463011886"/>
      <w:r>
        <w:t>Način uporabe</w:t>
      </w:r>
      <w:bookmarkEnd w:id="202"/>
    </w:p>
    <w:p w14:paraId="5554EB8B" w14:textId="4F2B7358" w:rsidR="009E1DEB" w:rsidRPr="0002293F" w:rsidRDefault="009E1DEB" w:rsidP="009E1DEB">
      <w:r>
        <w:t xml:space="preserve">Storitev se kliče za potrebe podrobnega spremljanja sprememb na merilnem mestu glede na datum evidentiranja </w:t>
      </w:r>
      <w:r w:rsidR="00D616E4">
        <w:t>posamezne</w:t>
      </w:r>
      <w:r>
        <w:t xml:space="preserve"> spremembe.</w:t>
      </w:r>
    </w:p>
    <w:p w14:paraId="35DD04A5" w14:textId="77777777" w:rsidR="009E1DEB" w:rsidRDefault="009E1DEB" w:rsidP="009E1DEB">
      <w:pPr>
        <w:pStyle w:val="Heading2"/>
        <w:ind w:left="578" w:hanging="578"/>
      </w:pPr>
      <w:bookmarkStart w:id="203" w:name="_Toc463011887"/>
      <w:r>
        <w:t>Posebnosti</w:t>
      </w:r>
      <w:bookmarkEnd w:id="203"/>
    </w:p>
    <w:p w14:paraId="2C904EF4" w14:textId="50F4C904" w:rsidR="009E1DEB" w:rsidRPr="0002293F" w:rsidRDefault="009E1DEB" w:rsidP="009E1DEB">
      <w:r>
        <w:t>Vsaka sprememba, ki se zgodi na posameznem merilnem mestu, se evidentira v evidenci sprememb pri distributerju. Storitev omogoča, da lahko dobavitelj pridobi spremembe iz evidence sprememb za vsa merilna mesta, za katera je dobavitelj.</w:t>
      </w:r>
    </w:p>
    <w:p w14:paraId="7C7E8814" w14:textId="77777777" w:rsidR="009E1DEB" w:rsidRDefault="009E1DEB" w:rsidP="009E1DEB">
      <w:pPr>
        <w:pStyle w:val="Heading2"/>
        <w:ind w:left="578" w:hanging="578"/>
      </w:pPr>
      <w:bookmarkStart w:id="204" w:name="_Toc463011888"/>
      <w:r>
        <w:t>Tehnološki predpogoji uporabe WS</w:t>
      </w:r>
      <w:bookmarkEnd w:id="204"/>
    </w:p>
    <w:p w14:paraId="1D3756D6" w14:textId="77777777" w:rsidR="009E1DEB" w:rsidRDefault="009E1DEB" w:rsidP="009E1DEB">
      <w:r>
        <w:t xml:space="preserve">Uporabnik storitve mora vzpostaviti povezavo do spletnega mesta </w:t>
      </w:r>
      <w:r w:rsidRPr="00F77B12">
        <w:t xml:space="preserve">services.informatika.si </w:t>
      </w:r>
      <w:r>
        <w:t xml:space="preserve">ter </w:t>
      </w:r>
      <w:r w:rsidRPr="00F77B12">
        <w:t>services</w:t>
      </w:r>
      <w:r>
        <w:t>-test</w:t>
      </w:r>
      <w:r w:rsidRPr="00F77B12">
        <w:t>.informatika.si</w:t>
      </w:r>
      <w:r>
        <w:t xml:space="preserve"> in zaupati certifikatu spletnega mesta. Klici so varovani z uporabniškim imenom in geslom.</w:t>
      </w:r>
    </w:p>
    <w:p w14:paraId="0850E4BF" w14:textId="77777777" w:rsidR="009E1DEB" w:rsidRDefault="009E1DEB" w:rsidP="00C20707"/>
    <w:p w14:paraId="0117543A" w14:textId="30BA3F9D" w:rsidR="00DF6309" w:rsidRPr="00DF6309" w:rsidRDefault="00DF6309" w:rsidP="00DF6309">
      <w:pPr>
        <w:keepNext/>
        <w:keepLines/>
        <w:numPr>
          <w:ilvl w:val="0"/>
          <w:numId w:val="1"/>
        </w:numPr>
        <w:spacing w:before="480" w:after="240"/>
        <w:outlineLvl w:val="0"/>
        <w:rPr>
          <w:rFonts w:ascii="Cambria" w:eastAsia="Times New Roman" w:hAnsi="Cambria"/>
          <w:b/>
          <w:bCs/>
          <w:color w:val="1F497D"/>
          <w:sz w:val="28"/>
          <w:szCs w:val="28"/>
        </w:rPr>
      </w:pPr>
      <w:bookmarkStart w:id="205" w:name="_Toc463011889"/>
      <w:r>
        <w:rPr>
          <w:rFonts w:ascii="Cambria" w:eastAsia="Times New Roman" w:hAnsi="Cambria"/>
          <w:b/>
          <w:bCs/>
          <w:color w:val="1F497D"/>
          <w:sz w:val="28"/>
          <w:szCs w:val="28"/>
        </w:rPr>
        <w:lastRenderedPageBreak/>
        <w:t>Informativni obračun z odbirkom</w:t>
      </w:r>
      <w:bookmarkEnd w:id="205"/>
    </w:p>
    <w:p w14:paraId="7706DDAE" w14:textId="77777777" w:rsidR="00DF6309" w:rsidRPr="00DF6309" w:rsidRDefault="00DF6309" w:rsidP="00DF6309">
      <w:pPr>
        <w:keepNext/>
        <w:keepLines/>
        <w:numPr>
          <w:ilvl w:val="1"/>
          <w:numId w:val="1"/>
        </w:numPr>
        <w:spacing w:before="360" w:after="240"/>
        <w:outlineLvl w:val="1"/>
        <w:rPr>
          <w:rFonts w:ascii="Cambria" w:eastAsia="Times New Roman" w:hAnsi="Cambria"/>
          <w:b/>
          <w:bCs/>
          <w:sz w:val="26"/>
          <w:szCs w:val="26"/>
        </w:rPr>
      </w:pPr>
      <w:bookmarkStart w:id="206" w:name="_Toc463011890"/>
      <w:r w:rsidRPr="00DF6309">
        <w:rPr>
          <w:rFonts w:ascii="Cambria" w:eastAsia="Times New Roman" w:hAnsi="Cambria"/>
          <w:b/>
          <w:bCs/>
          <w:sz w:val="26"/>
          <w:szCs w:val="26"/>
        </w:rPr>
        <w:t>Kratek opis in namen WS</w:t>
      </w:r>
      <w:bookmarkEnd w:id="206"/>
    </w:p>
    <w:p w14:paraId="5D734748" w14:textId="601CD9FF" w:rsidR="00DF6309" w:rsidRPr="00DF6309" w:rsidRDefault="00DF6309" w:rsidP="00DF6309">
      <w:r w:rsidRPr="00DF6309">
        <w:t xml:space="preserve">Storitev je namenjena </w:t>
      </w:r>
      <w:r>
        <w:t>proženju informativnega obračuna OM in pridobivanju informativne priloge A</w:t>
      </w:r>
      <w:r w:rsidRPr="00DF6309">
        <w:t>.</w:t>
      </w:r>
    </w:p>
    <w:p w14:paraId="2A829044" w14:textId="77777777" w:rsidR="00DF6309" w:rsidRPr="00DF6309" w:rsidRDefault="00DF6309" w:rsidP="00DF6309">
      <w:pPr>
        <w:numPr>
          <w:ilvl w:val="0"/>
          <w:numId w:val="27"/>
        </w:numPr>
        <w:spacing w:after="0" w:line="240" w:lineRule="auto"/>
        <w:jc w:val="left"/>
        <w:rPr>
          <w:rFonts w:eastAsia="Times New Roman"/>
          <w:lang w:val="en-US"/>
        </w:rPr>
      </w:pPr>
      <w:r w:rsidRPr="00DF6309">
        <w:rPr>
          <w:rFonts w:eastAsia="Times New Roman"/>
          <w:lang w:val="en-US"/>
        </w:rPr>
        <w:t>Url produkcija:</w:t>
      </w:r>
    </w:p>
    <w:p w14:paraId="6DE544E3" w14:textId="35C917A8" w:rsidR="00DF6309" w:rsidRPr="00DF6309" w:rsidRDefault="00A25B3C" w:rsidP="00DF6309">
      <w:pPr>
        <w:spacing w:after="0" w:line="240" w:lineRule="auto"/>
        <w:jc w:val="left"/>
        <w:rPr>
          <w:rFonts w:eastAsia="Times New Roman"/>
          <w:color w:val="0000FF"/>
          <w:sz w:val="18"/>
          <w:szCs w:val="18"/>
          <w:u w:val="single"/>
          <w:lang w:val="en-US"/>
        </w:rPr>
      </w:pPr>
      <w:hyperlink r:id="rId99" w:history="1">
        <w:r w:rsidR="005C23FB" w:rsidRPr="00C83D91">
          <w:rPr>
            <w:rStyle w:val="Hyperlink"/>
            <w:rFonts w:eastAsia="Times New Roman"/>
            <w:sz w:val="18"/>
            <w:szCs w:val="18"/>
            <w:lang w:val="en-US"/>
          </w:rPr>
          <w:t>https://services.informatika.si/</w:t>
        </w:r>
        <w:r w:rsidR="005C23FB" w:rsidRPr="005C23FB">
          <w:rPr>
            <w:rStyle w:val="Hyperlink"/>
            <w:rFonts w:eastAsia="Times New Roman"/>
            <w:sz w:val="18"/>
            <w:szCs w:val="18"/>
            <w:lang w:val="en-US"/>
          </w:rPr>
          <w:t>InformativniObracunWeb/sca/InformativniObracunStoritev?wsdl</w:t>
        </w:r>
      </w:hyperlink>
    </w:p>
    <w:p w14:paraId="0F909D8C" w14:textId="77777777" w:rsidR="00DF6309" w:rsidRPr="00DF6309" w:rsidRDefault="00DF6309" w:rsidP="00DF6309">
      <w:pPr>
        <w:spacing w:after="0" w:line="240" w:lineRule="auto"/>
        <w:jc w:val="left"/>
        <w:rPr>
          <w:rFonts w:eastAsia="Times New Roman"/>
          <w:color w:val="0000FF"/>
          <w:sz w:val="18"/>
          <w:szCs w:val="18"/>
          <w:u w:val="single"/>
          <w:lang w:val="en-US"/>
        </w:rPr>
      </w:pPr>
    </w:p>
    <w:p w14:paraId="39F8B8AF" w14:textId="77777777" w:rsidR="00DF6309" w:rsidRPr="00DF6309" w:rsidRDefault="00DF6309" w:rsidP="00DF6309">
      <w:pPr>
        <w:numPr>
          <w:ilvl w:val="0"/>
          <w:numId w:val="27"/>
        </w:numPr>
        <w:spacing w:after="0" w:line="240" w:lineRule="auto"/>
        <w:jc w:val="left"/>
        <w:rPr>
          <w:rFonts w:eastAsia="Times New Roman"/>
          <w:lang w:val="en-US"/>
        </w:rPr>
      </w:pPr>
      <w:r w:rsidRPr="00DF6309">
        <w:rPr>
          <w:rFonts w:eastAsia="Times New Roman"/>
          <w:lang w:val="en-US"/>
        </w:rPr>
        <w:t xml:space="preserve">Url test: </w:t>
      </w:r>
    </w:p>
    <w:p w14:paraId="15D1ED97" w14:textId="2EDCDD45" w:rsidR="00DF6309" w:rsidRPr="005C23FB" w:rsidRDefault="00A25B3C" w:rsidP="00DF6309">
      <w:pPr>
        <w:spacing w:after="0" w:line="240" w:lineRule="auto"/>
        <w:jc w:val="left"/>
        <w:rPr>
          <w:rStyle w:val="Hyperlink"/>
          <w:lang w:val="en-US"/>
        </w:rPr>
      </w:pPr>
      <w:hyperlink r:id="rId100" w:history="1">
        <w:r w:rsidR="005C23FB" w:rsidRPr="00C83D91">
          <w:rPr>
            <w:rStyle w:val="Hyperlink"/>
            <w:rFonts w:eastAsia="Times New Roman"/>
            <w:sz w:val="18"/>
            <w:szCs w:val="18"/>
            <w:lang w:val="en-US"/>
          </w:rPr>
          <w:t>https://services-test.informatika.si/</w:t>
        </w:r>
        <w:r w:rsidR="005C23FB" w:rsidRPr="005C23FB">
          <w:rPr>
            <w:rStyle w:val="Hyperlink"/>
            <w:rFonts w:eastAsia="Times New Roman"/>
            <w:sz w:val="18"/>
            <w:szCs w:val="18"/>
            <w:lang w:val="en-US"/>
          </w:rPr>
          <w:t>InformativniObracunWeb/sca/InformativniObracunStoritev?wsdl</w:t>
        </w:r>
      </w:hyperlink>
    </w:p>
    <w:p w14:paraId="31946F6E" w14:textId="77777777" w:rsidR="00DF6309" w:rsidRPr="00DF6309" w:rsidRDefault="00DF6309" w:rsidP="00DF6309">
      <w:pPr>
        <w:spacing w:after="0" w:line="240" w:lineRule="auto"/>
        <w:ind w:left="360"/>
        <w:jc w:val="left"/>
        <w:rPr>
          <w:rFonts w:eastAsia="Times New Roman"/>
          <w:lang w:val="en-US"/>
        </w:rPr>
      </w:pPr>
    </w:p>
    <w:p w14:paraId="2683A3EE" w14:textId="77777777" w:rsidR="00DF6309" w:rsidRPr="00DF6309" w:rsidRDefault="00DF6309" w:rsidP="00DF6309">
      <w:pPr>
        <w:keepNext/>
        <w:keepLines/>
        <w:numPr>
          <w:ilvl w:val="1"/>
          <w:numId w:val="1"/>
        </w:numPr>
        <w:spacing w:before="360" w:after="240"/>
        <w:outlineLvl w:val="1"/>
        <w:rPr>
          <w:rFonts w:ascii="Cambria" w:eastAsia="Times New Roman" w:hAnsi="Cambria"/>
          <w:b/>
          <w:bCs/>
          <w:sz w:val="26"/>
          <w:szCs w:val="26"/>
        </w:rPr>
      </w:pPr>
      <w:bookmarkStart w:id="207" w:name="_Toc463011891"/>
      <w:r w:rsidRPr="00DF6309">
        <w:rPr>
          <w:rFonts w:ascii="Cambria" w:eastAsia="Times New Roman" w:hAnsi="Cambria"/>
          <w:b/>
          <w:bCs/>
          <w:sz w:val="26"/>
          <w:szCs w:val="26"/>
        </w:rPr>
        <w:t>Verzioniranje WS</w:t>
      </w:r>
      <w:bookmarkEnd w:id="207"/>
    </w:p>
    <w:p w14:paraId="2334BA8E" w14:textId="77777777" w:rsidR="00DF6309" w:rsidRPr="00DF6309" w:rsidRDefault="00DF6309" w:rsidP="00DF6309">
      <w:r w:rsidRPr="00DF6309">
        <w:t>Verzija nabora storitev 1.0</w:t>
      </w:r>
    </w:p>
    <w:p w14:paraId="38E58BF0" w14:textId="77777777" w:rsidR="00DF6309" w:rsidRPr="00DF6309" w:rsidRDefault="00DF6309" w:rsidP="00DF6309">
      <w:pPr>
        <w:keepNext/>
        <w:keepLines/>
        <w:numPr>
          <w:ilvl w:val="1"/>
          <w:numId w:val="1"/>
        </w:numPr>
        <w:spacing w:before="360" w:after="240"/>
        <w:ind w:left="578" w:hanging="578"/>
        <w:outlineLvl w:val="1"/>
        <w:rPr>
          <w:rFonts w:ascii="Cambria" w:eastAsia="Times New Roman" w:hAnsi="Cambria"/>
          <w:b/>
          <w:bCs/>
          <w:sz w:val="26"/>
          <w:szCs w:val="26"/>
        </w:rPr>
      </w:pPr>
      <w:bookmarkStart w:id="208" w:name="_Toc463011892"/>
      <w:r w:rsidRPr="00DF6309">
        <w:rPr>
          <w:rFonts w:ascii="Cambria" w:eastAsia="Times New Roman" w:hAnsi="Cambria"/>
          <w:b/>
          <w:bCs/>
          <w:sz w:val="26"/>
          <w:szCs w:val="26"/>
        </w:rPr>
        <w:t>Diagram poteka</w:t>
      </w:r>
      <w:bookmarkEnd w:id="208"/>
    </w:p>
    <w:p w14:paraId="5936526C" w14:textId="77777777" w:rsidR="00DF6309" w:rsidRPr="00DF6309" w:rsidRDefault="00DF6309" w:rsidP="00DF6309">
      <w:r w:rsidRPr="00DF6309">
        <w:t>Ni na voljo.</w:t>
      </w:r>
    </w:p>
    <w:p w14:paraId="1404EA14" w14:textId="77777777" w:rsidR="00DF6309" w:rsidRPr="00DF6309" w:rsidRDefault="00DF6309" w:rsidP="00DF6309">
      <w:pPr>
        <w:keepNext/>
        <w:keepLines/>
        <w:numPr>
          <w:ilvl w:val="1"/>
          <w:numId w:val="1"/>
        </w:numPr>
        <w:spacing w:before="360" w:after="240"/>
        <w:ind w:left="578" w:hanging="578"/>
        <w:outlineLvl w:val="1"/>
        <w:rPr>
          <w:rFonts w:ascii="Cambria" w:eastAsia="Times New Roman" w:hAnsi="Cambria"/>
          <w:b/>
          <w:bCs/>
          <w:sz w:val="26"/>
          <w:szCs w:val="26"/>
        </w:rPr>
      </w:pPr>
      <w:bookmarkStart w:id="209" w:name="_Toc463011893"/>
      <w:r w:rsidRPr="00DF6309">
        <w:rPr>
          <w:rFonts w:ascii="Cambria" w:eastAsia="Times New Roman" w:hAnsi="Cambria"/>
          <w:b/>
          <w:bCs/>
          <w:sz w:val="26"/>
          <w:szCs w:val="26"/>
        </w:rPr>
        <w:t>Način uporabe</w:t>
      </w:r>
      <w:bookmarkEnd w:id="209"/>
    </w:p>
    <w:p w14:paraId="1B94C9E0" w14:textId="4B9F88E6" w:rsidR="00DF6309" w:rsidRPr="00DF6309" w:rsidRDefault="00DF6309" w:rsidP="00DF6309">
      <w:r w:rsidRPr="00DF6309">
        <w:t xml:space="preserve">Storitev se kliče za potrebe </w:t>
      </w:r>
      <w:r w:rsidR="005C67EB">
        <w:t>potrebe izdelava informativnega obračuna dobavitelja, za katerega je potrebno izvesti informativni obračun omrežnine in pridobiti informativno prilogo A. Dobavitelj mora podati enotni identifikator in ustrezno strukturo odbirka.</w:t>
      </w:r>
    </w:p>
    <w:p w14:paraId="36114A3A" w14:textId="77777777" w:rsidR="00DF6309" w:rsidRPr="00DF6309" w:rsidRDefault="00DF6309" w:rsidP="00DF6309">
      <w:pPr>
        <w:keepNext/>
        <w:keepLines/>
        <w:numPr>
          <w:ilvl w:val="1"/>
          <w:numId w:val="1"/>
        </w:numPr>
        <w:spacing w:before="360" w:after="240"/>
        <w:ind w:left="578" w:hanging="578"/>
        <w:outlineLvl w:val="1"/>
        <w:rPr>
          <w:rFonts w:ascii="Cambria" w:eastAsia="Times New Roman" w:hAnsi="Cambria"/>
          <w:b/>
          <w:bCs/>
          <w:sz w:val="26"/>
          <w:szCs w:val="26"/>
        </w:rPr>
      </w:pPr>
      <w:bookmarkStart w:id="210" w:name="_Toc463011894"/>
      <w:r w:rsidRPr="00DF6309">
        <w:rPr>
          <w:rFonts w:ascii="Cambria" w:eastAsia="Times New Roman" w:hAnsi="Cambria"/>
          <w:b/>
          <w:bCs/>
          <w:sz w:val="26"/>
          <w:szCs w:val="26"/>
        </w:rPr>
        <w:t>Posebnosti</w:t>
      </w:r>
      <w:bookmarkEnd w:id="210"/>
    </w:p>
    <w:p w14:paraId="50596138" w14:textId="6C70912F" w:rsidR="00DF6309" w:rsidRPr="00DF6309" w:rsidRDefault="005C3013" w:rsidP="00DF6309">
      <w:r>
        <w:t>Informativni obračun z odbirkom</w:t>
      </w:r>
      <w:r w:rsidR="00DF6309" w:rsidRPr="00DF6309">
        <w:t xml:space="preserve"> je mogoče za merilna mesta, za katera je klicatelj dejanski dobavitelj na merilnem mestu. </w:t>
      </w:r>
      <w:r>
        <w:t>Informativni obračun z odbirkom je mogoč za tiste odbirke</w:t>
      </w:r>
      <w:r w:rsidR="00DF6309" w:rsidRPr="00DF6309">
        <w:t xml:space="preserve">, ki izpolnjujejo </w:t>
      </w:r>
      <w:r w:rsidR="004B2357">
        <w:t xml:space="preserve">osnovna </w:t>
      </w:r>
      <w:r w:rsidR="00DF6309" w:rsidRPr="00DF6309">
        <w:t>validacijska pravila</w:t>
      </w:r>
      <w:r w:rsidR="004B2357">
        <w:t xml:space="preserve"> pri vnosu odbirka</w:t>
      </w:r>
      <w:r w:rsidR="00DF6309" w:rsidRPr="00DF6309">
        <w:t xml:space="preserve">. V primeru, da odbirek ni v skladu s pravili, </w:t>
      </w:r>
      <w:r>
        <w:t>informativni obračun javi napako</w:t>
      </w:r>
      <w:r w:rsidR="00DF6309" w:rsidRPr="00DF6309">
        <w:t>.</w:t>
      </w:r>
    </w:p>
    <w:p w14:paraId="0FF38C7F" w14:textId="77777777" w:rsidR="00DF6309" w:rsidRPr="00DF6309" w:rsidRDefault="00DF6309" w:rsidP="00DF6309">
      <w:pPr>
        <w:keepNext/>
        <w:keepLines/>
        <w:numPr>
          <w:ilvl w:val="1"/>
          <w:numId w:val="1"/>
        </w:numPr>
        <w:spacing w:before="360" w:after="240"/>
        <w:ind w:left="578" w:hanging="578"/>
        <w:outlineLvl w:val="1"/>
        <w:rPr>
          <w:rFonts w:ascii="Cambria" w:eastAsia="Times New Roman" w:hAnsi="Cambria"/>
          <w:b/>
          <w:bCs/>
          <w:sz w:val="26"/>
          <w:szCs w:val="26"/>
        </w:rPr>
      </w:pPr>
      <w:bookmarkStart w:id="211" w:name="_Toc463011895"/>
      <w:r w:rsidRPr="00DF6309">
        <w:rPr>
          <w:rFonts w:ascii="Cambria" w:eastAsia="Times New Roman" w:hAnsi="Cambria"/>
          <w:b/>
          <w:bCs/>
          <w:sz w:val="26"/>
          <w:szCs w:val="26"/>
        </w:rPr>
        <w:t>Tehnološki predpogoji uporabe WS</w:t>
      </w:r>
      <w:bookmarkEnd w:id="211"/>
    </w:p>
    <w:p w14:paraId="53AE0B41" w14:textId="0D618DE0" w:rsidR="00DF6309" w:rsidRDefault="00DF6309" w:rsidP="00DF6309">
      <w:r w:rsidRPr="00DF6309">
        <w:t>Uporabnik storitve mora vzpostaviti povezavo do spletnega mesta services.informatika.si ter services-test.informatika.si in zaupati certifikatu spletnega mesta. Klici so varovani z uporabniškim imenom in geslom.</w:t>
      </w:r>
    </w:p>
    <w:p w14:paraId="7514B7FE" w14:textId="6D5B116D" w:rsidR="00D50D3D" w:rsidRDefault="00D50D3D">
      <w:pPr>
        <w:spacing w:after="0" w:line="240" w:lineRule="auto"/>
        <w:jc w:val="left"/>
      </w:pPr>
      <w:r>
        <w:br w:type="page"/>
      </w:r>
    </w:p>
    <w:p w14:paraId="3B3A90DF" w14:textId="59B87CCE" w:rsidR="00D50D3D" w:rsidRPr="00DF6309" w:rsidRDefault="00D50D3D" w:rsidP="00D50D3D">
      <w:pPr>
        <w:keepNext/>
        <w:keepLines/>
        <w:numPr>
          <w:ilvl w:val="0"/>
          <w:numId w:val="1"/>
        </w:numPr>
        <w:spacing w:before="480" w:after="240"/>
        <w:outlineLvl w:val="0"/>
        <w:rPr>
          <w:rFonts w:ascii="Cambria" w:eastAsia="Times New Roman" w:hAnsi="Cambria"/>
          <w:b/>
          <w:bCs/>
          <w:color w:val="1F497D"/>
          <w:sz w:val="28"/>
          <w:szCs w:val="28"/>
        </w:rPr>
      </w:pPr>
      <w:bookmarkStart w:id="212" w:name="_Toc463011896"/>
      <w:r>
        <w:rPr>
          <w:rFonts w:ascii="Cambria" w:eastAsia="Times New Roman" w:hAnsi="Cambria"/>
          <w:b/>
          <w:bCs/>
          <w:color w:val="1F497D"/>
          <w:sz w:val="28"/>
          <w:szCs w:val="28"/>
        </w:rPr>
        <w:lastRenderedPageBreak/>
        <w:t>Informativni obračun z odbirkom 2</w:t>
      </w:r>
      <w:bookmarkEnd w:id="212"/>
    </w:p>
    <w:p w14:paraId="50D4996C" w14:textId="77777777" w:rsidR="00D50D3D" w:rsidRPr="00DF6309" w:rsidRDefault="00D50D3D" w:rsidP="00D50D3D">
      <w:pPr>
        <w:keepNext/>
        <w:keepLines/>
        <w:numPr>
          <w:ilvl w:val="1"/>
          <w:numId w:val="1"/>
        </w:numPr>
        <w:spacing w:before="360" w:after="240"/>
        <w:outlineLvl w:val="1"/>
        <w:rPr>
          <w:rFonts w:ascii="Cambria" w:eastAsia="Times New Roman" w:hAnsi="Cambria"/>
          <w:b/>
          <w:bCs/>
          <w:sz w:val="26"/>
          <w:szCs w:val="26"/>
        </w:rPr>
      </w:pPr>
      <w:bookmarkStart w:id="213" w:name="_Toc463011897"/>
      <w:r w:rsidRPr="00DF6309">
        <w:rPr>
          <w:rFonts w:ascii="Cambria" w:eastAsia="Times New Roman" w:hAnsi="Cambria"/>
          <w:b/>
          <w:bCs/>
          <w:sz w:val="26"/>
          <w:szCs w:val="26"/>
        </w:rPr>
        <w:t>Kratek opis in namen WS</w:t>
      </w:r>
      <w:bookmarkEnd w:id="213"/>
    </w:p>
    <w:p w14:paraId="070E98FB" w14:textId="77777777" w:rsidR="00D50D3D" w:rsidRPr="00DF6309" w:rsidRDefault="00D50D3D" w:rsidP="00D50D3D">
      <w:r w:rsidRPr="00DF6309">
        <w:t xml:space="preserve">Storitev je namenjena </w:t>
      </w:r>
      <w:r>
        <w:t>proženju informativnega obračuna OM in pridobivanju informativne priloge A</w:t>
      </w:r>
      <w:r w:rsidRPr="00DF6309">
        <w:t>.</w:t>
      </w:r>
    </w:p>
    <w:p w14:paraId="560F995E" w14:textId="77777777" w:rsidR="00D50D3D" w:rsidRDefault="00D50D3D" w:rsidP="00D50D3D">
      <w:pPr>
        <w:numPr>
          <w:ilvl w:val="0"/>
          <w:numId w:val="27"/>
        </w:numPr>
        <w:spacing w:after="0" w:line="240" w:lineRule="auto"/>
        <w:jc w:val="left"/>
        <w:rPr>
          <w:rFonts w:eastAsia="Times New Roman"/>
          <w:lang w:val="en-US"/>
        </w:rPr>
      </w:pPr>
      <w:r w:rsidRPr="00DF6309">
        <w:rPr>
          <w:rFonts w:eastAsia="Times New Roman"/>
          <w:lang w:val="en-US"/>
        </w:rPr>
        <w:t>Url produkcija:</w:t>
      </w:r>
    </w:p>
    <w:p w14:paraId="1598CE92" w14:textId="5919B3A3" w:rsidR="00D50D3D" w:rsidRPr="00DF6309" w:rsidRDefault="00A25B3C" w:rsidP="00D50D3D">
      <w:pPr>
        <w:spacing w:after="0" w:line="240" w:lineRule="auto"/>
        <w:jc w:val="left"/>
        <w:rPr>
          <w:rFonts w:eastAsia="Times New Roman"/>
          <w:lang w:val="en-US"/>
        </w:rPr>
      </w:pPr>
      <w:hyperlink r:id="rId101" w:history="1">
        <w:r w:rsidR="00D50D3D" w:rsidRPr="006270FB">
          <w:rPr>
            <w:rStyle w:val="Hyperlink"/>
            <w:rFonts w:eastAsia="Times New Roman"/>
            <w:lang w:val="en-US"/>
          </w:rPr>
          <w:t>https://services.informatika.si/InformativniObracunWeb/sca/InformativniObracun2Storitev?WSDL</w:t>
        </w:r>
      </w:hyperlink>
      <w:r w:rsidR="00D50D3D">
        <w:rPr>
          <w:rFonts w:eastAsia="Times New Roman"/>
          <w:lang w:val="en-US"/>
        </w:rPr>
        <w:t xml:space="preserve"> </w:t>
      </w:r>
    </w:p>
    <w:p w14:paraId="1603CC1F" w14:textId="77777777" w:rsidR="00D50D3D" w:rsidRDefault="00D50D3D" w:rsidP="00D50D3D">
      <w:pPr>
        <w:numPr>
          <w:ilvl w:val="0"/>
          <w:numId w:val="27"/>
        </w:numPr>
        <w:spacing w:after="0" w:line="240" w:lineRule="auto"/>
        <w:jc w:val="left"/>
        <w:rPr>
          <w:rFonts w:eastAsia="Times New Roman"/>
          <w:lang w:val="en-US"/>
        </w:rPr>
      </w:pPr>
      <w:r w:rsidRPr="00DF6309">
        <w:rPr>
          <w:rFonts w:eastAsia="Times New Roman"/>
          <w:lang w:val="en-US"/>
        </w:rPr>
        <w:t xml:space="preserve">Url test: </w:t>
      </w:r>
    </w:p>
    <w:p w14:paraId="4A0D4A4F" w14:textId="7FFD936A" w:rsidR="00D50D3D" w:rsidRPr="00DF6309" w:rsidRDefault="00A25B3C" w:rsidP="00D50D3D">
      <w:pPr>
        <w:spacing w:after="0" w:line="240" w:lineRule="auto"/>
        <w:jc w:val="left"/>
        <w:rPr>
          <w:rFonts w:eastAsia="Times New Roman"/>
          <w:lang w:val="en-US"/>
        </w:rPr>
      </w:pPr>
      <w:hyperlink r:id="rId102" w:history="1">
        <w:r w:rsidR="00D50D3D" w:rsidRPr="006270FB">
          <w:rPr>
            <w:rStyle w:val="Hyperlink"/>
            <w:rFonts w:eastAsia="Times New Roman"/>
            <w:lang w:val="en-US"/>
          </w:rPr>
          <w:t>https://services-test.informatika.si/InformativniObracunWeb/sca/InformativniObracun2Storitev?WSDL</w:t>
        </w:r>
      </w:hyperlink>
      <w:r w:rsidR="00D50D3D">
        <w:rPr>
          <w:rFonts w:eastAsia="Times New Roman"/>
          <w:lang w:val="en-US"/>
        </w:rPr>
        <w:t xml:space="preserve"> </w:t>
      </w:r>
    </w:p>
    <w:p w14:paraId="15411332" w14:textId="77777777" w:rsidR="00D50D3D" w:rsidRPr="00DF6309" w:rsidRDefault="00D50D3D" w:rsidP="00D50D3D">
      <w:pPr>
        <w:keepNext/>
        <w:keepLines/>
        <w:numPr>
          <w:ilvl w:val="1"/>
          <w:numId w:val="1"/>
        </w:numPr>
        <w:spacing w:before="360" w:after="240"/>
        <w:outlineLvl w:val="1"/>
        <w:rPr>
          <w:rFonts w:ascii="Cambria" w:eastAsia="Times New Roman" w:hAnsi="Cambria"/>
          <w:b/>
          <w:bCs/>
          <w:sz w:val="26"/>
          <w:szCs w:val="26"/>
        </w:rPr>
      </w:pPr>
      <w:bookmarkStart w:id="214" w:name="_Toc463011898"/>
      <w:r w:rsidRPr="00DF6309">
        <w:rPr>
          <w:rFonts w:ascii="Cambria" w:eastAsia="Times New Roman" w:hAnsi="Cambria"/>
          <w:b/>
          <w:bCs/>
          <w:sz w:val="26"/>
          <w:szCs w:val="26"/>
        </w:rPr>
        <w:t>Verzioniranje WS</w:t>
      </w:r>
      <w:bookmarkEnd w:id="214"/>
    </w:p>
    <w:p w14:paraId="7C8A2C1E" w14:textId="77777777" w:rsidR="00D50D3D" w:rsidRPr="00DF6309" w:rsidRDefault="00D50D3D" w:rsidP="00D50D3D">
      <w:r w:rsidRPr="00DF6309">
        <w:t>Verzija nabora storitev 1.0</w:t>
      </w:r>
    </w:p>
    <w:p w14:paraId="5BCB7BA0" w14:textId="77777777" w:rsidR="00D50D3D" w:rsidRPr="00DF6309" w:rsidRDefault="00D50D3D" w:rsidP="00D50D3D">
      <w:pPr>
        <w:keepNext/>
        <w:keepLines/>
        <w:numPr>
          <w:ilvl w:val="1"/>
          <w:numId w:val="1"/>
        </w:numPr>
        <w:spacing w:before="360" w:after="240"/>
        <w:ind w:left="578" w:hanging="578"/>
        <w:outlineLvl w:val="1"/>
        <w:rPr>
          <w:rFonts w:ascii="Cambria" w:eastAsia="Times New Roman" w:hAnsi="Cambria"/>
          <w:b/>
          <w:bCs/>
          <w:sz w:val="26"/>
          <w:szCs w:val="26"/>
        </w:rPr>
      </w:pPr>
      <w:bookmarkStart w:id="215" w:name="_Toc463011899"/>
      <w:r w:rsidRPr="00DF6309">
        <w:rPr>
          <w:rFonts w:ascii="Cambria" w:eastAsia="Times New Roman" w:hAnsi="Cambria"/>
          <w:b/>
          <w:bCs/>
          <w:sz w:val="26"/>
          <w:szCs w:val="26"/>
        </w:rPr>
        <w:t>Diagram poteka</w:t>
      </w:r>
      <w:bookmarkEnd w:id="215"/>
    </w:p>
    <w:p w14:paraId="28528537" w14:textId="77777777" w:rsidR="00D50D3D" w:rsidRPr="00DF6309" w:rsidRDefault="00D50D3D" w:rsidP="00D50D3D">
      <w:r w:rsidRPr="00DF6309">
        <w:t>Ni na voljo.</w:t>
      </w:r>
    </w:p>
    <w:p w14:paraId="00CD4B87" w14:textId="77777777" w:rsidR="00D50D3D" w:rsidRPr="00DF6309" w:rsidRDefault="00D50D3D" w:rsidP="00D50D3D">
      <w:pPr>
        <w:keepNext/>
        <w:keepLines/>
        <w:numPr>
          <w:ilvl w:val="1"/>
          <w:numId w:val="1"/>
        </w:numPr>
        <w:spacing w:before="360" w:after="240"/>
        <w:ind w:left="578" w:hanging="578"/>
        <w:outlineLvl w:val="1"/>
        <w:rPr>
          <w:rFonts w:ascii="Cambria" w:eastAsia="Times New Roman" w:hAnsi="Cambria"/>
          <w:b/>
          <w:bCs/>
          <w:sz w:val="26"/>
          <w:szCs w:val="26"/>
        </w:rPr>
      </w:pPr>
      <w:bookmarkStart w:id="216" w:name="_Toc463011900"/>
      <w:r w:rsidRPr="00DF6309">
        <w:rPr>
          <w:rFonts w:ascii="Cambria" w:eastAsia="Times New Roman" w:hAnsi="Cambria"/>
          <w:b/>
          <w:bCs/>
          <w:sz w:val="26"/>
          <w:szCs w:val="26"/>
        </w:rPr>
        <w:t>Način uporabe</w:t>
      </w:r>
      <w:bookmarkEnd w:id="216"/>
    </w:p>
    <w:p w14:paraId="5ED72487" w14:textId="77777777" w:rsidR="00D50D3D" w:rsidRPr="00DF6309" w:rsidRDefault="00D50D3D" w:rsidP="00D50D3D">
      <w:r w:rsidRPr="00DF6309">
        <w:t xml:space="preserve">Storitev se kliče za potrebe </w:t>
      </w:r>
      <w:r>
        <w:t>potrebe izdelava informativnega obračuna dobavitelja, za katerega je potrebno izvesti informativni obračun omrežnine in pridobiti informativno prilogo A. Dobavitelj mora podati enotni identifikator in ustrezno strukturo odbirka.</w:t>
      </w:r>
    </w:p>
    <w:p w14:paraId="7EA12881" w14:textId="77777777" w:rsidR="00D50D3D" w:rsidRPr="00DF6309" w:rsidRDefault="00D50D3D" w:rsidP="00D50D3D">
      <w:pPr>
        <w:keepNext/>
        <w:keepLines/>
        <w:numPr>
          <w:ilvl w:val="1"/>
          <w:numId w:val="1"/>
        </w:numPr>
        <w:spacing w:before="360" w:after="240"/>
        <w:ind w:left="578" w:hanging="578"/>
        <w:outlineLvl w:val="1"/>
        <w:rPr>
          <w:rFonts w:ascii="Cambria" w:eastAsia="Times New Roman" w:hAnsi="Cambria"/>
          <w:b/>
          <w:bCs/>
          <w:sz w:val="26"/>
          <w:szCs w:val="26"/>
        </w:rPr>
      </w:pPr>
      <w:bookmarkStart w:id="217" w:name="_Toc463011901"/>
      <w:r w:rsidRPr="00DF6309">
        <w:rPr>
          <w:rFonts w:ascii="Cambria" w:eastAsia="Times New Roman" w:hAnsi="Cambria"/>
          <w:b/>
          <w:bCs/>
          <w:sz w:val="26"/>
          <w:szCs w:val="26"/>
        </w:rPr>
        <w:t>Posebnosti</w:t>
      </w:r>
      <w:bookmarkEnd w:id="217"/>
    </w:p>
    <w:p w14:paraId="079BE3E3" w14:textId="77777777" w:rsidR="00D50D3D" w:rsidRPr="00DF6309" w:rsidRDefault="00D50D3D" w:rsidP="00D50D3D">
      <w:r>
        <w:t>Informativni obračun z odbirkom</w:t>
      </w:r>
      <w:r w:rsidRPr="00DF6309">
        <w:t xml:space="preserve"> je mogoče za merilna mesta, za katera je klicatelj dejanski dobavitelj na merilnem mestu. </w:t>
      </w:r>
      <w:r>
        <w:t>Informativni obračun z odbirkom je mogoč za tiste odbirke</w:t>
      </w:r>
      <w:r w:rsidRPr="00DF6309">
        <w:t xml:space="preserve">, ki izpolnjujejo </w:t>
      </w:r>
      <w:r>
        <w:t xml:space="preserve">osnovna </w:t>
      </w:r>
      <w:r w:rsidRPr="00DF6309">
        <w:t>validacijska pravila</w:t>
      </w:r>
      <w:r>
        <w:t xml:space="preserve"> pri vnosu odbirka</w:t>
      </w:r>
      <w:r w:rsidRPr="00DF6309">
        <w:t xml:space="preserve">. V primeru, da odbirek ni v skladu s pravili, </w:t>
      </w:r>
      <w:r>
        <w:t>informativni obračun javi napako</w:t>
      </w:r>
      <w:r w:rsidRPr="00DF6309">
        <w:t>.</w:t>
      </w:r>
    </w:p>
    <w:p w14:paraId="02823B15" w14:textId="77777777" w:rsidR="00D50D3D" w:rsidRPr="00DF6309" w:rsidRDefault="00D50D3D" w:rsidP="00D50D3D">
      <w:pPr>
        <w:keepNext/>
        <w:keepLines/>
        <w:numPr>
          <w:ilvl w:val="1"/>
          <w:numId w:val="1"/>
        </w:numPr>
        <w:spacing w:before="360" w:after="240"/>
        <w:ind w:left="578" w:hanging="578"/>
        <w:outlineLvl w:val="1"/>
        <w:rPr>
          <w:rFonts w:ascii="Cambria" w:eastAsia="Times New Roman" w:hAnsi="Cambria"/>
          <w:b/>
          <w:bCs/>
          <w:sz w:val="26"/>
          <w:szCs w:val="26"/>
        </w:rPr>
      </w:pPr>
      <w:bookmarkStart w:id="218" w:name="_Toc463011902"/>
      <w:r w:rsidRPr="00DF6309">
        <w:rPr>
          <w:rFonts w:ascii="Cambria" w:eastAsia="Times New Roman" w:hAnsi="Cambria"/>
          <w:b/>
          <w:bCs/>
          <w:sz w:val="26"/>
          <w:szCs w:val="26"/>
        </w:rPr>
        <w:t>Tehnološki predpogoji uporabe WS</w:t>
      </w:r>
      <w:bookmarkEnd w:id="218"/>
    </w:p>
    <w:p w14:paraId="59215045" w14:textId="77777777" w:rsidR="00D50D3D" w:rsidRDefault="00D50D3D" w:rsidP="00D50D3D">
      <w:r w:rsidRPr="00DF6309">
        <w:t>Uporabnik storitve mora vzpostaviti povezavo do spletnega mesta services.informatika.si ter services-test.informatika.si in zaupati certifikatu spletnega mesta. Klici so varovani z uporabniškim imenom in geslom.</w:t>
      </w:r>
    </w:p>
    <w:p w14:paraId="2A524629" w14:textId="77777777" w:rsidR="00D50D3D" w:rsidRDefault="00D50D3D">
      <w:pPr>
        <w:spacing w:after="0" w:line="240" w:lineRule="auto"/>
        <w:jc w:val="left"/>
      </w:pPr>
      <w:r>
        <w:br w:type="page"/>
      </w:r>
    </w:p>
    <w:p w14:paraId="0087BE1F" w14:textId="5E3265A5" w:rsidR="00D65A56" w:rsidRPr="00DF6309" w:rsidRDefault="00D65A56" w:rsidP="00D65A56">
      <w:pPr>
        <w:keepNext/>
        <w:keepLines/>
        <w:numPr>
          <w:ilvl w:val="0"/>
          <w:numId w:val="1"/>
        </w:numPr>
        <w:spacing w:before="480" w:after="240"/>
        <w:outlineLvl w:val="0"/>
        <w:rPr>
          <w:rFonts w:ascii="Cambria" w:eastAsia="Times New Roman" w:hAnsi="Cambria"/>
          <w:b/>
          <w:bCs/>
          <w:color w:val="1F497D"/>
          <w:sz w:val="28"/>
          <w:szCs w:val="28"/>
        </w:rPr>
      </w:pPr>
      <w:bookmarkStart w:id="219" w:name="_Toc463011903"/>
      <w:r>
        <w:rPr>
          <w:rFonts w:ascii="Cambria" w:eastAsia="Times New Roman" w:hAnsi="Cambria"/>
          <w:b/>
          <w:bCs/>
          <w:color w:val="1F497D"/>
          <w:sz w:val="28"/>
          <w:szCs w:val="28"/>
        </w:rPr>
        <w:lastRenderedPageBreak/>
        <w:t>Informativni obračun z enostavnim odbirkom</w:t>
      </w:r>
      <w:bookmarkEnd w:id="219"/>
    </w:p>
    <w:p w14:paraId="72955272" w14:textId="77777777" w:rsidR="00D65A56" w:rsidRPr="00DF6309" w:rsidRDefault="00D65A56" w:rsidP="00D65A56">
      <w:pPr>
        <w:keepNext/>
        <w:keepLines/>
        <w:numPr>
          <w:ilvl w:val="1"/>
          <w:numId w:val="1"/>
        </w:numPr>
        <w:spacing w:before="360" w:after="240"/>
        <w:outlineLvl w:val="1"/>
        <w:rPr>
          <w:rFonts w:ascii="Cambria" w:eastAsia="Times New Roman" w:hAnsi="Cambria"/>
          <w:b/>
          <w:bCs/>
          <w:sz w:val="26"/>
          <w:szCs w:val="26"/>
        </w:rPr>
      </w:pPr>
      <w:bookmarkStart w:id="220" w:name="_Toc463011904"/>
      <w:r w:rsidRPr="00DF6309">
        <w:rPr>
          <w:rFonts w:ascii="Cambria" w:eastAsia="Times New Roman" w:hAnsi="Cambria"/>
          <w:b/>
          <w:bCs/>
          <w:sz w:val="26"/>
          <w:szCs w:val="26"/>
        </w:rPr>
        <w:t>Kratek opis in namen WS</w:t>
      </w:r>
      <w:bookmarkEnd w:id="220"/>
    </w:p>
    <w:p w14:paraId="6588DF8A" w14:textId="77777777" w:rsidR="00D65A56" w:rsidRPr="00DF6309" w:rsidRDefault="00D65A56" w:rsidP="00D65A56">
      <w:r w:rsidRPr="00DF6309">
        <w:t xml:space="preserve">Storitev je namenjena </w:t>
      </w:r>
      <w:r>
        <w:t>proženju informativnega obračuna OM in pridobivanju informativne priloge A</w:t>
      </w:r>
      <w:r w:rsidRPr="00DF6309">
        <w:t>.</w:t>
      </w:r>
    </w:p>
    <w:p w14:paraId="4EF4ADBD" w14:textId="77777777" w:rsidR="00D65A56" w:rsidRPr="00DF6309" w:rsidRDefault="00D65A56" w:rsidP="00D65A56">
      <w:pPr>
        <w:numPr>
          <w:ilvl w:val="0"/>
          <w:numId w:val="27"/>
        </w:numPr>
        <w:spacing w:after="0" w:line="240" w:lineRule="auto"/>
        <w:jc w:val="left"/>
        <w:rPr>
          <w:rFonts w:eastAsia="Times New Roman"/>
          <w:lang w:val="en-US"/>
        </w:rPr>
      </w:pPr>
      <w:r w:rsidRPr="00DF6309">
        <w:rPr>
          <w:rFonts w:eastAsia="Times New Roman"/>
          <w:lang w:val="en-US"/>
        </w:rPr>
        <w:t>Url produkcija:</w:t>
      </w:r>
    </w:p>
    <w:p w14:paraId="4AD66CA5" w14:textId="128E89C5" w:rsidR="00D65A56" w:rsidRPr="00DF6309" w:rsidRDefault="00D65A56" w:rsidP="00D65A56">
      <w:pPr>
        <w:spacing w:after="0" w:line="240" w:lineRule="auto"/>
        <w:jc w:val="left"/>
        <w:rPr>
          <w:rFonts w:eastAsia="Times New Roman"/>
          <w:color w:val="0000FF"/>
          <w:sz w:val="18"/>
          <w:szCs w:val="18"/>
          <w:u w:val="single"/>
          <w:lang w:val="en-US"/>
        </w:rPr>
      </w:pPr>
      <w:r w:rsidRPr="00D65A56">
        <w:rPr>
          <w:rFonts w:eastAsia="Times New Roman"/>
          <w:color w:val="0000FF"/>
          <w:sz w:val="18"/>
          <w:szCs w:val="18"/>
          <w:u w:val="single"/>
          <w:lang w:val="en-US"/>
        </w:rPr>
        <w:t>https://services.informatika.si/InformativniObracunWeb/sca/InformativniObracunEnostavniStoritev?WSDL</w:t>
      </w:r>
    </w:p>
    <w:p w14:paraId="1F12D88D" w14:textId="77777777" w:rsidR="00D65A56" w:rsidRPr="00DF6309" w:rsidRDefault="00D65A56" w:rsidP="00D65A56">
      <w:pPr>
        <w:numPr>
          <w:ilvl w:val="0"/>
          <w:numId w:val="27"/>
        </w:numPr>
        <w:spacing w:after="0" w:line="240" w:lineRule="auto"/>
        <w:jc w:val="left"/>
        <w:rPr>
          <w:rFonts w:eastAsia="Times New Roman"/>
          <w:lang w:val="en-US"/>
        </w:rPr>
      </w:pPr>
      <w:r w:rsidRPr="00DF6309">
        <w:rPr>
          <w:rFonts w:eastAsia="Times New Roman"/>
          <w:lang w:val="en-US"/>
        </w:rPr>
        <w:t xml:space="preserve">Url test: </w:t>
      </w:r>
    </w:p>
    <w:p w14:paraId="7366BE1C" w14:textId="3AEE0727" w:rsidR="00D65A56" w:rsidRPr="00D65A56" w:rsidRDefault="00A25B3C" w:rsidP="00D65A56">
      <w:pPr>
        <w:spacing w:after="0" w:line="240" w:lineRule="auto"/>
        <w:jc w:val="left"/>
        <w:rPr>
          <w:rFonts w:eastAsia="Times New Roman"/>
          <w:sz w:val="18"/>
          <w:szCs w:val="18"/>
          <w:lang w:val="en-US"/>
        </w:rPr>
      </w:pPr>
      <w:hyperlink r:id="rId103" w:history="1">
        <w:r w:rsidR="00D65A56" w:rsidRPr="00D049FF">
          <w:rPr>
            <w:rStyle w:val="Hyperlink"/>
            <w:rFonts w:eastAsia="Times New Roman"/>
            <w:sz w:val="18"/>
            <w:szCs w:val="18"/>
            <w:lang w:val="en-US"/>
          </w:rPr>
          <w:t>https://services-test.informatika.si/InformativniObracunWeb/sca/InformativniObracunEnostavniStoritev?WSDL</w:t>
        </w:r>
      </w:hyperlink>
      <w:r w:rsidR="00D65A56">
        <w:rPr>
          <w:rFonts w:eastAsia="Times New Roman"/>
          <w:sz w:val="18"/>
          <w:szCs w:val="18"/>
          <w:lang w:val="en-US"/>
        </w:rPr>
        <w:t xml:space="preserve"> </w:t>
      </w:r>
    </w:p>
    <w:p w14:paraId="4798323B" w14:textId="77777777" w:rsidR="00D65A56" w:rsidRPr="00DF6309" w:rsidRDefault="00D65A56" w:rsidP="00D65A56">
      <w:pPr>
        <w:keepNext/>
        <w:keepLines/>
        <w:numPr>
          <w:ilvl w:val="1"/>
          <w:numId w:val="1"/>
        </w:numPr>
        <w:spacing w:before="360" w:after="240"/>
        <w:outlineLvl w:val="1"/>
        <w:rPr>
          <w:rFonts w:ascii="Cambria" w:eastAsia="Times New Roman" w:hAnsi="Cambria"/>
          <w:b/>
          <w:bCs/>
          <w:sz w:val="26"/>
          <w:szCs w:val="26"/>
        </w:rPr>
      </w:pPr>
      <w:bookmarkStart w:id="221" w:name="_Toc463011905"/>
      <w:r w:rsidRPr="00DF6309">
        <w:rPr>
          <w:rFonts w:ascii="Cambria" w:eastAsia="Times New Roman" w:hAnsi="Cambria"/>
          <w:b/>
          <w:bCs/>
          <w:sz w:val="26"/>
          <w:szCs w:val="26"/>
        </w:rPr>
        <w:t>Verzioniranje WS</w:t>
      </w:r>
      <w:bookmarkEnd w:id="221"/>
    </w:p>
    <w:p w14:paraId="34CBD73A" w14:textId="77777777" w:rsidR="00D65A56" w:rsidRPr="00DF6309" w:rsidRDefault="00D65A56" w:rsidP="00D65A56">
      <w:r w:rsidRPr="00DF6309">
        <w:t>Verzija nabora storitev 1.0</w:t>
      </w:r>
    </w:p>
    <w:p w14:paraId="0B0CA517" w14:textId="77777777" w:rsidR="00D65A56" w:rsidRPr="00DF6309" w:rsidRDefault="00D65A56" w:rsidP="00D65A56">
      <w:pPr>
        <w:keepNext/>
        <w:keepLines/>
        <w:numPr>
          <w:ilvl w:val="1"/>
          <w:numId w:val="1"/>
        </w:numPr>
        <w:spacing w:before="360" w:after="240"/>
        <w:ind w:left="578" w:hanging="578"/>
        <w:outlineLvl w:val="1"/>
        <w:rPr>
          <w:rFonts w:ascii="Cambria" w:eastAsia="Times New Roman" w:hAnsi="Cambria"/>
          <w:b/>
          <w:bCs/>
          <w:sz w:val="26"/>
          <w:szCs w:val="26"/>
        </w:rPr>
      </w:pPr>
      <w:bookmarkStart w:id="222" w:name="_Toc463011906"/>
      <w:r w:rsidRPr="00DF6309">
        <w:rPr>
          <w:rFonts w:ascii="Cambria" w:eastAsia="Times New Roman" w:hAnsi="Cambria"/>
          <w:b/>
          <w:bCs/>
          <w:sz w:val="26"/>
          <w:szCs w:val="26"/>
        </w:rPr>
        <w:t>Diagram poteka</w:t>
      </w:r>
      <w:bookmarkEnd w:id="222"/>
    </w:p>
    <w:p w14:paraId="7F260EBC" w14:textId="77777777" w:rsidR="00D65A56" w:rsidRPr="00DF6309" w:rsidRDefault="00D65A56" w:rsidP="00D65A56">
      <w:r w:rsidRPr="00DF6309">
        <w:t>Ni na voljo.</w:t>
      </w:r>
    </w:p>
    <w:p w14:paraId="72104904" w14:textId="77777777" w:rsidR="00D65A56" w:rsidRPr="00DF6309" w:rsidRDefault="00D65A56" w:rsidP="00D65A56">
      <w:pPr>
        <w:keepNext/>
        <w:keepLines/>
        <w:numPr>
          <w:ilvl w:val="1"/>
          <w:numId w:val="1"/>
        </w:numPr>
        <w:spacing w:before="360" w:after="240"/>
        <w:ind w:left="578" w:hanging="578"/>
        <w:outlineLvl w:val="1"/>
        <w:rPr>
          <w:rFonts w:ascii="Cambria" w:eastAsia="Times New Roman" w:hAnsi="Cambria"/>
          <w:b/>
          <w:bCs/>
          <w:sz w:val="26"/>
          <w:szCs w:val="26"/>
        </w:rPr>
      </w:pPr>
      <w:bookmarkStart w:id="223" w:name="_Toc463011907"/>
      <w:r w:rsidRPr="00DF6309">
        <w:rPr>
          <w:rFonts w:ascii="Cambria" w:eastAsia="Times New Roman" w:hAnsi="Cambria"/>
          <w:b/>
          <w:bCs/>
          <w:sz w:val="26"/>
          <w:szCs w:val="26"/>
        </w:rPr>
        <w:t>Način uporabe</w:t>
      </w:r>
      <w:bookmarkEnd w:id="223"/>
    </w:p>
    <w:p w14:paraId="75CE0EEB" w14:textId="5895440D" w:rsidR="00D65A56" w:rsidRPr="00DF6309" w:rsidRDefault="00D65A56" w:rsidP="00D65A56">
      <w:r w:rsidRPr="00DF6309">
        <w:t xml:space="preserve">Storitev se kliče za potrebe </w:t>
      </w:r>
      <w:r>
        <w:t>potrebe izdelava informativnega obračuna dobavitelja, za katerega je potrebno izvesti informativni obračun omrežnine in pridobiti informativno prilogo A. Dobavitelj mora podati enotni identifikator in ustrezno strukturo enostavnega odbirka.</w:t>
      </w:r>
    </w:p>
    <w:p w14:paraId="7D1F3FEF" w14:textId="77777777" w:rsidR="00D65A56" w:rsidRPr="00DF6309" w:rsidRDefault="00D65A56" w:rsidP="00D65A56">
      <w:pPr>
        <w:keepNext/>
        <w:keepLines/>
        <w:numPr>
          <w:ilvl w:val="1"/>
          <w:numId w:val="1"/>
        </w:numPr>
        <w:spacing w:before="360" w:after="240"/>
        <w:ind w:left="578" w:hanging="578"/>
        <w:outlineLvl w:val="1"/>
        <w:rPr>
          <w:rFonts w:ascii="Cambria" w:eastAsia="Times New Roman" w:hAnsi="Cambria"/>
          <w:b/>
          <w:bCs/>
          <w:sz w:val="26"/>
          <w:szCs w:val="26"/>
        </w:rPr>
      </w:pPr>
      <w:bookmarkStart w:id="224" w:name="_Toc463011908"/>
      <w:r w:rsidRPr="00DF6309">
        <w:rPr>
          <w:rFonts w:ascii="Cambria" w:eastAsia="Times New Roman" w:hAnsi="Cambria"/>
          <w:b/>
          <w:bCs/>
          <w:sz w:val="26"/>
          <w:szCs w:val="26"/>
        </w:rPr>
        <w:t>Posebnosti</w:t>
      </w:r>
      <w:bookmarkEnd w:id="224"/>
    </w:p>
    <w:p w14:paraId="32E4A9B0" w14:textId="1D64CF2B" w:rsidR="00D65A56" w:rsidRPr="00DF6309" w:rsidRDefault="00D65A56" w:rsidP="00D65A56">
      <w:r>
        <w:t>Informativni obračun z enostavnim odbirkom</w:t>
      </w:r>
      <w:r w:rsidRPr="00DF6309">
        <w:t xml:space="preserve"> je mogoče za merilna mesta, za katera je klicatelj dejanski dobavitelj na merilnem mestu. </w:t>
      </w:r>
      <w:r>
        <w:t>Informativni obračun z enostavnim odbirkom je mogoč za tiste odbirke</w:t>
      </w:r>
      <w:r w:rsidRPr="00DF6309">
        <w:t xml:space="preserve">, ki izpolnjujejo </w:t>
      </w:r>
      <w:r>
        <w:t xml:space="preserve">osnovna </w:t>
      </w:r>
      <w:r w:rsidRPr="00DF6309">
        <w:t>validacijska pravila</w:t>
      </w:r>
      <w:r>
        <w:t xml:space="preserve"> pri vnosu odbirka</w:t>
      </w:r>
      <w:r w:rsidRPr="00DF6309">
        <w:t xml:space="preserve">. V primeru, da odbirek ni v skladu s pravili, </w:t>
      </w:r>
      <w:r>
        <w:t>informativni obračun javi napako</w:t>
      </w:r>
      <w:r w:rsidRPr="00DF6309">
        <w:t>.</w:t>
      </w:r>
    </w:p>
    <w:p w14:paraId="094E9424" w14:textId="77777777" w:rsidR="00D65A56" w:rsidRPr="00DF6309" w:rsidRDefault="00D65A56" w:rsidP="00D65A56">
      <w:pPr>
        <w:keepNext/>
        <w:keepLines/>
        <w:numPr>
          <w:ilvl w:val="1"/>
          <w:numId w:val="1"/>
        </w:numPr>
        <w:spacing w:before="360" w:after="240"/>
        <w:ind w:left="578" w:hanging="578"/>
        <w:outlineLvl w:val="1"/>
        <w:rPr>
          <w:rFonts w:ascii="Cambria" w:eastAsia="Times New Roman" w:hAnsi="Cambria"/>
          <w:b/>
          <w:bCs/>
          <w:sz w:val="26"/>
          <w:szCs w:val="26"/>
        </w:rPr>
      </w:pPr>
      <w:bookmarkStart w:id="225" w:name="_Toc463011909"/>
      <w:r w:rsidRPr="00DF6309">
        <w:rPr>
          <w:rFonts w:ascii="Cambria" w:eastAsia="Times New Roman" w:hAnsi="Cambria"/>
          <w:b/>
          <w:bCs/>
          <w:sz w:val="26"/>
          <w:szCs w:val="26"/>
        </w:rPr>
        <w:t>Tehnološki predpogoji uporabe WS</w:t>
      </w:r>
      <w:bookmarkEnd w:id="225"/>
    </w:p>
    <w:p w14:paraId="2695DC55" w14:textId="77777777" w:rsidR="00D65A56" w:rsidRDefault="00D65A56" w:rsidP="00D65A56">
      <w:r w:rsidRPr="00DF6309">
        <w:t>Uporabnik storitve mora vzpostaviti povezavo do spletnega mesta services.informatika.si ter services-test.informatika.si in zaupati certifikatu spletnega mesta. Klici so varovani z uporabniškim imenom in geslom.</w:t>
      </w:r>
    </w:p>
    <w:p w14:paraId="479EF09B" w14:textId="420533F7" w:rsidR="00703B95" w:rsidRDefault="00D65A56">
      <w:pPr>
        <w:spacing w:after="0" w:line="240" w:lineRule="auto"/>
        <w:jc w:val="left"/>
      </w:pPr>
      <w:r>
        <w:br w:type="page"/>
      </w:r>
    </w:p>
    <w:p w14:paraId="2A0D03B8" w14:textId="4E410F46" w:rsidR="00703B95" w:rsidRPr="00DF6309" w:rsidRDefault="00703B95" w:rsidP="00703B95">
      <w:pPr>
        <w:keepNext/>
        <w:keepLines/>
        <w:numPr>
          <w:ilvl w:val="0"/>
          <w:numId w:val="1"/>
        </w:numPr>
        <w:spacing w:before="480" w:after="240"/>
        <w:outlineLvl w:val="0"/>
        <w:rPr>
          <w:rFonts w:ascii="Cambria" w:eastAsia="Times New Roman" w:hAnsi="Cambria"/>
          <w:b/>
          <w:bCs/>
          <w:color w:val="1F497D"/>
          <w:sz w:val="28"/>
          <w:szCs w:val="28"/>
        </w:rPr>
      </w:pPr>
      <w:bookmarkStart w:id="226" w:name="_Toc463011910"/>
      <w:r>
        <w:rPr>
          <w:rFonts w:ascii="Cambria" w:eastAsia="Times New Roman" w:hAnsi="Cambria"/>
          <w:b/>
          <w:bCs/>
          <w:color w:val="1F497D"/>
          <w:sz w:val="28"/>
          <w:szCs w:val="28"/>
        </w:rPr>
        <w:lastRenderedPageBreak/>
        <w:t xml:space="preserve">Informativni obračun </w:t>
      </w:r>
      <w:r w:rsidR="00FB73B8">
        <w:rPr>
          <w:rFonts w:ascii="Cambria" w:eastAsia="Times New Roman" w:hAnsi="Cambria"/>
          <w:b/>
          <w:bCs/>
          <w:color w:val="1F497D"/>
          <w:sz w:val="28"/>
          <w:szCs w:val="28"/>
        </w:rPr>
        <w:t>s</w:t>
      </w:r>
      <w:r>
        <w:rPr>
          <w:rFonts w:ascii="Cambria" w:eastAsia="Times New Roman" w:hAnsi="Cambria"/>
          <w:b/>
          <w:bCs/>
          <w:color w:val="1F497D"/>
          <w:sz w:val="28"/>
          <w:szCs w:val="28"/>
        </w:rPr>
        <w:t xml:space="preserve"> </w:t>
      </w:r>
      <w:r w:rsidR="00FB73B8">
        <w:rPr>
          <w:rFonts w:ascii="Cambria" w:eastAsia="Times New Roman" w:hAnsi="Cambria"/>
          <w:b/>
          <w:bCs/>
          <w:color w:val="1F497D"/>
          <w:sz w:val="28"/>
          <w:szCs w:val="28"/>
        </w:rPr>
        <w:t>PDP</w:t>
      </w:r>
      <w:bookmarkEnd w:id="226"/>
    </w:p>
    <w:p w14:paraId="50547E96" w14:textId="77777777" w:rsidR="00703B95" w:rsidRPr="00DF6309" w:rsidRDefault="00703B95" w:rsidP="00703B95">
      <w:pPr>
        <w:keepNext/>
        <w:keepLines/>
        <w:numPr>
          <w:ilvl w:val="1"/>
          <w:numId w:val="1"/>
        </w:numPr>
        <w:spacing w:before="360" w:after="240"/>
        <w:outlineLvl w:val="1"/>
        <w:rPr>
          <w:rFonts w:ascii="Cambria" w:eastAsia="Times New Roman" w:hAnsi="Cambria"/>
          <w:b/>
          <w:bCs/>
          <w:sz w:val="26"/>
          <w:szCs w:val="26"/>
        </w:rPr>
      </w:pPr>
      <w:bookmarkStart w:id="227" w:name="_Toc463011911"/>
      <w:r w:rsidRPr="00DF6309">
        <w:rPr>
          <w:rFonts w:ascii="Cambria" w:eastAsia="Times New Roman" w:hAnsi="Cambria"/>
          <w:b/>
          <w:bCs/>
          <w:sz w:val="26"/>
          <w:szCs w:val="26"/>
        </w:rPr>
        <w:t>Kratek opis in namen WS</w:t>
      </w:r>
      <w:bookmarkEnd w:id="227"/>
    </w:p>
    <w:p w14:paraId="54892B0A" w14:textId="77777777" w:rsidR="00703B95" w:rsidRPr="00DF6309" w:rsidRDefault="00703B95" w:rsidP="00703B95">
      <w:r w:rsidRPr="00DF6309">
        <w:t xml:space="preserve">Storitev je namenjena </w:t>
      </w:r>
      <w:r>
        <w:t>proženju informativnega obračuna OM in pridobivanju informativne priloge A</w:t>
      </w:r>
      <w:r w:rsidRPr="00DF6309">
        <w:t>.</w:t>
      </w:r>
    </w:p>
    <w:p w14:paraId="2D4503B6" w14:textId="77777777" w:rsidR="00703B95" w:rsidRPr="00DF6309" w:rsidRDefault="00703B95" w:rsidP="00703B95">
      <w:pPr>
        <w:numPr>
          <w:ilvl w:val="0"/>
          <w:numId w:val="27"/>
        </w:numPr>
        <w:spacing w:after="0" w:line="240" w:lineRule="auto"/>
        <w:jc w:val="left"/>
        <w:rPr>
          <w:rFonts w:eastAsia="Times New Roman"/>
          <w:lang w:val="en-US"/>
        </w:rPr>
      </w:pPr>
      <w:r w:rsidRPr="00DF6309">
        <w:rPr>
          <w:rFonts w:eastAsia="Times New Roman"/>
          <w:lang w:val="en-US"/>
        </w:rPr>
        <w:t>Url produkcija:</w:t>
      </w:r>
    </w:p>
    <w:p w14:paraId="4BAC383B" w14:textId="0226123C" w:rsidR="00703B95" w:rsidRPr="00DF6309" w:rsidRDefault="00703B95" w:rsidP="00703B95">
      <w:pPr>
        <w:spacing w:after="0" w:line="240" w:lineRule="auto"/>
        <w:jc w:val="left"/>
        <w:rPr>
          <w:rFonts w:eastAsia="Times New Roman"/>
          <w:color w:val="0000FF"/>
          <w:sz w:val="18"/>
          <w:szCs w:val="18"/>
          <w:u w:val="single"/>
          <w:lang w:val="en-US"/>
        </w:rPr>
      </w:pPr>
      <w:r w:rsidRPr="00703B95">
        <w:rPr>
          <w:rFonts w:eastAsia="Times New Roman"/>
          <w:color w:val="0000FF"/>
          <w:sz w:val="18"/>
          <w:szCs w:val="18"/>
          <w:u w:val="single"/>
          <w:lang w:val="en-US"/>
        </w:rPr>
        <w:t>https://services.informatika.si/ProzenjeObracunaWeb/sca/InformativniObracunPDPStoritev?wsdl</w:t>
      </w:r>
    </w:p>
    <w:p w14:paraId="28F6047B" w14:textId="77777777" w:rsidR="00703B95" w:rsidRPr="00DF6309" w:rsidRDefault="00703B95" w:rsidP="00703B95">
      <w:pPr>
        <w:spacing w:after="0" w:line="240" w:lineRule="auto"/>
        <w:jc w:val="left"/>
        <w:rPr>
          <w:rFonts w:eastAsia="Times New Roman"/>
          <w:color w:val="0000FF"/>
          <w:sz w:val="18"/>
          <w:szCs w:val="18"/>
          <w:u w:val="single"/>
          <w:lang w:val="en-US"/>
        </w:rPr>
      </w:pPr>
    </w:p>
    <w:p w14:paraId="01169C62" w14:textId="77777777" w:rsidR="00703B95" w:rsidRPr="00DF6309" w:rsidRDefault="00703B95" w:rsidP="00703B95">
      <w:pPr>
        <w:numPr>
          <w:ilvl w:val="0"/>
          <w:numId w:val="27"/>
        </w:numPr>
        <w:spacing w:after="0" w:line="240" w:lineRule="auto"/>
        <w:jc w:val="left"/>
        <w:rPr>
          <w:rFonts w:eastAsia="Times New Roman"/>
          <w:lang w:val="en-US"/>
        </w:rPr>
      </w:pPr>
      <w:r w:rsidRPr="00DF6309">
        <w:rPr>
          <w:rFonts w:eastAsia="Times New Roman"/>
          <w:lang w:val="en-US"/>
        </w:rPr>
        <w:t xml:space="preserve">Url test: </w:t>
      </w:r>
    </w:p>
    <w:p w14:paraId="2D2D6945" w14:textId="11B418DC" w:rsidR="00703B95" w:rsidRPr="00703B95" w:rsidRDefault="00703B95" w:rsidP="00703B95">
      <w:pPr>
        <w:spacing w:after="0" w:line="240" w:lineRule="auto"/>
        <w:jc w:val="left"/>
        <w:rPr>
          <w:rFonts w:eastAsia="Times New Roman"/>
          <w:color w:val="0000FF"/>
          <w:sz w:val="18"/>
          <w:szCs w:val="18"/>
          <w:u w:val="single"/>
          <w:lang w:val="en-US"/>
        </w:rPr>
      </w:pPr>
      <w:r w:rsidRPr="00703B95">
        <w:rPr>
          <w:rFonts w:eastAsia="Times New Roman"/>
          <w:color w:val="0000FF"/>
          <w:sz w:val="18"/>
          <w:szCs w:val="18"/>
          <w:u w:val="single"/>
          <w:lang w:val="en-US"/>
        </w:rPr>
        <w:t>https://services</w:t>
      </w:r>
      <w:r>
        <w:rPr>
          <w:rFonts w:eastAsia="Times New Roman"/>
          <w:color w:val="0000FF"/>
          <w:sz w:val="18"/>
          <w:szCs w:val="18"/>
          <w:u w:val="single"/>
          <w:lang w:val="en-US"/>
        </w:rPr>
        <w:t>-test</w:t>
      </w:r>
      <w:r w:rsidRPr="00703B95">
        <w:rPr>
          <w:rFonts w:eastAsia="Times New Roman"/>
          <w:color w:val="0000FF"/>
          <w:sz w:val="18"/>
          <w:szCs w:val="18"/>
          <w:u w:val="single"/>
          <w:lang w:val="en-US"/>
        </w:rPr>
        <w:t>.informatika.si/ProzenjeObracunaWeb/sca/InformativniObracunPDPStoritev?wsdl</w:t>
      </w:r>
    </w:p>
    <w:p w14:paraId="73D80CFD" w14:textId="77777777" w:rsidR="00703B95" w:rsidRPr="00DF6309" w:rsidRDefault="00703B95" w:rsidP="00703B95">
      <w:pPr>
        <w:spacing w:after="0" w:line="240" w:lineRule="auto"/>
        <w:ind w:left="360"/>
        <w:jc w:val="left"/>
        <w:rPr>
          <w:rFonts w:eastAsia="Times New Roman"/>
          <w:lang w:val="en-US"/>
        </w:rPr>
      </w:pPr>
    </w:p>
    <w:p w14:paraId="42773EB2" w14:textId="77777777" w:rsidR="00703B95" w:rsidRPr="00DF6309" w:rsidRDefault="00703B95" w:rsidP="00703B95">
      <w:pPr>
        <w:keepNext/>
        <w:keepLines/>
        <w:numPr>
          <w:ilvl w:val="1"/>
          <w:numId w:val="1"/>
        </w:numPr>
        <w:spacing w:before="360" w:after="240"/>
        <w:outlineLvl w:val="1"/>
        <w:rPr>
          <w:rFonts w:ascii="Cambria" w:eastAsia="Times New Roman" w:hAnsi="Cambria"/>
          <w:b/>
          <w:bCs/>
          <w:sz w:val="26"/>
          <w:szCs w:val="26"/>
        </w:rPr>
      </w:pPr>
      <w:bookmarkStart w:id="228" w:name="_Toc463011912"/>
      <w:r w:rsidRPr="00DF6309">
        <w:rPr>
          <w:rFonts w:ascii="Cambria" w:eastAsia="Times New Roman" w:hAnsi="Cambria"/>
          <w:b/>
          <w:bCs/>
          <w:sz w:val="26"/>
          <w:szCs w:val="26"/>
        </w:rPr>
        <w:t>Verzioniranje WS</w:t>
      </w:r>
      <w:bookmarkEnd w:id="228"/>
    </w:p>
    <w:p w14:paraId="73AD0502" w14:textId="77777777" w:rsidR="00703B95" w:rsidRPr="00DF6309" w:rsidRDefault="00703B95" w:rsidP="00703B95">
      <w:r w:rsidRPr="00DF6309">
        <w:t>Verzija nabora storitev 1.0</w:t>
      </w:r>
    </w:p>
    <w:p w14:paraId="4FA60F78" w14:textId="77777777" w:rsidR="00703B95" w:rsidRPr="00DF6309" w:rsidRDefault="00703B95" w:rsidP="00703B95">
      <w:pPr>
        <w:keepNext/>
        <w:keepLines/>
        <w:numPr>
          <w:ilvl w:val="1"/>
          <w:numId w:val="1"/>
        </w:numPr>
        <w:spacing w:before="360" w:after="240"/>
        <w:ind w:left="578" w:hanging="578"/>
        <w:outlineLvl w:val="1"/>
        <w:rPr>
          <w:rFonts w:ascii="Cambria" w:eastAsia="Times New Roman" w:hAnsi="Cambria"/>
          <w:b/>
          <w:bCs/>
          <w:sz w:val="26"/>
          <w:szCs w:val="26"/>
        </w:rPr>
      </w:pPr>
      <w:bookmarkStart w:id="229" w:name="_Toc463011913"/>
      <w:r w:rsidRPr="00DF6309">
        <w:rPr>
          <w:rFonts w:ascii="Cambria" w:eastAsia="Times New Roman" w:hAnsi="Cambria"/>
          <w:b/>
          <w:bCs/>
          <w:sz w:val="26"/>
          <w:szCs w:val="26"/>
        </w:rPr>
        <w:t>Diagram poteka</w:t>
      </w:r>
      <w:bookmarkEnd w:id="229"/>
    </w:p>
    <w:p w14:paraId="30AC3E18" w14:textId="77777777" w:rsidR="00703B95" w:rsidRPr="00DF6309" w:rsidRDefault="00703B95" w:rsidP="00703B95">
      <w:r w:rsidRPr="00DF6309">
        <w:t>Ni na voljo.</w:t>
      </w:r>
    </w:p>
    <w:p w14:paraId="5AD6EDD7" w14:textId="77777777" w:rsidR="00703B95" w:rsidRPr="00DF6309" w:rsidRDefault="00703B95" w:rsidP="00703B95">
      <w:pPr>
        <w:keepNext/>
        <w:keepLines/>
        <w:numPr>
          <w:ilvl w:val="1"/>
          <w:numId w:val="1"/>
        </w:numPr>
        <w:spacing w:before="360" w:after="240"/>
        <w:ind w:left="578" w:hanging="578"/>
        <w:outlineLvl w:val="1"/>
        <w:rPr>
          <w:rFonts w:ascii="Cambria" w:eastAsia="Times New Roman" w:hAnsi="Cambria"/>
          <w:b/>
          <w:bCs/>
          <w:sz w:val="26"/>
          <w:szCs w:val="26"/>
        </w:rPr>
      </w:pPr>
      <w:bookmarkStart w:id="230" w:name="_Toc463011914"/>
      <w:r w:rsidRPr="00DF6309">
        <w:rPr>
          <w:rFonts w:ascii="Cambria" w:eastAsia="Times New Roman" w:hAnsi="Cambria"/>
          <w:b/>
          <w:bCs/>
          <w:sz w:val="26"/>
          <w:szCs w:val="26"/>
        </w:rPr>
        <w:t>Način uporabe</w:t>
      </w:r>
      <w:bookmarkEnd w:id="230"/>
    </w:p>
    <w:p w14:paraId="026F4A1E" w14:textId="1F3549CA" w:rsidR="00703B95" w:rsidRPr="00DF6309" w:rsidRDefault="00703B95" w:rsidP="00703B95">
      <w:r w:rsidRPr="00DF6309">
        <w:t xml:space="preserve">Storitev se kliče za potrebe </w:t>
      </w:r>
      <w:r>
        <w:t>potrebe izdelava informativnega obračuna dobavitelja, za katerega je potrebno izvesti informativni obračun omrežnine in pridobiti informativno prilogo A. Dobavitelj mora podati enotni identifikator in ustrezno strukturo</w:t>
      </w:r>
      <w:r w:rsidR="00FB73B8">
        <w:t xml:space="preserve"> PDP</w:t>
      </w:r>
      <w:r>
        <w:t xml:space="preserve"> </w:t>
      </w:r>
      <w:r w:rsidR="00FB73B8">
        <w:t>(povprečne dnevne porabe)</w:t>
      </w:r>
      <w:r>
        <w:t>.</w:t>
      </w:r>
    </w:p>
    <w:p w14:paraId="027B21CA" w14:textId="77777777" w:rsidR="00703B95" w:rsidRPr="00DF6309" w:rsidRDefault="00703B95" w:rsidP="00703B95">
      <w:pPr>
        <w:keepNext/>
        <w:keepLines/>
        <w:numPr>
          <w:ilvl w:val="1"/>
          <w:numId w:val="1"/>
        </w:numPr>
        <w:spacing w:before="360" w:after="240"/>
        <w:ind w:left="578" w:hanging="578"/>
        <w:outlineLvl w:val="1"/>
        <w:rPr>
          <w:rFonts w:ascii="Cambria" w:eastAsia="Times New Roman" w:hAnsi="Cambria"/>
          <w:b/>
          <w:bCs/>
          <w:sz w:val="26"/>
          <w:szCs w:val="26"/>
        </w:rPr>
      </w:pPr>
      <w:bookmarkStart w:id="231" w:name="_Toc463011915"/>
      <w:r w:rsidRPr="00DF6309">
        <w:rPr>
          <w:rFonts w:ascii="Cambria" w:eastAsia="Times New Roman" w:hAnsi="Cambria"/>
          <w:b/>
          <w:bCs/>
          <w:sz w:val="26"/>
          <w:szCs w:val="26"/>
        </w:rPr>
        <w:t>Posebnosti</w:t>
      </w:r>
      <w:bookmarkEnd w:id="231"/>
    </w:p>
    <w:p w14:paraId="48CC0166" w14:textId="42C6960B" w:rsidR="00703B95" w:rsidRPr="00DF6309" w:rsidRDefault="00703B95" w:rsidP="00703B95">
      <w:r>
        <w:t xml:space="preserve">Informativni obračun </w:t>
      </w:r>
      <w:r w:rsidR="00FB73B8">
        <w:t>s</w:t>
      </w:r>
      <w:r>
        <w:t xml:space="preserve"> </w:t>
      </w:r>
      <w:r w:rsidR="00FB73B8">
        <w:t>PDP je mogoč</w:t>
      </w:r>
      <w:r w:rsidRPr="00DF6309">
        <w:t xml:space="preserve"> za merilna mesta, za katera je klicatelj dejanski dobavitelj na merilnem mestu. V primeru, da </w:t>
      </w:r>
      <w:r w:rsidR="00FB73B8">
        <w:t>struktura PDP</w:t>
      </w:r>
      <w:r w:rsidRPr="00DF6309">
        <w:t xml:space="preserve"> ni v skladu s pravili, </w:t>
      </w:r>
      <w:r>
        <w:t>informativni obračun javi napako</w:t>
      </w:r>
      <w:r w:rsidRPr="00DF6309">
        <w:t>.</w:t>
      </w:r>
    </w:p>
    <w:p w14:paraId="555E8DAD" w14:textId="77777777" w:rsidR="00703B95" w:rsidRPr="00DF6309" w:rsidRDefault="00703B95" w:rsidP="00703B95">
      <w:pPr>
        <w:keepNext/>
        <w:keepLines/>
        <w:numPr>
          <w:ilvl w:val="1"/>
          <w:numId w:val="1"/>
        </w:numPr>
        <w:spacing w:before="360" w:after="240"/>
        <w:ind w:left="578" w:hanging="578"/>
        <w:outlineLvl w:val="1"/>
        <w:rPr>
          <w:rFonts w:ascii="Cambria" w:eastAsia="Times New Roman" w:hAnsi="Cambria"/>
          <w:b/>
          <w:bCs/>
          <w:sz w:val="26"/>
          <w:szCs w:val="26"/>
        </w:rPr>
      </w:pPr>
      <w:bookmarkStart w:id="232" w:name="_Toc463011916"/>
      <w:r w:rsidRPr="00DF6309">
        <w:rPr>
          <w:rFonts w:ascii="Cambria" w:eastAsia="Times New Roman" w:hAnsi="Cambria"/>
          <w:b/>
          <w:bCs/>
          <w:sz w:val="26"/>
          <w:szCs w:val="26"/>
        </w:rPr>
        <w:t>Tehnološki predpogoji uporabe WS</w:t>
      </w:r>
      <w:bookmarkEnd w:id="232"/>
    </w:p>
    <w:p w14:paraId="276E0010" w14:textId="77777777" w:rsidR="00703B95" w:rsidRDefault="00703B95" w:rsidP="00703B95">
      <w:r w:rsidRPr="00DF6309">
        <w:t>Uporabnik storitve mora vzpostaviti povezavo do spletnega mesta services.informatika.si ter services-test.informatika.si in zaupati certifikatu spletnega mesta. Klici so varovani z uporabniškim imenom in geslom.</w:t>
      </w:r>
    </w:p>
    <w:p w14:paraId="62C7E79B" w14:textId="77777777" w:rsidR="00D65A56" w:rsidRDefault="00D65A56">
      <w:pPr>
        <w:spacing w:after="0" w:line="240" w:lineRule="auto"/>
        <w:jc w:val="left"/>
      </w:pPr>
    </w:p>
    <w:p w14:paraId="02B5AE43" w14:textId="47672208" w:rsidR="00763AE1" w:rsidRPr="00DF6309" w:rsidRDefault="00763AE1" w:rsidP="00763AE1">
      <w:pPr>
        <w:keepNext/>
        <w:keepLines/>
        <w:numPr>
          <w:ilvl w:val="0"/>
          <w:numId w:val="1"/>
        </w:numPr>
        <w:spacing w:before="480" w:after="240"/>
        <w:outlineLvl w:val="0"/>
        <w:rPr>
          <w:rFonts w:ascii="Cambria" w:eastAsia="Times New Roman" w:hAnsi="Cambria"/>
          <w:b/>
          <w:bCs/>
          <w:color w:val="1F497D"/>
          <w:sz w:val="28"/>
          <w:szCs w:val="28"/>
        </w:rPr>
      </w:pPr>
      <w:bookmarkStart w:id="233" w:name="_Toc463011917"/>
      <w:r>
        <w:rPr>
          <w:rFonts w:ascii="Cambria" w:eastAsia="Times New Roman" w:hAnsi="Cambria"/>
          <w:b/>
          <w:bCs/>
          <w:color w:val="1F497D"/>
          <w:sz w:val="28"/>
          <w:szCs w:val="28"/>
        </w:rPr>
        <w:lastRenderedPageBreak/>
        <w:t>Pridobivanje obračunskih obdobij</w:t>
      </w:r>
      <w:bookmarkEnd w:id="233"/>
    </w:p>
    <w:p w14:paraId="0EEAE309" w14:textId="77777777" w:rsidR="00763AE1" w:rsidRPr="00DF6309" w:rsidRDefault="00763AE1" w:rsidP="00763AE1">
      <w:pPr>
        <w:keepNext/>
        <w:keepLines/>
        <w:numPr>
          <w:ilvl w:val="1"/>
          <w:numId w:val="1"/>
        </w:numPr>
        <w:spacing w:before="360" w:after="240"/>
        <w:outlineLvl w:val="1"/>
        <w:rPr>
          <w:rFonts w:ascii="Cambria" w:eastAsia="Times New Roman" w:hAnsi="Cambria"/>
          <w:b/>
          <w:bCs/>
          <w:sz w:val="26"/>
          <w:szCs w:val="26"/>
        </w:rPr>
      </w:pPr>
      <w:bookmarkStart w:id="234" w:name="_Toc463011918"/>
      <w:r w:rsidRPr="00DF6309">
        <w:rPr>
          <w:rFonts w:ascii="Cambria" w:eastAsia="Times New Roman" w:hAnsi="Cambria"/>
          <w:b/>
          <w:bCs/>
          <w:sz w:val="26"/>
          <w:szCs w:val="26"/>
        </w:rPr>
        <w:t>Kratek opis in namen WS</w:t>
      </w:r>
      <w:bookmarkEnd w:id="234"/>
    </w:p>
    <w:p w14:paraId="64148791" w14:textId="532CFB77" w:rsidR="00763AE1" w:rsidRPr="00DF6309" w:rsidRDefault="00763AE1" w:rsidP="00763AE1">
      <w:r w:rsidRPr="00DF6309">
        <w:t xml:space="preserve">Storitev je namenjena </w:t>
      </w:r>
      <w:r w:rsidR="00D16E1D">
        <w:t>pridobivanju obračunskega obdobja</w:t>
      </w:r>
      <w:r>
        <w:t xml:space="preserve"> podlagi predhodno </w:t>
      </w:r>
      <w:r w:rsidR="00D16E1D">
        <w:t>vnešenega obračunskega odbirka</w:t>
      </w:r>
      <w:r w:rsidRPr="00DF6309">
        <w:t>.</w:t>
      </w:r>
    </w:p>
    <w:p w14:paraId="02A1B878" w14:textId="77777777" w:rsidR="00763AE1" w:rsidRPr="00DF6309" w:rsidRDefault="00763AE1" w:rsidP="00763AE1">
      <w:pPr>
        <w:numPr>
          <w:ilvl w:val="0"/>
          <w:numId w:val="27"/>
        </w:numPr>
        <w:spacing w:after="0" w:line="240" w:lineRule="auto"/>
        <w:jc w:val="left"/>
        <w:rPr>
          <w:rFonts w:eastAsia="Times New Roman"/>
          <w:lang w:val="en-US"/>
        </w:rPr>
      </w:pPr>
      <w:r w:rsidRPr="00DF6309">
        <w:rPr>
          <w:rFonts w:eastAsia="Times New Roman"/>
          <w:lang w:val="en-US"/>
        </w:rPr>
        <w:t>Url produkcija:</w:t>
      </w:r>
    </w:p>
    <w:p w14:paraId="112E9190" w14:textId="4F5BB8CC" w:rsidR="00763AE1" w:rsidRPr="00763AE1" w:rsidRDefault="00763AE1" w:rsidP="00763AE1">
      <w:pPr>
        <w:rPr>
          <w:rFonts w:eastAsia="Times New Roman"/>
          <w:color w:val="0000FF"/>
          <w:sz w:val="18"/>
          <w:szCs w:val="18"/>
          <w:u w:val="single"/>
          <w:lang w:val="en-US"/>
        </w:rPr>
      </w:pPr>
      <w:r w:rsidRPr="001F0DC9">
        <w:rPr>
          <w:rFonts w:eastAsia="Times New Roman"/>
          <w:color w:val="0000FF"/>
          <w:sz w:val="18"/>
          <w:szCs w:val="18"/>
          <w:u w:val="single"/>
          <w:lang w:val="en-US"/>
        </w:rPr>
        <w:t>https://services.informatika.si/</w:t>
      </w:r>
      <w:hyperlink r:id="rId104" w:tooltip="https://services-test.informatika.si/PridobivanjeObracunskihObdobijWeb/sca/ObracunskaObdobjaPartner?wsdl" w:history="1">
        <w:r w:rsidRPr="00763AE1">
          <w:rPr>
            <w:rFonts w:eastAsia="Times New Roman"/>
            <w:color w:val="0000FF"/>
            <w:sz w:val="18"/>
            <w:szCs w:val="18"/>
            <w:u w:val="single"/>
            <w:lang w:val="en-US"/>
          </w:rPr>
          <w:t>PridobivanjeObracunskihObdobijWeb/sca/ObracunskaObdobjaPartner?wsdl</w:t>
        </w:r>
      </w:hyperlink>
    </w:p>
    <w:p w14:paraId="4292FD1C" w14:textId="77777777" w:rsidR="00763AE1" w:rsidRPr="00DF6309" w:rsidRDefault="00763AE1" w:rsidP="00763AE1">
      <w:pPr>
        <w:numPr>
          <w:ilvl w:val="0"/>
          <w:numId w:val="27"/>
        </w:numPr>
        <w:spacing w:after="0" w:line="240" w:lineRule="auto"/>
        <w:jc w:val="left"/>
        <w:rPr>
          <w:rFonts w:eastAsia="Times New Roman"/>
          <w:lang w:val="en-US"/>
        </w:rPr>
      </w:pPr>
      <w:r w:rsidRPr="00DF6309">
        <w:rPr>
          <w:rFonts w:eastAsia="Times New Roman"/>
          <w:lang w:val="en-US"/>
        </w:rPr>
        <w:t xml:space="preserve">Url test: </w:t>
      </w:r>
    </w:p>
    <w:p w14:paraId="1C04E3B4" w14:textId="7422CAA5" w:rsidR="00763AE1" w:rsidRPr="005C23FB" w:rsidRDefault="00A25B3C" w:rsidP="00763AE1">
      <w:pPr>
        <w:spacing w:after="0" w:line="240" w:lineRule="auto"/>
        <w:jc w:val="left"/>
        <w:rPr>
          <w:rStyle w:val="Hyperlink"/>
          <w:lang w:val="en-US"/>
        </w:rPr>
      </w:pPr>
      <w:hyperlink r:id="rId105" w:history="1">
        <w:r w:rsidR="00763AE1" w:rsidRPr="00C83D91">
          <w:rPr>
            <w:rStyle w:val="Hyperlink"/>
            <w:rFonts w:eastAsia="Times New Roman"/>
            <w:sz w:val="18"/>
            <w:szCs w:val="18"/>
            <w:lang w:val="en-US"/>
          </w:rPr>
          <w:t>https://services-test.informatika.si/</w:t>
        </w:r>
        <w:hyperlink r:id="rId106" w:tooltip="https://services-test.informatika.si/PridobivanjeObracunskihObdobijWeb/sca/ObracunskaObdobjaPartner?wsdl" w:history="1">
          <w:r w:rsidR="00763AE1" w:rsidRPr="00763AE1">
            <w:rPr>
              <w:rFonts w:eastAsia="Times New Roman"/>
              <w:color w:val="0000FF"/>
              <w:sz w:val="18"/>
              <w:szCs w:val="18"/>
              <w:u w:val="single"/>
              <w:lang w:val="en-US"/>
            </w:rPr>
            <w:t>PridobivanjeObracunskihObdobijWeb/sca/ObracunskaObdobjaPartner?wsdl</w:t>
          </w:r>
        </w:hyperlink>
      </w:hyperlink>
    </w:p>
    <w:p w14:paraId="02A043A4" w14:textId="77777777" w:rsidR="00763AE1" w:rsidRPr="00DF6309" w:rsidRDefault="00763AE1" w:rsidP="00763AE1">
      <w:pPr>
        <w:spacing w:after="0" w:line="240" w:lineRule="auto"/>
        <w:ind w:left="360"/>
        <w:jc w:val="left"/>
        <w:rPr>
          <w:rFonts w:eastAsia="Times New Roman"/>
          <w:lang w:val="en-US"/>
        </w:rPr>
      </w:pPr>
    </w:p>
    <w:p w14:paraId="594F967C" w14:textId="77777777" w:rsidR="00763AE1" w:rsidRPr="00DF6309" w:rsidRDefault="00763AE1" w:rsidP="00763AE1">
      <w:pPr>
        <w:keepNext/>
        <w:keepLines/>
        <w:numPr>
          <w:ilvl w:val="1"/>
          <w:numId w:val="1"/>
        </w:numPr>
        <w:spacing w:before="360" w:after="240"/>
        <w:outlineLvl w:val="1"/>
        <w:rPr>
          <w:rFonts w:ascii="Cambria" w:eastAsia="Times New Roman" w:hAnsi="Cambria"/>
          <w:b/>
          <w:bCs/>
          <w:sz w:val="26"/>
          <w:szCs w:val="26"/>
        </w:rPr>
      </w:pPr>
      <w:bookmarkStart w:id="235" w:name="_Toc463011919"/>
      <w:r w:rsidRPr="00DF6309">
        <w:rPr>
          <w:rFonts w:ascii="Cambria" w:eastAsia="Times New Roman" w:hAnsi="Cambria"/>
          <w:b/>
          <w:bCs/>
          <w:sz w:val="26"/>
          <w:szCs w:val="26"/>
        </w:rPr>
        <w:t>Verzioniranje WS</w:t>
      </w:r>
      <w:bookmarkEnd w:id="235"/>
    </w:p>
    <w:p w14:paraId="5D4CFDD2" w14:textId="77777777" w:rsidR="00763AE1" w:rsidRPr="00DF6309" w:rsidRDefault="00763AE1" w:rsidP="00763AE1">
      <w:r w:rsidRPr="00DF6309">
        <w:t>Verzija nabora storitev 1.0</w:t>
      </w:r>
    </w:p>
    <w:p w14:paraId="6DB24BE9" w14:textId="77777777" w:rsidR="00763AE1" w:rsidRPr="00DF6309" w:rsidRDefault="00763AE1" w:rsidP="00763AE1">
      <w:pPr>
        <w:keepNext/>
        <w:keepLines/>
        <w:numPr>
          <w:ilvl w:val="1"/>
          <w:numId w:val="1"/>
        </w:numPr>
        <w:spacing w:before="360" w:after="240"/>
        <w:ind w:left="578" w:hanging="578"/>
        <w:outlineLvl w:val="1"/>
        <w:rPr>
          <w:rFonts w:ascii="Cambria" w:eastAsia="Times New Roman" w:hAnsi="Cambria"/>
          <w:b/>
          <w:bCs/>
          <w:sz w:val="26"/>
          <w:szCs w:val="26"/>
        </w:rPr>
      </w:pPr>
      <w:bookmarkStart w:id="236" w:name="_Toc463011920"/>
      <w:r w:rsidRPr="00DF6309">
        <w:rPr>
          <w:rFonts w:ascii="Cambria" w:eastAsia="Times New Roman" w:hAnsi="Cambria"/>
          <w:b/>
          <w:bCs/>
          <w:sz w:val="26"/>
          <w:szCs w:val="26"/>
        </w:rPr>
        <w:t>Diagram poteka</w:t>
      </w:r>
      <w:bookmarkEnd w:id="236"/>
    </w:p>
    <w:p w14:paraId="6C1715B0" w14:textId="77777777" w:rsidR="00763AE1" w:rsidRPr="00DF6309" w:rsidRDefault="00763AE1" w:rsidP="00763AE1">
      <w:r w:rsidRPr="00DF6309">
        <w:t>Ni na voljo.</w:t>
      </w:r>
    </w:p>
    <w:p w14:paraId="4CA7FE71" w14:textId="77777777" w:rsidR="00763AE1" w:rsidRPr="00DF6309" w:rsidRDefault="00763AE1" w:rsidP="00763AE1">
      <w:pPr>
        <w:keepNext/>
        <w:keepLines/>
        <w:numPr>
          <w:ilvl w:val="1"/>
          <w:numId w:val="1"/>
        </w:numPr>
        <w:spacing w:before="360" w:after="240"/>
        <w:ind w:left="578" w:hanging="578"/>
        <w:outlineLvl w:val="1"/>
        <w:rPr>
          <w:rFonts w:ascii="Cambria" w:eastAsia="Times New Roman" w:hAnsi="Cambria"/>
          <w:b/>
          <w:bCs/>
          <w:sz w:val="26"/>
          <w:szCs w:val="26"/>
        </w:rPr>
      </w:pPr>
      <w:bookmarkStart w:id="237" w:name="_Toc463011921"/>
      <w:r w:rsidRPr="00DF6309">
        <w:rPr>
          <w:rFonts w:ascii="Cambria" w:eastAsia="Times New Roman" w:hAnsi="Cambria"/>
          <w:b/>
          <w:bCs/>
          <w:sz w:val="26"/>
          <w:szCs w:val="26"/>
        </w:rPr>
        <w:t>Način uporabe</w:t>
      </w:r>
      <w:bookmarkEnd w:id="237"/>
    </w:p>
    <w:p w14:paraId="63D9187B" w14:textId="66EDC0E5" w:rsidR="00763AE1" w:rsidRPr="00DF6309" w:rsidRDefault="00763AE1" w:rsidP="00763AE1">
      <w:r w:rsidRPr="00DF6309">
        <w:t xml:space="preserve">Storitev se kliče za potrebe </w:t>
      </w:r>
      <w:r w:rsidR="0087223B">
        <w:t xml:space="preserve">pridobivanja obračunskega obdobja za </w:t>
      </w:r>
      <w:r>
        <w:t>izdelav</w:t>
      </w:r>
      <w:r w:rsidR="0087223B">
        <w:t>o</w:t>
      </w:r>
      <w:r>
        <w:t xml:space="preserve"> obračuna dobavitelja, za katerega je potrebno izvesti obračun omrežnine in pridobiti prilogo A. </w:t>
      </w:r>
    </w:p>
    <w:p w14:paraId="1A8D01F3" w14:textId="77777777" w:rsidR="00763AE1" w:rsidRPr="00DF6309" w:rsidRDefault="00763AE1" w:rsidP="00763AE1">
      <w:pPr>
        <w:keepNext/>
        <w:keepLines/>
        <w:numPr>
          <w:ilvl w:val="1"/>
          <w:numId w:val="1"/>
        </w:numPr>
        <w:spacing w:before="360" w:after="240"/>
        <w:ind w:left="578" w:hanging="578"/>
        <w:outlineLvl w:val="1"/>
        <w:rPr>
          <w:rFonts w:ascii="Cambria" w:eastAsia="Times New Roman" w:hAnsi="Cambria"/>
          <w:b/>
          <w:bCs/>
          <w:sz w:val="26"/>
          <w:szCs w:val="26"/>
        </w:rPr>
      </w:pPr>
      <w:bookmarkStart w:id="238" w:name="_Toc463011922"/>
      <w:r w:rsidRPr="00DF6309">
        <w:rPr>
          <w:rFonts w:ascii="Cambria" w:eastAsia="Times New Roman" w:hAnsi="Cambria"/>
          <w:b/>
          <w:bCs/>
          <w:sz w:val="26"/>
          <w:szCs w:val="26"/>
        </w:rPr>
        <w:t>Posebnosti</w:t>
      </w:r>
      <w:bookmarkEnd w:id="238"/>
    </w:p>
    <w:p w14:paraId="2E9083E5" w14:textId="312E37F0" w:rsidR="00763AE1" w:rsidRPr="00DF6309" w:rsidRDefault="008F317E" w:rsidP="00763AE1">
      <w:r>
        <w:t>Pridobivanje obračunskih obdobij</w:t>
      </w:r>
      <w:r w:rsidR="00763AE1" w:rsidRPr="00DF6309">
        <w:t xml:space="preserve"> je mogoče za merilna mesta, za katera je klicatelj dejanski dobavitelj na merilnem mestu. </w:t>
      </w:r>
      <w:r>
        <w:t>Predpogoj za pridobitev obračunskega obdobja je obstoj neobdelanega obr</w:t>
      </w:r>
      <w:r w:rsidR="00F26431">
        <w:t>ačunskega</w:t>
      </w:r>
      <w:r>
        <w:t xml:space="preserve"> odbirka na strani distributerja.</w:t>
      </w:r>
    </w:p>
    <w:p w14:paraId="7920C001" w14:textId="77777777" w:rsidR="00763AE1" w:rsidRPr="00DF6309" w:rsidRDefault="00763AE1" w:rsidP="00763AE1">
      <w:pPr>
        <w:keepNext/>
        <w:keepLines/>
        <w:numPr>
          <w:ilvl w:val="1"/>
          <w:numId w:val="1"/>
        </w:numPr>
        <w:spacing w:before="360" w:after="240"/>
        <w:ind w:left="578" w:hanging="578"/>
        <w:outlineLvl w:val="1"/>
        <w:rPr>
          <w:rFonts w:ascii="Cambria" w:eastAsia="Times New Roman" w:hAnsi="Cambria"/>
          <w:b/>
          <w:bCs/>
          <w:sz w:val="26"/>
          <w:szCs w:val="26"/>
        </w:rPr>
      </w:pPr>
      <w:bookmarkStart w:id="239" w:name="_Toc463011923"/>
      <w:r w:rsidRPr="00DF6309">
        <w:rPr>
          <w:rFonts w:ascii="Cambria" w:eastAsia="Times New Roman" w:hAnsi="Cambria"/>
          <w:b/>
          <w:bCs/>
          <w:sz w:val="26"/>
          <w:szCs w:val="26"/>
        </w:rPr>
        <w:t>Tehnološki predpogoji uporabe WS</w:t>
      </w:r>
      <w:bookmarkEnd w:id="239"/>
    </w:p>
    <w:p w14:paraId="57EFC463" w14:textId="7872E211" w:rsidR="001F0DC9" w:rsidRDefault="00763AE1" w:rsidP="00763AE1">
      <w:r w:rsidRPr="00DF6309">
        <w:t>Uporabnik storitve mora vzpostaviti povezavo do spletnega mesta services.informatika.si ter services-test.informatika.si in zaupati certifikatu spletnega mesta. Klici so varovani z uporabniškim imenom in geslom.</w:t>
      </w:r>
    </w:p>
    <w:p w14:paraId="000875AC" w14:textId="77777777" w:rsidR="008F317E" w:rsidRDefault="008F317E">
      <w:pPr>
        <w:spacing w:after="0" w:line="240" w:lineRule="auto"/>
        <w:jc w:val="left"/>
        <w:rPr>
          <w:rFonts w:ascii="Cambria" w:eastAsia="Times New Roman" w:hAnsi="Cambria"/>
          <w:b/>
          <w:bCs/>
          <w:color w:val="1F497D"/>
          <w:sz w:val="28"/>
          <w:szCs w:val="28"/>
        </w:rPr>
      </w:pPr>
      <w:r>
        <w:rPr>
          <w:rFonts w:ascii="Cambria" w:eastAsia="Times New Roman" w:hAnsi="Cambria"/>
          <w:b/>
          <w:bCs/>
          <w:color w:val="1F497D"/>
          <w:sz w:val="28"/>
          <w:szCs w:val="28"/>
        </w:rPr>
        <w:br w:type="page"/>
      </w:r>
    </w:p>
    <w:p w14:paraId="5E53C309" w14:textId="6B037E12" w:rsidR="001F0DC9" w:rsidRPr="00DF6309" w:rsidRDefault="001F0DC9" w:rsidP="001F0DC9">
      <w:pPr>
        <w:keepNext/>
        <w:keepLines/>
        <w:numPr>
          <w:ilvl w:val="0"/>
          <w:numId w:val="1"/>
        </w:numPr>
        <w:spacing w:before="480" w:after="240"/>
        <w:outlineLvl w:val="0"/>
        <w:rPr>
          <w:rFonts w:ascii="Cambria" w:eastAsia="Times New Roman" w:hAnsi="Cambria"/>
          <w:b/>
          <w:bCs/>
          <w:color w:val="1F497D"/>
          <w:sz w:val="28"/>
          <w:szCs w:val="28"/>
        </w:rPr>
      </w:pPr>
      <w:bookmarkStart w:id="240" w:name="_Toc463011924"/>
      <w:r>
        <w:rPr>
          <w:rFonts w:ascii="Cambria" w:eastAsia="Times New Roman" w:hAnsi="Cambria"/>
          <w:b/>
          <w:bCs/>
          <w:color w:val="1F497D"/>
          <w:sz w:val="28"/>
          <w:szCs w:val="28"/>
        </w:rPr>
        <w:lastRenderedPageBreak/>
        <w:t>Proženje obračuna</w:t>
      </w:r>
      <w:bookmarkEnd w:id="240"/>
    </w:p>
    <w:p w14:paraId="4E6E24C8" w14:textId="77777777" w:rsidR="001F0DC9" w:rsidRPr="00DF6309" w:rsidRDefault="001F0DC9" w:rsidP="001F0DC9">
      <w:pPr>
        <w:keepNext/>
        <w:keepLines/>
        <w:numPr>
          <w:ilvl w:val="1"/>
          <w:numId w:val="1"/>
        </w:numPr>
        <w:spacing w:before="360" w:after="240"/>
        <w:outlineLvl w:val="1"/>
        <w:rPr>
          <w:rFonts w:ascii="Cambria" w:eastAsia="Times New Roman" w:hAnsi="Cambria"/>
          <w:b/>
          <w:bCs/>
          <w:sz w:val="26"/>
          <w:szCs w:val="26"/>
        </w:rPr>
      </w:pPr>
      <w:bookmarkStart w:id="241" w:name="_Toc463011925"/>
      <w:r w:rsidRPr="00DF6309">
        <w:rPr>
          <w:rFonts w:ascii="Cambria" w:eastAsia="Times New Roman" w:hAnsi="Cambria"/>
          <w:b/>
          <w:bCs/>
          <w:sz w:val="26"/>
          <w:szCs w:val="26"/>
        </w:rPr>
        <w:t>Kratek opis in namen WS</w:t>
      </w:r>
      <w:bookmarkEnd w:id="241"/>
    </w:p>
    <w:p w14:paraId="7285F7CD" w14:textId="13F2852C" w:rsidR="001F0DC9" w:rsidRPr="00DF6309" w:rsidRDefault="001F0DC9" w:rsidP="001F0DC9">
      <w:r w:rsidRPr="00DF6309">
        <w:t xml:space="preserve">Storitev je namenjena </w:t>
      </w:r>
      <w:r>
        <w:t>proženju obračuna OM in pridobivanju priloge A na podlagi podanega in predhodno pridobljenega obračunskega obdobja</w:t>
      </w:r>
      <w:r w:rsidRPr="00DF6309">
        <w:t>.</w:t>
      </w:r>
    </w:p>
    <w:p w14:paraId="188069F0" w14:textId="77777777" w:rsidR="001F0DC9" w:rsidRPr="00DF6309" w:rsidRDefault="001F0DC9" w:rsidP="001F0DC9">
      <w:pPr>
        <w:numPr>
          <w:ilvl w:val="0"/>
          <w:numId w:val="27"/>
        </w:numPr>
        <w:spacing w:after="0" w:line="240" w:lineRule="auto"/>
        <w:jc w:val="left"/>
        <w:rPr>
          <w:rFonts w:eastAsia="Times New Roman"/>
          <w:lang w:val="en-US"/>
        </w:rPr>
      </w:pPr>
      <w:r w:rsidRPr="00DF6309">
        <w:rPr>
          <w:rFonts w:eastAsia="Times New Roman"/>
          <w:lang w:val="en-US"/>
        </w:rPr>
        <w:t>Url produkcija:</w:t>
      </w:r>
    </w:p>
    <w:p w14:paraId="176A32CB" w14:textId="3742E7B0" w:rsidR="001F0DC9" w:rsidRPr="001F0DC9" w:rsidRDefault="001F0DC9" w:rsidP="001F0DC9">
      <w:r w:rsidRPr="001F0DC9">
        <w:rPr>
          <w:rFonts w:eastAsia="Times New Roman"/>
          <w:color w:val="0000FF"/>
          <w:sz w:val="18"/>
          <w:szCs w:val="18"/>
          <w:u w:val="single"/>
          <w:lang w:val="en-US"/>
        </w:rPr>
        <w:t>https://services.informatika.si/</w:t>
      </w:r>
      <w:hyperlink r:id="rId107" w:tooltip="https://services-test.informatika.si/ProzenjeObracunaWeb/sca/ObracunPartner?wsdl" w:history="1">
        <w:r w:rsidRPr="001F0DC9">
          <w:rPr>
            <w:rFonts w:eastAsia="Times New Roman"/>
            <w:color w:val="0000FF"/>
            <w:sz w:val="18"/>
            <w:szCs w:val="18"/>
            <w:u w:val="single"/>
            <w:lang w:val="en-US"/>
          </w:rPr>
          <w:t>ProzenjeObracunaWeb/sca/ObracunPartner?wsdl</w:t>
        </w:r>
      </w:hyperlink>
    </w:p>
    <w:p w14:paraId="602B5582" w14:textId="77777777" w:rsidR="001F0DC9" w:rsidRPr="00DF6309" w:rsidRDefault="001F0DC9" w:rsidP="001F0DC9">
      <w:pPr>
        <w:numPr>
          <w:ilvl w:val="0"/>
          <w:numId w:val="27"/>
        </w:numPr>
        <w:spacing w:after="0" w:line="240" w:lineRule="auto"/>
        <w:jc w:val="left"/>
        <w:rPr>
          <w:rFonts w:eastAsia="Times New Roman"/>
          <w:lang w:val="en-US"/>
        </w:rPr>
      </w:pPr>
      <w:r w:rsidRPr="00DF6309">
        <w:rPr>
          <w:rFonts w:eastAsia="Times New Roman"/>
          <w:lang w:val="en-US"/>
        </w:rPr>
        <w:t xml:space="preserve">Url test: </w:t>
      </w:r>
    </w:p>
    <w:p w14:paraId="797C4C2B" w14:textId="32C3D834" w:rsidR="001F0DC9" w:rsidRPr="005C23FB" w:rsidRDefault="00A25B3C" w:rsidP="001F0DC9">
      <w:pPr>
        <w:spacing w:after="0" w:line="240" w:lineRule="auto"/>
        <w:jc w:val="left"/>
        <w:rPr>
          <w:rStyle w:val="Hyperlink"/>
          <w:lang w:val="en-US"/>
        </w:rPr>
      </w:pPr>
      <w:hyperlink r:id="rId108" w:history="1">
        <w:r w:rsidR="001F0DC9" w:rsidRPr="00C83D91">
          <w:rPr>
            <w:rStyle w:val="Hyperlink"/>
            <w:rFonts w:eastAsia="Times New Roman"/>
            <w:sz w:val="18"/>
            <w:szCs w:val="18"/>
            <w:lang w:val="en-US"/>
          </w:rPr>
          <w:t>https://services-test.informatika.si/</w:t>
        </w:r>
        <w:hyperlink r:id="rId109" w:tooltip="https://services-test.informatika.si/ProzenjeObracunaWeb/sca/ObracunPartner?wsdl" w:history="1">
          <w:r w:rsidR="001F0DC9" w:rsidRPr="001F0DC9">
            <w:rPr>
              <w:rFonts w:eastAsia="Times New Roman"/>
              <w:color w:val="0000FF"/>
              <w:sz w:val="18"/>
              <w:szCs w:val="18"/>
              <w:u w:val="single"/>
              <w:lang w:val="en-US"/>
            </w:rPr>
            <w:t>ProzenjeObracunaWeb/sca/ObracunPartner?wsdl</w:t>
          </w:r>
        </w:hyperlink>
      </w:hyperlink>
    </w:p>
    <w:p w14:paraId="3082F5B3" w14:textId="77777777" w:rsidR="001F0DC9" w:rsidRPr="00DF6309" w:rsidRDefault="001F0DC9" w:rsidP="001F0DC9">
      <w:pPr>
        <w:spacing w:after="0" w:line="240" w:lineRule="auto"/>
        <w:ind w:left="360"/>
        <w:jc w:val="left"/>
        <w:rPr>
          <w:rFonts w:eastAsia="Times New Roman"/>
          <w:lang w:val="en-US"/>
        </w:rPr>
      </w:pPr>
    </w:p>
    <w:p w14:paraId="2B18930B" w14:textId="77777777" w:rsidR="001F0DC9" w:rsidRPr="00DF6309" w:rsidRDefault="001F0DC9" w:rsidP="001F0DC9">
      <w:pPr>
        <w:keepNext/>
        <w:keepLines/>
        <w:numPr>
          <w:ilvl w:val="1"/>
          <w:numId w:val="1"/>
        </w:numPr>
        <w:spacing w:before="360" w:after="240"/>
        <w:outlineLvl w:val="1"/>
        <w:rPr>
          <w:rFonts w:ascii="Cambria" w:eastAsia="Times New Roman" w:hAnsi="Cambria"/>
          <w:b/>
          <w:bCs/>
          <w:sz w:val="26"/>
          <w:szCs w:val="26"/>
        </w:rPr>
      </w:pPr>
      <w:bookmarkStart w:id="242" w:name="_Toc463011926"/>
      <w:r w:rsidRPr="00DF6309">
        <w:rPr>
          <w:rFonts w:ascii="Cambria" w:eastAsia="Times New Roman" w:hAnsi="Cambria"/>
          <w:b/>
          <w:bCs/>
          <w:sz w:val="26"/>
          <w:szCs w:val="26"/>
        </w:rPr>
        <w:t>Verzioniranje WS</w:t>
      </w:r>
      <w:bookmarkEnd w:id="242"/>
    </w:p>
    <w:p w14:paraId="68CDDD9E" w14:textId="77777777" w:rsidR="001F0DC9" w:rsidRPr="00DF6309" w:rsidRDefault="001F0DC9" w:rsidP="001F0DC9">
      <w:r w:rsidRPr="00DF6309">
        <w:t>Verzija nabora storitev 1.0</w:t>
      </w:r>
    </w:p>
    <w:p w14:paraId="3CBBE152" w14:textId="77777777" w:rsidR="001F0DC9" w:rsidRPr="00DF6309" w:rsidRDefault="001F0DC9" w:rsidP="001F0DC9">
      <w:pPr>
        <w:keepNext/>
        <w:keepLines/>
        <w:numPr>
          <w:ilvl w:val="1"/>
          <w:numId w:val="1"/>
        </w:numPr>
        <w:spacing w:before="360" w:after="240"/>
        <w:ind w:left="578" w:hanging="578"/>
        <w:outlineLvl w:val="1"/>
        <w:rPr>
          <w:rFonts w:ascii="Cambria" w:eastAsia="Times New Roman" w:hAnsi="Cambria"/>
          <w:b/>
          <w:bCs/>
          <w:sz w:val="26"/>
          <w:szCs w:val="26"/>
        </w:rPr>
      </w:pPr>
      <w:bookmarkStart w:id="243" w:name="_Toc463011927"/>
      <w:r w:rsidRPr="00DF6309">
        <w:rPr>
          <w:rFonts w:ascii="Cambria" w:eastAsia="Times New Roman" w:hAnsi="Cambria"/>
          <w:b/>
          <w:bCs/>
          <w:sz w:val="26"/>
          <w:szCs w:val="26"/>
        </w:rPr>
        <w:t>Diagram poteka</w:t>
      </w:r>
      <w:bookmarkEnd w:id="243"/>
    </w:p>
    <w:p w14:paraId="0EBFE859" w14:textId="77777777" w:rsidR="001F0DC9" w:rsidRPr="00DF6309" w:rsidRDefault="001F0DC9" w:rsidP="001F0DC9">
      <w:r w:rsidRPr="00DF6309">
        <w:t>Ni na voljo.</w:t>
      </w:r>
    </w:p>
    <w:p w14:paraId="734164D6" w14:textId="77777777" w:rsidR="001F0DC9" w:rsidRPr="00DF6309" w:rsidRDefault="001F0DC9" w:rsidP="001F0DC9">
      <w:pPr>
        <w:keepNext/>
        <w:keepLines/>
        <w:numPr>
          <w:ilvl w:val="1"/>
          <w:numId w:val="1"/>
        </w:numPr>
        <w:spacing w:before="360" w:after="240"/>
        <w:ind w:left="578" w:hanging="578"/>
        <w:outlineLvl w:val="1"/>
        <w:rPr>
          <w:rFonts w:ascii="Cambria" w:eastAsia="Times New Roman" w:hAnsi="Cambria"/>
          <w:b/>
          <w:bCs/>
          <w:sz w:val="26"/>
          <w:szCs w:val="26"/>
        </w:rPr>
      </w:pPr>
      <w:bookmarkStart w:id="244" w:name="_Toc463011928"/>
      <w:r w:rsidRPr="00DF6309">
        <w:rPr>
          <w:rFonts w:ascii="Cambria" w:eastAsia="Times New Roman" w:hAnsi="Cambria"/>
          <w:b/>
          <w:bCs/>
          <w:sz w:val="26"/>
          <w:szCs w:val="26"/>
        </w:rPr>
        <w:t>Način uporabe</w:t>
      </w:r>
      <w:bookmarkEnd w:id="244"/>
    </w:p>
    <w:p w14:paraId="2EC66306" w14:textId="1A741E4A" w:rsidR="001F0DC9" w:rsidRPr="00DF6309" w:rsidRDefault="001F0DC9" w:rsidP="001F0DC9">
      <w:r w:rsidRPr="00DF6309">
        <w:t xml:space="preserve">Storitev se kliče za potrebe </w:t>
      </w:r>
      <w:r w:rsidR="00072ABF">
        <w:t>izdelave</w:t>
      </w:r>
      <w:r>
        <w:t xml:space="preserve"> obračuna dobavitelja, za katerega je potrebno izvesti obračun omrežnine in pridobiti prilogo A. </w:t>
      </w:r>
      <w:r w:rsidR="00C24F01">
        <w:t>Proženje obračuna se izvede v dveh korakih</w:t>
      </w:r>
      <w:r>
        <w:t>.</w:t>
      </w:r>
      <w:r w:rsidR="00072ABF">
        <w:t xml:space="preserve"> Najprej se pokliče informativni obračun z obdobjem, ki omogoča dobavitelju vpogled v podatke, kaj bo dejanski rezultat izvedbe obračuna, nato pa se pokliče dejanski obračun. Vhodni podatki v informativni obračun z obdobjem in dejanski obračun so enaki, enotni identifikator merilnega mesta in obračunsko obdobje.</w:t>
      </w:r>
    </w:p>
    <w:p w14:paraId="0BD1ABA2" w14:textId="77777777" w:rsidR="001F0DC9" w:rsidRPr="00DF6309" w:rsidRDefault="001F0DC9" w:rsidP="001F0DC9">
      <w:pPr>
        <w:keepNext/>
        <w:keepLines/>
        <w:numPr>
          <w:ilvl w:val="1"/>
          <w:numId w:val="1"/>
        </w:numPr>
        <w:spacing w:before="360" w:after="240"/>
        <w:ind w:left="578" w:hanging="578"/>
        <w:outlineLvl w:val="1"/>
        <w:rPr>
          <w:rFonts w:ascii="Cambria" w:eastAsia="Times New Roman" w:hAnsi="Cambria"/>
          <w:b/>
          <w:bCs/>
          <w:sz w:val="26"/>
          <w:szCs w:val="26"/>
        </w:rPr>
      </w:pPr>
      <w:bookmarkStart w:id="245" w:name="_Toc463011929"/>
      <w:r w:rsidRPr="00DF6309">
        <w:rPr>
          <w:rFonts w:ascii="Cambria" w:eastAsia="Times New Roman" w:hAnsi="Cambria"/>
          <w:b/>
          <w:bCs/>
          <w:sz w:val="26"/>
          <w:szCs w:val="26"/>
        </w:rPr>
        <w:t>Posebnosti</w:t>
      </w:r>
      <w:bookmarkEnd w:id="245"/>
    </w:p>
    <w:p w14:paraId="05B22026" w14:textId="69F6309A" w:rsidR="001F0DC9" w:rsidRPr="00DF6309" w:rsidRDefault="00072ABF" w:rsidP="001F0DC9">
      <w:r>
        <w:t>Proženje obračuna</w:t>
      </w:r>
      <w:r w:rsidR="001F0DC9" w:rsidRPr="00DF6309">
        <w:t xml:space="preserve"> je mogoče za merilna mesta, za katera je klicatelj dejanski dobavitelj na merilnem mestu. </w:t>
      </w:r>
      <w:r>
        <w:t>Predpogoj za proženje obračuna je pridobljeno obračunsko obdobje, ki ga dobavitelj pridobi s klicem za to pripravljene storitve</w:t>
      </w:r>
      <w:r w:rsidR="001F0DC9" w:rsidRPr="00DF6309">
        <w:t>.</w:t>
      </w:r>
    </w:p>
    <w:p w14:paraId="1D88116C" w14:textId="77777777" w:rsidR="001F0DC9" w:rsidRPr="00DF6309" w:rsidRDefault="001F0DC9" w:rsidP="001F0DC9">
      <w:pPr>
        <w:keepNext/>
        <w:keepLines/>
        <w:numPr>
          <w:ilvl w:val="1"/>
          <w:numId w:val="1"/>
        </w:numPr>
        <w:spacing w:before="360" w:after="240"/>
        <w:ind w:left="578" w:hanging="578"/>
        <w:outlineLvl w:val="1"/>
        <w:rPr>
          <w:rFonts w:ascii="Cambria" w:eastAsia="Times New Roman" w:hAnsi="Cambria"/>
          <w:b/>
          <w:bCs/>
          <w:sz w:val="26"/>
          <w:szCs w:val="26"/>
        </w:rPr>
      </w:pPr>
      <w:bookmarkStart w:id="246" w:name="_Toc463011930"/>
      <w:r w:rsidRPr="00DF6309">
        <w:rPr>
          <w:rFonts w:ascii="Cambria" w:eastAsia="Times New Roman" w:hAnsi="Cambria"/>
          <w:b/>
          <w:bCs/>
          <w:sz w:val="26"/>
          <w:szCs w:val="26"/>
        </w:rPr>
        <w:t>Tehnološki predpogoji uporabe WS</w:t>
      </w:r>
      <w:bookmarkEnd w:id="246"/>
    </w:p>
    <w:p w14:paraId="50D4AC9B" w14:textId="1AF3AE8A" w:rsidR="002E071B" w:rsidRDefault="001F0DC9" w:rsidP="001F0DC9">
      <w:r w:rsidRPr="00DF6309">
        <w:t>Uporabnik storitve mora vzpostaviti povezavo do spletnega mesta services.informatika.si ter services-test.informatika.si in zaupati certifikatu spletnega mesta. Klici so varovani z uporabniškim imenom in geslom.</w:t>
      </w:r>
    </w:p>
    <w:p w14:paraId="117B9C7B" w14:textId="77777777" w:rsidR="002E071B" w:rsidRDefault="002E071B">
      <w:pPr>
        <w:spacing w:after="0" w:line="240" w:lineRule="auto"/>
        <w:jc w:val="left"/>
      </w:pPr>
      <w:r>
        <w:br w:type="page"/>
      </w:r>
    </w:p>
    <w:p w14:paraId="4E2EE4F0" w14:textId="1B773023" w:rsidR="002E071B" w:rsidRPr="00DF6309" w:rsidRDefault="002E071B" w:rsidP="002E071B">
      <w:pPr>
        <w:pStyle w:val="Heading1"/>
      </w:pPr>
      <w:bookmarkStart w:id="247" w:name="_Toc463011931"/>
      <w:r w:rsidRPr="002E071B">
        <w:lastRenderedPageBreak/>
        <w:t>Neakontacijski</w:t>
      </w:r>
      <w:r>
        <w:t xml:space="preserve"> nač</w:t>
      </w:r>
      <w:r w:rsidRPr="002E071B">
        <w:t>in</w:t>
      </w:r>
      <w:r>
        <w:t xml:space="preserve"> o</w:t>
      </w:r>
      <w:r w:rsidRPr="002E071B">
        <w:t>bracuna</w:t>
      </w:r>
      <w:r>
        <w:t xml:space="preserve"> n</w:t>
      </w:r>
      <w:r w:rsidRPr="002E071B">
        <w:t>ajdi</w:t>
      </w:r>
      <w:bookmarkEnd w:id="247"/>
    </w:p>
    <w:p w14:paraId="7811A540" w14:textId="77777777" w:rsidR="002E071B" w:rsidRPr="00DF6309" w:rsidRDefault="002E071B" w:rsidP="002E071B">
      <w:pPr>
        <w:keepNext/>
        <w:keepLines/>
        <w:numPr>
          <w:ilvl w:val="1"/>
          <w:numId w:val="1"/>
        </w:numPr>
        <w:spacing w:before="360" w:after="240"/>
        <w:outlineLvl w:val="1"/>
        <w:rPr>
          <w:rFonts w:ascii="Cambria" w:eastAsia="Times New Roman" w:hAnsi="Cambria"/>
          <w:b/>
          <w:bCs/>
          <w:sz w:val="26"/>
          <w:szCs w:val="26"/>
        </w:rPr>
      </w:pPr>
      <w:bookmarkStart w:id="248" w:name="_Toc463011932"/>
      <w:r w:rsidRPr="00DF6309">
        <w:rPr>
          <w:rFonts w:ascii="Cambria" w:eastAsia="Times New Roman" w:hAnsi="Cambria"/>
          <w:b/>
          <w:bCs/>
          <w:sz w:val="26"/>
          <w:szCs w:val="26"/>
        </w:rPr>
        <w:t>Kratek opis in namen WS</w:t>
      </w:r>
      <w:bookmarkEnd w:id="248"/>
    </w:p>
    <w:p w14:paraId="57FD6ED3" w14:textId="31A4458B" w:rsidR="002E071B" w:rsidRPr="00DF6309" w:rsidRDefault="00814386" w:rsidP="002E071B">
      <w:r w:rsidRPr="00814386">
        <w:t xml:space="preserve">Storitev je namenjena pridobivanju </w:t>
      </w:r>
      <w:r>
        <w:t>podat</w:t>
      </w:r>
      <w:r w:rsidR="00C731D4">
        <w:t>k</w:t>
      </w:r>
      <w:r>
        <w:t>ov neakontacijskega načina obračuna za merilno mesto.</w:t>
      </w:r>
    </w:p>
    <w:p w14:paraId="3091881E" w14:textId="77777777" w:rsidR="002E071B" w:rsidRPr="00DF6309" w:rsidRDefault="002E071B" w:rsidP="002E071B">
      <w:pPr>
        <w:numPr>
          <w:ilvl w:val="0"/>
          <w:numId w:val="27"/>
        </w:numPr>
        <w:spacing w:after="0" w:line="240" w:lineRule="auto"/>
        <w:jc w:val="left"/>
        <w:rPr>
          <w:rFonts w:eastAsia="Times New Roman"/>
          <w:lang w:val="en-US"/>
        </w:rPr>
      </w:pPr>
      <w:r w:rsidRPr="00DF6309">
        <w:rPr>
          <w:rFonts w:eastAsia="Times New Roman"/>
          <w:lang w:val="en-US"/>
        </w:rPr>
        <w:t>Url produkcija:</w:t>
      </w:r>
    </w:p>
    <w:p w14:paraId="5A1FBD37" w14:textId="047D5715" w:rsidR="002E071B" w:rsidRPr="001F0DC9" w:rsidRDefault="002E071B" w:rsidP="002E071B">
      <w:r w:rsidRPr="002E071B">
        <w:rPr>
          <w:rFonts w:eastAsia="Times New Roman"/>
          <w:color w:val="0000FF"/>
          <w:sz w:val="18"/>
          <w:szCs w:val="18"/>
          <w:u w:val="single"/>
          <w:lang w:val="en-US"/>
        </w:rPr>
        <w:t>https://services.informatika.si/NeakontacijskiNacinObracunaWeb/sca/NeakontacijskiNacinObracunaNajdi?WSDL</w:t>
      </w:r>
      <w:r w:rsidRPr="001F0DC9">
        <w:t xml:space="preserve"> </w:t>
      </w:r>
    </w:p>
    <w:p w14:paraId="0EAACA6A" w14:textId="77777777" w:rsidR="002E071B" w:rsidRPr="00DF6309" w:rsidRDefault="002E071B" w:rsidP="002E071B">
      <w:pPr>
        <w:numPr>
          <w:ilvl w:val="0"/>
          <w:numId w:val="27"/>
        </w:numPr>
        <w:spacing w:after="0" w:line="240" w:lineRule="auto"/>
        <w:jc w:val="left"/>
        <w:rPr>
          <w:rFonts w:eastAsia="Times New Roman"/>
          <w:lang w:val="en-US"/>
        </w:rPr>
      </w:pPr>
      <w:r w:rsidRPr="00DF6309">
        <w:rPr>
          <w:rFonts w:eastAsia="Times New Roman"/>
          <w:lang w:val="en-US"/>
        </w:rPr>
        <w:t xml:space="preserve">Url test: </w:t>
      </w:r>
    </w:p>
    <w:p w14:paraId="4923F968" w14:textId="47B1A114" w:rsidR="002E071B" w:rsidRPr="005C23FB" w:rsidRDefault="002E071B" w:rsidP="002E071B">
      <w:pPr>
        <w:spacing w:after="0" w:line="240" w:lineRule="auto"/>
        <w:jc w:val="left"/>
        <w:rPr>
          <w:rStyle w:val="Hyperlink"/>
          <w:lang w:val="en-US"/>
        </w:rPr>
      </w:pPr>
      <w:r w:rsidRPr="002E071B">
        <w:rPr>
          <w:rFonts w:eastAsia="Times New Roman"/>
          <w:color w:val="0000FF"/>
          <w:sz w:val="18"/>
          <w:szCs w:val="18"/>
          <w:u w:val="single"/>
          <w:lang w:val="en-US"/>
        </w:rPr>
        <w:t>https://services-test.informatika.si/NeakontacijskiNacinObracunaWeb/sca/NeakontacijskiNacinObracunaNajdi?WSDL</w:t>
      </w:r>
    </w:p>
    <w:p w14:paraId="0423EDC4" w14:textId="77777777" w:rsidR="002E071B" w:rsidRPr="00DF6309" w:rsidRDefault="002E071B" w:rsidP="002E071B">
      <w:pPr>
        <w:spacing w:after="0" w:line="240" w:lineRule="auto"/>
        <w:ind w:left="360"/>
        <w:jc w:val="left"/>
        <w:rPr>
          <w:rFonts w:eastAsia="Times New Roman"/>
          <w:lang w:val="en-US"/>
        </w:rPr>
      </w:pPr>
    </w:p>
    <w:p w14:paraId="716529A7" w14:textId="77777777" w:rsidR="002E071B" w:rsidRPr="00DF6309" w:rsidRDefault="002E071B" w:rsidP="002E071B">
      <w:pPr>
        <w:keepNext/>
        <w:keepLines/>
        <w:numPr>
          <w:ilvl w:val="1"/>
          <w:numId w:val="1"/>
        </w:numPr>
        <w:spacing w:before="360" w:after="240"/>
        <w:outlineLvl w:val="1"/>
        <w:rPr>
          <w:rFonts w:ascii="Cambria" w:eastAsia="Times New Roman" w:hAnsi="Cambria"/>
          <w:b/>
          <w:bCs/>
          <w:sz w:val="26"/>
          <w:szCs w:val="26"/>
        </w:rPr>
      </w:pPr>
      <w:bookmarkStart w:id="249" w:name="_Toc463011933"/>
      <w:r w:rsidRPr="00DF6309">
        <w:rPr>
          <w:rFonts w:ascii="Cambria" w:eastAsia="Times New Roman" w:hAnsi="Cambria"/>
          <w:b/>
          <w:bCs/>
          <w:sz w:val="26"/>
          <w:szCs w:val="26"/>
        </w:rPr>
        <w:t>Verzioniranje WS</w:t>
      </w:r>
      <w:bookmarkEnd w:id="249"/>
    </w:p>
    <w:p w14:paraId="50FBE760" w14:textId="77777777" w:rsidR="002E071B" w:rsidRPr="00DF6309" w:rsidRDefault="002E071B" w:rsidP="002E071B">
      <w:r w:rsidRPr="00DF6309">
        <w:t>Verzija nabora storitev 1.0</w:t>
      </w:r>
    </w:p>
    <w:p w14:paraId="6AE82384" w14:textId="77777777" w:rsidR="002E071B" w:rsidRPr="00DF6309" w:rsidRDefault="002E071B" w:rsidP="002E071B">
      <w:pPr>
        <w:keepNext/>
        <w:keepLines/>
        <w:numPr>
          <w:ilvl w:val="1"/>
          <w:numId w:val="1"/>
        </w:numPr>
        <w:spacing w:before="360" w:after="240"/>
        <w:ind w:left="578" w:hanging="578"/>
        <w:outlineLvl w:val="1"/>
        <w:rPr>
          <w:rFonts w:ascii="Cambria" w:eastAsia="Times New Roman" w:hAnsi="Cambria"/>
          <w:b/>
          <w:bCs/>
          <w:sz w:val="26"/>
          <w:szCs w:val="26"/>
        </w:rPr>
      </w:pPr>
      <w:bookmarkStart w:id="250" w:name="_Toc463011934"/>
      <w:r w:rsidRPr="00DF6309">
        <w:rPr>
          <w:rFonts w:ascii="Cambria" w:eastAsia="Times New Roman" w:hAnsi="Cambria"/>
          <w:b/>
          <w:bCs/>
          <w:sz w:val="26"/>
          <w:szCs w:val="26"/>
        </w:rPr>
        <w:t>Diagram poteka</w:t>
      </w:r>
      <w:bookmarkEnd w:id="250"/>
    </w:p>
    <w:p w14:paraId="66A77064" w14:textId="77777777" w:rsidR="002E071B" w:rsidRPr="00DF6309" w:rsidRDefault="002E071B" w:rsidP="002E071B">
      <w:r w:rsidRPr="00DF6309">
        <w:t>Ni na voljo.</w:t>
      </w:r>
    </w:p>
    <w:p w14:paraId="408FACAE" w14:textId="77777777" w:rsidR="002E071B" w:rsidRPr="00DF6309" w:rsidRDefault="002E071B" w:rsidP="002E071B">
      <w:pPr>
        <w:keepNext/>
        <w:keepLines/>
        <w:numPr>
          <w:ilvl w:val="1"/>
          <w:numId w:val="1"/>
        </w:numPr>
        <w:spacing w:before="360" w:after="240"/>
        <w:ind w:left="578" w:hanging="578"/>
        <w:outlineLvl w:val="1"/>
        <w:rPr>
          <w:rFonts w:ascii="Cambria" w:eastAsia="Times New Roman" w:hAnsi="Cambria"/>
          <w:b/>
          <w:bCs/>
          <w:sz w:val="26"/>
          <w:szCs w:val="26"/>
        </w:rPr>
      </w:pPr>
      <w:bookmarkStart w:id="251" w:name="_Toc463011935"/>
      <w:r w:rsidRPr="00DF6309">
        <w:rPr>
          <w:rFonts w:ascii="Cambria" w:eastAsia="Times New Roman" w:hAnsi="Cambria"/>
          <w:b/>
          <w:bCs/>
          <w:sz w:val="26"/>
          <w:szCs w:val="26"/>
        </w:rPr>
        <w:t>Način uporabe</w:t>
      </w:r>
      <w:bookmarkEnd w:id="251"/>
    </w:p>
    <w:p w14:paraId="62E06ED1" w14:textId="55ACD9E6" w:rsidR="002E071B" w:rsidRPr="00DF6309" w:rsidRDefault="00814386" w:rsidP="002E071B">
      <w:r w:rsidRPr="00814386">
        <w:t>Storitev se kliče za potrebe pridobivanja podatkov neakontacijskega načina obračuna za merilno mesto na podlagi v storitvi definiranih iskalnih kriterijev.</w:t>
      </w:r>
    </w:p>
    <w:p w14:paraId="57083F6F" w14:textId="77777777" w:rsidR="002E071B" w:rsidRPr="00DF6309" w:rsidRDefault="002E071B" w:rsidP="002E071B">
      <w:pPr>
        <w:keepNext/>
        <w:keepLines/>
        <w:numPr>
          <w:ilvl w:val="1"/>
          <w:numId w:val="1"/>
        </w:numPr>
        <w:spacing w:before="360" w:after="240"/>
        <w:ind w:left="578" w:hanging="578"/>
        <w:outlineLvl w:val="1"/>
        <w:rPr>
          <w:rFonts w:ascii="Cambria" w:eastAsia="Times New Roman" w:hAnsi="Cambria"/>
          <w:b/>
          <w:bCs/>
          <w:sz w:val="26"/>
          <w:szCs w:val="26"/>
        </w:rPr>
      </w:pPr>
      <w:bookmarkStart w:id="252" w:name="_Toc463011936"/>
      <w:r w:rsidRPr="00DF6309">
        <w:rPr>
          <w:rFonts w:ascii="Cambria" w:eastAsia="Times New Roman" w:hAnsi="Cambria"/>
          <w:b/>
          <w:bCs/>
          <w:sz w:val="26"/>
          <w:szCs w:val="26"/>
        </w:rPr>
        <w:t>Posebnosti</w:t>
      </w:r>
      <w:bookmarkEnd w:id="252"/>
    </w:p>
    <w:p w14:paraId="72767AA9" w14:textId="3C8C2A1E" w:rsidR="002E071B" w:rsidRPr="00DF6309" w:rsidRDefault="00814386" w:rsidP="002E071B">
      <w:r>
        <w:t>Pridobivanje podatkov</w:t>
      </w:r>
      <w:r w:rsidR="002E071B" w:rsidRPr="00DF6309">
        <w:t xml:space="preserve"> je mogoče za merilna mesta, za katera je klicatelj dejanski dobavitelj na merilnem mestu.</w:t>
      </w:r>
    </w:p>
    <w:p w14:paraId="464C9078" w14:textId="77777777" w:rsidR="002E071B" w:rsidRPr="00DF6309" w:rsidRDefault="002E071B" w:rsidP="002E071B">
      <w:pPr>
        <w:keepNext/>
        <w:keepLines/>
        <w:numPr>
          <w:ilvl w:val="1"/>
          <w:numId w:val="1"/>
        </w:numPr>
        <w:spacing w:before="360" w:after="240"/>
        <w:ind w:left="578" w:hanging="578"/>
        <w:outlineLvl w:val="1"/>
        <w:rPr>
          <w:rFonts w:ascii="Cambria" w:eastAsia="Times New Roman" w:hAnsi="Cambria"/>
          <w:b/>
          <w:bCs/>
          <w:sz w:val="26"/>
          <w:szCs w:val="26"/>
        </w:rPr>
      </w:pPr>
      <w:bookmarkStart w:id="253" w:name="_Toc463011937"/>
      <w:r w:rsidRPr="00DF6309">
        <w:rPr>
          <w:rFonts w:ascii="Cambria" w:eastAsia="Times New Roman" w:hAnsi="Cambria"/>
          <w:b/>
          <w:bCs/>
          <w:sz w:val="26"/>
          <w:szCs w:val="26"/>
        </w:rPr>
        <w:t>Tehnološki predpogoji uporabe WS</w:t>
      </w:r>
      <w:bookmarkEnd w:id="253"/>
    </w:p>
    <w:p w14:paraId="024F14CE" w14:textId="77777777" w:rsidR="002E071B" w:rsidRPr="00F77B12" w:rsidRDefault="002E071B" w:rsidP="002E071B">
      <w:r w:rsidRPr="00DF6309">
        <w:t>Uporabnik storitve mora vzpostaviti povezavo do spletnega mesta services.informatika.si ter services-test.informatika.si in zaupati certifikatu spletnega mesta. Klici so varovani z uporabniškim imenom in geslom.</w:t>
      </w:r>
    </w:p>
    <w:p w14:paraId="3A7AFAC8" w14:textId="72C71B1E" w:rsidR="00814386" w:rsidRDefault="00814386">
      <w:pPr>
        <w:spacing w:after="0" w:line="240" w:lineRule="auto"/>
        <w:jc w:val="left"/>
      </w:pPr>
      <w:r>
        <w:br w:type="page"/>
      </w:r>
    </w:p>
    <w:p w14:paraId="4C71E2A4" w14:textId="491EC0BB" w:rsidR="00814386" w:rsidRPr="00DF6309" w:rsidRDefault="00814386" w:rsidP="00814386">
      <w:pPr>
        <w:pStyle w:val="Heading1"/>
      </w:pPr>
      <w:bookmarkStart w:id="254" w:name="_Toc463011938"/>
      <w:r w:rsidRPr="002E071B">
        <w:lastRenderedPageBreak/>
        <w:t>Neakontacijski</w:t>
      </w:r>
      <w:r>
        <w:t xml:space="preserve"> nač</w:t>
      </w:r>
      <w:r w:rsidRPr="002E071B">
        <w:t>in</w:t>
      </w:r>
      <w:r>
        <w:t xml:space="preserve"> o</w:t>
      </w:r>
      <w:r w:rsidRPr="002E071B">
        <w:t>bracuna</w:t>
      </w:r>
      <w:r>
        <w:t xml:space="preserve"> odjavi</w:t>
      </w:r>
      <w:bookmarkEnd w:id="254"/>
    </w:p>
    <w:p w14:paraId="4810926E" w14:textId="77777777" w:rsidR="00814386" w:rsidRPr="00DF6309" w:rsidRDefault="00814386" w:rsidP="00814386">
      <w:pPr>
        <w:keepNext/>
        <w:keepLines/>
        <w:numPr>
          <w:ilvl w:val="1"/>
          <w:numId w:val="1"/>
        </w:numPr>
        <w:spacing w:before="360" w:after="240"/>
        <w:outlineLvl w:val="1"/>
        <w:rPr>
          <w:rFonts w:ascii="Cambria" w:eastAsia="Times New Roman" w:hAnsi="Cambria"/>
          <w:b/>
          <w:bCs/>
          <w:sz w:val="26"/>
          <w:szCs w:val="26"/>
        </w:rPr>
      </w:pPr>
      <w:bookmarkStart w:id="255" w:name="_Toc463011939"/>
      <w:r w:rsidRPr="00DF6309">
        <w:rPr>
          <w:rFonts w:ascii="Cambria" w:eastAsia="Times New Roman" w:hAnsi="Cambria"/>
          <w:b/>
          <w:bCs/>
          <w:sz w:val="26"/>
          <w:szCs w:val="26"/>
        </w:rPr>
        <w:t>Kratek opis in namen WS</w:t>
      </w:r>
      <w:bookmarkEnd w:id="255"/>
    </w:p>
    <w:p w14:paraId="3ECE7288" w14:textId="7273A235" w:rsidR="00814386" w:rsidRPr="00DF6309" w:rsidRDefault="00814386" w:rsidP="00814386">
      <w:r w:rsidRPr="00814386">
        <w:t xml:space="preserve">Storitev je namenjena </w:t>
      </w:r>
      <w:r w:rsidR="00D464FE">
        <w:t xml:space="preserve">odjavi merilnega mesta iz </w:t>
      </w:r>
      <w:r>
        <w:t>neakontacijskega načina obračuna.</w:t>
      </w:r>
    </w:p>
    <w:p w14:paraId="110CACD1" w14:textId="77777777" w:rsidR="00814386" w:rsidRPr="00DF6309" w:rsidRDefault="00814386" w:rsidP="00814386">
      <w:pPr>
        <w:numPr>
          <w:ilvl w:val="0"/>
          <w:numId w:val="27"/>
        </w:numPr>
        <w:spacing w:after="0" w:line="240" w:lineRule="auto"/>
        <w:jc w:val="left"/>
        <w:rPr>
          <w:rFonts w:eastAsia="Times New Roman"/>
          <w:lang w:val="en-US"/>
        </w:rPr>
      </w:pPr>
      <w:r w:rsidRPr="00DF6309">
        <w:rPr>
          <w:rFonts w:eastAsia="Times New Roman"/>
          <w:lang w:val="en-US"/>
        </w:rPr>
        <w:t>Url produkcija:</w:t>
      </w:r>
    </w:p>
    <w:p w14:paraId="2E4E8680" w14:textId="73B179EB" w:rsidR="00814386" w:rsidRPr="001F0DC9" w:rsidRDefault="00814386" w:rsidP="00814386">
      <w:r w:rsidRPr="00814386">
        <w:rPr>
          <w:rFonts w:eastAsia="Times New Roman"/>
          <w:color w:val="0000FF"/>
          <w:sz w:val="18"/>
          <w:szCs w:val="18"/>
          <w:u w:val="single"/>
          <w:lang w:val="en-US"/>
        </w:rPr>
        <w:t>https://services.informatika.si/NeakontacijskiNacinObracunaWeb/sca/NeakontacijskiNacinObracunaOdjavi?WSDL</w:t>
      </w:r>
      <w:r w:rsidRPr="001F0DC9">
        <w:t xml:space="preserve"> </w:t>
      </w:r>
    </w:p>
    <w:p w14:paraId="158A954C" w14:textId="77777777" w:rsidR="00814386" w:rsidRPr="00DF6309" w:rsidRDefault="00814386" w:rsidP="00814386">
      <w:pPr>
        <w:numPr>
          <w:ilvl w:val="0"/>
          <w:numId w:val="27"/>
        </w:numPr>
        <w:spacing w:after="0" w:line="240" w:lineRule="auto"/>
        <w:jc w:val="left"/>
        <w:rPr>
          <w:rFonts w:eastAsia="Times New Roman"/>
          <w:lang w:val="en-US"/>
        </w:rPr>
      </w:pPr>
      <w:r w:rsidRPr="00DF6309">
        <w:rPr>
          <w:rFonts w:eastAsia="Times New Roman"/>
          <w:lang w:val="en-US"/>
        </w:rPr>
        <w:t xml:space="preserve">Url test: </w:t>
      </w:r>
    </w:p>
    <w:p w14:paraId="008E5250" w14:textId="700ADB39" w:rsidR="00814386" w:rsidRPr="005C23FB" w:rsidRDefault="00814386" w:rsidP="00814386">
      <w:pPr>
        <w:spacing w:after="0" w:line="240" w:lineRule="auto"/>
        <w:jc w:val="left"/>
        <w:rPr>
          <w:rStyle w:val="Hyperlink"/>
          <w:lang w:val="en-US"/>
        </w:rPr>
      </w:pPr>
      <w:r w:rsidRPr="00814386">
        <w:rPr>
          <w:rFonts w:eastAsia="Times New Roman"/>
          <w:color w:val="0000FF"/>
          <w:sz w:val="18"/>
          <w:szCs w:val="18"/>
          <w:u w:val="single"/>
          <w:lang w:val="en-US"/>
        </w:rPr>
        <w:t>https://services-test.informatika.si/NeakontacijskiNacinObracunaWeb/sca/NeakontacijskiNacinObracunaOdjavi?WSDL</w:t>
      </w:r>
    </w:p>
    <w:p w14:paraId="6EF88866" w14:textId="77777777" w:rsidR="00814386" w:rsidRPr="00DF6309" w:rsidRDefault="00814386" w:rsidP="00814386">
      <w:pPr>
        <w:spacing w:after="0" w:line="240" w:lineRule="auto"/>
        <w:ind w:left="360"/>
        <w:jc w:val="left"/>
        <w:rPr>
          <w:rFonts w:eastAsia="Times New Roman"/>
          <w:lang w:val="en-US"/>
        </w:rPr>
      </w:pPr>
    </w:p>
    <w:p w14:paraId="4F9599E1" w14:textId="77777777" w:rsidR="00814386" w:rsidRPr="00DF6309" w:rsidRDefault="00814386" w:rsidP="00814386">
      <w:pPr>
        <w:keepNext/>
        <w:keepLines/>
        <w:numPr>
          <w:ilvl w:val="1"/>
          <w:numId w:val="1"/>
        </w:numPr>
        <w:spacing w:before="360" w:after="240"/>
        <w:outlineLvl w:val="1"/>
        <w:rPr>
          <w:rFonts w:ascii="Cambria" w:eastAsia="Times New Roman" w:hAnsi="Cambria"/>
          <w:b/>
          <w:bCs/>
          <w:sz w:val="26"/>
          <w:szCs w:val="26"/>
        </w:rPr>
      </w:pPr>
      <w:bookmarkStart w:id="256" w:name="_Toc463011940"/>
      <w:r w:rsidRPr="00DF6309">
        <w:rPr>
          <w:rFonts w:ascii="Cambria" w:eastAsia="Times New Roman" w:hAnsi="Cambria"/>
          <w:b/>
          <w:bCs/>
          <w:sz w:val="26"/>
          <w:szCs w:val="26"/>
        </w:rPr>
        <w:t>Verzioniranje WS</w:t>
      </w:r>
      <w:bookmarkEnd w:id="256"/>
    </w:p>
    <w:p w14:paraId="393D3676" w14:textId="77777777" w:rsidR="00814386" w:rsidRPr="00DF6309" w:rsidRDefault="00814386" w:rsidP="00814386">
      <w:r w:rsidRPr="00DF6309">
        <w:t>Verzija nabora storitev 1.0</w:t>
      </w:r>
    </w:p>
    <w:p w14:paraId="7C5F3204" w14:textId="77777777" w:rsidR="00814386" w:rsidRPr="00DF6309" w:rsidRDefault="00814386" w:rsidP="00814386">
      <w:pPr>
        <w:keepNext/>
        <w:keepLines/>
        <w:numPr>
          <w:ilvl w:val="1"/>
          <w:numId w:val="1"/>
        </w:numPr>
        <w:spacing w:before="360" w:after="240"/>
        <w:ind w:left="578" w:hanging="578"/>
        <w:outlineLvl w:val="1"/>
        <w:rPr>
          <w:rFonts w:ascii="Cambria" w:eastAsia="Times New Roman" w:hAnsi="Cambria"/>
          <w:b/>
          <w:bCs/>
          <w:sz w:val="26"/>
          <w:szCs w:val="26"/>
        </w:rPr>
      </w:pPr>
      <w:bookmarkStart w:id="257" w:name="_Toc463011941"/>
      <w:r w:rsidRPr="00DF6309">
        <w:rPr>
          <w:rFonts w:ascii="Cambria" w:eastAsia="Times New Roman" w:hAnsi="Cambria"/>
          <w:b/>
          <w:bCs/>
          <w:sz w:val="26"/>
          <w:szCs w:val="26"/>
        </w:rPr>
        <w:t>Diagram poteka</w:t>
      </w:r>
      <w:bookmarkEnd w:id="257"/>
    </w:p>
    <w:p w14:paraId="6B0ECBE5" w14:textId="77777777" w:rsidR="00814386" w:rsidRPr="00DF6309" w:rsidRDefault="00814386" w:rsidP="00814386">
      <w:r w:rsidRPr="00DF6309">
        <w:t>Ni na voljo.</w:t>
      </w:r>
    </w:p>
    <w:p w14:paraId="31B1078E" w14:textId="77777777" w:rsidR="00814386" w:rsidRPr="00DF6309" w:rsidRDefault="00814386" w:rsidP="00814386">
      <w:pPr>
        <w:keepNext/>
        <w:keepLines/>
        <w:numPr>
          <w:ilvl w:val="1"/>
          <w:numId w:val="1"/>
        </w:numPr>
        <w:spacing w:before="360" w:after="240"/>
        <w:ind w:left="578" w:hanging="578"/>
        <w:outlineLvl w:val="1"/>
        <w:rPr>
          <w:rFonts w:ascii="Cambria" w:eastAsia="Times New Roman" w:hAnsi="Cambria"/>
          <w:b/>
          <w:bCs/>
          <w:sz w:val="26"/>
          <w:szCs w:val="26"/>
        </w:rPr>
      </w:pPr>
      <w:bookmarkStart w:id="258" w:name="_Toc463011942"/>
      <w:r w:rsidRPr="00DF6309">
        <w:rPr>
          <w:rFonts w:ascii="Cambria" w:eastAsia="Times New Roman" w:hAnsi="Cambria"/>
          <w:b/>
          <w:bCs/>
          <w:sz w:val="26"/>
          <w:szCs w:val="26"/>
        </w:rPr>
        <w:t>Način uporabe</w:t>
      </w:r>
      <w:bookmarkEnd w:id="258"/>
    </w:p>
    <w:p w14:paraId="6F7B93B2" w14:textId="61E01B00" w:rsidR="00814386" w:rsidRPr="00DF6309" w:rsidRDefault="00814386" w:rsidP="00814386">
      <w:r w:rsidRPr="00814386">
        <w:t xml:space="preserve">Storitev se kliče za </w:t>
      </w:r>
      <w:r w:rsidR="00222773">
        <w:t>odjavo merilnega mesta iz</w:t>
      </w:r>
      <w:r w:rsidRPr="00814386">
        <w:t xml:space="preserve"> neakontacijskega načina obračuna.</w:t>
      </w:r>
    </w:p>
    <w:p w14:paraId="72DE0DF2" w14:textId="77777777" w:rsidR="00814386" w:rsidRPr="00DF6309" w:rsidRDefault="00814386" w:rsidP="00814386">
      <w:pPr>
        <w:keepNext/>
        <w:keepLines/>
        <w:numPr>
          <w:ilvl w:val="1"/>
          <w:numId w:val="1"/>
        </w:numPr>
        <w:spacing w:before="360" w:after="240"/>
        <w:ind w:left="578" w:hanging="578"/>
        <w:outlineLvl w:val="1"/>
        <w:rPr>
          <w:rFonts w:ascii="Cambria" w:eastAsia="Times New Roman" w:hAnsi="Cambria"/>
          <w:b/>
          <w:bCs/>
          <w:sz w:val="26"/>
          <w:szCs w:val="26"/>
        </w:rPr>
      </w:pPr>
      <w:bookmarkStart w:id="259" w:name="_Toc463011943"/>
      <w:r w:rsidRPr="00DF6309">
        <w:rPr>
          <w:rFonts w:ascii="Cambria" w:eastAsia="Times New Roman" w:hAnsi="Cambria"/>
          <w:b/>
          <w:bCs/>
          <w:sz w:val="26"/>
          <w:szCs w:val="26"/>
        </w:rPr>
        <w:t>Posebnosti</w:t>
      </w:r>
      <w:bookmarkEnd w:id="259"/>
    </w:p>
    <w:p w14:paraId="4BC9E789" w14:textId="45FBB24A" w:rsidR="00814386" w:rsidRPr="00DF6309" w:rsidRDefault="00222773" w:rsidP="00814386">
      <w:r>
        <w:t>Odjava je mogoče za merilna mesta n</w:t>
      </w:r>
      <w:r w:rsidR="00814386" w:rsidRPr="00DF6309">
        <w:t>a kater</w:t>
      </w:r>
      <w:r>
        <w:t>ih</w:t>
      </w:r>
      <w:r w:rsidR="00814386" w:rsidRPr="00DF6309">
        <w:t xml:space="preserve"> je klicatelj dejanski dobavitelj na merilnem mestu.</w:t>
      </w:r>
    </w:p>
    <w:p w14:paraId="1BC45EE5" w14:textId="77777777" w:rsidR="00814386" w:rsidRPr="00DF6309" w:rsidRDefault="00814386" w:rsidP="00814386">
      <w:pPr>
        <w:keepNext/>
        <w:keepLines/>
        <w:numPr>
          <w:ilvl w:val="1"/>
          <w:numId w:val="1"/>
        </w:numPr>
        <w:spacing w:before="360" w:after="240"/>
        <w:ind w:left="578" w:hanging="578"/>
        <w:outlineLvl w:val="1"/>
        <w:rPr>
          <w:rFonts w:ascii="Cambria" w:eastAsia="Times New Roman" w:hAnsi="Cambria"/>
          <w:b/>
          <w:bCs/>
          <w:sz w:val="26"/>
          <w:szCs w:val="26"/>
        </w:rPr>
      </w:pPr>
      <w:bookmarkStart w:id="260" w:name="_Toc463011944"/>
      <w:r w:rsidRPr="00DF6309">
        <w:rPr>
          <w:rFonts w:ascii="Cambria" w:eastAsia="Times New Roman" w:hAnsi="Cambria"/>
          <w:b/>
          <w:bCs/>
          <w:sz w:val="26"/>
          <w:szCs w:val="26"/>
        </w:rPr>
        <w:t>Tehnološki predpogoji uporabe WS</w:t>
      </w:r>
      <w:bookmarkEnd w:id="260"/>
    </w:p>
    <w:p w14:paraId="57792EC9" w14:textId="77777777" w:rsidR="00814386" w:rsidRPr="00F77B12" w:rsidRDefault="00814386" w:rsidP="00814386">
      <w:r w:rsidRPr="00DF6309">
        <w:t>Uporabnik storitve mora vzpostaviti povezavo do spletnega mesta services.informatika.si ter services-test.informatika.si in zaupati certifikatu spletnega mesta. Klici so varovani z uporabniškim imenom in geslom.</w:t>
      </w:r>
    </w:p>
    <w:p w14:paraId="5B68542B" w14:textId="4661DABC" w:rsidR="00222773" w:rsidRDefault="00222773">
      <w:pPr>
        <w:spacing w:after="0" w:line="240" w:lineRule="auto"/>
        <w:jc w:val="left"/>
      </w:pPr>
      <w:r>
        <w:br w:type="page"/>
      </w:r>
    </w:p>
    <w:p w14:paraId="37A05D02" w14:textId="08D25113" w:rsidR="00222773" w:rsidRPr="00DF6309" w:rsidRDefault="00222773" w:rsidP="00222773">
      <w:pPr>
        <w:pStyle w:val="Heading1"/>
      </w:pPr>
      <w:bookmarkStart w:id="261" w:name="_Toc463011945"/>
      <w:r w:rsidRPr="002E071B">
        <w:lastRenderedPageBreak/>
        <w:t>Neakontacijski</w:t>
      </w:r>
      <w:r>
        <w:t xml:space="preserve"> nač</w:t>
      </w:r>
      <w:r w:rsidRPr="002E071B">
        <w:t>in</w:t>
      </w:r>
      <w:r>
        <w:t xml:space="preserve"> o</w:t>
      </w:r>
      <w:r w:rsidRPr="002E071B">
        <w:t>bracuna</w:t>
      </w:r>
      <w:r>
        <w:t xml:space="preserve"> prijava</w:t>
      </w:r>
      <w:bookmarkEnd w:id="261"/>
    </w:p>
    <w:p w14:paraId="1E1CDDBC" w14:textId="77777777" w:rsidR="00222773" w:rsidRPr="00DF6309" w:rsidRDefault="00222773" w:rsidP="00222773">
      <w:pPr>
        <w:keepNext/>
        <w:keepLines/>
        <w:numPr>
          <w:ilvl w:val="1"/>
          <w:numId w:val="1"/>
        </w:numPr>
        <w:spacing w:before="360" w:after="240"/>
        <w:outlineLvl w:val="1"/>
        <w:rPr>
          <w:rFonts w:ascii="Cambria" w:eastAsia="Times New Roman" w:hAnsi="Cambria"/>
          <w:b/>
          <w:bCs/>
          <w:sz w:val="26"/>
          <w:szCs w:val="26"/>
        </w:rPr>
      </w:pPr>
      <w:bookmarkStart w:id="262" w:name="_Toc463011946"/>
      <w:r w:rsidRPr="00DF6309">
        <w:rPr>
          <w:rFonts w:ascii="Cambria" w:eastAsia="Times New Roman" w:hAnsi="Cambria"/>
          <w:b/>
          <w:bCs/>
          <w:sz w:val="26"/>
          <w:szCs w:val="26"/>
        </w:rPr>
        <w:t>Kratek opis in namen WS</w:t>
      </w:r>
      <w:bookmarkEnd w:id="262"/>
    </w:p>
    <w:p w14:paraId="54733E20" w14:textId="712AFB48" w:rsidR="00222773" w:rsidRPr="00DF6309" w:rsidRDefault="00222773" w:rsidP="00222773">
      <w:r w:rsidRPr="00814386">
        <w:t xml:space="preserve">Storitev je namenjena </w:t>
      </w:r>
      <w:r>
        <w:t>prijavi merilnega mesta na neakontacijski načina obračuna.</w:t>
      </w:r>
    </w:p>
    <w:p w14:paraId="642340BE" w14:textId="77777777" w:rsidR="00222773" w:rsidRPr="00DF6309" w:rsidRDefault="00222773" w:rsidP="00222773">
      <w:pPr>
        <w:numPr>
          <w:ilvl w:val="0"/>
          <w:numId w:val="27"/>
        </w:numPr>
        <w:spacing w:after="0" w:line="240" w:lineRule="auto"/>
        <w:jc w:val="left"/>
        <w:rPr>
          <w:rFonts w:eastAsia="Times New Roman"/>
          <w:lang w:val="en-US"/>
        </w:rPr>
      </w:pPr>
      <w:r w:rsidRPr="00DF6309">
        <w:rPr>
          <w:rFonts w:eastAsia="Times New Roman"/>
          <w:lang w:val="en-US"/>
        </w:rPr>
        <w:t>Url produkcija:</w:t>
      </w:r>
    </w:p>
    <w:p w14:paraId="3777A12D" w14:textId="68AD31BA" w:rsidR="00222773" w:rsidRPr="001F0DC9" w:rsidRDefault="00222773" w:rsidP="00222773">
      <w:r w:rsidRPr="00814386">
        <w:rPr>
          <w:rFonts w:eastAsia="Times New Roman"/>
          <w:color w:val="0000FF"/>
          <w:sz w:val="18"/>
          <w:szCs w:val="18"/>
          <w:u w:val="single"/>
          <w:lang w:val="en-US"/>
        </w:rPr>
        <w:t>https://services.informatika.si/NeakontacijskiNacinObracunaWeb/sca/NeakontacijskiNacinObracuna</w:t>
      </w:r>
      <w:r w:rsidR="00583C7D" w:rsidRPr="00583C7D">
        <w:rPr>
          <w:rFonts w:eastAsia="Times New Roman"/>
          <w:color w:val="0000FF"/>
          <w:sz w:val="18"/>
          <w:szCs w:val="18"/>
          <w:u w:val="single"/>
          <w:lang w:val="en-US"/>
        </w:rPr>
        <w:t>Prijavi</w:t>
      </w:r>
      <w:r w:rsidRPr="00814386">
        <w:rPr>
          <w:rFonts w:eastAsia="Times New Roman"/>
          <w:color w:val="0000FF"/>
          <w:sz w:val="18"/>
          <w:szCs w:val="18"/>
          <w:u w:val="single"/>
          <w:lang w:val="en-US"/>
        </w:rPr>
        <w:t>?WSDL</w:t>
      </w:r>
      <w:r w:rsidRPr="001F0DC9">
        <w:t xml:space="preserve"> </w:t>
      </w:r>
    </w:p>
    <w:p w14:paraId="036F0143" w14:textId="77777777" w:rsidR="00222773" w:rsidRPr="00DF6309" w:rsidRDefault="00222773" w:rsidP="00222773">
      <w:pPr>
        <w:numPr>
          <w:ilvl w:val="0"/>
          <w:numId w:val="27"/>
        </w:numPr>
        <w:spacing w:after="0" w:line="240" w:lineRule="auto"/>
        <w:jc w:val="left"/>
        <w:rPr>
          <w:rFonts w:eastAsia="Times New Roman"/>
          <w:lang w:val="en-US"/>
        </w:rPr>
      </w:pPr>
      <w:r w:rsidRPr="00DF6309">
        <w:rPr>
          <w:rFonts w:eastAsia="Times New Roman"/>
          <w:lang w:val="en-US"/>
        </w:rPr>
        <w:t xml:space="preserve">Url test: </w:t>
      </w:r>
    </w:p>
    <w:p w14:paraId="54900682" w14:textId="1D5BE3D1" w:rsidR="00222773" w:rsidRPr="005C23FB" w:rsidRDefault="00222773" w:rsidP="00222773">
      <w:pPr>
        <w:spacing w:after="0" w:line="240" w:lineRule="auto"/>
        <w:jc w:val="left"/>
        <w:rPr>
          <w:rStyle w:val="Hyperlink"/>
          <w:lang w:val="en-US"/>
        </w:rPr>
      </w:pPr>
      <w:r w:rsidRPr="00814386">
        <w:rPr>
          <w:rFonts w:eastAsia="Times New Roman"/>
          <w:color w:val="0000FF"/>
          <w:sz w:val="18"/>
          <w:szCs w:val="18"/>
          <w:u w:val="single"/>
          <w:lang w:val="en-US"/>
        </w:rPr>
        <w:t>https://services-test.informatika.si/NeakontacijskiNacinObracunaWeb/sca/NeakontacijskiNacinObracuna</w:t>
      </w:r>
      <w:r w:rsidR="00583C7D" w:rsidRPr="00583C7D">
        <w:rPr>
          <w:rFonts w:eastAsia="Times New Roman"/>
          <w:color w:val="0000FF"/>
          <w:sz w:val="18"/>
          <w:szCs w:val="18"/>
          <w:u w:val="single"/>
          <w:lang w:val="en-US"/>
        </w:rPr>
        <w:t>Prijavi</w:t>
      </w:r>
      <w:r w:rsidRPr="00814386">
        <w:rPr>
          <w:rFonts w:eastAsia="Times New Roman"/>
          <w:color w:val="0000FF"/>
          <w:sz w:val="18"/>
          <w:szCs w:val="18"/>
          <w:u w:val="single"/>
          <w:lang w:val="en-US"/>
        </w:rPr>
        <w:t>?WSDL</w:t>
      </w:r>
    </w:p>
    <w:p w14:paraId="345698A5" w14:textId="77777777" w:rsidR="00222773" w:rsidRPr="00DF6309" w:rsidRDefault="00222773" w:rsidP="00222773">
      <w:pPr>
        <w:spacing w:after="0" w:line="240" w:lineRule="auto"/>
        <w:ind w:left="360"/>
        <w:jc w:val="left"/>
        <w:rPr>
          <w:rFonts w:eastAsia="Times New Roman"/>
          <w:lang w:val="en-US"/>
        </w:rPr>
      </w:pPr>
    </w:p>
    <w:p w14:paraId="792ACF99" w14:textId="77777777" w:rsidR="00222773" w:rsidRPr="00DF6309" w:rsidRDefault="00222773" w:rsidP="00222773">
      <w:pPr>
        <w:keepNext/>
        <w:keepLines/>
        <w:numPr>
          <w:ilvl w:val="1"/>
          <w:numId w:val="1"/>
        </w:numPr>
        <w:spacing w:before="360" w:after="240"/>
        <w:outlineLvl w:val="1"/>
        <w:rPr>
          <w:rFonts w:ascii="Cambria" w:eastAsia="Times New Roman" w:hAnsi="Cambria"/>
          <w:b/>
          <w:bCs/>
          <w:sz w:val="26"/>
          <w:szCs w:val="26"/>
        </w:rPr>
      </w:pPr>
      <w:bookmarkStart w:id="263" w:name="_Toc463011947"/>
      <w:r w:rsidRPr="00DF6309">
        <w:rPr>
          <w:rFonts w:ascii="Cambria" w:eastAsia="Times New Roman" w:hAnsi="Cambria"/>
          <w:b/>
          <w:bCs/>
          <w:sz w:val="26"/>
          <w:szCs w:val="26"/>
        </w:rPr>
        <w:t>Verzioniranje WS</w:t>
      </w:r>
      <w:bookmarkEnd w:id="263"/>
    </w:p>
    <w:p w14:paraId="7A6B22BB" w14:textId="77777777" w:rsidR="00222773" w:rsidRPr="00DF6309" w:rsidRDefault="00222773" w:rsidP="00222773">
      <w:r w:rsidRPr="00DF6309">
        <w:t>Verzija nabora storitev 1.0</w:t>
      </w:r>
    </w:p>
    <w:p w14:paraId="7B204D67" w14:textId="77777777" w:rsidR="00222773" w:rsidRPr="00DF6309" w:rsidRDefault="00222773" w:rsidP="00222773">
      <w:pPr>
        <w:keepNext/>
        <w:keepLines/>
        <w:numPr>
          <w:ilvl w:val="1"/>
          <w:numId w:val="1"/>
        </w:numPr>
        <w:spacing w:before="360" w:after="240"/>
        <w:ind w:left="578" w:hanging="578"/>
        <w:outlineLvl w:val="1"/>
        <w:rPr>
          <w:rFonts w:ascii="Cambria" w:eastAsia="Times New Roman" w:hAnsi="Cambria"/>
          <w:b/>
          <w:bCs/>
          <w:sz w:val="26"/>
          <w:szCs w:val="26"/>
        </w:rPr>
      </w:pPr>
      <w:bookmarkStart w:id="264" w:name="_Toc463011948"/>
      <w:r w:rsidRPr="00DF6309">
        <w:rPr>
          <w:rFonts w:ascii="Cambria" w:eastAsia="Times New Roman" w:hAnsi="Cambria"/>
          <w:b/>
          <w:bCs/>
          <w:sz w:val="26"/>
          <w:szCs w:val="26"/>
        </w:rPr>
        <w:t>Diagram poteka</w:t>
      </w:r>
      <w:bookmarkEnd w:id="264"/>
    </w:p>
    <w:p w14:paraId="214650CC" w14:textId="77777777" w:rsidR="00222773" w:rsidRPr="00DF6309" w:rsidRDefault="00222773" w:rsidP="00222773">
      <w:r w:rsidRPr="00DF6309">
        <w:t>Ni na voljo.</w:t>
      </w:r>
    </w:p>
    <w:p w14:paraId="219656A3" w14:textId="77777777" w:rsidR="00222773" w:rsidRPr="00DF6309" w:rsidRDefault="00222773" w:rsidP="00222773">
      <w:pPr>
        <w:keepNext/>
        <w:keepLines/>
        <w:numPr>
          <w:ilvl w:val="1"/>
          <w:numId w:val="1"/>
        </w:numPr>
        <w:spacing w:before="360" w:after="240"/>
        <w:ind w:left="578" w:hanging="578"/>
        <w:outlineLvl w:val="1"/>
        <w:rPr>
          <w:rFonts w:ascii="Cambria" w:eastAsia="Times New Roman" w:hAnsi="Cambria"/>
          <w:b/>
          <w:bCs/>
          <w:sz w:val="26"/>
          <w:szCs w:val="26"/>
        </w:rPr>
      </w:pPr>
      <w:bookmarkStart w:id="265" w:name="_Toc463011949"/>
      <w:r w:rsidRPr="00DF6309">
        <w:rPr>
          <w:rFonts w:ascii="Cambria" w:eastAsia="Times New Roman" w:hAnsi="Cambria"/>
          <w:b/>
          <w:bCs/>
          <w:sz w:val="26"/>
          <w:szCs w:val="26"/>
        </w:rPr>
        <w:t>Način uporabe</w:t>
      </w:r>
      <w:bookmarkEnd w:id="265"/>
    </w:p>
    <w:p w14:paraId="1F866B5B" w14:textId="6A70D064" w:rsidR="00222773" w:rsidRPr="00DF6309" w:rsidRDefault="00222773" w:rsidP="00222773">
      <w:r w:rsidRPr="00814386">
        <w:t xml:space="preserve">Storitev se kliče za </w:t>
      </w:r>
      <w:r>
        <w:t>prijavo merilnega mesta na</w:t>
      </w:r>
      <w:r w:rsidRPr="00814386">
        <w:t xml:space="preserve"> neakontacijsk</w:t>
      </w:r>
      <w:r>
        <w:t>i</w:t>
      </w:r>
      <w:r w:rsidRPr="00814386">
        <w:t xml:space="preserve"> načina obračuna.</w:t>
      </w:r>
    </w:p>
    <w:p w14:paraId="02D1481F" w14:textId="77777777" w:rsidR="00222773" w:rsidRPr="00DF6309" w:rsidRDefault="00222773" w:rsidP="00222773">
      <w:pPr>
        <w:keepNext/>
        <w:keepLines/>
        <w:numPr>
          <w:ilvl w:val="1"/>
          <w:numId w:val="1"/>
        </w:numPr>
        <w:spacing w:before="360" w:after="240"/>
        <w:ind w:left="578" w:hanging="578"/>
        <w:outlineLvl w:val="1"/>
        <w:rPr>
          <w:rFonts w:ascii="Cambria" w:eastAsia="Times New Roman" w:hAnsi="Cambria"/>
          <w:b/>
          <w:bCs/>
          <w:sz w:val="26"/>
          <w:szCs w:val="26"/>
        </w:rPr>
      </w:pPr>
      <w:bookmarkStart w:id="266" w:name="_Toc463011950"/>
      <w:r w:rsidRPr="00DF6309">
        <w:rPr>
          <w:rFonts w:ascii="Cambria" w:eastAsia="Times New Roman" w:hAnsi="Cambria"/>
          <w:b/>
          <w:bCs/>
          <w:sz w:val="26"/>
          <w:szCs w:val="26"/>
        </w:rPr>
        <w:t>Posebnosti</w:t>
      </w:r>
      <w:bookmarkEnd w:id="266"/>
    </w:p>
    <w:p w14:paraId="31C87A5F" w14:textId="49B3FC95" w:rsidR="00222773" w:rsidRPr="00DF6309" w:rsidRDefault="00222773" w:rsidP="00222773">
      <w:r>
        <w:t>Prijava je mogoče za merilna mesta n</w:t>
      </w:r>
      <w:r w:rsidRPr="00DF6309">
        <w:t>a kater</w:t>
      </w:r>
      <w:r>
        <w:t>ih</w:t>
      </w:r>
      <w:r w:rsidRPr="00DF6309">
        <w:t xml:space="preserve"> je klicatelj dejanski dobavitelj na merilnem mestu.</w:t>
      </w:r>
    </w:p>
    <w:p w14:paraId="730B4F53" w14:textId="77777777" w:rsidR="00222773" w:rsidRPr="00DF6309" w:rsidRDefault="00222773" w:rsidP="00222773">
      <w:pPr>
        <w:keepNext/>
        <w:keepLines/>
        <w:numPr>
          <w:ilvl w:val="1"/>
          <w:numId w:val="1"/>
        </w:numPr>
        <w:spacing w:before="360" w:after="240"/>
        <w:ind w:left="578" w:hanging="578"/>
        <w:outlineLvl w:val="1"/>
        <w:rPr>
          <w:rFonts w:ascii="Cambria" w:eastAsia="Times New Roman" w:hAnsi="Cambria"/>
          <w:b/>
          <w:bCs/>
          <w:sz w:val="26"/>
          <w:szCs w:val="26"/>
        </w:rPr>
      </w:pPr>
      <w:bookmarkStart w:id="267" w:name="_Toc463011951"/>
      <w:r w:rsidRPr="00DF6309">
        <w:rPr>
          <w:rFonts w:ascii="Cambria" w:eastAsia="Times New Roman" w:hAnsi="Cambria"/>
          <w:b/>
          <w:bCs/>
          <w:sz w:val="26"/>
          <w:szCs w:val="26"/>
        </w:rPr>
        <w:t>Tehnološki predpogoji uporabe WS</w:t>
      </w:r>
      <w:bookmarkEnd w:id="267"/>
    </w:p>
    <w:p w14:paraId="13EF1891" w14:textId="77777777" w:rsidR="00222773" w:rsidRPr="00F77B12" w:rsidRDefault="00222773" w:rsidP="00222773">
      <w:r w:rsidRPr="00DF6309">
        <w:t>Uporabnik storitve mora vzpostaviti povezavo do spletnega mesta services.informatika.si ter services-test.informatika.si in zaupati certifikatu spletnega mesta. Klici so varovani z uporabniškim imenom in geslom.</w:t>
      </w:r>
    </w:p>
    <w:p w14:paraId="33113EBB" w14:textId="18B13E17" w:rsidR="00222773" w:rsidRDefault="00222773">
      <w:pPr>
        <w:spacing w:after="0" w:line="240" w:lineRule="auto"/>
        <w:jc w:val="left"/>
      </w:pPr>
      <w:r>
        <w:br w:type="page"/>
      </w:r>
    </w:p>
    <w:p w14:paraId="58D07583" w14:textId="25F9846B" w:rsidR="00222773" w:rsidRPr="00DF6309" w:rsidRDefault="00222773" w:rsidP="00222773">
      <w:pPr>
        <w:pStyle w:val="Heading1"/>
      </w:pPr>
      <w:bookmarkStart w:id="268" w:name="_Toc463011952"/>
      <w:r w:rsidRPr="002E071B">
        <w:lastRenderedPageBreak/>
        <w:t>Neakontacijski</w:t>
      </w:r>
      <w:r>
        <w:t xml:space="preserve"> nač</w:t>
      </w:r>
      <w:r w:rsidRPr="002E071B">
        <w:t>in</w:t>
      </w:r>
      <w:r>
        <w:t xml:space="preserve"> o</w:t>
      </w:r>
      <w:r w:rsidRPr="002E071B">
        <w:t>bracuna</w:t>
      </w:r>
      <w:r>
        <w:t xml:space="preserve"> vrni</w:t>
      </w:r>
      <w:bookmarkEnd w:id="268"/>
    </w:p>
    <w:p w14:paraId="5038FB87" w14:textId="77777777" w:rsidR="00222773" w:rsidRPr="00DF6309" w:rsidRDefault="00222773" w:rsidP="00222773">
      <w:pPr>
        <w:keepNext/>
        <w:keepLines/>
        <w:numPr>
          <w:ilvl w:val="1"/>
          <w:numId w:val="1"/>
        </w:numPr>
        <w:spacing w:before="360" w:after="240"/>
        <w:outlineLvl w:val="1"/>
        <w:rPr>
          <w:rFonts w:ascii="Cambria" w:eastAsia="Times New Roman" w:hAnsi="Cambria"/>
          <w:b/>
          <w:bCs/>
          <w:sz w:val="26"/>
          <w:szCs w:val="26"/>
        </w:rPr>
      </w:pPr>
      <w:bookmarkStart w:id="269" w:name="_Toc463011953"/>
      <w:r w:rsidRPr="00DF6309">
        <w:rPr>
          <w:rFonts w:ascii="Cambria" w:eastAsia="Times New Roman" w:hAnsi="Cambria"/>
          <w:b/>
          <w:bCs/>
          <w:sz w:val="26"/>
          <w:szCs w:val="26"/>
        </w:rPr>
        <w:t>Kratek opis in namen WS</w:t>
      </w:r>
      <w:bookmarkEnd w:id="269"/>
    </w:p>
    <w:p w14:paraId="35165B30" w14:textId="34DD8782" w:rsidR="00222773" w:rsidRPr="00DF6309" w:rsidRDefault="00222773" w:rsidP="00222773">
      <w:r w:rsidRPr="00814386">
        <w:t xml:space="preserve">Storitev je namenjena pridobivanju </w:t>
      </w:r>
      <w:r>
        <w:t>poda</w:t>
      </w:r>
      <w:r w:rsidR="00C731D4">
        <w:t>tko</w:t>
      </w:r>
      <w:r>
        <w:t>v neakontacijskega načina obračuna za merilno mesto.</w:t>
      </w:r>
    </w:p>
    <w:p w14:paraId="35B4FE8E" w14:textId="77777777" w:rsidR="00222773" w:rsidRPr="00DF6309" w:rsidRDefault="00222773" w:rsidP="00222773">
      <w:pPr>
        <w:numPr>
          <w:ilvl w:val="0"/>
          <w:numId w:val="27"/>
        </w:numPr>
        <w:spacing w:after="0" w:line="240" w:lineRule="auto"/>
        <w:jc w:val="left"/>
        <w:rPr>
          <w:rFonts w:eastAsia="Times New Roman"/>
          <w:lang w:val="en-US"/>
        </w:rPr>
      </w:pPr>
      <w:r w:rsidRPr="00DF6309">
        <w:rPr>
          <w:rFonts w:eastAsia="Times New Roman"/>
          <w:lang w:val="en-US"/>
        </w:rPr>
        <w:t>Url produkcija:</w:t>
      </w:r>
    </w:p>
    <w:p w14:paraId="7B965750" w14:textId="2C2FDDFF" w:rsidR="00222773" w:rsidRPr="001F0DC9" w:rsidRDefault="00222773" w:rsidP="00222773">
      <w:r w:rsidRPr="002E071B">
        <w:rPr>
          <w:rFonts w:eastAsia="Times New Roman"/>
          <w:color w:val="0000FF"/>
          <w:sz w:val="18"/>
          <w:szCs w:val="18"/>
          <w:u w:val="single"/>
          <w:lang w:val="en-US"/>
        </w:rPr>
        <w:t>https://services.informatika.si/NeakontacijskiNacinObracunaWeb/sca/NeakontacijskiNacinObracuna</w:t>
      </w:r>
      <w:r w:rsidR="00583C7D" w:rsidRPr="00583C7D">
        <w:rPr>
          <w:rFonts w:eastAsia="Times New Roman"/>
          <w:color w:val="0000FF"/>
          <w:sz w:val="18"/>
          <w:szCs w:val="18"/>
          <w:u w:val="single"/>
          <w:lang w:val="en-US"/>
        </w:rPr>
        <w:t>Vrni</w:t>
      </w:r>
      <w:r w:rsidRPr="002E071B">
        <w:rPr>
          <w:rFonts w:eastAsia="Times New Roman"/>
          <w:color w:val="0000FF"/>
          <w:sz w:val="18"/>
          <w:szCs w:val="18"/>
          <w:u w:val="single"/>
          <w:lang w:val="en-US"/>
        </w:rPr>
        <w:t>?WSDL</w:t>
      </w:r>
      <w:r w:rsidRPr="001F0DC9">
        <w:t xml:space="preserve"> </w:t>
      </w:r>
    </w:p>
    <w:p w14:paraId="51A08E13" w14:textId="77777777" w:rsidR="00222773" w:rsidRPr="00DF6309" w:rsidRDefault="00222773" w:rsidP="00222773">
      <w:pPr>
        <w:numPr>
          <w:ilvl w:val="0"/>
          <w:numId w:val="27"/>
        </w:numPr>
        <w:spacing w:after="0" w:line="240" w:lineRule="auto"/>
        <w:jc w:val="left"/>
        <w:rPr>
          <w:rFonts w:eastAsia="Times New Roman"/>
          <w:lang w:val="en-US"/>
        </w:rPr>
      </w:pPr>
      <w:r w:rsidRPr="00DF6309">
        <w:rPr>
          <w:rFonts w:eastAsia="Times New Roman"/>
          <w:lang w:val="en-US"/>
        </w:rPr>
        <w:t xml:space="preserve">Url test: </w:t>
      </w:r>
    </w:p>
    <w:p w14:paraId="17774C0A" w14:textId="739DD4DF" w:rsidR="00222773" w:rsidRPr="005C23FB" w:rsidRDefault="00222773" w:rsidP="00222773">
      <w:pPr>
        <w:spacing w:after="0" w:line="240" w:lineRule="auto"/>
        <w:jc w:val="left"/>
        <w:rPr>
          <w:rStyle w:val="Hyperlink"/>
          <w:lang w:val="en-US"/>
        </w:rPr>
      </w:pPr>
      <w:r w:rsidRPr="002E071B">
        <w:rPr>
          <w:rFonts w:eastAsia="Times New Roman"/>
          <w:color w:val="0000FF"/>
          <w:sz w:val="18"/>
          <w:szCs w:val="18"/>
          <w:u w:val="single"/>
          <w:lang w:val="en-US"/>
        </w:rPr>
        <w:t>https://services-test.informatika.si/NeakontacijskiNacinObracunaWeb/sca/NeakontacijskiNacinObracuna</w:t>
      </w:r>
      <w:r w:rsidR="00583C7D" w:rsidRPr="00583C7D">
        <w:rPr>
          <w:rFonts w:eastAsia="Times New Roman"/>
          <w:color w:val="0000FF"/>
          <w:sz w:val="18"/>
          <w:szCs w:val="18"/>
          <w:u w:val="single"/>
          <w:lang w:val="en-US"/>
        </w:rPr>
        <w:t>Vrni</w:t>
      </w:r>
      <w:r w:rsidRPr="002E071B">
        <w:rPr>
          <w:rFonts w:eastAsia="Times New Roman"/>
          <w:color w:val="0000FF"/>
          <w:sz w:val="18"/>
          <w:szCs w:val="18"/>
          <w:u w:val="single"/>
          <w:lang w:val="en-US"/>
        </w:rPr>
        <w:t>?WSDL</w:t>
      </w:r>
    </w:p>
    <w:p w14:paraId="56ACED01" w14:textId="77777777" w:rsidR="00222773" w:rsidRPr="00DF6309" w:rsidRDefault="00222773" w:rsidP="00222773">
      <w:pPr>
        <w:spacing w:after="0" w:line="240" w:lineRule="auto"/>
        <w:ind w:left="360"/>
        <w:jc w:val="left"/>
        <w:rPr>
          <w:rFonts w:eastAsia="Times New Roman"/>
          <w:lang w:val="en-US"/>
        </w:rPr>
      </w:pPr>
    </w:p>
    <w:p w14:paraId="430D233E" w14:textId="77777777" w:rsidR="00222773" w:rsidRPr="00DF6309" w:rsidRDefault="00222773" w:rsidP="00222773">
      <w:pPr>
        <w:keepNext/>
        <w:keepLines/>
        <w:numPr>
          <w:ilvl w:val="1"/>
          <w:numId w:val="1"/>
        </w:numPr>
        <w:spacing w:before="360" w:after="240"/>
        <w:outlineLvl w:val="1"/>
        <w:rPr>
          <w:rFonts w:ascii="Cambria" w:eastAsia="Times New Roman" w:hAnsi="Cambria"/>
          <w:b/>
          <w:bCs/>
          <w:sz w:val="26"/>
          <w:szCs w:val="26"/>
        </w:rPr>
      </w:pPr>
      <w:bookmarkStart w:id="270" w:name="_Toc463011954"/>
      <w:r w:rsidRPr="00DF6309">
        <w:rPr>
          <w:rFonts w:ascii="Cambria" w:eastAsia="Times New Roman" w:hAnsi="Cambria"/>
          <w:b/>
          <w:bCs/>
          <w:sz w:val="26"/>
          <w:szCs w:val="26"/>
        </w:rPr>
        <w:t>Verzioniranje WS</w:t>
      </w:r>
      <w:bookmarkEnd w:id="270"/>
    </w:p>
    <w:p w14:paraId="6A0DE03B" w14:textId="77777777" w:rsidR="00222773" w:rsidRPr="00DF6309" w:rsidRDefault="00222773" w:rsidP="00222773">
      <w:r w:rsidRPr="00DF6309">
        <w:t>Verzija nabora storitev 1.0</w:t>
      </w:r>
    </w:p>
    <w:p w14:paraId="3160280D" w14:textId="77777777" w:rsidR="00222773" w:rsidRPr="00DF6309" w:rsidRDefault="00222773" w:rsidP="00222773">
      <w:pPr>
        <w:keepNext/>
        <w:keepLines/>
        <w:numPr>
          <w:ilvl w:val="1"/>
          <w:numId w:val="1"/>
        </w:numPr>
        <w:spacing w:before="360" w:after="240"/>
        <w:ind w:left="578" w:hanging="578"/>
        <w:outlineLvl w:val="1"/>
        <w:rPr>
          <w:rFonts w:ascii="Cambria" w:eastAsia="Times New Roman" w:hAnsi="Cambria"/>
          <w:b/>
          <w:bCs/>
          <w:sz w:val="26"/>
          <w:szCs w:val="26"/>
        </w:rPr>
      </w:pPr>
      <w:bookmarkStart w:id="271" w:name="_Toc463011955"/>
      <w:r w:rsidRPr="00DF6309">
        <w:rPr>
          <w:rFonts w:ascii="Cambria" w:eastAsia="Times New Roman" w:hAnsi="Cambria"/>
          <w:b/>
          <w:bCs/>
          <w:sz w:val="26"/>
          <w:szCs w:val="26"/>
        </w:rPr>
        <w:t>Diagram poteka</w:t>
      </w:r>
      <w:bookmarkEnd w:id="271"/>
    </w:p>
    <w:p w14:paraId="50ED54C9" w14:textId="77777777" w:rsidR="00222773" w:rsidRPr="00DF6309" w:rsidRDefault="00222773" w:rsidP="00222773">
      <w:r w:rsidRPr="00DF6309">
        <w:t>Ni na voljo.</w:t>
      </w:r>
    </w:p>
    <w:p w14:paraId="3BDA8999" w14:textId="77777777" w:rsidR="00222773" w:rsidRPr="00DF6309" w:rsidRDefault="00222773" w:rsidP="00222773">
      <w:pPr>
        <w:keepNext/>
        <w:keepLines/>
        <w:numPr>
          <w:ilvl w:val="1"/>
          <w:numId w:val="1"/>
        </w:numPr>
        <w:spacing w:before="360" w:after="240"/>
        <w:ind w:left="578" w:hanging="578"/>
        <w:outlineLvl w:val="1"/>
        <w:rPr>
          <w:rFonts w:ascii="Cambria" w:eastAsia="Times New Roman" w:hAnsi="Cambria"/>
          <w:b/>
          <w:bCs/>
          <w:sz w:val="26"/>
          <w:szCs w:val="26"/>
        </w:rPr>
      </w:pPr>
      <w:bookmarkStart w:id="272" w:name="_Toc463011956"/>
      <w:r w:rsidRPr="00DF6309">
        <w:rPr>
          <w:rFonts w:ascii="Cambria" w:eastAsia="Times New Roman" w:hAnsi="Cambria"/>
          <w:b/>
          <w:bCs/>
          <w:sz w:val="26"/>
          <w:szCs w:val="26"/>
        </w:rPr>
        <w:t>Način uporabe</w:t>
      </w:r>
      <w:bookmarkEnd w:id="272"/>
    </w:p>
    <w:p w14:paraId="49DD7F9C" w14:textId="77777777" w:rsidR="00222773" w:rsidRPr="00DF6309" w:rsidRDefault="00222773" w:rsidP="00222773">
      <w:r w:rsidRPr="00814386">
        <w:t>Storitev se kliče za potrebe pridobivanja podatkov neakontacijskega načina obračuna za merilno mesto na podlagi v storitvi definiranih iskalnih kriterijev.</w:t>
      </w:r>
    </w:p>
    <w:p w14:paraId="51755305" w14:textId="77777777" w:rsidR="00222773" w:rsidRPr="00DF6309" w:rsidRDefault="00222773" w:rsidP="00222773">
      <w:pPr>
        <w:keepNext/>
        <w:keepLines/>
        <w:numPr>
          <w:ilvl w:val="1"/>
          <w:numId w:val="1"/>
        </w:numPr>
        <w:spacing w:before="360" w:after="240"/>
        <w:ind w:left="578" w:hanging="578"/>
        <w:outlineLvl w:val="1"/>
        <w:rPr>
          <w:rFonts w:ascii="Cambria" w:eastAsia="Times New Roman" w:hAnsi="Cambria"/>
          <w:b/>
          <w:bCs/>
          <w:sz w:val="26"/>
          <w:szCs w:val="26"/>
        </w:rPr>
      </w:pPr>
      <w:bookmarkStart w:id="273" w:name="_Toc463011957"/>
      <w:r w:rsidRPr="00DF6309">
        <w:rPr>
          <w:rFonts w:ascii="Cambria" w:eastAsia="Times New Roman" w:hAnsi="Cambria"/>
          <w:b/>
          <w:bCs/>
          <w:sz w:val="26"/>
          <w:szCs w:val="26"/>
        </w:rPr>
        <w:t>Posebnosti</w:t>
      </w:r>
      <w:bookmarkEnd w:id="273"/>
    </w:p>
    <w:p w14:paraId="1CFECE5F" w14:textId="77777777" w:rsidR="00222773" w:rsidRPr="00DF6309" w:rsidRDefault="00222773" w:rsidP="00222773">
      <w:r>
        <w:t>Pridobivanje podatkov</w:t>
      </w:r>
      <w:r w:rsidRPr="00DF6309">
        <w:t xml:space="preserve"> je mogoče za merilna mesta, za katera je klicatelj dejanski dobavitelj na merilnem mestu.</w:t>
      </w:r>
    </w:p>
    <w:p w14:paraId="763FC709" w14:textId="77777777" w:rsidR="00222773" w:rsidRPr="00DF6309" w:rsidRDefault="00222773" w:rsidP="00222773">
      <w:pPr>
        <w:keepNext/>
        <w:keepLines/>
        <w:numPr>
          <w:ilvl w:val="1"/>
          <w:numId w:val="1"/>
        </w:numPr>
        <w:spacing w:before="360" w:after="240"/>
        <w:ind w:left="578" w:hanging="578"/>
        <w:outlineLvl w:val="1"/>
        <w:rPr>
          <w:rFonts w:ascii="Cambria" w:eastAsia="Times New Roman" w:hAnsi="Cambria"/>
          <w:b/>
          <w:bCs/>
          <w:sz w:val="26"/>
          <w:szCs w:val="26"/>
        </w:rPr>
      </w:pPr>
      <w:bookmarkStart w:id="274" w:name="_Toc463011958"/>
      <w:r w:rsidRPr="00DF6309">
        <w:rPr>
          <w:rFonts w:ascii="Cambria" w:eastAsia="Times New Roman" w:hAnsi="Cambria"/>
          <w:b/>
          <w:bCs/>
          <w:sz w:val="26"/>
          <w:szCs w:val="26"/>
        </w:rPr>
        <w:t>Tehnološki predpogoji uporabe WS</w:t>
      </w:r>
      <w:bookmarkEnd w:id="274"/>
    </w:p>
    <w:p w14:paraId="07C38AC6" w14:textId="77777777" w:rsidR="00222773" w:rsidRPr="00F77B12" w:rsidRDefault="00222773" w:rsidP="00222773">
      <w:r w:rsidRPr="00DF6309">
        <w:t>Uporabnik storitve mora vzpostaviti povezavo do spletnega mesta services.informatika.si ter services-test.informatika.si in zaupati certifikatu spletnega mesta. Klici so varovani z uporabniškim imenom in geslom.</w:t>
      </w:r>
    </w:p>
    <w:p w14:paraId="62A7C228" w14:textId="5DA9C5D2" w:rsidR="0002295D" w:rsidRDefault="0002295D">
      <w:pPr>
        <w:spacing w:after="0" w:line="240" w:lineRule="auto"/>
        <w:jc w:val="left"/>
      </w:pPr>
      <w:r>
        <w:br w:type="page"/>
      </w:r>
    </w:p>
    <w:p w14:paraId="5AE484DD" w14:textId="03D262A7" w:rsidR="0002295D" w:rsidRPr="00DF6309" w:rsidRDefault="0002295D" w:rsidP="0002295D">
      <w:pPr>
        <w:pStyle w:val="Heading1"/>
      </w:pPr>
      <w:bookmarkStart w:id="275" w:name="_Toc463011959"/>
      <w:r w:rsidRPr="0002295D">
        <w:lastRenderedPageBreak/>
        <w:t>Najdi</w:t>
      </w:r>
      <w:r>
        <w:t xml:space="preserve"> k</w:t>
      </w:r>
      <w:r w:rsidRPr="0002295D">
        <w:t>oli</w:t>
      </w:r>
      <w:r>
        <w:t>č</w:t>
      </w:r>
      <w:r w:rsidRPr="0002295D">
        <w:t>ine</w:t>
      </w:r>
      <w:bookmarkEnd w:id="275"/>
    </w:p>
    <w:p w14:paraId="0BC9F665" w14:textId="77777777" w:rsidR="0002295D" w:rsidRPr="00DF6309" w:rsidRDefault="0002295D" w:rsidP="0002295D">
      <w:pPr>
        <w:keepNext/>
        <w:keepLines/>
        <w:numPr>
          <w:ilvl w:val="1"/>
          <w:numId w:val="1"/>
        </w:numPr>
        <w:spacing w:before="360" w:after="240"/>
        <w:outlineLvl w:val="1"/>
        <w:rPr>
          <w:rFonts w:ascii="Cambria" w:eastAsia="Times New Roman" w:hAnsi="Cambria"/>
          <w:b/>
          <w:bCs/>
          <w:sz w:val="26"/>
          <w:szCs w:val="26"/>
        </w:rPr>
      </w:pPr>
      <w:bookmarkStart w:id="276" w:name="_Toc463011960"/>
      <w:r w:rsidRPr="00DF6309">
        <w:rPr>
          <w:rFonts w:ascii="Cambria" w:eastAsia="Times New Roman" w:hAnsi="Cambria"/>
          <w:b/>
          <w:bCs/>
          <w:sz w:val="26"/>
          <w:szCs w:val="26"/>
        </w:rPr>
        <w:t>Kratek opis in namen WS</w:t>
      </w:r>
      <w:bookmarkEnd w:id="276"/>
    </w:p>
    <w:p w14:paraId="5DFE2794" w14:textId="4A19C534" w:rsidR="0002295D" w:rsidRPr="00DF6309" w:rsidRDefault="0002295D" w:rsidP="0002295D">
      <w:r w:rsidRPr="00814386">
        <w:t xml:space="preserve">Storitev je namenjena pridobivanju </w:t>
      </w:r>
      <w:r>
        <w:t>podatkov o količinah na merilnem mestu za potrebe izračuna višine trošarine.</w:t>
      </w:r>
    </w:p>
    <w:p w14:paraId="7A413D04" w14:textId="77777777" w:rsidR="0002295D" w:rsidRDefault="0002295D" w:rsidP="0002295D">
      <w:pPr>
        <w:numPr>
          <w:ilvl w:val="0"/>
          <w:numId w:val="27"/>
        </w:numPr>
        <w:spacing w:after="0" w:line="240" w:lineRule="auto"/>
        <w:jc w:val="left"/>
        <w:rPr>
          <w:rFonts w:eastAsia="Times New Roman"/>
          <w:lang w:val="en-US"/>
        </w:rPr>
      </w:pPr>
      <w:r w:rsidRPr="00DF6309">
        <w:rPr>
          <w:rFonts w:eastAsia="Times New Roman"/>
          <w:lang w:val="en-US"/>
        </w:rPr>
        <w:t>Url produkcija:</w:t>
      </w:r>
    </w:p>
    <w:p w14:paraId="59AF4B62" w14:textId="54196164" w:rsidR="0002295D" w:rsidRPr="0002295D" w:rsidRDefault="00A25B3C" w:rsidP="0002295D">
      <w:pPr>
        <w:spacing w:after="0" w:line="240" w:lineRule="auto"/>
        <w:jc w:val="left"/>
        <w:rPr>
          <w:rFonts w:eastAsia="Times New Roman"/>
          <w:sz w:val="18"/>
          <w:szCs w:val="18"/>
          <w:lang w:val="en-US"/>
        </w:rPr>
      </w:pPr>
      <w:hyperlink r:id="rId110" w:history="1">
        <w:r w:rsidR="0002295D" w:rsidRPr="0002295D">
          <w:rPr>
            <w:rStyle w:val="Hyperlink"/>
            <w:sz w:val="18"/>
            <w:szCs w:val="18"/>
          </w:rPr>
          <w:t>https://services.informatika.si/KolicineWeb/sca/NajdiKolicineStoritev?wsdl</w:t>
        </w:r>
      </w:hyperlink>
      <w:r w:rsidR="0002295D" w:rsidRPr="0002295D">
        <w:rPr>
          <w:sz w:val="18"/>
          <w:szCs w:val="18"/>
        </w:rPr>
        <w:t xml:space="preserve">  </w:t>
      </w:r>
    </w:p>
    <w:p w14:paraId="1E423674" w14:textId="77777777" w:rsidR="0002295D" w:rsidRPr="00DF6309" w:rsidRDefault="0002295D" w:rsidP="0002295D">
      <w:pPr>
        <w:numPr>
          <w:ilvl w:val="0"/>
          <w:numId w:val="27"/>
        </w:numPr>
        <w:spacing w:after="0" w:line="240" w:lineRule="auto"/>
        <w:jc w:val="left"/>
        <w:rPr>
          <w:rFonts w:eastAsia="Times New Roman"/>
          <w:lang w:val="en-US"/>
        </w:rPr>
      </w:pPr>
      <w:r w:rsidRPr="00DF6309">
        <w:rPr>
          <w:rFonts w:eastAsia="Times New Roman"/>
          <w:lang w:val="en-US"/>
        </w:rPr>
        <w:t xml:space="preserve">Url test: </w:t>
      </w:r>
    </w:p>
    <w:p w14:paraId="5B66566C" w14:textId="67F43A52" w:rsidR="0002295D" w:rsidRPr="0002295D" w:rsidRDefault="00A25B3C" w:rsidP="0002295D">
      <w:pPr>
        <w:spacing w:after="0" w:line="240" w:lineRule="auto"/>
        <w:jc w:val="left"/>
        <w:rPr>
          <w:rFonts w:eastAsia="Times New Roman"/>
          <w:sz w:val="18"/>
          <w:szCs w:val="18"/>
          <w:lang w:val="en-US"/>
        </w:rPr>
      </w:pPr>
      <w:hyperlink r:id="rId111" w:history="1">
        <w:r w:rsidR="0002295D" w:rsidRPr="0002295D">
          <w:rPr>
            <w:rStyle w:val="Hyperlink"/>
            <w:sz w:val="18"/>
            <w:szCs w:val="18"/>
          </w:rPr>
          <w:t>https://services-test.informatika.si/KolicineWeb/sca/NajdiKolicineStoritev?wsdl</w:t>
        </w:r>
      </w:hyperlink>
      <w:r w:rsidR="0002295D" w:rsidRPr="0002295D">
        <w:rPr>
          <w:sz w:val="18"/>
          <w:szCs w:val="18"/>
        </w:rPr>
        <w:t xml:space="preserve"> </w:t>
      </w:r>
    </w:p>
    <w:p w14:paraId="000E46C7" w14:textId="77777777" w:rsidR="0002295D" w:rsidRPr="00DF6309" w:rsidRDefault="0002295D" w:rsidP="0002295D">
      <w:pPr>
        <w:keepNext/>
        <w:keepLines/>
        <w:numPr>
          <w:ilvl w:val="1"/>
          <w:numId w:val="1"/>
        </w:numPr>
        <w:spacing w:before="360" w:after="240"/>
        <w:outlineLvl w:val="1"/>
        <w:rPr>
          <w:rFonts w:ascii="Cambria" w:eastAsia="Times New Roman" w:hAnsi="Cambria"/>
          <w:b/>
          <w:bCs/>
          <w:sz w:val="26"/>
          <w:szCs w:val="26"/>
        </w:rPr>
      </w:pPr>
      <w:bookmarkStart w:id="277" w:name="_Toc463011961"/>
      <w:r w:rsidRPr="00DF6309">
        <w:rPr>
          <w:rFonts w:ascii="Cambria" w:eastAsia="Times New Roman" w:hAnsi="Cambria"/>
          <w:b/>
          <w:bCs/>
          <w:sz w:val="26"/>
          <w:szCs w:val="26"/>
        </w:rPr>
        <w:t>Verzioniranje WS</w:t>
      </w:r>
      <w:bookmarkEnd w:id="277"/>
    </w:p>
    <w:p w14:paraId="3EBDF618" w14:textId="77777777" w:rsidR="0002295D" w:rsidRPr="00DF6309" w:rsidRDefault="0002295D" w:rsidP="0002295D">
      <w:r w:rsidRPr="00DF6309">
        <w:t>Verzija nabora storitev 1.0</w:t>
      </w:r>
    </w:p>
    <w:p w14:paraId="1896BA3C" w14:textId="77777777" w:rsidR="0002295D" w:rsidRPr="00DF6309" w:rsidRDefault="0002295D" w:rsidP="0002295D">
      <w:pPr>
        <w:keepNext/>
        <w:keepLines/>
        <w:numPr>
          <w:ilvl w:val="1"/>
          <w:numId w:val="1"/>
        </w:numPr>
        <w:spacing w:before="360" w:after="240"/>
        <w:ind w:left="578" w:hanging="578"/>
        <w:outlineLvl w:val="1"/>
        <w:rPr>
          <w:rFonts w:ascii="Cambria" w:eastAsia="Times New Roman" w:hAnsi="Cambria"/>
          <w:b/>
          <w:bCs/>
          <w:sz w:val="26"/>
          <w:szCs w:val="26"/>
        </w:rPr>
      </w:pPr>
      <w:bookmarkStart w:id="278" w:name="_Toc463011962"/>
      <w:r w:rsidRPr="00DF6309">
        <w:rPr>
          <w:rFonts w:ascii="Cambria" w:eastAsia="Times New Roman" w:hAnsi="Cambria"/>
          <w:b/>
          <w:bCs/>
          <w:sz w:val="26"/>
          <w:szCs w:val="26"/>
        </w:rPr>
        <w:t>Diagram poteka</w:t>
      </w:r>
      <w:bookmarkEnd w:id="278"/>
    </w:p>
    <w:p w14:paraId="697343CB" w14:textId="77777777" w:rsidR="0002295D" w:rsidRPr="00DF6309" w:rsidRDefault="0002295D" w:rsidP="0002295D">
      <w:r w:rsidRPr="00DF6309">
        <w:t>Ni na voljo.</w:t>
      </w:r>
    </w:p>
    <w:p w14:paraId="05FCC533" w14:textId="77777777" w:rsidR="0002295D" w:rsidRPr="00DF6309" w:rsidRDefault="0002295D" w:rsidP="0002295D">
      <w:pPr>
        <w:keepNext/>
        <w:keepLines/>
        <w:numPr>
          <w:ilvl w:val="1"/>
          <w:numId w:val="1"/>
        </w:numPr>
        <w:spacing w:before="360" w:after="240"/>
        <w:ind w:left="578" w:hanging="578"/>
        <w:outlineLvl w:val="1"/>
        <w:rPr>
          <w:rFonts w:ascii="Cambria" w:eastAsia="Times New Roman" w:hAnsi="Cambria"/>
          <w:b/>
          <w:bCs/>
          <w:sz w:val="26"/>
          <w:szCs w:val="26"/>
        </w:rPr>
      </w:pPr>
      <w:bookmarkStart w:id="279" w:name="_Toc463011963"/>
      <w:r w:rsidRPr="00DF6309">
        <w:rPr>
          <w:rFonts w:ascii="Cambria" w:eastAsia="Times New Roman" w:hAnsi="Cambria"/>
          <w:b/>
          <w:bCs/>
          <w:sz w:val="26"/>
          <w:szCs w:val="26"/>
        </w:rPr>
        <w:t>Način uporabe</w:t>
      </w:r>
      <w:bookmarkEnd w:id="279"/>
    </w:p>
    <w:p w14:paraId="4D25F212" w14:textId="043BCE08" w:rsidR="0002295D" w:rsidRPr="00DF6309" w:rsidRDefault="0002295D" w:rsidP="0002295D">
      <w:r w:rsidRPr="00814386">
        <w:t xml:space="preserve">Storitev se kliče za potrebe pridobivanja podatkov </w:t>
      </w:r>
      <w:r>
        <w:t>o količinah na</w:t>
      </w:r>
      <w:r w:rsidRPr="00814386">
        <w:t xml:space="preserve"> meriln</w:t>
      </w:r>
      <w:r>
        <w:t>em</w:t>
      </w:r>
      <w:r w:rsidRPr="00814386">
        <w:t xml:space="preserve"> mest</w:t>
      </w:r>
      <w:r>
        <w:t>u</w:t>
      </w:r>
      <w:r w:rsidRPr="00814386">
        <w:t xml:space="preserve"> na podlagi v storitvi definiranih iskalnih kriterijev.</w:t>
      </w:r>
    </w:p>
    <w:p w14:paraId="43C46D63" w14:textId="77777777" w:rsidR="0002295D" w:rsidRPr="00DF6309" w:rsidRDefault="0002295D" w:rsidP="0002295D">
      <w:pPr>
        <w:keepNext/>
        <w:keepLines/>
        <w:numPr>
          <w:ilvl w:val="1"/>
          <w:numId w:val="1"/>
        </w:numPr>
        <w:spacing w:before="360" w:after="240"/>
        <w:ind w:left="578" w:hanging="578"/>
        <w:outlineLvl w:val="1"/>
        <w:rPr>
          <w:rFonts w:ascii="Cambria" w:eastAsia="Times New Roman" w:hAnsi="Cambria"/>
          <w:b/>
          <w:bCs/>
          <w:sz w:val="26"/>
          <w:szCs w:val="26"/>
        </w:rPr>
      </w:pPr>
      <w:bookmarkStart w:id="280" w:name="_Toc463011964"/>
      <w:r w:rsidRPr="00DF6309">
        <w:rPr>
          <w:rFonts w:ascii="Cambria" w:eastAsia="Times New Roman" w:hAnsi="Cambria"/>
          <w:b/>
          <w:bCs/>
          <w:sz w:val="26"/>
          <w:szCs w:val="26"/>
        </w:rPr>
        <w:t>Posebnosti</w:t>
      </w:r>
      <w:bookmarkEnd w:id="280"/>
    </w:p>
    <w:p w14:paraId="61A5486D" w14:textId="157B5082" w:rsidR="0002295D" w:rsidRPr="00DF6309" w:rsidRDefault="0002295D" w:rsidP="0002295D">
      <w:r>
        <w:t>Pridobivanje podatkov</w:t>
      </w:r>
      <w:r w:rsidRPr="00DF6309">
        <w:t xml:space="preserve"> je mogoče za merilna mesta, za katera je klicatelj dejanski dobavitelj na merilnem mestu</w:t>
      </w:r>
      <w:r w:rsidR="004A530F">
        <w:t xml:space="preserve"> kadarkoli v obdobju zadnjih 5 let</w:t>
      </w:r>
      <w:r w:rsidRPr="00DF6309">
        <w:t>.</w:t>
      </w:r>
    </w:p>
    <w:p w14:paraId="1CD87928" w14:textId="77777777" w:rsidR="0002295D" w:rsidRPr="00DF6309" w:rsidRDefault="0002295D" w:rsidP="0002295D">
      <w:pPr>
        <w:keepNext/>
        <w:keepLines/>
        <w:numPr>
          <w:ilvl w:val="1"/>
          <w:numId w:val="1"/>
        </w:numPr>
        <w:spacing w:before="360" w:after="240"/>
        <w:ind w:left="578" w:hanging="578"/>
        <w:outlineLvl w:val="1"/>
        <w:rPr>
          <w:rFonts w:ascii="Cambria" w:eastAsia="Times New Roman" w:hAnsi="Cambria"/>
          <w:b/>
          <w:bCs/>
          <w:sz w:val="26"/>
          <w:szCs w:val="26"/>
        </w:rPr>
      </w:pPr>
      <w:bookmarkStart w:id="281" w:name="_Toc463011965"/>
      <w:r w:rsidRPr="00DF6309">
        <w:rPr>
          <w:rFonts w:ascii="Cambria" w:eastAsia="Times New Roman" w:hAnsi="Cambria"/>
          <w:b/>
          <w:bCs/>
          <w:sz w:val="26"/>
          <w:szCs w:val="26"/>
        </w:rPr>
        <w:t>Tehnološki predpogoji uporabe WS</w:t>
      </w:r>
      <w:bookmarkEnd w:id="281"/>
    </w:p>
    <w:p w14:paraId="37ACBB2A" w14:textId="77777777" w:rsidR="0002295D" w:rsidRPr="00F77B12" w:rsidRDefault="0002295D" w:rsidP="0002295D">
      <w:r w:rsidRPr="00DF6309">
        <w:t>Uporabnik storitve mora vzpostaviti povezavo do spletnega mesta services.informatika.si ter services-test.informatika.si in zaupati certifikatu spletnega mesta. Klici so varovani z uporabniškim imenom in geslom.</w:t>
      </w:r>
    </w:p>
    <w:p w14:paraId="082B6C09" w14:textId="77777777" w:rsidR="0002295D" w:rsidRDefault="0002295D">
      <w:pPr>
        <w:spacing w:after="0" w:line="240" w:lineRule="auto"/>
        <w:jc w:val="left"/>
      </w:pPr>
      <w:r>
        <w:br w:type="page"/>
      </w:r>
    </w:p>
    <w:p w14:paraId="04DC5530" w14:textId="5B69C28C" w:rsidR="0002295D" w:rsidRPr="00DF6309" w:rsidRDefault="0002295D" w:rsidP="0002295D">
      <w:pPr>
        <w:pStyle w:val="Heading1"/>
      </w:pPr>
      <w:bookmarkStart w:id="282" w:name="_Toc463011966"/>
      <w:r>
        <w:lastRenderedPageBreak/>
        <w:t>Vrni količine za posamezno merilno mesto</w:t>
      </w:r>
      <w:bookmarkEnd w:id="282"/>
    </w:p>
    <w:p w14:paraId="13BCC398" w14:textId="77777777" w:rsidR="0002295D" w:rsidRPr="00DF6309" w:rsidRDefault="0002295D" w:rsidP="0002295D">
      <w:pPr>
        <w:keepNext/>
        <w:keepLines/>
        <w:numPr>
          <w:ilvl w:val="1"/>
          <w:numId w:val="1"/>
        </w:numPr>
        <w:spacing w:before="360" w:after="240"/>
        <w:outlineLvl w:val="1"/>
        <w:rPr>
          <w:rFonts w:ascii="Cambria" w:eastAsia="Times New Roman" w:hAnsi="Cambria"/>
          <w:b/>
          <w:bCs/>
          <w:sz w:val="26"/>
          <w:szCs w:val="26"/>
        </w:rPr>
      </w:pPr>
      <w:bookmarkStart w:id="283" w:name="_Toc463011967"/>
      <w:r w:rsidRPr="00DF6309">
        <w:rPr>
          <w:rFonts w:ascii="Cambria" w:eastAsia="Times New Roman" w:hAnsi="Cambria"/>
          <w:b/>
          <w:bCs/>
          <w:sz w:val="26"/>
          <w:szCs w:val="26"/>
        </w:rPr>
        <w:t>Kratek opis in namen WS</w:t>
      </w:r>
      <w:bookmarkEnd w:id="283"/>
    </w:p>
    <w:p w14:paraId="4BA857B0" w14:textId="48D608B9" w:rsidR="0002295D" w:rsidRPr="00DF6309" w:rsidRDefault="0002295D" w:rsidP="0002295D">
      <w:r w:rsidRPr="00814386">
        <w:t xml:space="preserve">Storitev je namenjena pridobivanju </w:t>
      </w:r>
      <w:r>
        <w:t>podatkov o količinah na merilnem mestu za potrebe izračuna višine trošarine.</w:t>
      </w:r>
    </w:p>
    <w:p w14:paraId="1438E0FE" w14:textId="77777777" w:rsidR="0002295D" w:rsidRDefault="0002295D" w:rsidP="0002295D">
      <w:pPr>
        <w:numPr>
          <w:ilvl w:val="0"/>
          <w:numId w:val="27"/>
        </w:numPr>
        <w:spacing w:after="0" w:line="240" w:lineRule="auto"/>
        <w:jc w:val="left"/>
        <w:rPr>
          <w:rFonts w:eastAsia="Times New Roman"/>
          <w:lang w:val="en-US"/>
        </w:rPr>
      </w:pPr>
      <w:r w:rsidRPr="00DF6309">
        <w:rPr>
          <w:rFonts w:eastAsia="Times New Roman"/>
          <w:lang w:val="en-US"/>
        </w:rPr>
        <w:t>Url produkcija:</w:t>
      </w:r>
    </w:p>
    <w:p w14:paraId="5136135C" w14:textId="7E396B88" w:rsidR="0002295D" w:rsidRPr="00DF6309" w:rsidRDefault="00A25B3C" w:rsidP="0002295D">
      <w:pPr>
        <w:spacing w:after="0" w:line="240" w:lineRule="auto"/>
        <w:jc w:val="left"/>
        <w:rPr>
          <w:rFonts w:eastAsia="Times New Roman"/>
          <w:lang w:val="en-US"/>
        </w:rPr>
      </w:pPr>
      <w:hyperlink r:id="rId112" w:history="1">
        <w:r w:rsidR="0002295D" w:rsidRPr="0002295D">
          <w:rPr>
            <w:rStyle w:val="Hyperlink"/>
            <w:sz w:val="18"/>
            <w:szCs w:val="18"/>
          </w:rPr>
          <w:t>https://services.informatika.si/KolicineWeb/sca/VrniKolicineZaMerilnoMestoStoritev?wsdl</w:t>
        </w:r>
      </w:hyperlink>
      <w:r w:rsidR="0002295D" w:rsidRPr="0002295D">
        <w:rPr>
          <w:sz w:val="18"/>
          <w:szCs w:val="18"/>
        </w:rPr>
        <w:t xml:space="preserve">  </w:t>
      </w:r>
    </w:p>
    <w:p w14:paraId="05D8F44D" w14:textId="77777777" w:rsidR="0002295D" w:rsidRPr="00DF6309" w:rsidRDefault="0002295D" w:rsidP="0002295D">
      <w:pPr>
        <w:numPr>
          <w:ilvl w:val="0"/>
          <w:numId w:val="27"/>
        </w:numPr>
        <w:spacing w:after="0" w:line="240" w:lineRule="auto"/>
        <w:jc w:val="left"/>
        <w:rPr>
          <w:rFonts w:eastAsia="Times New Roman"/>
          <w:lang w:val="en-US"/>
        </w:rPr>
      </w:pPr>
      <w:r w:rsidRPr="00DF6309">
        <w:rPr>
          <w:rFonts w:eastAsia="Times New Roman"/>
          <w:lang w:val="en-US"/>
        </w:rPr>
        <w:t xml:space="preserve">Url test: </w:t>
      </w:r>
    </w:p>
    <w:p w14:paraId="5D1F374F" w14:textId="403141A9" w:rsidR="0002295D" w:rsidRPr="00DF6309" w:rsidRDefault="00A25B3C" w:rsidP="0002295D">
      <w:pPr>
        <w:spacing w:after="0" w:line="240" w:lineRule="auto"/>
        <w:jc w:val="left"/>
        <w:rPr>
          <w:rFonts w:eastAsia="Times New Roman"/>
          <w:lang w:val="en-US"/>
        </w:rPr>
      </w:pPr>
      <w:hyperlink r:id="rId113" w:history="1">
        <w:r w:rsidR="0002295D" w:rsidRPr="0002295D">
          <w:rPr>
            <w:rStyle w:val="Hyperlink"/>
            <w:sz w:val="18"/>
            <w:szCs w:val="18"/>
          </w:rPr>
          <w:t>https://services-test.informatika.si/KolicineWeb/sca/VrniKolicineZaMerilnoMestoStoritev?wsdl</w:t>
        </w:r>
      </w:hyperlink>
      <w:r w:rsidR="0002295D" w:rsidRPr="0002295D">
        <w:rPr>
          <w:sz w:val="18"/>
          <w:szCs w:val="18"/>
        </w:rPr>
        <w:t xml:space="preserve"> </w:t>
      </w:r>
    </w:p>
    <w:p w14:paraId="1199AEFD" w14:textId="77777777" w:rsidR="0002295D" w:rsidRPr="00DF6309" w:rsidRDefault="0002295D" w:rsidP="0002295D">
      <w:pPr>
        <w:keepNext/>
        <w:keepLines/>
        <w:numPr>
          <w:ilvl w:val="1"/>
          <w:numId w:val="1"/>
        </w:numPr>
        <w:spacing w:before="360" w:after="240"/>
        <w:outlineLvl w:val="1"/>
        <w:rPr>
          <w:rFonts w:ascii="Cambria" w:eastAsia="Times New Roman" w:hAnsi="Cambria"/>
          <w:b/>
          <w:bCs/>
          <w:sz w:val="26"/>
          <w:szCs w:val="26"/>
        </w:rPr>
      </w:pPr>
      <w:bookmarkStart w:id="284" w:name="_Toc463011968"/>
      <w:r w:rsidRPr="00DF6309">
        <w:rPr>
          <w:rFonts w:ascii="Cambria" w:eastAsia="Times New Roman" w:hAnsi="Cambria"/>
          <w:b/>
          <w:bCs/>
          <w:sz w:val="26"/>
          <w:szCs w:val="26"/>
        </w:rPr>
        <w:t>Verzioniranje WS</w:t>
      </w:r>
      <w:bookmarkEnd w:id="284"/>
    </w:p>
    <w:p w14:paraId="4FDAD8DB" w14:textId="77777777" w:rsidR="0002295D" w:rsidRPr="00DF6309" w:rsidRDefault="0002295D" w:rsidP="0002295D">
      <w:r w:rsidRPr="00DF6309">
        <w:t>Verzija nabora storitev 1.0</w:t>
      </w:r>
    </w:p>
    <w:p w14:paraId="19BE2533" w14:textId="77777777" w:rsidR="0002295D" w:rsidRPr="00DF6309" w:rsidRDefault="0002295D" w:rsidP="0002295D">
      <w:pPr>
        <w:keepNext/>
        <w:keepLines/>
        <w:numPr>
          <w:ilvl w:val="1"/>
          <w:numId w:val="1"/>
        </w:numPr>
        <w:spacing w:before="360" w:after="240"/>
        <w:ind w:left="578" w:hanging="578"/>
        <w:outlineLvl w:val="1"/>
        <w:rPr>
          <w:rFonts w:ascii="Cambria" w:eastAsia="Times New Roman" w:hAnsi="Cambria"/>
          <w:b/>
          <w:bCs/>
          <w:sz w:val="26"/>
          <w:szCs w:val="26"/>
        </w:rPr>
      </w:pPr>
      <w:bookmarkStart w:id="285" w:name="_Toc463011969"/>
      <w:r w:rsidRPr="00DF6309">
        <w:rPr>
          <w:rFonts w:ascii="Cambria" w:eastAsia="Times New Roman" w:hAnsi="Cambria"/>
          <w:b/>
          <w:bCs/>
          <w:sz w:val="26"/>
          <w:szCs w:val="26"/>
        </w:rPr>
        <w:t>Diagram poteka</w:t>
      </w:r>
      <w:bookmarkEnd w:id="285"/>
    </w:p>
    <w:p w14:paraId="2EA5CEA0" w14:textId="77777777" w:rsidR="0002295D" w:rsidRPr="00DF6309" w:rsidRDefault="0002295D" w:rsidP="0002295D">
      <w:r w:rsidRPr="00DF6309">
        <w:t>Ni na voljo.</w:t>
      </w:r>
    </w:p>
    <w:p w14:paraId="29F49356" w14:textId="77777777" w:rsidR="0002295D" w:rsidRPr="00DF6309" w:rsidRDefault="0002295D" w:rsidP="0002295D">
      <w:pPr>
        <w:keepNext/>
        <w:keepLines/>
        <w:numPr>
          <w:ilvl w:val="1"/>
          <w:numId w:val="1"/>
        </w:numPr>
        <w:spacing w:before="360" w:after="240"/>
        <w:ind w:left="578" w:hanging="578"/>
        <w:outlineLvl w:val="1"/>
        <w:rPr>
          <w:rFonts w:ascii="Cambria" w:eastAsia="Times New Roman" w:hAnsi="Cambria"/>
          <w:b/>
          <w:bCs/>
          <w:sz w:val="26"/>
          <w:szCs w:val="26"/>
        </w:rPr>
      </w:pPr>
      <w:bookmarkStart w:id="286" w:name="_Toc463011970"/>
      <w:r w:rsidRPr="00DF6309">
        <w:rPr>
          <w:rFonts w:ascii="Cambria" w:eastAsia="Times New Roman" w:hAnsi="Cambria"/>
          <w:b/>
          <w:bCs/>
          <w:sz w:val="26"/>
          <w:szCs w:val="26"/>
        </w:rPr>
        <w:t>Način uporabe</w:t>
      </w:r>
      <w:bookmarkEnd w:id="286"/>
    </w:p>
    <w:p w14:paraId="2DE34FEB" w14:textId="77777777" w:rsidR="0002295D" w:rsidRPr="00DF6309" w:rsidRDefault="0002295D" w:rsidP="0002295D">
      <w:r w:rsidRPr="00814386">
        <w:t xml:space="preserve">Storitev se kliče za potrebe pridobivanja podatkov </w:t>
      </w:r>
      <w:r>
        <w:t>o količinah na</w:t>
      </w:r>
      <w:r w:rsidRPr="00814386">
        <w:t xml:space="preserve"> meriln</w:t>
      </w:r>
      <w:r>
        <w:t>em</w:t>
      </w:r>
      <w:r w:rsidRPr="00814386">
        <w:t xml:space="preserve"> mest</w:t>
      </w:r>
      <w:r>
        <w:t>u</w:t>
      </w:r>
      <w:r w:rsidRPr="00814386">
        <w:t xml:space="preserve"> na podlagi v storitvi definiranih iskalnih kriterijev.</w:t>
      </w:r>
    </w:p>
    <w:p w14:paraId="73A16FD3" w14:textId="77777777" w:rsidR="0002295D" w:rsidRPr="00DF6309" w:rsidRDefault="0002295D" w:rsidP="0002295D">
      <w:pPr>
        <w:keepNext/>
        <w:keepLines/>
        <w:numPr>
          <w:ilvl w:val="1"/>
          <w:numId w:val="1"/>
        </w:numPr>
        <w:spacing w:before="360" w:after="240"/>
        <w:ind w:left="578" w:hanging="578"/>
        <w:outlineLvl w:val="1"/>
        <w:rPr>
          <w:rFonts w:ascii="Cambria" w:eastAsia="Times New Roman" w:hAnsi="Cambria"/>
          <w:b/>
          <w:bCs/>
          <w:sz w:val="26"/>
          <w:szCs w:val="26"/>
        </w:rPr>
      </w:pPr>
      <w:bookmarkStart w:id="287" w:name="_Toc463011971"/>
      <w:r w:rsidRPr="00DF6309">
        <w:rPr>
          <w:rFonts w:ascii="Cambria" w:eastAsia="Times New Roman" w:hAnsi="Cambria"/>
          <w:b/>
          <w:bCs/>
          <w:sz w:val="26"/>
          <w:szCs w:val="26"/>
        </w:rPr>
        <w:t>Posebnosti</w:t>
      </w:r>
      <w:bookmarkEnd w:id="287"/>
    </w:p>
    <w:p w14:paraId="134BE831" w14:textId="63B8DAD6" w:rsidR="0002295D" w:rsidRPr="00DF6309" w:rsidRDefault="00563745" w:rsidP="0002295D">
      <w:r>
        <w:t>Pridobivanje podatkov</w:t>
      </w:r>
      <w:r w:rsidRPr="00DF6309">
        <w:t xml:space="preserve"> je mogoče za merilna mesta, za katera je klicatelj dejanski dobavitelj na merilnem mestu</w:t>
      </w:r>
      <w:r>
        <w:t xml:space="preserve"> kadarkoli v obdobju zadnjih 5 let</w:t>
      </w:r>
      <w:r w:rsidR="0002295D" w:rsidRPr="00DF6309">
        <w:t>.</w:t>
      </w:r>
    </w:p>
    <w:p w14:paraId="621760E9" w14:textId="77777777" w:rsidR="0002295D" w:rsidRPr="00DF6309" w:rsidRDefault="0002295D" w:rsidP="0002295D">
      <w:pPr>
        <w:keepNext/>
        <w:keepLines/>
        <w:numPr>
          <w:ilvl w:val="1"/>
          <w:numId w:val="1"/>
        </w:numPr>
        <w:spacing w:before="360" w:after="240"/>
        <w:ind w:left="578" w:hanging="578"/>
        <w:outlineLvl w:val="1"/>
        <w:rPr>
          <w:rFonts w:ascii="Cambria" w:eastAsia="Times New Roman" w:hAnsi="Cambria"/>
          <w:b/>
          <w:bCs/>
          <w:sz w:val="26"/>
          <w:szCs w:val="26"/>
        </w:rPr>
      </w:pPr>
      <w:bookmarkStart w:id="288" w:name="_Toc463011972"/>
      <w:r w:rsidRPr="00DF6309">
        <w:rPr>
          <w:rFonts w:ascii="Cambria" w:eastAsia="Times New Roman" w:hAnsi="Cambria"/>
          <w:b/>
          <w:bCs/>
          <w:sz w:val="26"/>
          <w:szCs w:val="26"/>
        </w:rPr>
        <w:t>Tehnološki predpogoji uporabe WS</w:t>
      </w:r>
      <w:bookmarkEnd w:id="288"/>
    </w:p>
    <w:p w14:paraId="35EDC4EE" w14:textId="77777777" w:rsidR="0002295D" w:rsidRPr="00F77B12" w:rsidRDefault="0002295D" w:rsidP="0002295D">
      <w:r w:rsidRPr="00DF6309">
        <w:t>Uporabnik storitve mora vzpostaviti povezavo do spletnega mesta services.informatika.si ter services-test.informatika.si in zaupati certifikatu spletnega mesta. Klici so varovani z uporabniškim imenom in geslom.</w:t>
      </w:r>
    </w:p>
    <w:p w14:paraId="5516EF0A" w14:textId="7895069B" w:rsidR="002E071B" w:rsidRPr="00F77B12" w:rsidRDefault="002E071B" w:rsidP="001F0DC9"/>
    <w:sectPr w:rsidR="002E071B" w:rsidRPr="00F77B12" w:rsidSect="004F08D5">
      <w:headerReference w:type="even" r:id="rId114"/>
      <w:headerReference w:type="default" r:id="rId115"/>
      <w:footerReference w:type="even" r:id="rId116"/>
      <w:footerReference w:type="default" r:id="rId11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9C1D82" w14:textId="77777777" w:rsidR="00223C32" w:rsidRPr="00EA3EB5" w:rsidRDefault="00223C32" w:rsidP="00EA3EB5">
      <w:pPr>
        <w:pStyle w:val="NoSpacing"/>
        <w:rPr>
          <w:rFonts w:eastAsia="Calibri"/>
          <w:lang w:val="sl-SI"/>
        </w:rPr>
      </w:pPr>
      <w:r>
        <w:separator/>
      </w:r>
    </w:p>
  </w:endnote>
  <w:endnote w:type="continuationSeparator" w:id="0">
    <w:p w14:paraId="699C1D83" w14:textId="77777777" w:rsidR="00223C32" w:rsidRPr="00EA3EB5" w:rsidRDefault="00223C32" w:rsidP="00EA3EB5">
      <w:pPr>
        <w:pStyle w:val="NoSpacing"/>
        <w:rPr>
          <w:rFonts w:eastAsia="Calibri"/>
          <w:lang w:val="sl-SI"/>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C1D8A" w14:textId="77777777" w:rsidR="00223C32" w:rsidRDefault="00223C32">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161"/>
      <w:gridCol w:w="909"/>
    </w:tblGrid>
    <w:tr w:rsidR="00223C32" w:rsidRPr="00362541" w14:paraId="699C1D8D" w14:textId="77777777" w:rsidTr="00D925AF">
      <w:tc>
        <w:tcPr>
          <w:tcW w:w="4499" w:type="pct"/>
          <w:tcBorders>
            <w:top w:val="single" w:sz="4" w:space="0" w:color="4F81BD"/>
          </w:tcBorders>
          <w:tcMar>
            <w:left w:w="0" w:type="dxa"/>
          </w:tcMar>
        </w:tcPr>
        <w:p w14:paraId="699C1D8B" w14:textId="77777777" w:rsidR="00223C32" w:rsidRPr="00D925AF" w:rsidRDefault="00223C32" w:rsidP="00AD05E1">
          <w:pPr>
            <w:pStyle w:val="Footer"/>
            <w:jc w:val="left"/>
            <w:rPr>
              <w:b/>
              <w:color w:val="76923C"/>
              <w:sz w:val="20"/>
              <w:szCs w:val="20"/>
            </w:rPr>
          </w:pPr>
          <w:r w:rsidRPr="00D925AF">
            <w:rPr>
              <w:b/>
              <w:color w:val="76923C"/>
              <w:sz w:val="20"/>
              <w:szCs w:val="20"/>
            </w:rPr>
            <w:t>© Informatika d.d.</w:t>
          </w:r>
        </w:p>
      </w:tc>
      <w:tc>
        <w:tcPr>
          <w:tcW w:w="501" w:type="pct"/>
          <w:tcBorders>
            <w:top w:val="single" w:sz="4" w:space="0" w:color="4F81BD"/>
          </w:tcBorders>
          <w:shd w:val="clear" w:color="auto" w:fill="76923C"/>
          <w:tcMar>
            <w:left w:w="0" w:type="dxa"/>
            <w:right w:w="0" w:type="dxa"/>
          </w:tcMar>
        </w:tcPr>
        <w:p w14:paraId="699C1D8C" w14:textId="77777777" w:rsidR="00223C32" w:rsidRPr="00362541" w:rsidRDefault="00223C32" w:rsidP="004A41B7">
          <w:pPr>
            <w:pStyle w:val="Header"/>
            <w:jc w:val="center"/>
            <w:rPr>
              <w:color w:val="FFFFFF"/>
              <w:sz w:val="20"/>
              <w:szCs w:val="20"/>
            </w:rPr>
          </w:pPr>
          <w:r w:rsidRPr="00362541">
            <w:rPr>
              <w:color w:val="FFFFFF"/>
              <w:sz w:val="20"/>
              <w:szCs w:val="20"/>
            </w:rPr>
            <w:fldChar w:fldCharType="begin"/>
          </w:r>
          <w:r w:rsidRPr="00362541">
            <w:rPr>
              <w:color w:val="FFFFFF"/>
              <w:sz w:val="20"/>
              <w:szCs w:val="20"/>
            </w:rPr>
            <w:instrText xml:space="preserve"> PAGE   \* MERGEFORMAT </w:instrText>
          </w:r>
          <w:r w:rsidRPr="00362541">
            <w:rPr>
              <w:color w:val="FFFFFF"/>
              <w:sz w:val="20"/>
              <w:szCs w:val="20"/>
            </w:rPr>
            <w:fldChar w:fldCharType="separate"/>
          </w:r>
          <w:r w:rsidR="00A25B3C">
            <w:rPr>
              <w:noProof/>
              <w:color w:val="FFFFFF"/>
              <w:sz w:val="20"/>
              <w:szCs w:val="20"/>
            </w:rPr>
            <w:t>52</w:t>
          </w:r>
          <w:r w:rsidRPr="00362541">
            <w:rPr>
              <w:color w:val="FFFFFF"/>
              <w:sz w:val="20"/>
              <w:szCs w:val="20"/>
            </w:rPr>
            <w:fldChar w:fldCharType="end"/>
          </w:r>
          <w:r w:rsidRPr="00362541">
            <w:rPr>
              <w:color w:val="FFFFFF"/>
              <w:sz w:val="20"/>
              <w:szCs w:val="20"/>
            </w:rPr>
            <w:t xml:space="preserve"> / </w:t>
          </w:r>
          <w:fldSimple w:instr=" NUMPAGES   \* MERGEFORMAT ">
            <w:r w:rsidR="00A25B3C" w:rsidRPr="00A25B3C">
              <w:rPr>
                <w:noProof/>
                <w:color w:val="FFFFFF"/>
                <w:sz w:val="20"/>
                <w:szCs w:val="20"/>
              </w:rPr>
              <w:t>52</w:t>
            </w:r>
          </w:fldSimple>
        </w:p>
      </w:tc>
    </w:tr>
  </w:tbl>
  <w:p w14:paraId="699C1D8E" w14:textId="77777777" w:rsidR="00223C32" w:rsidRPr="00F06035" w:rsidRDefault="00223C32" w:rsidP="00F060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9C1D80" w14:textId="77777777" w:rsidR="00223C32" w:rsidRPr="00EA3EB5" w:rsidRDefault="00223C32" w:rsidP="00EA3EB5">
      <w:pPr>
        <w:pStyle w:val="NoSpacing"/>
        <w:rPr>
          <w:rFonts w:eastAsia="Calibri"/>
          <w:lang w:val="sl-SI"/>
        </w:rPr>
      </w:pPr>
      <w:r>
        <w:separator/>
      </w:r>
    </w:p>
  </w:footnote>
  <w:footnote w:type="continuationSeparator" w:id="0">
    <w:p w14:paraId="699C1D81" w14:textId="77777777" w:rsidR="00223C32" w:rsidRPr="00EA3EB5" w:rsidRDefault="00223C32" w:rsidP="00EA3EB5">
      <w:pPr>
        <w:pStyle w:val="NoSpacing"/>
        <w:rPr>
          <w:rFonts w:eastAsia="Calibri"/>
          <w:lang w:val="sl-SI"/>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C1D84" w14:textId="510152D3" w:rsidR="00223C32" w:rsidRDefault="00223C32">
    <w:pPr>
      <w:pStyle w:val="Header"/>
    </w:pPr>
    <w:r>
      <w:rPr>
        <w:noProof/>
        <w:lang w:eastAsia="zh-TW"/>
      </w:rPr>
      <mc:AlternateContent>
        <mc:Choice Requires="wps">
          <w:drawing>
            <wp:anchor distT="0" distB="0" distL="114300" distR="114300" simplePos="0" relativeHeight="251658240" behindDoc="0" locked="0" layoutInCell="0" allowOverlap="1" wp14:anchorId="699C1D8F" wp14:editId="73BDBCCF">
              <wp:simplePos x="0" y="0"/>
              <wp:positionH relativeFrom="page">
                <wp:posOffset>0</wp:posOffset>
              </wp:positionH>
              <wp:positionV relativeFrom="page">
                <wp:posOffset>0</wp:posOffset>
              </wp:positionV>
              <wp:extent cx="5943600" cy="170815"/>
              <wp:effectExtent l="0" t="0" r="0" b="635"/>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C1D99" w14:textId="77777777" w:rsidR="00223C32" w:rsidRDefault="00686092">
                          <w:pPr>
                            <w:spacing w:after="0" w:line="240" w:lineRule="auto"/>
                            <w:jc w:val="right"/>
                          </w:pPr>
                          <w:fldSimple w:instr=" STYLEREF  &quot;1&quot; ">
                            <w:r w:rsidR="00223C32">
                              <w:rPr>
                                <w:noProof/>
                              </w:rPr>
                              <w:t>Uvod</w:t>
                            </w:r>
                          </w:fldSimple>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30" type="#_x0000_t202" style="position:absolute;left:0;text-align:left;margin-left:0;margin-top:0;width:468pt;height:13.45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" o:allowincell="f" filled="f" stroked="f">
              <v:textbox style="mso-fit-shape-to-text:t" inset=",0,,0">
                <w:txbxContent>
                  <w:p w14:paraId="699C1D99" w14:textId="77777777" w:rsidR="00223C32" w:rsidRDefault="00686092">
                    <w:pPr>
                      <w:spacing w:after="0" w:line="240" w:lineRule="auto"/>
                      <w:jc w:val="right"/>
                    </w:pPr>
                    <w:fldSimple w:instr=" STYLEREF  &quot;1&quot; ">
                      <w:r w:rsidR="00223C32">
                        <w:rPr>
                          <w:noProof/>
                        </w:rPr>
                        <w:t>Uvod</w:t>
                      </w:r>
                    </w:fldSimple>
                  </w:p>
                </w:txbxContent>
              </v:textbox>
              <w10:wrap anchorx="page" anchory="page"/>
            </v:shape>
          </w:pict>
        </mc:Fallback>
      </mc:AlternateContent>
    </w:r>
    <w:r>
      <w:rPr>
        <w:noProof/>
        <w:lang w:eastAsia="zh-TW"/>
      </w:rPr>
      <mc:AlternateContent>
        <mc:Choice Requires="wps">
          <w:drawing>
            <wp:anchor distT="0" distB="0" distL="114300" distR="114300" simplePos="0" relativeHeight="251657216" behindDoc="0" locked="0" layoutInCell="0" allowOverlap="1" wp14:anchorId="699C1D90" wp14:editId="58B84889">
              <wp:simplePos x="0" y="0"/>
              <wp:positionH relativeFrom="page">
                <wp:posOffset>66548000</wp:posOffset>
              </wp:positionH>
              <wp:positionV relativeFrom="page">
                <wp:posOffset>0</wp:posOffset>
              </wp:positionV>
              <wp:extent cx="914400" cy="170815"/>
              <wp:effectExtent l="0" t="0" r="0" b="63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9C1D9A" w14:textId="77777777" w:rsidR="00223C32" w:rsidRPr="00362541" w:rsidRDefault="00223C32">
                          <w:pPr>
                            <w:spacing w:after="0" w:line="240" w:lineRule="auto"/>
                            <w:rPr>
                              <w:color w:val="FFFFFF"/>
                            </w:rPr>
                          </w:pPr>
                          <w:r>
                            <w:fldChar w:fldCharType="begin"/>
                          </w:r>
                          <w:r>
                            <w:instrText xml:space="preserve"> PAGE   \* MERGEFORMAT </w:instrText>
                          </w:r>
                          <w:r>
                            <w:fldChar w:fldCharType="separate"/>
                          </w:r>
                          <w:r w:rsidRPr="00C52391">
                            <w:rPr>
                              <w:noProof/>
                              <w:color w:val="FFFFFF"/>
                            </w:rPr>
                            <w:t>1</w:t>
                          </w:r>
                          <w:r>
                            <w:rPr>
                              <w:noProof/>
                              <w:color w:val="FFFFFF"/>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Text Box 16" o:spid="_x0000_s1031" type="#_x0000_t202" style="position:absolute;left:0;text-align:left;margin-left:5240pt;margin-top:0;width:1in;height:13.45pt;z-index:251657216;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" o:allowincell="f" fillcolor="#4f81bd" stroked="f">
              <v:textbox style="mso-fit-shape-to-text:t" inset=",0,,0">
                <w:txbxContent>
                  <w:p w14:paraId="699C1D9A" w14:textId="77777777" w:rsidR="00223C32" w:rsidRPr="00362541" w:rsidRDefault="00223C32">
                    <w:pPr>
                      <w:spacing w:after="0" w:line="240" w:lineRule="auto"/>
                      <w:rPr>
                        <w:color w:val="FFFFFF"/>
                      </w:rPr>
                    </w:pPr>
                    <w:r>
                      <w:fldChar w:fldCharType="begin"/>
                    </w:r>
                    <w:r>
                      <w:instrText xml:space="preserve"> PAGE   \* MERGEFORMAT </w:instrText>
                    </w:r>
                    <w:r>
                      <w:fldChar w:fldCharType="separate"/>
                    </w:r>
                    <w:r w:rsidRPr="00C52391">
                      <w:rPr>
                        <w:noProof/>
                        <w:color w:val="FFFFFF"/>
                      </w:rPr>
                      <w:t>1</w:t>
                    </w:r>
                    <w:r>
                      <w:rPr>
                        <w:noProof/>
                        <w:color w:val="FFFFFF"/>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C1D85" w14:textId="77777777" w:rsidR="00223C32" w:rsidRDefault="00223C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1F497D"/>
      </w:tblBorders>
      <w:tblCellMar>
        <w:left w:w="0" w:type="dxa"/>
        <w:bottom w:w="28" w:type="dxa"/>
        <w:right w:w="0" w:type="dxa"/>
      </w:tblCellMar>
      <w:tblLook w:val="04A0" w:firstRow="1" w:lastRow="0" w:firstColumn="1" w:lastColumn="0" w:noHBand="0" w:noVBand="1"/>
    </w:tblPr>
    <w:tblGrid>
      <w:gridCol w:w="5973"/>
      <w:gridCol w:w="3097"/>
    </w:tblGrid>
    <w:tr w:rsidR="00223C32" w:rsidRPr="00362541" w14:paraId="699C1D88" w14:textId="77777777" w:rsidTr="00362541">
      <w:tc>
        <w:tcPr>
          <w:tcW w:w="5973" w:type="dxa"/>
          <w:vAlign w:val="bottom"/>
        </w:tcPr>
        <w:p w14:paraId="699C1D86" w14:textId="77777777" w:rsidR="00223C32" w:rsidRPr="00D925AF" w:rsidRDefault="00223C32" w:rsidP="00D925AF">
          <w:pPr>
            <w:spacing w:after="0" w:line="240" w:lineRule="auto"/>
            <w:jc w:val="left"/>
            <w:rPr>
              <w:b/>
              <w:noProof/>
              <w:color w:val="76923C"/>
              <w:sz w:val="20"/>
              <w:szCs w:val="20"/>
            </w:rPr>
          </w:pPr>
          <w:r>
            <w:rPr>
              <w:b/>
              <w:noProof/>
              <w:color w:val="76923C"/>
              <w:sz w:val="20"/>
              <w:szCs w:val="20"/>
            </w:rPr>
            <w:t>Enotna vstopna točka B2B</w:t>
          </w:r>
        </w:p>
      </w:tc>
      <w:tc>
        <w:tcPr>
          <w:tcW w:w="3097" w:type="dxa"/>
        </w:tcPr>
        <w:p w14:paraId="699C1D87" w14:textId="77777777" w:rsidR="00223C32" w:rsidRPr="00D925AF" w:rsidRDefault="00223C32" w:rsidP="00362541">
          <w:pPr>
            <w:spacing w:after="0" w:line="240" w:lineRule="auto"/>
            <w:jc w:val="right"/>
            <w:rPr>
              <w:b/>
              <w:color w:val="76923C"/>
              <w:sz w:val="20"/>
              <w:szCs w:val="20"/>
            </w:rPr>
          </w:pPr>
          <w:r>
            <w:rPr>
              <w:b/>
              <w:color w:val="76923C"/>
              <w:sz w:val="20"/>
              <w:szCs w:val="20"/>
            </w:rPr>
            <w:t>Informatika, d.d.</w:t>
          </w:r>
        </w:p>
      </w:tc>
    </w:tr>
  </w:tbl>
  <w:p w14:paraId="699C1D89" w14:textId="77777777" w:rsidR="00223C32" w:rsidRPr="00F06035" w:rsidRDefault="00223C32" w:rsidP="009D29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175D"/>
    <w:multiLevelType w:val="hybridMultilevel"/>
    <w:tmpl w:val="0B1ED74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9006C9E"/>
    <w:multiLevelType w:val="hybridMultilevel"/>
    <w:tmpl w:val="8BEEC28E"/>
    <w:lvl w:ilvl="0" w:tplc="52F8785A">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73AB8"/>
    <w:multiLevelType w:val="hybridMultilevel"/>
    <w:tmpl w:val="D712554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14593C03"/>
    <w:multiLevelType w:val="hybridMultilevel"/>
    <w:tmpl w:val="CF64CF3A"/>
    <w:lvl w:ilvl="0" w:tplc="55C85D6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1D088D"/>
    <w:multiLevelType w:val="hybridMultilevel"/>
    <w:tmpl w:val="7D26A084"/>
    <w:lvl w:ilvl="0" w:tplc="59605542">
      <w:numFmt w:val="bullet"/>
      <w:lvlText w:val="-"/>
      <w:lvlJc w:val="left"/>
      <w:pPr>
        <w:ind w:left="1069" w:hanging="360"/>
      </w:pPr>
      <w:rPr>
        <w:rFonts w:ascii="Calibri" w:eastAsia="Calibri" w:hAnsi="Calibri" w:cs="Times New Roman" w:hint="default"/>
      </w:rPr>
    </w:lvl>
    <w:lvl w:ilvl="1" w:tplc="04090003">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nsid w:val="214F0F63"/>
    <w:multiLevelType w:val="multilevel"/>
    <w:tmpl w:val="0424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2259604B"/>
    <w:multiLevelType w:val="hybridMultilevel"/>
    <w:tmpl w:val="F5E2A5D2"/>
    <w:lvl w:ilvl="0" w:tplc="E55E04A6">
      <w:start w:val="1"/>
      <w:numFmt w:val="decimal"/>
      <w:pStyle w:val="tevilenje-skupaj"/>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2FB916D0"/>
    <w:multiLevelType w:val="hybridMultilevel"/>
    <w:tmpl w:val="C270DD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32C55F26"/>
    <w:multiLevelType w:val="hybridMultilevel"/>
    <w:tmpl w:val="0EB218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330F171E"/>
    <w:multiLevelType w:val="hybridMultilevel"/>
    <w:tmpl w:val="411AE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2A6290"/>
    <w:multiLevelType w:val="hybridMultilevel"/>
    <w:tmpl w:val="3908500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41E10917"/>
    <w:multiLevelType w:val="hybridMultilevel"/>
    <w:tmpl w:val="ECF636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476B0DBD"/>
    <w:multiLevelType w:val="hybridMultilevel"/>
    <w:tmpl w:val="3F0881A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4C756D95"/>
    <w:multiLevelType w:val="hybridMultilevel"/>
    <w:tmpl w:val="991C4AA8"/>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51520799"/>
    <w:multiLevelType w:val="hybridMultilevel"/>
    <w:tmpl w:val="F4F6094E"/>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554F0917"/>
    <w:multiLevelType w:val="hybridMultilevel"/>
    <w:tmpl w:val="B16E55F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56680CD4"/>
    <w:multiLevelType w:val="hybridMultilevel"/>
    <w:tmpl w:val="82568A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5A4B30A8"/>
    <w:multiLevelType w:val="hybridMultilevel"/>
    <w:tmpl w:val="A2E496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605D1F5A"/>
    <w:multiLevelType w:val="hybridMultilevel"/>
    <w:tmpl w:val="458ED59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nsid w:val="62C13F03"/>
    <w:multiLevelType w:val="hybridMultilevel"/>
    <w:tmpl w:val="52587418"/>
    <w:lvl w:ilvl="0" w:tplc="04240001">
      <w:start w:val="1"/>
      <w:numFmt w:val="bullet"/>
      <w:lvlText w:val=""/>
      <w:lvlJc w:val="left"/>
      <w:pPr>
        <w:ind w:left="768" w:hanging="360"/>
      </w:pPr>
      <w:rPr>
        <w:rFonts w:ascii="Symbol" w:hAnsi="Symbol" w:hint="default"/>
      </w:rPr>
    </w:lvl>
    <w:lvl w:ilvl="1" w:tplc="04240003" w:tentative="1">
      <w:start w:val="1"/>
      <w:numFmt w:val="bullet"/>
      <w:lvlText w:val="o"/>
      <w:lvlJc w:val="left"/>
      <w:pPr>
        <w:ind w:left="1488" w:hanging="360"/>
      </w:pPr>
      <w:rPr>
        <w:rFonts w:ascii="Courier New" w:hAnsi="Courier New" w:cs="Courier New" w:hint="default"/>
      </w:rPr>
    </w:lvl>
    <w:lvl w:ilvl="2" w:tplc="04240005" w:tentative="1">
      <w:start w:val="1"/>
      <w:numFmt w:val="bullet"/>
      <w:lvlText w:val=""/>
      <w:lvlJc w:val="left"/>
      <w:pPr>
        <w:ind w:left="2208" w:hanging="360"/>
      </w:pPr>
      <w:rPr>
        <w:rFonts w:ascii="Wingdings" w:hAnsi="Wingdings" w:hint="default"/>
      </w:rPr>
    </w:lvl>
    <w:lvl w:ilvl="3" w:tplc="04240001" w:tentative="1">
      <w:start w:val="1"/>
      <w:numFmt w:val="bullet"/>
      <w:lvlText w:val=""/>
      <w:lvlJc w:val="left"/>
      <w:pPr>
        <w:ind w:left="2928" w:hanging="360"/>
      </w:pPr>
      <w:rPr>
        <w:rFonts w:ascii="Symbol" w:hAnsi="Symbol" w:hint="default"/>
      </w:rPr>
    </w:lvl>
    <w:lvl w:ilvl="4" w:tplc="04240003" w:tentative="1">
      <w:start w:val="1"/>
      <w:numFmt w:val="bullet"/>
      <w:lvlText w:val="o"/>
      <w:lvlJc w:val="left"/>
      <w:pPr>
        <w:ind w:left="3648" w:hanging="360"/>
      </w:pPr>
      <w:rPr>
        <w:rFonts w:ascii="Courier New" w:hAnsi="Courier New" w:cs="Courier New" w:hint="default"/>
      </w:rPr>
    </w:lvl>
    <w:lvl w:ilvl="5" w:tplc="04240005" w:tentative="1">
      <w:start w:val="1"/>
      <w:numFmt w:val="bullet"/>
      <w:lvlText w:val=""/>
      <w:lvlJc w:val="left"/>
      <w:pPr>
        <w:ind w:left="4368" w:hanging="360"/>
      </w:pPr>
      <w:rPr>
        <w:rFonts w:ascii="Wingdings" w:hAnsi="Wingdings" w:hint="default"/>
      </w:rPr>
    </w:lvl>
    <w:lvl w:ilvl="6" w:tplc="04240001" w:tentative="1">
      <w:start w:val="1"/>
      <w:numFmt w:val="bullet"/>
      <w:lvlText w:val=""/>
      <w:lvlJc w:val="left"/>
      <w:pPr>
        <w:ind w:left="5088" w:hanging="360"/>
      </w:pPr>
      <w:rPr>
        <w:rFonts w:ascii="Symbol" w:hAnsi="Symbol" w:hint="default"/>
      </w:rPr>
    </w:lvl>
    <w:lvl w:ilvl="7" w:tplc="04240003" w:tentative="1">
      <w:start w:val="1"/>
      <w:numFmt w:val="bullet"/>
      <w:lvlText w:val="o"/>
      <w:lvlJc w:val="left"/>
      <w:pPr>
        <w:ind w:left="5808" w:hanging="360"/>
      </w:pPr>
      <w:rPr>
        <w:rFonts w:ascii="Courier New" w:hAnsi="Courier New" w:cs="Courier New" w:hint="default"/>
      </w:rPr>
    </w:lvl>
    <w:lvl w:ilvl="8" w:tplc="04240005" w:tentative="1">
      <w:start w:val="1"/>
      <w:numFmt w:val="bullet"/>
      <w:lvlText w:val=""/>
      <w:lvlJc w:val="left"/>
      <w:pPr>
        <w:ind w:left="6528" w:hanging="360"/>
      </w:pPr>
      <w:rPr>
        <w:rFonts w:ascii="Wingdings" w:hAnsi="Wingdings" w:hint="default"/>
      </w:rPr>
    </w:lvl>
  </w:abstractNum>
  <w:abstractNum w:abstractNumId="20">
    <w:nsid w:val="62EB2831"/>
    <w:multiLevelType w:val="hybridMultilevel"/>
    <w:tmpl w:val="194E2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nsid w:val="6346360E"/>
    <w:multiLevelType w:val="hybridMultilevel"/>
    <w:tmpl w:val="ED1019F6"/>
    <w:lvl w:ilvl="0" w:tplc="30B6466C">
      <w:numFmt w:val="bullet"/>
      <w:lvlText w:val="-"/>
      <w:lvlJc w:val="left"/>
      <w:pPr>
        <w:ind w:left="720" w:hanging="360"/>
      </w:pPr>
      <w:rPr>
        <w:rFonts w:ascii="Calibri" w:eastAsiaTheme="minorEastAsia"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69E96417"/>
    <w:multiLevelType w:val="hybridMultilevel"/>
    <w:tmpl w:val="31E69C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6AF22368"/>
    <w:multiLevelType w:val="hybridMultilevel"/>
    <w:tmpl w:val="226030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nsid w:val="6BDD43D6"/>
    <w:multiLevelType w:val="hybridMultilevel"/>
    <w:tmpl w:val="0B1ED74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7DD652C3"/>
    <w:multiLevelType w:val="hybridMultilevel"/>
    <w:tmpl w:val="BC860E32"/>
    <w:lvl w:ilvl="0" w:tplc="59605542">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E7E78E9"/>
    <w:multiLevelType w:val="hybridMultilevel"/>
    <w:tmpl w:val="5CDE29CE"/>
    <w:lvl w:ilvl="0" w:tplc="308CCEEA">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0"/>
  </w:num>
  <w:num w:numId="4">
    <w:abstractNumId w:val="6"/>
    <w:lvlOverride w:ilvl="0">
      <w:startOverride w:val="1"/>
    </w:lvlOverride>
  </w:num>
  <w:num w:numId="5">
    <w:abstractNumId w:val="2"/>
  </w:num>
  <w:num w:numId="6">
    <w:abstractNumId w:val="8"/>
  </w:num>
  <w:num w:numId="7">
    <w:abstractNumId w:val="12"/>
  </w:num>
  <w:num w:numId="8">
    <w:abstractNumId w:val="7"/>
  </w:num>
  <w:num w:numId="9">
    <w:abstractNumId w:val="17"/>
  </w:num>
  <w:num w:numId="10">
    <w:abstractNumId w:val="13"/>
  </w:num>
  <w:num w:numId="11">
    <w:abstractNumId w:val="16"/>
  </w:num>
  <w:num w:numId="12">
    <w:abstractNumId w:val="15"/>
  </w:num>
  <w:num w:numId="13">
    <w:abstractNumId w:val="22"/>
  </w:num>
  <w:num w:numId="14">
    <w:abstractNumId w:val="0"/>
  </w:num>
  <w:num w:numId="15">
    <w:abstractNumId w:val="19"/>
  </w:num>
  <w:num w:numId="16">
    <w:abstractNumId w:val="26"/>
  </w:num>
  <w:num w:numId="17">
    <w:abstractNumId w:val="1"/>
  </w:num>
  <w:num w:numId="18">
    <w:abstractNumId w:val="3"/>
  </w:num>
  <w:num w:numId="19">
    <w:abstractNumId w:val="4"/>
  </w:num>
  <w:num w:numId="20">
    <w:abstractNumId w:val="25"/>
  </w:num>
  <w:num w:numId="21">
    <w:abstractNumId w:val="9"/>
  </w:num>
  <w:num w:numId="22">
    <w:abstractNumId w:val="24"/>
  </w:num>
  <w:num w:numId="23">
    <w:abstractNumId w:val="5"/>
  </w:num>
  <w:num w:numId="24">
    <w:abstractNumId w:val="21"/>
  </w:num>
  <w:num w:numId="25">
    <w:abstractNumId w:val="11"/>
  </w:num>
  <w:num w:numId="26">
    <w:abstractNumId w:val="14"/>
  </w:num>
  <w:num w:numId="27">
    <w:abstractNumId w:val="10"/>
  </w:num>
  <w:num w:numId="28">
    <w:abstractNumId w:val="23"/>
  </w:num>
  <w:num w:numId="29">
    <w:abstractNumId w:val="5"/>
  </w:num>
  <w:num w:numId="30">
    <w:abstractNumId w:val="5"/>
  </w:num>
  <w:num w:numId="31">
    <w:abstractNumId w:val="5"/>
  </w:num>
  <w:num w:numId="32">
    <w:abstractNumId w:val="5"/>
  </w:num>
  <w:num w:numId="33">
    <w:abstractNumId w:val="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attachedTemplate r:id="rId1"/>
  <w:mailMerge>
    <w:mainDocumentType w:val="formLetters"/>
    <w:dataType w:val="textFile"/>
    <w:activeRecord w:val="-1"/>
  </w:mailMerge>
  <w:defaultTabStop w:val="709"/>
  <w:hyphenationZone w:val="425"/>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2B5"/>
    <w:rsid w:val="00000DC0"/>
    <w:rsid w:val="00003E57"/>
    <w:rsid w:val="0000600C"/>
    <w:rsid w:val="0001177B"/>
    <w:rsid w:val="00012FA0"/>
    <w:rsid w:val="00022652"/>
    <w:rsid w:val="0002293F"/>
    <w:rsid w:val="0002295D"/>
    <w:rsid w:val="000232D9"/>
    <w:rsid w:val="00025A41"/>
    <w:rsid w:val="00033261"/>
    <w:rsid w:val="00035FA8"/>
    <w:rsid w:val="00042F5F"/>
    <w:rsid w:val="000441A6"/>
    <w:rsid w:val="000457C7"/>
    <w:rsid w:val="000464DD"/>
    <w:rsid w:val="00054324"/>
    <w:rsid w:val="00054856"/>
    <w:rsid w:val="00066EF7"/>
    <w:rsid w:val="0007129F"/>
    <w:rsid w:val="00072ABF"/>
    <w:rsid w:val="00075160"/>
    <w:rsid w:val="000803B2"/>
    <w:rsid w:val="00080E2B"/>
    <w:rsid w:val="00094B6C"/>
    <w:rsid w:val="000979CC"/>
    <w:rsid w:val="00097D3A"/>
    <w:rsid w:val="00097F71"/>
    <w:rsid w:val="000A6C4F"/>
    <w:rsid w:val="000A728B"/>
    <w:rsid w:val="000B03D7"/>
    <w:rsid w:val="000B4572"/>
    <w:rsid w:val="000C305B"/>
    <w:rsid w:val="000C5BD3"/>
    <w:rsid w:val="000D3711"/>
    <w:rsid w:val="000D7250"/>
    <w:rsid w:val="000E04B4"/>
    <w:rsid w:val="000F124F"/>
    <w:rsid w:val="000F314C"/>
    <w:rsid w:val="001031C2"/>
    <w:rsid w:val="001141AC"/>
    <w:rsid w:val="00121362"/>
    <w:rsid w:val="001228D2"/>
    <w:rsid w:val="00126A45"/>
    <w:rsid w:val="00131036"/>
    <w:rsid w:val="00136A62"/>
    <w:rsid w:val="00141ED2"/>
    <w:rsid w:val="001444BE"/>
    <w:rsid w:val="00146942"/>
    <w:rsid w:val="00152054"/>
    <w:rsid w:val="001522B8"/>
    <w:rsid w:val="0015293D"/>
    <w:rsid w:val="00154C9E"/>
    <w:rsid w:val="0015616B"/>
    <w:rsid w:val="00171917"/>
    <w:rsid w:val="00174CB4"/>
    <w:rsid w:val="001824CF"/>
    <w:rsid w:val="0018361B"/>
    <w:rsid w:val="00184FA3"/>
    <w:rsid w:val="0018651E"/>
    <w:rsid w:val="00191535"/>
    <w:rsid w:val="001922F6"/>
    <w:rsid w:val="001934F2"/>
    <w:rsid w:val="001A2566"/>
    <w:rsid w:val="001A293D"/>
    <w:rsid w:val="001A3FBF"/>
    <w:rsid w:val="001A5B8C"/>
    <w:rsid w:val="001B1DA0"/>
    <w:rsid w:val="001B64FC"/>
    <w:rsid w:val="001B6939"/>
    <w:rsid w:val="001B7EB9"/>
    <w:rsid w:val="001D5B3F"/>
    <w:rsid w:val="001D5DE1"/>
    <w:rsid w:val="001D6126"/>
    <w:rsid w:val="001E001A"/>
    <w:rsid w:val="001E1753"/>
    <w:rsid w:val="001E6BA4"/>
    <w:rsid w:val="001F08A4"/>
    <w:rsid w:val="001F0DC9"/>
    <w:rsid w:val="001F442F"/>
    <w:rsid w:val="0020182A"/>
    <w:rsid w:val="0020622F"/>
    <w:rsid w:val="00222773"/>
    <w:rsid w:val="00223C32"/>
    <w:rsid w:val="0022682C"/>
    <w:rsid w:val="0024067B"/>
    <w:rsid w:val="00240754"/>
    <w:rsid w:val="002475E7"/>
    <w:rsid w:val="00254D12"/>
    <w:rsid w:val="002565D2"/>
    <w:rsid w:val="0026044E"/>
    <w:rsid w:val="00263252"/>
    <w:rsid w:val="002639F1"/>
    <w:rsid w:val="00266ECF"/>
    <w:rsid w:val="00267ED0"/>
    <w:rsid w:val="002719F5"/>
    <w:rsid w:val="002728F5"/>
    <w:rsid w:val="002824F2"/>
    <w:rsid w:val="0028336C"/>
    <w:rsid w:val="00283A4B"/>
    <w:rsid w:val="00287635"/>
    <w:rsid w:val="00290380"/>
    <w:rsid w:val="0029106C"/>
    <w:rsid w:val="00292DDD"/>
    <w:rsid w:val="002B4F48"/>
    <w:rsid w:val="002B75F1"/>
    <w:rsid w:val="002C20E4"/>
    <w:rsid w:val="002C4A1F"/>
    <w:rsid w:val="002C5373"/>
    <w:rsid w:val="002D035B"/>
    <w:rsid w:val="002D093F"/>
    <w:rsid w:val="002E071B"/>
    <w:rsid w:val="002E09ED"/>
    <w:rsid w:val="002F1292"/>
    <w:rsid w:val="003072A5"/>
    <w:rsid w:val="00335F29"/>
    <w:rsid w:val="00342F4B"/>
    <w:rsid w:val="00344CD1"/>
    <w:rsid w:val="003512A3"/>
    <w:rsid w:val="00353BCF"/>
    <w:rsid w:val="00357F8A"/>
    <w:rsid w:val="00362541"/>
    <w:rsid w:val="00376C4D"/>
    <w:rsid w:val="0039766A"/>
    <w:rsid w:val="003B0D9A"/>
    <w:rsid w:val="003C6BFB"/>
    <w:rsid w:val="003D17A6"/>
    <w:rsid w:val="003D1A63"/>
    <w:rsid w:val="003D6719"/>
    <w:rsid w:val="003E1D5A"/>
    <w:rsid w:val="003E31E0"/>
    <w:rsid w:val="003E6D68"/>
    <w:rsid w:val="003F42C3"/>
    <w:rsid w:val="003F561E"/>
    <w:rsid w:val="00405D40"/>
    <w:rsid w:val="004205BA"/>
    <w:rsid w:val="00432BE3"/>
    <w:rsid w:val="00433C6F"/>
    <w:rsid w:val="00434978"/>
    <w:rsid w:val="0043716E"/>
    <w:rsid w:val="00453E90"/>
    <w:rsid w:val="00463571"/>
    <w:rsid w:val="00467315"/>
    <w:rsid w:val="00482D74"/>
    <w:rsid w:val="00484FB7"/>
    <w:rsid w:val="0048557D"/>
    <w:rsid w:val="00491E74"/>
    <w:rsid w:val="004A047E"/>
    <w:rsid w:val="004A41B7"/>
    <w:rsid w:val="004A530F"/>
    <w:rsid w:val="004B19DF"/>
    <w:rsid w:val="004B1CC9"/>
    <w:rsid w:val="004B2357"/>
    <w:rsid w:val="004C0946"/>
    <w:rsid w:val="004C5005"/>
    <w:rsid w:val="004C7135"/>
    <w:rsid w:val="004D37E1"/>
    <w:rsid w:val="004D3D4D"/>
    <w:rsid w:val="004D5023"/>
    <w:rsid w:val="004D5776"/>
    <w:rsid w:val="004D65FE"/>
    <w:rsid w:val="004E670D"/>
    <w:rsid w:val="004E7CA4"/>
    <w:rsid w:val="004F08D5"/>
    <w:rsid w:val="004F3A5C"/>
    <w:rsid w:val="004F5DDC"/>
    <w:rsid w:val="004F6A9F"/>
    <w:rsid w:val="005074F1"/>
    <w:rsid w:val="005149DA"/>
    <w:rsid w:val="00516377"/>
    <w:rsid w:val="005350F0"/>
    <w:rsid w:val="0054397B"/>
    <w:rsid w:val="0054424D"/>
    <w:rsid w:val="005469FB"/>
    <w:rsid w:val="00563745"/>
    <w:rsid w:val="00563E42"/>
    <w:rsid w:val="00575AF2"/>
    <w:rsid w:val="00583C7D"/>
    <w:rsid w:val="005848F4"/>
    <w:rsid w:val="00590D6D"/>
    <w:rsid w:val="00595DD6"/>
    <w:rsid w:val="005B0E84"/>
    <w:rsid w:val="005B7BCF"/>
    <w:rsid w:val="005B7F7D"/>
    <w:rsid w:val="005C23FB"/>
    <w:rsid w:val="005C3013"/>
    <w:rsid w:val="005C3F8F"/>
    <w:rsid w:val="005C4B49"/>
    <w:rsid w:val="005C67EB"/>
    <w:rsid w:val="005C781C"/>
    <w:rsid w:val="005D4B22"/>
    <w:rsid w:val="005D7D6B"/>
    <w:rsid w:val="005F50F2"/>
    <w:rsid w:val="005F5D4E"/>
    <w:rsid w:val="00612853"/>
    <w:rsid w:val="006207B5"/>
    <w:rsid w:val="00624A35"/>
    <w:rsid w:val="00632B9C"/>
    <w:rsid w:val="00633659"/>
    <w:rsid w:val="0063455D"/>
    <w:rsid w:val="006423DA"/>
    <w:rsid w:val="00644F96"/>
    <w:rsid w:val="00646501"/>
    <w:rsid w:val="00661041"/>
    <w:rsid w:val="006615B0"/>
    <w:rsid w:val="0066362F"/>
    <w:rsid w:val="006654DF"/>
    <w:rsid w:val="006659D3"/>
    <w:rsid w:val="006708C2"/>
    <w:rsid w:val="00674321"/>
    <w:rsid w:val="00677B2D"/>
    <w:rsid w:val="00682107"/>
    <w:rsid w:val="00686092"/>
    <w:rsid w:val="006879E5"/>
    <w:rsid w:val="00697343"/>
    <w:rsid w:val="006A2337"/>
    <w:rsid w:val="006B29B1"/>
    <w:rsid w:val="006B4237"/>
    <w:rsid w:val="006C4C0D"/>
    <w:rsid w:val="006C5913"/>
    <w:rsid w:val="006C6B0D"/>
    <w:rsid w:val="006D3884"/>
    <w:rsid w:val="006E776D"/>
    <w:rsid w:val="006F3F94"/>
    <w:rsid w:val="006F49C2"/>
    <w:rsid w:val="00703B95"/>
    <w:rsid w:val="00730927"/>
    <w:rsid w:val="00734AD2"/>
    <w:rsid w:val="00747002"/>
    <w:rsid w:val="00753D55"/>
    <w:rsid w:val="00763AE1"/>
    <w:rsid w:val="00764867"/>
    <w:rsid w:val="00777A88"/>
    <w:rsid w:val="007A0C7E"/>
    <w:rsid w:val="007A4A8E"/>
    <w:rsid w:val="007A718E"/>
    <w:rsid w:val="007C0C02"/>
    <w:rsid w:val="007C102C"/>
    <w:rsid w:val="007E0FA8"/>
    <w:rsid w:val="007E395C"/>
    <w:rsid w:val="007E564F"/>
    <w:rsid w:val="00804D8B"/>
    <w:rsid w:val="008131D4"/>
    <w:rsid w:val="00814386"/>
    <w:rsid w:val="00823CAD"/>
    <w:rsid w:val="00834A40"/>
    <w:rsid w:val="0085274A"/>
    <w:rsid w:val="00856C97"/>
    <w:rsid w:val="00863F08"/>
    <w:rsid w:val="00866211"/>
    <w:rsid w:val="00866992"/>
    <w:rsid w:val="0087223B"/>
    <w:rsid w:val="008770C9"/>
    <w:rsid w:val="008772AB"/>
    <w:rsid w:val="00883E89"/>
    <w:rsid w:val="00896363"/>
    <w:rsid w:val="00897253"/>
    <w:rsid w:val="00897527"/>
    <w:rsid w:val="008A575D"/>
    <w:rsid w:val="008A616B"/>
    <w:rsid w:val="008A6D64"/>
    <w:rsid w:val="008A747D"/>
    <w:rsid w:val="008B6BFE"/>
    <w:rsid w:val="008C17E8"/>
    <w:rsid w:val="008C774D"/>
    <w:rsid w:val="008D0D11"/>
    <w:rsid w:val="008D5422"/>
    <w:rsid w:val="008D6DAF"/>
    <w:rsid w:val="008E4F3C"/>
    <w:rsid w:val="008E5360"/>
    <w:rsid w:val="008F123C"/>
    <w:rsid w:val="008F317E"/>
    <w:rsid w:val="008F5FA5"/>
    <w:rsid w:val="00900B88"/>
    <w:rsid w:val="00901A47"/>
    <w:rsid w:val="009114BF"/>
    <w:rsid w:val="009262AF"/>
    <w:rsid w:val="00930815"/>
    <w:rsid w:val="0093273C"/>
    <w:rsid w:val="0093781F"/>
    <w:rsid w:val="00940DA4"/>
    <w:rsid w:val="00945F95"/>
    <w:rsid w:val="00955267"/>
    <w:rsid w:val="00955FF3"/>
    <w:rsid w:val="00960021"/>
    <w:rsid w:val="009712DA"/>
    <w:rsid w:val="00971AEF"/>
    <w:rsid w:val="00982271"/>
    <w:rsid w:val="00983C5F"/>
    <w:rsid w:val="00987834"/>
    <w:rsid w:val="00990EBD"/>
    <w:rsid w:val="0099386D"/>
    <w:rsid w:val="00994F73"/>
    <w:rsid w:val="009A34AA"/>
    <w:rsid w:val="009A3AC1"/>
    <w:rsid w:val="009A4A8D"/>
    <w:rsid w:val="009A67F3"/>
    <w:rsid w:val="009B3D0D"/>
    <w:rsid w:val="009C15A2"/>
    <w:rsid w:val="009C1F56"/>
    <w:rsid w:val="009C4D7E"/>
    <w:rsid w:val="009C748F"/>
    <w:rsid w:val="009D2972"/>
    <w:rsid w:val="009D5DEA"/>
    <w:rsid w:val="009D7EE3"/>
    <w:rsid w:val="009E1DEB"/>
    <w:rsid w:val="009F4CD0"/>
    <w:rsid w:val="009F6D81"/>
    <w:rsid w:val="00A0443B"/>
    <w:rsid w:val="00A11142"/>
    <w:rsid w:val="00A131D5"/>
    <w:rsid w:val="00A2483A"/>
    <w:rsid w:val="00A25B3C"/>
    <w:rsid w:val="00A31ACD"/>
    <w:rsid w:val="00A36FCD"/>
    <w:rsid w:val="00A604D2"/>
    <w:rsid w:val="00A60A43"/>
    <w:rsid w:val="00A61708"/>
    <w:rsid w:val="00A62379"/>
    <w:rsid w:val="00A64177"/>
    <w:rsid w:val="00A64C94"/>
    <w:rsid w:val="00A6516E"/>
    <w:rsid w:val="00A80622"/>
    <w:rsid w:val="00A93568"/>
    <w:rsid w:val="00A9653B"/>
    <w:rsid w:val="00AA47E8"/>
    <w:rsid w:val="00AA5645"/>
    <w:rsid w:val="00AA6A45"/>
    <w:rsid w:val="00AA71AF"/>
    <w:rsid w:val="00AB1EB4"/>
    <w:rsid w:val="00AC01E3"/>
    <w:rsid w:val="00AD05E1"/>
    <w:rsid w:val="00AD3C4E"/>
    <w:rsid w:val="00AE0DDE"/>
    <w:rsid w:val="00AE47BE"/>
    <w:rsid w:val="00AF3A02"/>
    <w:rsid w:val="00B132CB"/>
    <w:rsid w:val="00B23266"/>
    <w:rsid w:val="00B276B0"/>
    <w:rsid w:val="00B339C2"/>
    <w:rsid w:val="00B3651E"/>
    <w:rsid w:val="00B4031F"/>
    <w:rsid w:val="00B41625"/>
    <w:rsid w:val="00B43002"/>
    <w:rsid w:val="00B52F84"/>
    <w:rsid w:val="00B560AE"/>
    <w:rsid w:val="00B72B32"/>
    <w:rsid w:val="00B753D4"/>
    <w:rsid w:val="00B85309"/>
    <w:rsid w:val="00B8644B"/>
    <w:rsid w:val="00B8754B"/>
    <w:rsid w:val="00B90472"/>
    <w:rsid w:val="00B94D37"/>
    <w:rsid w:val="00B953CA"/>
    <w:rsid w:val="00B96639"/>
    <w:rsid w:val="00BA5EA0"/>
    <w:rsid w:val="00BB073D"/>
    <w:rsid w:val="00BB0B28"/>
    <w:rsid w:val="00BB13DF"/>
    <w:rsid w:val="00BB1BBA"/>
    <w:rsid w:val="00BB74D4"/>
    <w:rsid w:val="00BD4EE4"/>
    <w:rsid w:val="00BD5BD5"/>
    <w:rsid w:val="00BE343D"/>
    <w:rsid w:val="00BE3B4B"/>
    <w:rsid w:val="00BE5A5C"/>
    <w:rsid w:val="00BE6429"/>
    <w:rsid w:val="00BE6CB8"/>
    <w:rsid w:val="00BF2023"/>
    <w:rsid w:val="00BF22FB"/>
    <w:rsid w:val="00BF2F97"/>
    <w:rsid w:val="00BF4442"/>
    <w:rsid w:val="00BF6BF1"/>
    <w:rsid w:val="00BF7DA8"/>
    <w:rsid w:val="00C079ED"/>
    <w:rsid w:val="00C13DF1"/>
    <w:rsid w:val="00C1508D"/>
    <w:rsid w:val="00C2044D"/>
    <w:rsid w:val="00C20707"/>
    <w:rsid w:val="00C24F01"/>
    <w:rsid w:val="00C27045"/>
    <w:rsid w:val="00C34903"/>
    <w:rsid w:val="00C34990"/>
    <w:rsid w:val="00C44374"/>
    <w:rsid w:val="00C459E4"/>
    <w:rsid w:val="00C46365"/>
    <w:rsid w:val="00C52391"/>
    <w:rsid w:val="00C54B3C"/>
    <w:rsid w:val="00C5736C"/>
    <w:rsid w:val="00C61AB6"/>
    <w:rsid w:val="00C64850"/>
    <w:rsid w:val="00C700AC"/>
    <w:rsid w:val="00C731D4"/>
    <w:rsid w:val="00C740F0"/>
    <w:rsid w:val="00C877A0"/>
    <w:rsid w:val="00C952AE"/>
    <w:rsid w:val="00CA46CD"/>
    <w:rsid w:val="00CB0625"/>
    <w:rsid w:val="00CB27E8"/>
    <w:rsid w:val="00CC44B9"/>
    <w:rsid w:val="00CC59E6"/>
    <w:rsid w:val="00CC6C31"/>
    <w:rsid w:val="00CD0C30"/>
    <w:rsid w:val="00CD17D9"/>
    <w:rsid w:val="00CD2152"/>
    <w:rsid w:val="00CE7716"/>
    <w:rsid w:val="00CF652B"/>
    <w:rsid w:val="00D16E1D"/>
    <w:rsid w:val="00D170C6"/>
    <w:rsid w:val="00D17547"/>
    <w:rsid w:val="00D179DA"/>
    <w:rsid w:val="00D26F63"/>
    <w:rsid w:val="00D31030"/>
    <w:rsid w:val="00D44310"/>
    <w:rsid w:val="00D457E9"/>
    <w:rsid w:val="00D464FE"/>
    <w:rsid w:val="00D50D3D"/>
    <w:rsid w:val="00D60DED"/>
    <w:rsid w:val="00D616E4"/>
    <w:rsid w:val="00D642D8"/>
    <w:rsid w:val="00D64666"/>
    <w:rsid w:val="00D65A56"/>
    <w:rsid w:val="00D7132E"/>
    <w:rsid w:val="00D72A54"/>
    <w:rsid w:val="00D7318A"/>
    <w:rsid w:val="00D75DFD"/>
    <w:rsid w:val="00D865C7"/>
    <w:rsid w:val="00D91671"/>
    <w:rsid w:val="00D925AF"/>
    <w:rsid w:val="00DA3CA3"/>
    <w:rsid w:val="00DA5FEE"/>
    <w:rsid w:val="00DB77D1"/>
    <w:rsid w:val="00DC5EB2"/>
    <w:rsid w:val="00DD1255"/>
    <w:rsid w:val="00DD29AE"/>
    <w:rsid w:val="00DE2994"/>
    <w:rsid w:val="00DE376E"/>
    <w:rsid w:val="00DF4442"/>
    <w:rsid w:val="00DF6309"/>
    <w:rsid w:val="00E00225"/>
    <w:rsid w:val="00E031D3"/>
    <w:rsid w:val="00E104F0"/>
    <w:rsid w:val="00E10616"/>
    <w:rsid w:val="00E22FDF"/>
    <w:rsid w:val="00E236B4"/>
    <w:rsid w:val="00E31E88"/>
    <w:rsid w:val="00E36C19"/>
    <w:rsid w:val="00E40846"/>
    <w:rsid w:val="00E50EA2"/>
    <w:rsid w:val="00E51A80"/>
    <w:rsid w:val="00E6152D"/>
    <w:rsid w:val="00E63D96"/>
    <w:rsid w:val="00E641F3"/>
    <w:rsid w:val="00E75003"/>
    <w:rsid w:val="00E75988"/>
    <w:rsid w:val="00E828CC"/>
    <w:rsid w:val="00E855D0"/>
    <w:rsid w:val="00EA2C2B"/>
    <w:rsid w:val="00EA3EB5"/>
    <w:rsid w:val="00EB11EC"/>
    <w:rsid w:val="00EC16CB"/>
    <w:rsid w:val="00EC4880"/>
    <w:rsid w:val="00EC5BCB"/>
    <w:rsid w:val="00EC715B"/>
    <w:rsid w:val="00ED34D8"/>
    <w:rsid w:val="00ED72D7"/>
    <w:rsid w:val="00EE20A8"/>
    <w:rsid w:val="00EE2B70"/>
    <w:rsid w:val="00EE5DDF"/>
    <w:rsid w:val="00EF472D"/>
    <w:rsid w:val="00F020A1"/>
    <w:rsid w:val="00F06035"/>
    <w:rsid w:val="00F14E0C"/>
    <w:rsid w:val="00F20F52"/>
    <w:rsid w:val="00F26431"/>
    <w:rsid w:val="00F31090"/>
    <w:rsid w:val="00F32E69"/>
    <w:rsid w:val="00F42E90"/>
    <w:rsid w:val="00F454EE"/>
    <w:rsid w:val="00F468C8"/>
    <w:rsid w:val="00F46ECC"/>
    <w:rsid w:val="00F51F85"/>
    <w:rsid w:val="00F70A5F"/>
    <w:rsid w:val="00F75B10"/>
    <w:rsid w:val="00F77B12"/>
    <w:rsid w:val="00F81085"/>
    <w:rsid w:val="00F912B5"/>
    <w:rsid w:val="00F91D59"/>
    <w:rsid w:val="00F94FE0"/>
    <w:rsid w:val="00FA2C7D"/>
    <w:rsid w:val="00FA5644"/>
    <w:rsid w:val="00FB157B"/>
    <w:rsid w:val="00FB73B8"/>
    <w:rsid w:val="00FB7DB4"/>
    <w:rsid w:val="00FC027B"/>
    <w:rsid w:val="00FC1B48"/>
    <w:rsid w:val="00FC2C87"/>
    <w:rsid w:val="00FC5976"/>
    <w:rsid w:val="00FD4E81"/>
    <w:rsid w:val="00FF1C46"/>
    <w:rsid w:val="00FF20BC"/>
    <w:rsid w:val="00FF2A2D"/>
    <w:rsid w:val="00FF7552"/>
  </w:rsids>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99C1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F6309"/>
    <w:pPr>
      <w:spacing w:after="200" w:line="276" w:lineRule="auto"/>
      <w:jc w:val="both"/>
    </w:pPr>
    <w:rPr>
      <w:sz w:val="22"/>
      <w:szCs w:val="22"/>
      <w:lang w:eastAsia="en-US"/>
    </w:rPr>
  </w:style>
  <w:style w:type="paragraph" w:styleId="Heading1">
    <w:name w:val="heading 1"/>
    <w:basedOn w:val="Normal"/>
    <w:next w:val="Normal"/>
    <w:link w:val="Heading1Char"/>
    <w:uiPriority w:val="9"/>
    <w:qFormat/>
    <w:rsid w:val="008A616B"/>
    <w:pPr>
      <w:keepNext/>
      <w:keepLines/>
      <w:numPr>
        <w:numId w:val="1"/>
      </w:numPr>
      <w:spacing w:before="480" w:after="240"/>
      <w:outlineLvl w:val="0"/>
    </w:pPr>
    <w:rPr>
      <w:rFonts w:ascii="Cambria" w:eastAsia="Times New Roman" w:hAnsi="Cambria"/>
      <w:b/>
      <w:bCs/>
      <w:color w:val="1F497D"/>
      <w:sz w:val="28"/>
      <w:szCs w:val="28"/>
    </w:rPr>
  </w:style>
  <w:style w:type="paragraph" w:styleId="Heading2">
    <w:name w:val="heading 2"/>
    <w:basedOn w:val="Normal"/>
    <w:next w:val="Normal"/>
    <w:link w:val="Heading2Char"/>
    <w:uiPriority w:val="9"/>
    <w:unhideWhenUsed/>
    <w:qFormat/>
    <w:rsid w:val="003B0D9A"/>
    <w:pPr>
      <w:keepNext/>
      <w:keepLines/>
      <w:numPr>
        <w:ilvl w:val="1"/>
        <w:numId w:val="1"/>
      </w:numPr>
      <w:spacing w:before="360" w:after="240"/>
      <w:outlineLvl w:val="1"/>
    </w:pPr>
    <w:rPr>
      <w:rFonts w:ascii="Cambria" w:eastAsia="Times New Roman" w:hAnsi="Cambria"/>
      <w:b/>
      <w:bCs/>
      <w:sz w:val="26"/>
      <w:szCs w:val="26"/>
    </w:rPr>
  </w:style>
  <w:style w:type="paragraph" w:styleId="Heading3">
    <w:name w:val="heading 3"/>
    <w:basedOn w:val="Normal"/>
    <w:next w:val="Normal"/>
    <w:link w:val="Heading3Char"/>
    <w:uiPriority w:val="9"/>
    <w:unhideWhenUsed/>
    <w:qFormat/>
    <w:rsid w:val="00D75DFD"/>
    <w:pPr>
      <w:keepNext/>
      <w:keepLines/>
      <w:numPr>
        <w:ilvl w:val="2"/>
        <w:numId w:val="1"/>
      </w:numPr>
      <w:spacing w:before="200" w:after="0"/>
      <w:outlineLvl w:val="2"/>
    </w:pPr>
    <w:rPr>
      <w:rFonts w:ascii="Cambria" w:eastAsia="Times New Roman" w:hAnsi="Cambria"/>
      <w:b/>
      <w:bCs/>
    </w:rPr>
  </w:style>
  <w:style w:type="paragraph" w:styleId="Heading4">
    <w:name w:val="heading 4"/>
    <w:basedOn w:val="Normal"/>
    <w:next w:val="Normal"/>
    <w:link w:val="Heading4Char"/>
    <w:uiPriority w:val="9"/>
    <w:unhideWhenUsed/>
    <w:qFormat/>
    <w:rsid w:val="00E855D0"/>
    <w:pPr>
      <w:keepNext/>
      <w:keepLines/>
      <w:numPr>
        <w:ilvl w:val="3"/>
        <w:numId w:val="1"/>
      </w:numPr>
      <w:spacing w:before="200" w:after="0"/>
      <w:outlineLvl w:val="3"/>
    </w:pPr>
    <w:rPr>
      <w:rFonts w:ascii="Cambria" w:eastAsia="Times New Roman" w:hAnsi="Cambria"/>
      <w:b/>
      <w:bCs/>
      <w:i/>
      <w:iCs/>
    </w:rPr>
  </w:style>
  <w:style w:type="paragraph" w:styleId="Heading5">
    <w:name w:val="heading 5"/>
    <w:basedOn w:val="Normal"/>
    <w:next w:val="Normal"/>
    <w:link w:val="Heading5Char"/>
    <w:uiPriority w:val="9"/>
    <w:semiHidden/>
    <w:unhideWhenUsed/>
    <w:qFormat/>
    <w:rsid w:val="00E855D0"/>
    <w:pPr>
      <w:keepNext/>
      <w:keepLines/>
      <w:numPr>
        <w:ilvl w:val="4"/>
        <w:numId w:val="1"/>
      </w:numPr>
      <w:spacing w:before="200" w:after="0"/>
      <w:outlineLvl w:val="4"/>
    </w:pPr>
    <w:rPr>
      <w:rFonts w:ascii="Cambria" w:eastAsia="Times New Roman" w:hAnsi="Cambria"/>
    </w:rPr>
  </w:style>
  <w:style w:type="paragraph" w:styleId="Heading6">
    <w:name w:val="heading 6"/>
    <w:basedOn w:val="Normal"/>
    <w:next w:val="Normal"/>
    <w:link w:val="Heading6Char"/>
    <w:uiPriority w:val="9"/>
    <w:semiHidden/>
    <w:unhideWhenUsed/>
    <w:qFormat/>
    <w:rsid w:val="001D5B3F"/>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1D5B3F"/>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1D5B3F"/>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1D5B3F"/>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616B"/>
    <w:rPr>
      <w:rFonts w:ascii="Cambria" w:eastAsia="Times New Roman" w:hAnsi="Cambria"/>
      <w:b/>
      <w:bCs/>
      <w:color w:val="1F497D"/>
      <w:sz w:val="28"/>
      <w:szCs w:val="28"/>
      <w:lang w:eastAsia="en-US"/>
    </w:rPr>
  </w:style>
  <w:style w:type="character" w:customStyle="1" w:styleId="Heading2Char">
    <w:name w:val="Heading 2 Char"/>
    <w:basedOn w:val="DefaultParagraphFont"/>
    <w:link w:val="Heading2"/>
    <w:uiPriority w:val="9"/>
    <w:rsid w:val="003B0D9A"/>
    <w:rPr>
      <w:rFonts w:ascii="Cambria" w:eastAsia="Times New Roman" w:hAnsi="Cambria"/>
      <w:b/>
      <w:bCs/>
      <w:sz w:val="26"/>
      <w:szCs w:val="26"/>
      <w:lang w:eastAsia="en-US"/>
    </w:rPr>
  </w:style>
  <w:style w:type="character" w:customStyle="1" w:styleId="Heading3Char">
    <w:name w:val="Heading 3 Char"/>
    <w:basedOn w:val="DefaultParagraphFont"/>
    <w:link w:val="Heading3"/>
    <w:uiPriority w:val="9"/>
    <w:rsid w:val="00D75DFD"/>
    <w:rPr>
      <w:rFonts w:ascii="Cambria" w:eastAsia="Times New Roman" w:hAnsi="Cambria" w:cs="Times New Roman"/>
      <w:b/>
      <w:bCs/>
    </w:rPr>
  </w:style>
  <w:style w:type="character" w:customStyle="1" w:styleId="Heading4Char">
    <w:name w:val="Heading 4 Char"/>
    <w:basedOn w:val="DefaultParagraphFont"/>
    <w:link w:val="Heading4"/>
    <w:uiPriority w:val="9"/>
    <w:rsid w:val="00E855D0"/>
    <w:rPr>
      <w:rFonts w:ascii="Cambria" w:eastAsia="Times New Roman" w:hAnsi="Cambria" w:cs="Times New Roman"/>
      <w:b/>
      <w:bCs/>
      <w:i/>
      <w:iCs/>
    </w:rPr>
  </w:style>
  <w:style w:type="character" w:customStyle="1" w:styleId="Heading5Char">
    <w:name w:val="Heading 5 Char"/>
    <w:basedOn w:val="DefaultParagraphFont"/>
    <w:link w:val="Heading5"/>
    <w:uiPriority w:val="9"/>
    <w:semiHidden/>
    <w:rsid w:val="00E855D0"/>
    <w:rPr>
      <w:rFonts w:ascii="Cambria" w:eastAsia="Times New Roman" w:hAnsi="Cambria" w:cs="Times New Roman"/>
    </w:rPr>
  </w:style>
  <w:style w:type="character" w:customStyle="1" w:styleId="Heading6Char">
    <w:name w:val="Heading 6 Char"/>
    <w:basedOn w:val="DefaultParagraphFont"/>
    <w:link w:val="Heading6"/>
    <w:uiPriority w:val="9"/>
    <w:semiHidden/>
    <w:rsid w:val="001D5B3F"/>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1D5B3F"/>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1D5B3F"/>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1D5B3F"/>
    <w:rPr>
      <w:rFonts w:ascii="Cambria" w:eastAsia="Times New Roman" w:hAnsi="Cambria" w:cs="Times New Roman"/>
      <w:i/>
      <w:iCs/>
      <w:color w:val="404040"/>
      <w:sz w:val="20"/>
      <w:szCs w:val="20"/>
    </w:rPr>
  </w:style>
  <w:style w:type="paragraph" w:styleId="NoSpacing">
    <w:name w:val="No Spacing"/>
    <w:link w:val="NoSpacingChar"/>
    <w:uiPriority w:val="1"/>
    <w:qFormat/>
    <w:rsid w:val="008C17E8"/>
    <w:rPr>
      <w:rFonts w:eastAsia="Times New Roman"/>
      <w:sz w:val="22"/>
      <w:szCs w:val="22"/>
      <w:lang w:val="en-US" w:eastAsia="en-US"/>
    </w:rPr>
  </w:style>
  <w:style w:type="character" w:customStyle="1" w:styleId="NoSpacingChar">
    <w:name w:val="No Spacing Char"/>
    <w:basedOn w:val="DefaultParagraphFont"/>
    <w:link w:val="NoSpacing"/>
    <w:uiPriority w:val="1"/>
    <w:rsid w:val="008C17E8"/>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8C17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7E8"/>
    <w:rPr>
      <w:rFonts w:ascii="Tahoma" w:hAnsi="Tahoma" w:cs="Tahoma"/>
      <w:sz w:val="16"/>
      <w:szCs w:val="16"/>
    </w:rPr>
  </w:style>
  <w:style w:type="paragraph" w:styleId="Header">
    <w:name w:val="header"/>
    <w:basedOn w:val="Normal"/>
    <w:link w:val="HeaderChar"/>
    <w:uiPriority w:val="99"/>
    <w:unhideWhenUsed/>
    <w:rsid w:val="00EA3EB5"/>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3EB5"/>
  </w:style>
  <w:style w:type="paragraph" w:styleId="Footer">
    <w:name w:val="footer"/>
    <w:basedOn w:val="Normal"/>
    <w:link w:val="FooterChar"/>
    <w:uiPriority w:val="99"/>
    <w:unhideWhenUsed/>
    <w:rsid w:val="00EA3E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3EB5"/>
  </w:style>
  <w:style w:type="paragraph" w:styleId="Title">
    <w:name w:val="Title"/>
    <w:basedOn w:val="Normal"/>
    <w:next w:val="Normal"/>
    <w:link w:val="TitleChar"/>
    <w:uiPriority w:val="10"/>
    <w:rsid w:val="00EA3EB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EA3EB5"/>
    <w:rPr>
      <w:rFonts w:ascii="Cambria" w:eastAsia="Times New Roman" w:hAnsi="Cambria" w:cs="Times New Roman"/>
      <w:color w:val="17365D"/>
      <w:spacing w:val="5"/>
      <w:kern w:val="28"/>
      <w:sz w:val="52"/>
      <w:szCs w:val="52"/>
    </w:rPr>
  </w:style>
  <w:style w:type="character" w:styleId="PlaceholderText">
    <w:name w:val="Placeholder Text"/>
    <w:basedOn w:val="DefaultParagraphFont"/>
    <w:uiPriority w:val="99"/>
    <w:semiHidden/>
    <w:rsid w:val="00EA3EB5"/>
    <w:rPr>
      <w:color w:val="808080"/>
    </w:rPr>
  </w:style>
  <w:style w:type="paragraph" w:styleId="TOCHeading">
    <w:name w:val="TOC Heading"/>
    <w:basedOn w:val="Heading1"/>
    <w:next w:val="Normal"/>
    <w:uiPriority w:val="39"/>
    <w:semiHidden/>
    <w:unhideWhenUsed/>
    <w:qFormat/>
    <w:rsid w:val="001D5B3F"/>
    <w:pPr>
      <w:numPr>
        <w:numId w:val="0"/>
      </w:numPr>
      <w:outlineLvl w:val="9"/>
    </w:pPr>
    <w:rPr>
      <w:lang w:val="en-US"/>
    </w:rPr>
  </w:style>
  <w:style w:type="paragraph" w:styleId="TOC1">
    <w:name w:val="toc 1"/>
    <w:basedOn w:val="Normal"/>
    <w:next w:val="Normal"/>
    <w:autoRedefine/>
    <w:uiPriority w:val="39"/>
    <w:unhideWhenUsed/>
    <w:rsid w:val="004C0946"/>
    <w:pPr>
      <w:spacing w:before="80" w:after="60"/>
    </w:pPr>
    <w:rPr>
      <w:b/>
    </w:rPr>
  </w:style>
  <w:style w:type="paragraph" w:styleId="TOC2">
    <w:name w:val="toc 2"/>
    <w:basedOn w:val="Normal"/>
    <w:next w:val="Normal"/>
    <w:autoRedefine/>
    <w:uiPriority w:val="39"/>
    <w:unhideWhenUsed/>
    <w:rsid w:val="0066362F"/>
    <w:pPr>
      <w:spacing w:before="40" w:after="40"/>
      <w:ind w:left="221"/>
    </w:pPr>
  </w:style>
  <w:style w:type="character" w:styleId="Hyperlink">
    <w:name w:val="Hyperlink"/>
    <w:basedOn w:val="DefaultParagraphFont"/>
    <w:uiPriority w:val="99"/>
    <w:unhideWhenUsed/>
    <w:rsid w:val="001D5B3F"/>
    <w:rPr>
      <w:color w:val="0000FF"/>
      <w:u w:val="single"/>
    </w:rPr>
  </w:style>
  <w:style w:type="paragraph" w:styleId="Caption">
    <w:name w:val="caption"/>
    <w:basedOn w:val="Normal"/>
    <w:next w:val="Normal"/>
    <w:link w:val="CaptionChar"/>
    <w:autoRedefine/>
    <w:uiPriority w:val="35"/>
    <w:unhideWhenUsed/>
    <w:qFormat/>
    <w:rsid w:val="005D4B22"/>
    <w:pPr>
      <w:spacing w:line="240" w:lineRule="auto"/>
      <w:jc w:val="center"/>
    </w:pPr>
    <w:rPr>
      <w:b/>
      <w:bCs/>
      <w:sz w:val="18"/>
      <w:szCs w:val="18"/>
    </w:rPr>
  </w:style>
  <w:style w:type="character" w:customStyle="1" w:styleId="CaptionChar">
    <w:name w:val="Caption Char"/>
    <w:basedOn w:val="DefaultParagraphFont"/>
    <w:link w:val="Caption"/>
    <w:uiPriority w:val="35"/>
    <w:rsid w:val="005D4B22"/>
    <w:rPr>
      <w:b/>
      <w:bCs/>
      <w:sz w:val="18"/>
      <w:szCs w:val="18"/>
      <w:lang w:eastAsia="en-US"/>
    </w:rPr>
  </w:style>
  <w:style w:type="paragraph" w:styleId="TableofFigures">
    <w:name w:val="table of figures"/>
    <w:basedOn w:val="Normal"/>
    <w:next w:val="Normal"/>
    <w:uiPriority w:val="99"/>
    <w:unhideWhenUsed/>
    <w:rsid w:val="0066362F"/>
    <w:pPr>
      <w:spacing w:before="60" w:after="60"/>
    </w:pPr>
  </w:style>
  <w:style w:type="paragraph" w:customStyle="1" w:styleId="Naslov-breztevilenja">
    <w:name w:val="Naslov - brez številčenja"/>
    <w:basedOn w:val="Normal"/>
    <w:next w:val="Normal"/>
    <w:link w:val="Naslov-breztevilenjaChar"/>
    <w:qFormat/>
    <w:rsid w:val="009114BF"/>
    <w:pPr>
      <w:spacing w:after="0"/>
    </w:pPr>
    <w:rPr>
      <w:rFonts w:ascii="Cambria" w:hAnsi="Cambria"/>
      <w:b/>
      <w:sz w:val="28"/>
    </w:rPr>
  </w:style>
  <w:style w:type="character" w:customStyle="1" w:styleId="Naslov-breztevilenjaChar">
    <w:name w:val="Naslov - brez številčenja Char"/>
    <w:basedOn w:val="Heading1Char"/>
    <w:link w:val="Naslov-breztevilenja"/>
    <w:rsid w:val="009114BF"/>
    <w:rPr>
      <w:rFonts w:ascii="Cambria" w:eastAsia="Times New Roman" w:hAnsi="Cambria" w:cs="Times New Roman"/>
      <w:b/>
      <w:bCs/>
      <w:color w:val="1F497D"/>
      <w:sz w:val="28"/>
      <w:szCs w:val="28"/>
      <w:lang w:eastAsia="en-US"/>
    </w:rPr>
  </w:style>
  <w:style w:type="table" w:styleId="TableGrid">
    <w:name w:val="Table Grid"/>
    <w:basedOn w:val="TableNormal"/>
    <w:uiPriority w:val="59"/>
    <w:rsid w:val="0029038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qFormat/>
    <w:rsid w:val="009114BF"/>
    <w:rPr>
      <w:b/>
      <w:bCs/>
    </w:rPr>
  </w:style>
  <w:style w:type="paragraph" w:customStyle="1" w:styleId="Naslov-breztevilenjapresledki">
    <w:name w:val="Naslov - brez številčenja + presledki"/>
    <w:basedOn w:val="Naslov-breztevilenja"/>
    <w:next w:val="Normal"/>
    <w:link w:val="Naslov-breztevilenjapresledkiChar"/>
    <w:qFormat/>
    <w:rsid w:val="009114BF"/>
    <w:pPr>
      <w:spacing w:before="120" w:after="240"/>
    </w:pPr>
  </w:style>
  <w:style w:type="character" w:customStyle="1" w:styleId="Naslov-breztevilenjapresledkiChar">
    <w:name w:val="Naslov - brez številčenja + presledki Char"/>
    <w:basedOn w:val="Naslov-breztevilenjaChar"/>
    <w:link w:val="Naslov-breztevilenjapresledki"/>
    <w:rsid w:val="009114BF"/>
    <w:rPr>
      <w:rFonts w:ascii="Cambria" w:eastAsia="Times New Roman" w:hAnsi="Cambria" w:cs="Times New Roman"/>
      <w:b/>
      <w:bCs/>
      <w:color w:val="1F497D"/>
      <w:sz w:val="28"/>
      <w:szCs w:val="28"/>
      <w:lang w:eastAsia="en-US"/>
    </w:rPr>
  </w:style>
  <w:style w:type="paragraph" w:styleId="ListParagraph">
    <w:name w:val="List Paragraph"/>
    <w:basedOn w:val="Normal"/>
    <w:link w:val="ListParagraphChar"/>
    <w:uiPriority w:val="34"/>
    <w:qFormat/>
    <w:rsid w:val="008D6DAF"/>
    <w:pPr>
      <w:ind w:left="720"/>
      <w:contextualSpacing/>
    </w:pPr>
  </w:style>
  <w:style w:type="character" w:customStyle="1" w:styleId="ListParagraphChar">
    <w:name w:val="List Paragraph Char"/>
    <w:basedOn w:val="DefaultParagraphFont"/>
    <w:link w:val="ListParagraph"/>
    <w:uiPriority w:val="34"/>
    <w:rsid w:val="008D6DAF"/>
  </w:style>
  <w:style w:type="paragraph" w:customStyle="1" w:styleId="tevilenje-skupaj">
    <w:name w:val="Številčenje - skupaj"/>
    <w:basedOn w:val="ListParagraph"/>
    <w:link w:val="tevilenje-skupajChar1"/>
    <w:qFormat/>
    <w:rsid w:val="000F314C"/>
    <w:pPr>
      <w:numPr>
        <w:numId w:val="2"/>
      </w:numPr>
      <w:ind w:left="714" w:hanging="357"/>
    </w:pPr>
  </w:style>
  <w:style w:type="character" w:customStyle="1" w:styleId="tevilenje-skupajChar1">
    <w:name w:val="Številčenje - skupaj Char1"/>
    <w:basedOn w:val="ListParagraphChar"/>
    <w:link w:val="tevilenje-skupaj"/>
    <w:rsid w:val="000F314C"/>
  </w:style>
  <w:style w:type="paragraph" w:customStyle="1" w:styleId="tevilenje-presledki">
    <w:name w:val="Številčenje - presledki"/>
    <w:basedOn w:val="tevilenje-skupaj"/>
    <w:link w:val="tevilenje-presledkiChar"/>
    <w:qFormat/>
    <w:rsid w:val="000F314C"/>
    <w:pPr>
      <w:spacing w:line="480" w:lineRule="auto"/>
    </w:pPr>
  </w:style>
  <w:style w:type="character" w:customStyle="1" w:styleId="tevilenje-presledkiChar">
    <w:name w:val="Številčenje - presledki Char"/>
    <w:basedOn w:val="tevilenje-skupajChar1"/>
    <w:link w:val="tevilenje-presledki"/>
    <w:rsid w:val="000F314C"/>
  </w:style>
  <w:style w:type="character" w:customStyle="1" w:styleId="tevilenje-skupajChar">
    <w:name w:val="Številčenje - skupaj Char"/>
    <w:basedOn w:val="ListParagraphChar"/>
    <w:rsid w:val="008D6DAF"/>
  </w:style>
  <w:style w:type="paragraph" w:styleId="TOC3">
    <w:name w:val="toc 3"/>
    <w:basedOn w:val="Normal"/>
    <w:next w:val="Normal"/>
    <w:autoRedefine/>
    <w:uiPriority w:val="39"/>
    <w:unhideWhenUsed/>
    <w:rsid w:val="00E855D0"/>
    <w:pPr>
      <w:spacing w:after="100"/>
      <w:ind w:left="440"/>
    </w:pPr>
  </w:style>
  <w:style w:type="paragraph" w:customStyle="1" w:styleId="Default">
    <w:name w:val="Default"/>
    <w:rsid w:val="00DE376E"/>
    <w:pPr>
      <w:widowControl w:val="0"/>
      <w:autoSpaceDE w:val="0"/>
      <w:autoSpaceDN w:val="0"/>
      <w:adjustRightInd w:val="0"/>
    </w:pPr>
    <w:rPr>
      <w:rFonts w:ascii="Tahoma" w:eastAsiaTheme="minorEastAsia" w:hAnsi="Tahoma" w:cs="Tahoma"/>
      <w:color w:val="000000"/>
      <w:sz w:val="24"/>
      <w:szCs w:val="24"/>
    </w:rPr>
  </w:style>
  <w:style w:type="character" w:styleId="CommentReference">
    <w:name w:val="annotation reference"/>
    <w:basedOn w:val="DefaultParagraphFont"/>
    <w:uiPriority w:val="99"/>
    <w:semiHidden/>
    <w:unhideWhenUsed/>
    <w:rsid w:val="00AD3C4E"/>
    <w:rPr>
      <w:sz w:val="16"/>
      <w:szCs w:val="16"/>
    </w:rPr>
  </w:style>
  <w:style w:type="paragraph" w:styleId="CommentText">
    <w:name w:val="annotation text"/>
    <w:basedOn w:val="Normal"/>
    <w:link w:val="CommentTextChar"/>
    <w:uiPriority w:val="99"/>
    <w:semiHidden/>
    <w:unhideWhenUsed/>
    <w:rsid w:val="00AD3C4E"/>
    <w:pPr>
      <w:spacing w:line="240" w:lineRule="auto"/>
    </w:pPr>
    <w:rPr>
      <w:sz w:val="20"/>
      <w:szCs w:val="20"/>
    </w:rPr>
  </w:style>
  <w:style w:type="character" w:customStyle="1" w:styleId="CommentTextChar">
    <w:name w:val="Comment Text Char"/>
    <w:basedOn w:val="DefaultParagraphFont"/>
    <w:link w:val="CommentText"/>
    <w:uiPriority w:val="99"/>
    <w:semiHidden/>
    <w:rsid w:val="00AD3C4E"/>
    <w:rPr>
      <w:lang w:eastAsia="en-US"/>
    </w:rPr>
  </w:style>
  <w:style w:type="paragraph" w:styleId="CommentSubject">
    <w:name w:val="annotation subject"/>
    <w:basedOn w:val="CommentText"/>
    <w:next w:val="CommentText"/>
    <w:link w:val="CommentSubjectChar"/>
    <w:uiPriority w:val="99"/>
    <w:semiHidden/>
    <w:unhideWhenUsed/>
    <w:rsid w:val="00AD3C4E"/>
    <w:rPr>
      <w:b/>
      <w:bCs/>
    </w:rPr>
  </w:style>
  <w:style w:type="character" w:customStyle="1" w:styleId="CommentSubjectChar">
    <w:name w:val="Comment Subject Char"/>
    <w:basedOn w:val="CommentTextChar"/>
    <w:link w:val="CommentSubject"/>
    <w:uiPriority w:val="99"/>
    <w:semiHidden/>
    <w:rsid w:val="00AD3C4E"/>
    <w:rPr>
      <w:b/>
      <w:bCs/>
      <w:lang w:eastAsia="en-US"/>
    </w:rPr>
  </w:style>
  <w:style w:type="character" w:styleId="FootnoteReference">
    <w:name w:val="footnote reference"/>
    <w:basedOn w:val="DefaultParagraphFont"/>
    <w:semiHidden/>
    <w:rsid w:val="00646501"/>
    <w:rPr>
      <w:rFonts w:ascii="Trebuchet MS" w:hAnsi="Trebuchet MS"/>
      <w:sz w:val="22"/>
      <w:vertAlign w:val="superscript"/>
    </w:rPr>
  </w:style>
  <w:style w:type="paragraph" w:styleId="FootnoteText">
    <w:name w:val="footnote text"/>
    <w:basedOn w:val="Normal"/>
    <w:link w:val="FootnoteTextChar"/>
    <w:semiHidden/>
    <w:rsid w:val="00646501"/>
    <w:pPr>
      <w:spacing w:after="0" w:line="240" w:lineRule="auto"/>
      <w:jc w:val="left"/>
    </w:pPr>
    <w:rPr>
      <w:rFonts w:ascii="Trebuchet MS" w:eastAsia="Times New Roman" w:hAnsi="Trebuchet MS"/>
      <w:sz w:val="20"/>
      <w:szCs w:val="20"/>
      <w:lang w:eastAsia="sl-SI"/>
    </w:rPr>
  </w:style>
  <w:style w:type="character" w:customStyle="1" w:styleId="FootnoteTextChar">
    <w:name w:val="Footnote Text Char"/>
    <w:basedOn w:val="DefaultParagraphFont"/>
    <w:link w:val="FootnoteText"/>
    <w:semiHidden/>
    <w:rsid w:val="00646501"/>
    <w:rPr>
      <w:rFonts w:ascii="Trebuchet MS" w:eastAsia="Times New Roman" w:hAnsi="Trebuchet MS"/>
    </w:rPr>
  </w:style>
  <w:style w:type="table" w:customStyle="1" w:styleId="LightList-Accent11">
    <w:name w:val="Light List - Accent 11"/>
    <w:basedOn w:val="TableNormal"/>
    <w:uiPriority w:val="61"/>
    <w:rsid w:val="00646501"/>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sid w:val="00F14E0C"/>
    <w:rPr>
      <w:color w:val="800080" w:themeColor="followedHyperlink"/>
      <w:u w:val="single"/>
    </w:rPr>
  </w:style>
  <w:style w:type="paragraph" w:styleId="TOC4">
    <w:name w:val="toc 4"/>
    <w:basedOn w:val="Normal"/>
    <w:next w:val="Normal"/>
    <w:autoRedefine/>
    <w:uiPriority w:val="39"/>
    <w:unhideWhenUsed/>
    <w:rsid w:val="002719F5"/>
    <w:pPr>
      <w:spacing w:after="100"/>
      <w:ind w:left="660"/>
      <w:jc w:val="left"/>
    </w:pPr>
    <w:rPr>
      <w:rFonts w:asciiTheme="minorHAnsi" w:eastAsiaTheme="minorEastAsia" w:hAnsiTheme="minorHAnsi" w:cstheme="minorBidi"/>
      <w:lang w:eastAsia="zh-CN"/>
    </w:rPr>
  </w:style>
  <w:style w:type="paragraph" w:styleId="TOC5">
    <w:name w:val="toc 5"/>
    <w:basedOn w:val="Normal"/>
    <w:next w:val="Normal"/>
    <w:autoRedefine/>
    <w:uiPriority w:val="39"/>
    <w:unhideWhenUsed/>
    <w:rsid w:val="002719F5"/>
    <w:pPr>
      <w:spacing w:after="100"/>
      <w:ind w:left="880"/>
      <w:jc w:val="left"/>
    </w:pPr>
    <w:rPr>
      <w:rFonts w:asciiTheme="minorHAnsi" w:eastAsiaTheme="minorEastAsia" w:hAnsiTheme="minorHAnsi" w:cstheme="minorBidi"/>
      <w:lang w:eastAsia="zh-CN"/>
    </w:rPr>
  </w:style>
  <w:style w:type="paragraph" w:styleId="TOC6">
    <w:name w:val="toc 6"/>
    <w:basedOn w:val="Normal"/>
    <w:next w:val="Normal"/>
    <w:autoRedefine/>
    <w:uiPriority w:val="39"/>
    <w:unhideWhenUsed/>
    <w:rsid w:val="002719F5"/>
    <w:pPr>
      <w:spacing w:after="100"/>
      <w:ind w:left="1100"/>
      <w:jc w:val="left"/>
    </w:pPr>
    <w:rPr>
      <w:rFonts w:asciiTheme="minorHAnsi" w:eastAsiaTheme="minorEastAsia" w:hAnsiTheme="minorHAnsi" w:cstheme="minorBidi"/>
      <w:lang w:eastAsia="zh-CN"/>
    </w:rPr>
  </w:style>
  <w:style w:type="paragraph" w:styleId="TOC7">
    <w:name w:val="toc 7"/>
    <w:basedOn w:val="Normal"/>
    <w:next w:val="Normal"/>
    <w:autoRedefine/>
    <w:uiPriority w:val="39"/>
    <w:unhideWhenUsed/>
    <w:rsid w:val="002719F5"/>
    <w:pPr>
      <w:spacing w:after="100"/>
      <w:ind w:left="1320"/>
      <w:jc w:val="left"/>
    </w:pPr>
    <w:rPr>
      <w:rFonts w:asciiTheme="minorHAnsi" w:eastAsiaTheme="minorEastAsia" w:hAnsiTheme="minorHAnsi" w:cstheme="minorBidi"/>
      <w:lang w:eastAsia="zh-CN"/>
    </w:rPr>
  </w:style>
  <w:style w:type="paragraph" w:styleId="TOC8">
    <w:name w:val="toc 8"/>
    <w:basedOn w:val="Normal"/>
    <w:next w:val="Normal"/>
    <w:autoRedefine/>
    <w:uiPriority w:val="39"/>
    <w:unhideWhenUsed/>
    <w:rsid w:val="002719F5"/>
    <w:pPr>
      <w:spacing w:after="100"/>
      <w:ind w:left="1540"/>
      <w:jc w:val="left"/>
    </w:pPr>
    <w:rPr>
      <w:rFonts w:asciiTheme="minorHAnsi" w:eastAsiaTheme="minorEastAsia" w:hAnsiTheme="minorHAnsi" w:cstheme="minorBidi"/>
      <w:lang w:eastAsia="zh-CN"/>
    </w:rPr>
  </w:style>
  <w:style w:type="paragraph" w:styleId="TOC9">
    <w:name w:val="toc 9"/>
    <w:basedOn w:val="Normal"/>
    <w:next w:val="Normal"/>
    <w:autoRedefine/>
    <w:uiPriority w:val="39"/>
    <w:unhideWhenUsed/>
    <w:rsid w:val="002719F5"/>
    <w:pPr>
      <w:spacing w:after="100"/>
      <w:ind w:left="1760"/>
      <w:jc w:val="left"/>
    </w:pPr>
    <w:rPr>
      <w:rFonts w:asciiTheme="minorHAnsi" w:eastAsiaTheme="minorEastAsia" w:hAnsiTheme="minorHAnsi" w:cstheme="minorBidi"/>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F6309"/>
    <w:pPr>
      <w:spacing w:after="200" w:line="276" w:lineRule="auto"/>
      <w:jc w:val="both"/>
    </w:pPr>
    <w:rPr>
      <w:sz w:val="22"/>
      <w:szCs w:val="22"/>
      <w:lang w:eastAsia="en-US"/>
    </w:rPr>
  </w:style>
  <w:style w:type="paragraph" w:styleId="Heading1">
    <w:name w:val="heading 1"/>
    <w:basedOn w:val="Normal"/>
    <w:next w:val="Normal"/>
    <w:link w:val="Heading1Char"/>
    <w:uiPriority w:val="9"/>
    <w:qFormat/>
    <w:rsid w:val="008A616B"/>
    <w:pPr>
      <w:keepNext/>
      <w:keepLines/>
      <w:numPr>
        <w:numId w:val="1"/>
      </w:numPr>
      <w:spacing w:before="480" w:after="240"/>
      <w:outlineLvl w:val="0"/>
    </w:pPr>
    <w:rPr>
      <w:rFonts w:ascii="Cambria" w:eastAsia="Times New Roman" w:hAnsi="Cambria"/>
      <w:b/>
      <w:bCs/>
      <w:color w:val="1F497D"/>
      <w:sz w:val="28"/>
      <w:szCs w:val="28"/>
    </w:rPr>
  </w:style>
  <w:style w:type="paragraph" w:styleId="Heading2">
    <w:name w:val="heading 2"/>
    <w:basedOn w:val="Normal"/>
    <w:next w:val="Normal"/>
    <w:link w:val="Heading2Char"/>
    <w:uiPriority w:val="9"/>
    <w:unhideWhenUsed/>
    <w:qFormat/>
    <w:rsid w:val="003B0D9A"/>
    <w:pPr>
      <w:keepNext/>
      <w:keepLines/>
      <w:numPr>
        <w:ilvl w:val="1"/>
        <w:numId w:val="1"/>
      </w:numPr>
      <w:spacing w:before="360" w:after="240"/>
      <w:outlineLvl w:val="1"/>
    </w:pPr>
    <w:rPr>
      <w:rFonts w:ascii="Cambria" w:eastAsia="Times New Roman" w:hAnsi="Cambria"/>
      <w:b/>
      <w:bCs/>
      <w:sz w:val="26"/>
      <w:szCs w:val="26"/>
    </w:rPr>
  </w:style>
  <w:style w:type="paragraph" w:styleId="Heading3">
    <w:name w:val="heading 3"/>
    <w:basedOn w:val="Normal"/>
    <w:next w:val="Normal"/>
    <w:link w:val="Heading3Char"/>
    <w:uiPriority w:val="9"/>
    <w:unhideWhenUsed/>
    <w:qFormat/>
    <w:rsid w:val="00D75DFD"/>
    <w:pPr>
      <w:keepNext/>
      <w:keepLines/>
      <w:numPr>
        <w:ilvl w:val="2"/>
        <w:numId w:val="1"/>
      </w:numPr>
      <w:spacing w:before="200" w:after="0"/>
      <w:outlineLvl w:val="2"/>
    </w:pPr>
    <w:rPr>
      <w:rFonts w:ascii="Cambria" w:eastAsia="Times New Roman" w:hAnsi="Cambria"/>
      <w:b/>
      <w:bCs/>
    </w:rPr>
  </w:style>
  <w:style w:type="paragraph" w:styleId="Heading4">
    <w:name w:val="heading 4"/>
    <w:basedOn w:val="Normal"/>
    <w:next w:val="Normal"/>
    <w:link w:val="Heading4Char"/>
    <w:uiPriority w:val="9"/>
    <w:unhideWhenUsed/>
    <w:qFormat/>
    <w:rsid w:val="00E855D0"/>
    <w:pPr>
      <w:keepNext/>
      <w:keepLines/>
      <w:numPr>
        <w:ilvl w:val="3"/>
        <w:numId w:val="1"/>
      </w:numPr>
      <w:spacing w:before="200" w:after="0"/>
      <w:outlineLvl w:val="3"/>
    </w:pPr>
    <w:rPr>
      <w:rFonts w:ascii="Cambria" w:eastAsia="Times New Roman" w:hAnsi="Cambria"/>
      <w:b/>
      <w:bCs/>
      <w:i/>
      <w:iCs/>
    </w:rPr>
  </w:style>
  <w:style w:type="paragraph" w:styleId="Heading5">
    <w:name w:val="heading 5"/>
    <w:basedOn w:val="Normal"/>
    <w:next w:val="Normal"/>
    <w:link w:val="Heading5Char"/>
    <w:uiPriority w:val="9"/>
    <w:semiHidden/>
    <w:unhideWhenUsed/>
    <w:qFormat/>
    <w:rsid w:val="00E855D0"/>
    <w:pPr>
      <w:keepNext/>
      <w:keepLines/>
      <w:numPr>
        <w:ilvl w:val="4"/>
        <w:numId w:val="1"/>
      </w:numPr>
      <w:spacing w:before="200" w:after="0"/>
      <w:outlineLvl w:val="4"/>
    </w:pPr>
    <w:rPr>
      <w:rFonts w:ascii="Cambria" w:eastAsia="Times New Roman" w:hAnsi="Cambria"/>
    </w:rPr>
  </w:style>
  <w:style w:type="paragraph" w:styleId="Heading6">
    <w:name w:val="heading 6"/>
    <w:basedOn w:val="Normal"/>
    <w:next w:val="Normal"/>
    <w:link w:val="Heading6Char"/>
    <w:uiPriority w:val="9"/>
    <w:semiHidden/>
    <w:unhideWhenUsed/>
    <w:qFormat/>
    <w:rsid w:val="001D5B3F"/>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1D5B3F"/>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1D5B3F"/>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1D5B3F"/>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616B"/>
    <w:rPr>
      <w:rFonts w:ascii="Cambria" w:eastAsia="Times New Roman" w:hAnsi="Cambria"/>
      <w:b/>
      <w:bCs/>
      <w:color w:val="1F497D"/>
      <w:sz w:val="28"/>
      <w:szCs w:val="28"/>
      <w:lang w:eastAsia="en-US"/>
    </w:rPr>
  </w:style>
  <w:style w:type="character" w:customStyle="1" w:styleId="Heading2Char">
    <w:name w:val="Heading 2 Char"/>
    <w:basedOn w:val="DefaultParagraphFont"/>
    <w:link w:val="Heading2"/>
    <w:uiPriority w:val="9"/>
    <w:rsid w:val="003B0D9A"/>
    <w:rPr>
      <w:rFonts w:ascii="Cambria" w:eastAsia="Times New Roman" w:hAnsi="Cambria"/>
      <w:b/>
      <w:bCs/>
      <w:sz w:val="26"/>
      <w:szCs w:val="26"/>
      <w:lang w:eastAsia="en-US"/>
    </w:rPr>
  </w:style>
  <w:style w:type="character" w:customStyle="1" w:styleId="Heading3Char">
    <w:name w:val="Heading 3 Char"/>
    <w:basedOn w:val="DefaultParagraphFont"/>
    <w:link w:val="Heading3"/>
    <w:uiPriority w:val="9"/>
    <w:rsid w:val="00D75DFD"/>
    <w:rPr>
      <w:rFonts w:ascii="Cambria" w:eastAsia="Times New Roman" w:hAnsi="Cambria" w:cs="Times New Roman"/>
      <w:b/>
      <w:bCs/>
    </w:rPr>
  </w:style>
  <w:style w:type="character" w:customStyle="1" w:styleId="Heading4Char">
    <w:name w:val="Heading 4 Char"/>
    <w:basedOn w:val="DefaultParagraphFont"/>
    <w:link w:val="Heading4"/>
    <w:uiPriority w:val="9"/>
    <w:rsid w:val="00E855D0"/>
    <w:rPr>
      <w:rFonts w:ascii="Cambria" w:eastAsia="Times New Roman" w:hAnsi="Cambria" w:cs="Times New Roman"/>
      <w:b/>
      <w:bCs/>
      <w:i/>
      <w:iCs/>
    </w:rPr>
  </w:style>
  <w:style w:type="character" w:customStyle="1" w:styleId="Heading5Char">
    <w:name w:val="Heading 5 Char"/>
    <w:basedOn w:val="DefaultParagraphFont"/>
    <w:link w:val="Heading5"/>
    <w:uiPriority w:val="9"/>
    <w:semiHidden/>
    <w:rsid w:val="00E855D0"/>
    <w:rPr>
      <w:rFonts w:ascii="Cambria" w:eastAsia="Times New Roman" w:hAnsi="Cambria" w:cs="Times New Roman"/>
    </w:rPr>
  </w:style>
  <w:style w:type="character" w:customStyle="1" w:styleId="Heading6Char">
    <w:name w:val="Heading 6 Char"/>
    <w:basedOn w:val="DefaultParagraphFont"/>
    <w:link w:val="Heading6"/>
    <w:uiPriority w:val="9"/>
    <w:semiHidden/>
    <w:rsid w:val="001D5B3F"/>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1D5B3F"/>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1D5B3F"/>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1D5B3F"/>
    <w:rPr>
      <w:rFonts w:ascii="Cambria" w:eastAsia="Times New Roman" w:hAnsi="Cambria" w:cs="Times New Roman"/>
      <w:i/>
      <w:iCs/>
      <w:color w:val="404040"/>
      <w:sz w:val="20"/>
      <w:szCs w:val="20"/>
    </w:rPr>
  </w:style>
  <w:style w:type="paragraph" w:styleId="NoSpacing">
    <w:name w:val="No Spacing"/>
    <w:link w:val="NoSpacingChar"/>
    <w:uiPriority w:val="1"/>
    <w:qFormat/>
    <w:rsid w:val="008C17E8"/>
    <w:rPr>
      <w:rFonts w:eastAsia="Times New Roman"/>
      <w:sz w:val="22"/>
      <w:szCs w:val="22"/>
      <w:lang w:val="en-US" w:eastAsia="en-US"/>
    </w:rPr>
  </w:style>
  <w:style w:type="character" w:customStyle="1" w:styleId="NoSpacingChar">
    <w:name w:val="No Spacing Char"/>
    <w:basedOn w:val="DefaultParagraphFont"/>
    <w:link w:val="NoSpacing"/>
    <w:uiPriority w:val="1"/>
    <w:rsid w:val="008C17E8"/>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8C17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7E8"/>
    <w:rPr>
      <w:rFonts w:ascii="Tahoma" w:hAnsi="Tahoma" w:cs="Tahoma"/>
      <w:sz w:val="16"/>
      <w:szCs w:val="16"/>
    </w:rPr>
  </w:style>
  <w:style w:type="paragraph" w:styleId="Header">
    <w:name w:val="header"/>
    <w:basedOn w:val="Normal"/>
    <w:link w:val="HeaderChar"/>
    <w:uiPriority w:val="99"/>
    <w:unhideWhenUsed/>
    <w:rsid w:val="00EA3EB5"/>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3EB5"/>
  </w:style>
  <w:style w:type="paragraph" w:styleId="Footer">
    <w:name w:val="footer"/>
    <w:basedOn w:val="Normal"/>
    <w:link w:val="FooterChar"/>
    <w:uiPriority w:val="99"/>
    <w:unhideWhenUsed/>
    <w:rsid w:val="00EA3E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3EB5"/>
  </w:style>
  <w:style w:type="paragraph" w:styleId="Title">
    <w:name w:val="Title"/>
    <w:basedOn w:val="Normal"/>
    <w:next w:val="Normal"/>
    <w:link w:val="TitleChar"/>
    <w:uiPriority w:val="10"/>
    <w:rsid w:val="00EA3EB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EA3EB5"/>
    <w:rPr>
      <w:rFonts w:ascii="Cambria" w:eastAsia="Times New Roman" w:hAnsi="Cambria" w:cs="Times New Roman"/>
      <w:color w:val="17365D"/>
      <w:spacing w:val="5"/>
      <w:kern w:val="28"/>
      <w:sz w:val="52"/>
      <w:szCs w:val="52"/>
    </w:rPr>
  </w:style>
  <w:style w:type="character" w:styleId="PlaceholderText">
    <w:name w:val="Placeholder Text"/>
    <w:basedOn w:val="DefaultParagraphFont"/>
    <w:uiPriority w:val="99"/>
    <w:semiHidden/>
    <w:rsid w:val="00EA3EB5"/>
    <w:rPr>
      <w:color w:val="808080"/>
    </w:rPr>
  </w:style>
  <w:style w:type="paragraph" w:styleId="TOCHeading">
    <w:name w:val="TOC Heading"/>
    <w:basedOn w:val="Heading1"/>
    <w:next w:val="Normal"/>
    <w:uiPriority w:val="39"/>
    <w:semiHidden/>
    <w:unhideWhenUsed/>
    <w:qFormat/>
    <w:rsid w:val="001D5B3F"/>
    <w:pPr>
      <w:numPr>
        <w:numId w:val="0"/>
      </w:numPr>
      <w:outlineLvl w:val="9"/>
    </w:pPr>
    <w:rPr>
      <w:lang w:val="en-US"/>
    </w:rPr>
  </w:style>
  <w:style w:type="paragraph" w:styleId="TOC1">
    <w:name w:val="toc 1"/>
    <w:basedOn w:val="Normal"/>
    <w:next w:val="Normal"/>
    <w:autoRedefine/>
    <w:uiPriority w:val="39"/>
    <w:unhideWhenUsed/>
    <w:rsid w:val="004C0946"/>
    <w:pPr>
      <w:spacing w:before="80" w:after="60"/>
    </w:pPr>
    <w:rPr>
      <w:b/>
    </w:rPr>
  </w:style>
  <w:style w:type="paragraph" w:styleId="TOC2">
    <w:name w:val="toc 2"/>
    <w:basedOn w:val="Normal"/>
    <w:next w:val="Normal"/>
    <w:autoRedefine/>
    <w:uiPriority w:val="39"/>
    <w:unhideWhenUsed/>
    <w:rsid w:val="0066362F"/>
    <w:pPr>
      <w:spacing w:before="40" w:after="40"/>
      <w:ind w:left="221"/>
    </w:pPr>
  </w:style>
  <w:style w:type="character" w:styleId="Hyperlink">
    <w:name w:val="Hyperlink"/>
    <w:basedOn w:val="DefaultParagraphFont"/>
    <w:uiPriority w:val="99"/>
    <w:unhideWhenUsed/>
    <w:rsid w:val="001D5B3F"/>
    <w:rPr>
      <w:color w:val="0000FF"/>
      <w:u w:val="single"/>
    </w:rPr>
  </w:style>
  <w:style w:type="paragraph" w:styleId="Caption">
    <w:name w:val="caption"/>
    <w:basedOn w:val="Normal"/>
    <w:next w:val="Normal"/>
    <w:link w:val="CaptionChar"/>
    <w:autoRedefine/>
    <w:uiPriority w:val="35"/>
    <w:unhideWhenUsed/>
    <w:qFormat/>
    <w:rsid w:val="005D4B22"/>
    <w:pPr>
      <w:spacing w:line="240" w:lineRule="auto"/>
      <w:jc w:val="center"/>
    </w:pPr>
    <w:rPr>
      <w:b/>
      <w:bCs/>
      <w:sz w:val="18"/>
      <w:szCs w:val="18"/>
    </w:rPr>
  </w:style>
  <w:style w:type="character" w:customStyle="1" w:styleId="CaptionChar">
    <w:name w:val="Caption Char"/>
    <w:basedOn w:val="DefaultParagraphFont"/>
    <w:link w:val="Caption"/>
    <w:uiPriority w:val="35"/>
    <w:rsid w:val="005D4B22"/>
    <w:rPr>
      <w:b/>
      <w:bCs/>
      <w:sz w:val="18"/>
      <w:szCs w:val="18"/>
      <w:lang w:eastAsia="en-US"/>
    </w:rPr>
  </w:style>
  <w:style w:type="paragraph" w:styleId="TableofFigures">
    <w:name w:val="table of figures"/>
    <w:basedOn w:val="Normal"/>
    <w:next w:val="Normal"/>
    <w:uiPriority w:val="99"/>
    <w:unhideWhenUsed/>
    <w:rsid w:val="0066362F"/>
    <w:pPr>
      <w:spacing w:before="60" w:after="60"/>
    </w:pPr>
  </w:style>
  <w:style w:type="paragraph" w:customStyle="1" w:styleId="Naslov-breztevilenja">
    <w:name w:val="Naslov - brez številčenja"/>
    <w:basedOn w:val="Normal"/>
    <w:next w:val="Normal"/>
    <w:link w:val="Naslov-breztevilenjaChar"/>
    <w:qFormat/>
    <w:rsid w:val="009114BF"/>
    <w:pPr>
      <w:spacing w:after="0"/>
    </w:pPr>
    <w:rPr>
      <w:rFonts w:ascii="Cambria" w:hAnsi="Cambria"/>
      <w:b/>
      <w:sz w:val="28"/>
    </w:rPr>
  </w:style>
  <w:style w:type="character" w:customStyle="1" w:styleId="Naslov-breztevilenjaChar">
    <w:name w:val="Naslov - brez številčenja Char"/>
    <w:basedOn w:val="Heading1Char"/>
    <w:link w:val="Naslov-breztevilenja"/>
    <w:rsid w:val="009114BF"/>
    <w:rPr>
      <w:rFonts w:ascii="Cambria" w:eastAsia="Times New Roman" w:hAnsi="Cambria" w:cs="Times New Roman"/>
      <w:b/>
      <w:bCs/>
      <w:color w:val="1F497D"/>
      <w:sz w:val="28"/>
      <w:szCs w:val="28"/>
      <w:lang w:eastAsia="en-US"/>
    </w:rPr>
  </w:style>
  <w:style w:type="table" w:styleId="TableGrid">
    <w:name w:val="Table Grid"/>
    <w:basedOn w:val="TableNormal"/>
    <w:uiPriority w:val="59"/>
    <w:rsid w:val="0029038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qFormat/>
    <w:rsid w:val="009114BF"/>
    <w:rPr>
      <w:b/>
      <w:bCs/>
    </w:rPr>
  </w:style>
  <w:style w:type="paragraph" w:customStyle="1" w:styleId="Naslov-breztevilenjapresledki">
    <w:name w:val="Naslov - brez številčenja + presledki"/>
    <w:basedOn w:val="Naslov-breztevilenja"/>
    <w:next w:val="Normal"/>
    <w:link w:val="Naslov-breztevilenjapresledkiChar"/>
    <w:qFormat/>
    <w:rsid w:val="009114BF"/>
    <w:pPr>
      <w:spacing w:before="120" w:after="240"/>
    </w:pPr>
  </w:style>
  <w:style w:type="character" w:customStyle="1" w:styleId="Naslov-breztevilenjapresledkiChar">
    <w:name w:val="Naslov - brez številčenja + presledki Char"/>
    <w:basedOn w:val="Naslov-breztevilenjaChar"/>
    <w:link w:val="Naslov-breztevilenjapresledki"/>
    <w:rsid w:val="009114BF"/>
    <w:rPr>
      <w:rFonts w:ascii="Cambria" w:eastAsia="Times New Roman" w:hAnsi="Cambria" w:cs="Times New Roman"/>
      <w:b/>
      <w:bCs/>
      <w:color w:val="1F497D"/>
      <w:sz w:val="28"/>
      <w:szCs w:val="28"/>
      <w:lang w:eastAsia="en-US"/>
    </w:rPr>
  </w:style>
  <w:style w:type="paragraph" w:styleId="ListParagraph">
    <w:name w:val="List Paragraph"/>
    <w:basedOn w:val="Normal"/>
    <w:link w:val="ListParagraphChar"/>
    <w:uiPriority w:val="34"/>
    <w:qFormat/>
    <w:rsid w:val="008D6DAF"/>
    <w:pPr>
      <w:ind w:left="720"/>
      <w:contextualSpacing/>
    </w:pPr>
  </w:style>
  <w:style w:type="character" w:customStyle="1" w:styleId="ListParagraphChar">
    <w:name w:val="List Paragraph Char"/>
    <w:basedOn w:val="DefaultParagraphFont"/>
    <w:link w:val="ListParagraph"/>
    <w:uiPriority w:val="34"/>
    <w:rsid w:val="008D6DAF"/>
  </w:style>
  <w:style w:type="paragraph" w:customStyle="1" w:styleId="tevilenje-skupaj">
    <w:name w:val="Številčenje - skupaj"/>
    <w:basedOn w:val="ListParagraph"/>
    <w:link w:val="tevilenje-skupajChar1"/>
    <w:qFormat/>
    <w:rsid w:val="000F314C"/>
    <w:pPr>
      <w:numPr>
        <w:numId w:val="2"/>
      </w:numPr>
      <w:ind w:left="714" w:hanging="357"/>
    </w:pPr>
  </w:style>
  <w:style w:type="character" w:customStyle="1" w:styleId="tevilenje-skupajChar1">
    <w:name w:val="Številčenje - skupaj Char1"/>
    <w:basedOn w:val="ListParagraphChar"/>
    <w:link w:val="tevilenje-skupaj"/>
    <w:rsid w:val="000F314C"/>
  </w:style>
  <w:style w:type="paragraph" w:customStyle="1" w:styleId="tevilenje-presledki">
    <w:name w:val="Številčenje - presledki"/>
    <w:basedOn w:val="tevilenje-skupaj"/>
    <w:link w:val="tevilenje-presledkiChar"/>
    <w:qFormat/>
    <w:rsid w:val="000F314C"/>
    <w:pPr>
      <w:spacing w:line="480" w:lineRule="auto"/>
    </w:pPr>
  </w:style>
  <w:style w:type="character" w:customStyle="1" w:styleId="tevilenje-presledkiChar">
    <w:name w:val="Številčenje - presledki Char"/>
    <w:basedOn w:val="tevilenje-skupajChar1"/>
    <w:link w:val="tevilenje-presledki"/>
    <w:rsid w:val="000F314C"/>
  </w:style>
  <w:style w:type="character" w:customStyle="1" w:styleId="tevilenje-skupajChar">
    <w:name w:val="Številčenje - skupaj Char"/>
    <w:basedOn w:val="ListParagraphChar"/>
    <w:rsid w:val="008D6DAF"/>
  </w:style>
  <w:style w:type="paragraph" w:styleId="TOC3">
    <w:name w:val="toc 3"/>
    <w:basedOn w:val="Normal"/>
    <w:next w:val="Normal"/>
    <w:autoRedefine/>
    <w:uiPriority w:val="39"/>
    <w:unhideWhenUsed/>
    <w:rsid w:val="00E855D0"/>
    <w:pPr>
      <w:spacing w:after="100"/>
      <w:ind w:left="440"/>
    </w:pPr>
  </w:style>
  <w:style w:type="paragraph" w:customStyle="1" w:styleId="Default">
    <w:name w:val="Default"/>
    <w:rsid w:val="00DE376E"/>
    <w:pPr>
      <w:widowControl w:val="0"/>
      <w:autoSpaceDE w:val="0"/>
      <w:autoSpaceDN w:val="0"/>
      <w:adjustRightInd w:val="0"/>
    </w:pPr>
    <w:rPr>
      <w:rFonts w:ascii="Tahoma" w:eastAsiaTheme="minorEastAsia" w:hAnsi="Tahoma" w:cs="Tahoma"/>
      <w:color w:val="000000"/>
      <w:sz w:val="24"/>
      <w:szCs w:val="24"/>
    </w:rPr>
  </w:style>
  <w:style w:type="character" w:styleId="CommentReference">
    <w:name w:val="annotation reference"/>
    <w:basedOn w:val="DefaultParagraphFont"/>
    <w:uiPriority w:val="99"/>
    <w:semiHidden/>
    <w:unhideWhenUsed/>
    <w:rsid w:val="00AD3C4E"/>
    <w:rPr>
      <w:sz w:val="16"/>
      <w:szCs w:val="16"/>
    </w:rPr>
  </w:style>
  <w:style w:type="paragraph" w:styleId="CommentText">
    <w:name w:val="annotation text"/>
    <w:basedOn w:val="Normal"/>
    <w:link w:val="CommentTextChar"/>
    <w:uiPriority w:val="99"/>
    <w:semiHidden/>
    <w:unhideWhenUsed/>
    <w:rsid w:val="00AD3C4E"/>
    <w:pPr>
      <w:spacing w:line="240" w:lineRule="auto"/>
    </w:pPr>
    <w:rPr>
      <w:sz w:val="20"/>
      <w:szCs w:val="20"/>
    </w:rPr>
  </w:style>
  <w:style w:type="character" w:customStyle="1" w:styleId="CommentTextChar">
    <w:name w:val="Comment Text Char"/>
    <w:basedOn w:val="DefaultParagraphFont"/>
    <w:link w:val="CommentText"/>
    <w:uiPriority w:val="99"/>
    <w:semiHidden/>
    <w:rsid w:val="00AD3C4E"/>
    <w:rPr>
      <w:lang w:eastAsia="en-US"/>
    </w:rPr>
  </w:style>
  <w:style w:type="paragraph" w:styleId="CommentSubject">
    <w:name w:val="annotation subject"/>
    <w:basedOn w:val="CommentText"/>
    <w:next w:val="CommentText"/>
    <w:link w:val="CommentSubjectChar"/>
    <w:uiPriority w:val="99"/>
    <w:semiHidden/>
    <w:unhideWhenUsed/>
    <w:rsid w:val="00AD3C4E"/>
    <w:rPr>
      <w:b/>
      <w:bCs/>
    </w:rPr>
  </w:style>
  <w:style w:type="character" w:customStyle="1" w:styleId="CommentSubjectChar">
    <w:name w:val="Comment Subject Char"/>
    <w:basedOn w:val="CommentTextChar"/>
    <w:link w:val="CommentSubject"/>
    <w:uiPriority w:val="99"/>
    <w:semiHidden/>
    <w:rsid w:val="00AD3C4E"/>
    <w:rPr>
      <w:b/>
      <w:bCs/>
      <w:lang w:eastAsia="en-US"/>
    </w:rPr>
  </w:style>
  <w:style w:type="character" w:styleId="FootnoteReference">
    <w:name w:val="footnote reference"/>
    <w:basedOn w:val="DefaultParagraphFont"/>
    <w:semiHidden/>
    <w:rsid w:val="00646501"/>
    <w:rPr>
      <w:rFonts w:ascii="Trebuchet MS" w:hAnsi="Trebuchet MS"/>
      <w:sz w:val="22"/>
      <w:vertAlign w:val="superscript"/>
    </w:rPr>
  </w:style>
  <w:style w:type="paragraph" w:styleId="FootnoteText">
    <w:name w:val="footnote text"/>
    <w:basedOn w:val="Normal"/>
    <w:link w:val="FootnoteTextChar"/>
    <w:semiHidden/>
    <w:rsid w:val="00646501"/>
    <w:pPr>
      <w:spacing w:after="0" w:line="240" w:lineRule="auto"/>
      <w:jc w:val="left"/>
    </w:pPr>
    <w:rPr>
      <w:rFonts w:ascii="Trebuchet MS" w:eastAsia="Times New Roman" w:hAnsi="Trebuchet MS"/>
      <w:sz w:val="20"/>
      <w:szCs w:val="20"/>
      <w:lang w:eastAsia="sl-SI"/>
    </w:rPr>
  </w:style>
  <w:style w:type="character" w:customStyle="1" w:styleId="FootnoteTextChar">
    <w:name w:val="Footnote Text Char"/>
    <w:basedOn w:val="DefaultParagraphFont"/>
    <w:link w:val="FootnoteText"/>
    <w:semiHidden/>
    <w:rsid w:val="00646501"/>
    <w:rPr>
      <w:rFonts w:ascii="Trebuchet MS" w:eastAsia="Times New Roman" w:hAnsi="Trebuchet MS"/>
    </w:rPr>
  </w:style>
  <w:style w:type="table" w:customStyle="1" w:styleId="LightList-Accent11">
    <w:name w:val="Light List - Accent 11"/>
    <w:basedOn w:val="TableNormal"/>
    <w:uiPriority w:val="61"/>
    <w:rsid w:val="00646501"/>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sid w:val="00F14E0C"/>
    <w:rPr>
      <w:color w:val="800080" w:themeColor="followedHyperlink"/>
      <w:u w:val="single"/>
    </w:rPr>
  </w:style>
  <w:style w:type="paragraph" w:styleId="TOC4">
    <w:name w:val="toc 4"/>
    <w:basedOn w:val="Normal"/>
    <w:next w:val="Normal"/>
    <w:autoRedefine/>
    <w:uiPriority w:val="39"/>
    <w:unhideWhenUsed/>
    <w:rsid w:val="002719F5"/>
    <w:pPr>
      <w:spacing w:after="100"/>
      <w:ind w:left="660"/>
      <w:jc w:val="left"/>
    </w:pPr>
    <w:rPr>
      <w:rFonts w:asciiTheme="minorHAnsi" w:eastAsiaTheme="minorEastAsia" w:hAnsiTheme="minorHAnsi" w:cstheme="minorBidi"/>
      <w:lang w:eastAsia="zh-CN"/>
    </w:rPr>
  </w:style>
  <w:style w:type="paragraph" w:styleId="TOC5">
    <w:name w:val="toc 5"/>
    <w:basedOn w:val="Normal"/>
    <w:next w:val="Normal"/>
    <w:autoRedefine/>
    <w:uiPriority w:val="39"/>
    <w:unhideWhenUsed/>
    <w:rsid w:val="002719F5"/>
    <w:pPr>
      <w:spacing w:after="100"/>
      <w:ind w:left="880"/>
      <w:jc w:val="left"/>
    </w:pPr>
    <w:rPr>
      <w:rFonts w:asciiTheme="minorHAnsi" w:eastAsiaTheme="minorEastAsia" w:hAnsiTheme="minorHAnsi" w:cstheme="minorBidi"/>
      <w:lang w:eastAsia="zh-CN"/>
    </w:rPr>
  </w:style>
  <w:style w:type="paragraph" w:styleId="TOC6">
    <w:name w:val="toc 6"/>
    <w:basedOn w:val="Normal"/>
    <w:next w:val="Normal"/>
    <w:autoRedefine/>
    <w:uiPriority w:val="39"/>
    <w:unhideWhenUsed/>
    <w:rsid w:val="002719F5"/>
    <w:pPr>
      <w:spacing w:after="100"/>
      <w:ind w:left="1100"/>
      <w:jc w:val="left"/>
    </w:pPr>
    <w:rPr>
      <w:rFonts w:asciiTheme="minorHAnsi" w:eastAsiaTheme="minorEastAsia" w:hAnsiTheme="minorHAnsi" w:cstheme="minorBidi"/>
      <w:lang w:eastAsia="zh-CN"/>
    </w:rPr>
  </w:style>
  <w:style w:type="paragraph" w:styleId="TOC7">
    <w:name w:val="toc 7"/>
    <w:basedOn w:val="Normal"/>
    <w:next w:val="Normal"/>
    <w:autoRedefine/>
    <w:uiPriority w:val="39"/>
    <w:unhideWhenUsed/>
    <w:rsid w:val="002719F5"/>
    <w:pPr>
      <w:spacing w:after="100"/>
      <w:ind w:left="1320"/>
      <w:jc w:val="left"/>
    </w:pPr>
    <w:rPr>
      <w:rFonts w:asciiTheme="minorHAnsi" w:eastAsiaTheme="minorEastAsia" w:hAnsiTheme="minorHAnsi" w:cstheme="minorBidi"/>
      <w:lang w:eastAsia="zh-CN"/>
    </w:rPr>
  </w:style>
  <w:style w:type="paragraph" w:styleId="TOC8">
    <w:name w:val="toc 8"/>
    <w:basedOn w:val="Normal"/>
    <w:next w:val="Normal"/>
    <w:autoRedefine/>
    <w:uiPriority w:val="39"/>
    <w:unhideWhenUsed/>
    <w:rsid w:val="002719F5"/>
    <w:pPr>
      <w:spacing w:after="100"/>
      <w:ind w:left="1540"/>
      <w:jc w:val="left"/>
    </w:pPr>
    <w:rPr>
      <w:rFonts w:asciiTheme="minorHAnsi" w:eastAsiaTheme="minorEastAsia" w:hAnsiTheme="minorHAnsi" w:cstheme="minorBidi"/>
      <w:lang w:eastAsia="zh-CN"/>
    </w:rPr>
  </w:style>
  <w:style w:type="paragraph" w:styleId="TOC9">
    <w:name w:val="toc 9"/>
    <w:basedOn w:val="Normal"/>
    <w:next w:val="Normal"/>
    <w:autoRedefine/>
    <w:uiPriority w:val="39"/>
    <w:unhideWhenUsed/>
    <w:rsid w:val="002719F5"/>
    <w:pPr>
      <w:spacing w:after="100"/>
      <w:ind w:left="1760"/>
      <w:jc w:val="left"/>
    </w:pPr>
    <w:rPr>
      <w:rFonts w:asciiTheme="minorHAnsi" w:eastAsiaTheme="minorEastAsia" w:hAnsiTheme="minorHAnsi" w:cstheme="minorBid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6809">
      <w:bodyDiv w:val="1"/>
      <w:marLeft w:val="0"/>
      <w:marRight w:val="0"/>
      <w:marTop w:val="0"/>
      <w:marBottom w:val="0"/>
      <w:divBdr>
        <w:top w:val="none" w:sz="0" w:space="0" w:color="auto"/>
        <w:left w:val="none" w:sz="0" w:space="0" w:color="auto"/>
        <w:bottom w:val="none" w:sz="0" w:space="0" w:color="auto"/>
        <w:right w:val="none" w:sz="0" w:space="0" w:color="auto"/>
      </w:divBdr>
    </w:div>
    <w:div w:id="276328889">
      <w:bodyDiv w:val="1"/>
      <w:marLeft w:val="0"/>
      <w:marRight w:val="0"/>
      <w:marTop w:val="0"/>
      <w:marBottom w:val="0"/>
      <w:divBdr>
        <w:top w:val="none" w:sz="0" w:space="0" w:color="auto"/>
        <w:left w:val="none" w:sz="0" w:space="0" w:color="auto"/>
        <w:bottom w:val="none" w:sz="0" w:space="0" w:color="auto"/>
        <w:right w:val="none" w:sz="0" w:space="0" w:color="auto"/>
      </w:divBdr>
    </w:div>
    <w:div w:id="515122979">
      <w:bodyDiv w:val="1"/>
      <w:marLeft w:val="0"/>
      <w:marRight w:val="0"/>
      <w:marTop w:val="0"/>
      <w:marBottom w:val="0"/>
      <w:divBdr>
        <w:top w:val="none" w:sz="0" w:space="0" w:color="auto"/>
        <w:left w:val="none" w:sz="0" w:space="0" w:color="auto"/>
        <w:bottom w:val="none" w:sz="0" w:space="0" w:color="auto"/>
        <w:right w:val="none" w:sz="0" w:space="0" w:color="auto"/>
      </w:divBdr>
    </w:div>
    <w:div w:id="588466380">
      <w:bodyDiv w:val="1"/>
      <w:marLeft w:val="0"/>
      <w:marRight w:val="0"/>
      <w:marTop w:val="0"/>
      <w:marBottom w:val="0"/>
      <w:divBdr>
        <w:top w:val="none" w:sz="0" w:space="0" w:color="auto"/>
        <w:left w:val="none" w:sz="0" w:space="0" w:color="auto"/>
        <w:bottom w:val="none" w:sz="0" w:space="0" w:color="auto"/>
        <w:right w:val="none" w:sz="0" w:space="0" w:color="auto"/>
      </w:divBdr>
      <w:divsChild>
        <w:div w:id="1209300878">
          <w:marLeft w:val="0"/>
          <w:marRight w:val="0"/>
          <w:marTop w:val="0"/>
          <w:marBottom w:val="0"/>
          <w:divBdr>
            <w:top w:val="none" w:sz="0" w:space="0" w:color="auto"/>
            <w:left w:val="none" w:sz="0" w:space="0" w:color="auto"/>
            <w:bottom w:val="none" w:sz="0" w:space="0" w:color="auto"/>
            <w:right w:val="none" w:sz="0" w:space="0" w:color="auto"/>
          </w:divBdr>
        </w:div>
      </w:divsChild>
    </w:div>
    <w:div w:id="613827569">
      <w:bodyDiv w:val="1"/>
      <w:marLeft w:val="0"/>
      <w:marRight w:val="0"/>
      <w:marTop w:val="0"/>
      <w:marBottom w:val="0"/>
      <w:divBdr>
        <w:top w:val="none" w:sz="0" w:space="0" w:color="auto"/>
        <w:left w:val="none" w:sz="0" w:space="0" w:color="auto"/>
        <w:bottom w:val="none" w:sz="0" w:space="0" w:color="auto"/>
        <w:right w:val="none" w:sz="0" w:space="0" w:color="auto"/>
      </w:divBdr>
    </w:div>
    <w:div w:id="670572819">
      <w:bodyDiv w:val="1"/>
      <w:marLeft w:val="0"/>
      <w:marRight w:val="0"/>
      <w:marTop w:val="0"/>
      <w:marBottom w:val="0"/>
      <w:divBdr>
        <w:top w:val="none" w:sz="0" w:space="0" w:color="auto"/>
        <w:left w:val="none" w:sz="0" w:space="0" w:color="auto"/>
        <w:bottom w:val="none" w:sz="0" w:space="0" w:color="auto"/>
        <w:right w:val="none" w:sz="0" w:space="0" w:color="auto"/>
      </w:divBdr>
    </w:div>
    <w:div w:id="684743700">
      <w:bodyDiv w:val="1"/>
      <w:marLeft w:val="0"/>
      <w:marRight w:val="0"/>
      <w:marTop w:val="0"/>
      <w:marBottom w:val="0"/>
      <w:divBdr>
        <w:top w:val="none" w:sz="0" w:space="0" w:color="auto"/>
        <w:left w:val="none" w:sz="0" w:space="0" w:color="auto"/>
        <w:bottom w:val="none" w:sz="0" w:space="0" w:color="auto"/>
        <w:right w:val="none" w:sz="0" w:space="0" w:color="auto"/>
      </w:divBdr>
    </w:div>
    <w:div w:id="707682941">
      <w:bodyDiv w:val="1"/>
      <w:marLeft w:val="0"/>
      <w:marRight w:val="0"/>
      <w:marTop w:val="0"/>
      <w:marBottom w:val="0"/>
      <w:divBdr>
        <w:top w:val="none" w:sz="0" w:space="0" w:color="auto"/>
        <w:left w:val="none" w:sz="0" w:space="0" w:color="auto"/>
        <w:bottom w:val="none" w:sz="0" w:space="0" w:color="auto"/>
        <w:right w:val="none" w:sz="0" w:space="0" w:color="auto"/>
      </w:divBdr>
    </w:div>
    <w:div w:id="803743407">
      <w:bodyDiv w:val="1"/>
      <w:marLeft w:val="0"/>
      <w:marRight w:val="0"/>
      <w:marTop w:val="0"/>
      <w:marBottom w:val="0"/>
      <w:divBdr>
        <w:top w:val="none" w:sz="0" w:space="0" w:color="auto"/>
        <w:left w:val="none" w:sz="0" w:space="0" w:color="auto"/>
        <w:bottom w:val="none" w:sz="0" w:space="0" w:color="auto"/>
        <w:right w:val="none" w:sz="0" w:space="0" w:color="auto"/>
      </w:divBdr>
    </w:div>
    <w:div w:id="911038932">
      <w:bodyDiv w:val="1"/>
      <w:marLeft w:val="0"/>
      <w:marRight w:val="0"/>
      <w:marTop w:val="0"/>
      <w:marBottom w:val="0"/>
      <w:divBdr>
        <w:top w:val="none" w:sz="0" w:space="0" w:color="auto"/>
        <w:left w:val="none" w:sz="0" w:space="0" w:color="auto"/>
        <w:bottom w:val="none" w:sz="0" w:space="0" w:color="auto"/>
        <w:right w:val="none" w:sz="0" w:space="0" w:color="auto"/>
      </w:divBdr>
      <w:divsChild>
        <w:div w:id="1810585507">
          <w:marLeft w:val="0"/>
          <w:marRight w:val="0"/>
          <w:marTop w:val="0"/>
          <w:marBottom w:val="0"/>
          <w:divBdr>
            <w:top w:val="none" w:sz="0" w:space="0" w:color="auto"/>
            <w:left w:val="none" w:sz="0" w:space="0" w:color="auto"/>
            <w:bottom w:val="none" w:sz="0" w:space="0" w:color="auto"/>
            <w:right w:val="none" w:sz="0" w:space="0" w:color="auto"/>
          </w:divBdr>
        </w:div>
      </w:divsChild>
    </w:div>
    <w:div w:id="940725381">
      <w:bodyDiv w:val="1"/>
      <w:marLeft w:val="0"/>
      <w:marRight w:val="0"/>
      <w:marTop w:val="0"/>
      <w:marBottom w:val="0"/>
      <w:divBdr>
        <w:top w:val="none" w:sz="0" w:space="0" w:color="auto"/>
        <w:left w:val="none" w:sz="0" w:space="0" w:color="auto"/>
        <w:bottom w:val="none" w:sz="0" w:space="0" w:color="auto"/>
        <w:right w:val="none" w:sz="0" w:space="0" w:color="auto"/>
      </w:divBdr>
    </w:div>
    <w:div w:id="1138301844">
      <w:bodyDiv w:val="1"/>
      <w:marLeft w:val="0"/>
      <w:marRight w:val="0"/>
      <w:marTop w:val="0"/>
      <w:marBottom w:val="0"/>
      <w:divBdr>
        <w:top w:val="none" w:sz="0" w:space="0" w:color="auto"/>
        <w:left w:val="none" w:sz="0" w:space="0" w:color="auto"/>
        <w:bottom w:val="none" w:sz="0" w:space="0" w:color="auto"/>
        <w:right w:val="none" w:sz="0" w:space="0" w:color="auto"/>
      </w:divBdr>
    </w:div>
    <w:div w:id="1215390192">
      <w:bodyDiv w:val="1"/>
      <w:marLeft w:val="0"/>
      <w:marRight w:val="0"/>
      <w:marTop w:val="0"/>
      <w:marBottom w:val="0"/>
      <w:divBdr>
        <w:top w:val="none" w:sz="0" w:space="0" w:color="auto"/>
        <w:left w:val="none" w:sz="0" w:space="0" w:color="auto"/>
        <w:bottom w:val="none" w:sz="0" w:space="0" w:color="auto"/>
        <w:right w:val="none" w:sz="0" w:space="0" w:color="auto"/>
      </w:divBdr>
    </w:div>
    <w:div w:id="1373116357">
      <w:bodyDiv w:val="1"/>
      <w:marLeft w:val="0"/>
      <w:marRight w:val="0"/>
      <w:marTop w:val="0"/>
      <w:marBottom w:val="0"/>
      <w:divBdr>
        <w:top w:val="none" w:sz="0" w:space="0" w:color="auto"/>
        <w:left w:val="none" w:sz="0" w:space="0" w:color="auto"/>
        <w:bottom w:val="none" w:sz="0" w:space="0" w:color="auto"/>
        <w:right w:val="none" w:sz="0" w:space="0" w:color="auto"/>
      </w:divBdr>
      <w:divsChild>
        <w:div w:id="1919241003">
          <w:marLeft w:val="0"/>
          <w:marRight w:val="0"/>
          <w:marTop w:val="0"/>
          <w:marBottom w:val="0"/>
          <w:divBdr>
            <w:top w:val="none" w:sz="0" w:space="0" w:color="auto"/>
            <w:left w:val="none" w:sz="0" w:space="0" w:color="auto"/>
            <w:bottom w:val="none" w:sz="0" w:space="0" w:color="auto"/>
            <w:right w:val="none" w:sz="0" w:space="0" w:color="auto"/>
          </w:divBdr>
        </w:div>
      </w:divsChild>
    </w:div>
    <w:div w:id="1598827756">
      <w:bodyDiv w:val="1"/>
      <w:marLeft w:val="0"/>
      <w:marRight w:val="0"/>
      <w:marTop w:val="0"/>
      <w:marBottom w:val="0"/>
      <w:divBdr>
        <w:top w:val="none" w:sz="0" w:space="0" w:color="auto"/>
        <w:left w:val="none" w:sz="0" w:space="0" w:color="auto"/>
        <w:bottom w:val="none" w:sz="0" w:space="0" w:color="auto"/>
        <w:right w:val="none" w:sz="0" w:space="0" w:color="auto"/>
      </w:divBdr>
    </w:div>
    <w:div w:id="1706366020">
      <w:bodyDiv w:val="1"/>
      <w:marLeft w:val="0"/>
      <w:marRight w:val="0"/>
      <w:marTop w:val="0"/>
      <w:marBottom w:val="0"/>
      <w:divBdr>
        <w:top w:val="none" w:sz="0" w:space="0" w:color="auto"/>
        <w:left w:val="none" w:sz="0" w:space="0" w:color="auto"/>
        <w:bottom w:val="none" w:sz="0" w:space="0" w:color="auto"/>
        <w:right w:val="none" w:sz="0" w:space="0" w:color="auto"/>
      </w:divBdr>
    </w:div>
    <w:div w:id="1904364714">
      <w:bodyDiv w:val="1"/>
      <w:marLeft w:val="0"/>
      <w:marRight w:val="0"/>
      <w:marTop w:val="0"/>
      <w:marBottom w:val="0"/>
      <w:divBdr>
        <w:top w:val="none" w:sz="0" w:space="0" w:color="auto"/>
        <w:left w:val="none" w:sz="0" w:space="0" w:color="auto"/>
        <w:bottom w:val="none" w:sz="0" w:space="0" w:color="auto"/>
        <w:right w:val="none" w:sz="0" w:space="0" w:color="auto"/>
      </w:divBdr>
    </w:div>
    <w:div w:id="1949846327">
      <w:bodyDiv w:val="1"/>
      <w:marLeft w:val="0"/>
      <w:marRight w:val="0"/>
      <w:marTop w:val="0"/>
      <w:marBottom w:val="0"/>
      <w:divBdr>
        <w:top w:val="none" w:sz="0" w:space="0" w:color="auto"/>
        <w:left w:val="none" w:sz="0" w:space="0" w:color="auto"/>
        <w:bottom w:val="none" w:sz="0" w:space="0" w:color="auto"/>
        <w:right w:val="none" w:sz="0" w:space="0" w:color="auto"/>
      </w:divBdr>
    </w:div>
    <w:div w:id="1971084020">
      <w:bodyDiv w:val="1"/>
      <w:marLeft w:val="0"/>
      <w:marRight w:val="0"/>
      <w:marTop w:val="0"/>
      <w:marBottom w:val="0"/>
      <w:divBdr>
        <w:top w:val="none" w:sz="0" w:space="0" w:color="auto"/>
        <w:left w:val="none" w:sz="0" w:space="0" w:color="auto"/>
        <w:bottom w:val="none" w:sz="0" w:space="0" w:color="auto"/>
        <w:right w:val="none" w:sz="0" w:space="0" w:color="auto"/>
      </w:divBdr>
    </w:div>
    <w:div w:id="197764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ervices.informatika.si/VnosOdbirkaWeb/sca/VnosOdbirkaStoritev?WSDL" TargetMode="External"/><Relationship Id="rId117" Type="http://schemas.openxmlformats.org/officeDocument/2006/relationships/footer" Target="footer2.xml"/><Relationship Id="rId21" Type="http://schemas.openxmlformats.org/officeDocument/2006/relationships/hyperlink" Target="https://services.informatika.si/ObracunskiTipMeritveWeb/sca/ObracunskiTipMeritveStoritev" TargetMode="External"/><Relationship Id="rId42" Type="http://schemas.openxmlformats.org/officeDocument/2006/relationships/hyperlink" Target="https://services-test.informatika.si/PridobivanjePodatkovMMWeb/sca/PridobivanjePodatkovMMStoritev2?WSDL" TargetMode="External"/><Relationship Id="rId47" Type="http://schemas.openxmlformats.org/officeDocument/2006/relationships/hyperlink" Target="https://services.informatika.si/MenjavaDobaviteljaWeb/sca/OddajaVloge?WSDL" TargetMode="External"/><Relationship Id="rId63" Type="http://schemas.openxmlformats.org/officeDocument/2006/relationships/hyperlink" Target="https://services.informatika.si/EvidencaZahtevWeb/sca/IskanjeZahteveStoritev?WSDL" TargetMode="External"/><Relationship Id="rId68" Type="http://schemas.openxmlformats.org/officeDocument/2006/relationships/hyperlink" Target="https://services-test.informatika.si/EvidencaZahtevWeb/sca/VrstaZahteveStoritev?WSDL" TargetMode="External"/><Relationship Id="rId84" Type="http://schemas.openxmlformats.org/officeDocument/2006/relationships/hyperlink" Target="https://services-test.informatika.si/SklepanjePoDWeb/sca/PrviPriklopStoritev?WSDL" TargetMode="External"/><Relationship Id="rId89" Type="http://schemas.openxmlformats.org/officeDocument/2006/relationships/hyperlink" Target="https://services.informatika.si/SklepanjePoDWeb/sca/OdjavaPlacnikaStoritev?WSDL" TargetMode="External"/><Relationship Id="rId112" Type="http://schemas.openxmlformats.org/officeDocument/2006/relationships/hyperlink" Target="https://services.informatika.si/KolicineWeb/sca/VrniKolicineZaMerilnoMestoStoritev?wsdl" TargetMode="External"/><Relationship Id="rId16" Type="http://schemas.openxmlformats.org/officeDocument/2006/relationships/image" Target="media/image2.gif"/><Relationship Id="rId107" Type="http://schemas.openxmlformats.org/officeDocument/2006/relationships/hyperlink" Target="https://services-test.informatika.si/ProzenjeObracunaWeb/sca/ObracunPartner?wsdl" TargetMode="External"/><Relationship Id="rId11" Type="http://schemas.openxmlformats.org/officeDocument/2006/relationships/webSettings" Target="webSettings.xml"/><Relationship Id="rId32" Type="http://schemas.openxmlformats.org/officeDocument/2006/relationships/hyperlink" Target="https://services-test.informatika.si/PridobivanjeOdbirkaWeb/sca/VrniOdbirke2Storitev?WSDL" TargetMode="External"/><Relationship Id="rId37" Type="http://schemas.openxmlformats.org/officeDocument/2006/relationships/hyperlink" Target="https://services.informatika.si/PridobivanjePDPWeb/sca/PridobivanjePDPStoritev?WSDL" TargetMode="External"/><Relationship Id="rId53" Type="http://schemas.openxmlformats.org/officeDocument/2006/relationships/image" Target="media/image3.emf"/><Relationship Id="rId58" Type="http://schemas.openxmlformats.org/officeDocument/2006/relationships/oleObject" Target="embeddings/oleObject3.bin"/><Relationship Id="rId74" Type="http://schemas.openxmlformats.org/officeDocument/2006/relationships/hyperlink" Target="https://services-test.informatika.si/EvidencaZahtevWeb/sca/EvidencaZahtevVrniZahtevaStoritev?WSDL" TargetMode="External"/><Relationship Id="rId79" Type="http://schemas.openxmlformats.org/officeDocument/2006/relationships/hyperlink" Target="https://services.informatika.si/EvidencaZahtevWeb/sca/PodatkiMMStoritev?WSDL" TargetMode="External"/><Relationship Id="rId102" Type="http://schemas.openxmlformats.org/officeDocument/2006/relationships/hyperlink" Target="https://services-test.informatika.si/InformativniObracunWeb/sca/InformativniObracun2Storitev?WSDL" TargetMode="External"/><Relationship Id="rId5" Type="http://schemas.openxmlformats.org/officeDocument/2006/relationships/customXml" Target="../customXml/item5.xml"/><Relationship Id="rId90" Type="http://schemas.openxmlformats.org/officeDocument/2006/relationships/hyperlink" Target="https://services-test.informatika.si/SklepanjePoDWeb/sca/OdjavaPlacnikaStoritev?WSDL" TargetMode="External"/><Relationship Id="rId95" Type="http://schemas.openxmlformats.org/officeDocument/2006/relationships/hyperlink" Target="https://services.informatika.si/EvidencaSpremembMMWeb/sca/VrniSeznamSpremembMMPodrobnoStoritev?WSDL" TargetMode="External"/><Relationship Id="rId22" Type="http://schemas.openxmlformats.org/officeDocument/2006/relationships/hyperlink" Target="https://services-test.informatika.si/NacinEvidentiranjaMeritveWeb/sca/NacinEvidentiranjaMeritveStoritev" TargetMode="External"/><Relationship Id="rId27" Type="http://schemas.openxmlformats.org/officeDocument/2006/relationships/hyperlink" Target="https://services-test.informatika.si/VnosOdbirkaWeb/sca/VnosOdbirkaStoritev?WSDL" TargetMode="External"/><Relationship Id="rId43" Type="http://schemas.openxmlformats.org/officeDocument/2006/relationships/hyperlink" Target="https://services.informatika.si/PridobivanjePodatkovMMWeb/sca/PridobivanjePodatkovMM4Storitev?WSDL" TargetMode="External"/><Relationship Id="rId48" Type="http://schemas.openxmlformats.org/officeDocument/2006/relationships/hyperlink" Target="https://services-test.informatika.si/MenjavaDobaviteljaWeb/sca/OddajaVloge?WSDL" TargetMode="External"/><Relationship Id="rId64" Type="http://schemas.openxmlformats.org/officeDocument/2006/relationships/hyperlink" Target="https://services-test.informatika.si/EvidencaZahtevWeb/sca/IskanjeZahteveStoritev?WSDL" TargetMode="External"/><Relationship Id="rId69" Type="http://schemas.openxmlformats.org/officeDocument/2006/relationships/hyperlink" Target="https://services.informatika.si/EvidencaZahtevWeb/sca/VnosZahteveStoritev?WSDL" TargetMode="External"/><Relationship Id="rId113" Type="http://schemas.openxmlformats.org/officeDocument/2006/relationships/hyperlink" Target="https://services-test.informatika.si/KolicineWeb/sca/VrniKolicineZaMerilnoMestoStoritev?wsdl" TargetMode="External"/><Relationship Id="rId118" Type="http://schemas.openxmlformats.org/officeDocument/2006/relationships/fontTable" Target="fontTable.xml"/><Relationship Id="rId80" Type="http://schemas.openxmlformats.org/officeDocument/2006/relationships/hyperlink" Target="https://services.informatika.si/EvidencaZahtevWeb/sca/MasovnaOddajaInfoStoritev?WSDL" TargetMode="External"/><Relationship Id="rId85" Type="http://schemas.openxmlformats.org/officeDocument/2006/relationships/hyperlink" Target="https://services.informatika.si/SklepanjePoDWeb/sca/NovaPoDStoritev?WSDL" TargetMode="External"/><Relationship Id="rId12" Type="http://schemas.openxmlformats.org/officeDocument/2006/relationships/footnotes" Target="footnotes.xml"/><Relationship Id="rId17" Type="http://schemas.openxmlformats.org/officeDocument/2006/relationships/header" Target="header1.xml"/><Relationship Id="rId33" Type="http://schemas.openxmlformats.org/officeDocument/2006/relationships/hyperlink" Target="https://services.informatika.si/PridobivanjeOdbirkaWeb/sca/VrniOdbirkeCakajociStoritev?WSDL" TargetMode="External"/><Relationship Id="rId38" Type="http://schemas.openxmlformats.org/officeDocument/2006/relationships/hyperlink" Target="https://services-test.informatika.si:443/PridobivanjePDPWeb/sca/PridobivanjePDPStoritev?WSDL" TargetMode="External"/><Relationship Id="rId59" Type="http://schemas.openxmlformats.org/officeDocument/2006/relationships/hyperlink" Target="https://services.informatika.si/MenjavaDobaviteljaWeb/sca/OddajaDopVloge?WSDL" TargetMode="External"/><Relationship Id="rId103" Type="http://schemas.openxmlformats.org/officeDocument/2006/relationships/hyperlink" Target="https://services-test.informatika.si/InformativniObracunWeb/sca/InformativniObracunEnostavniStoritev?WSDL" TargetMode="External"/><Relationship Id="rId108" Type="http://schemas.openxmlformats.org/officeDocument/2006/relationships/hyperlink" Target="https://services-test.informatika.si/InformativniObracunWeb/sca/InformativniObracunStoritev?wsdl" TargetMode="External"/><Relationship Id="rId54" Type="http://schemas.openxmlformats.org/officeDocument/2006/relationships/oleObject" Target="embeddings/oleObject2.bin"/><Relationship Id="rId70" Type="http://schemas.openxmlformats.org/officeDocument/2006/relationships/hyperlink" Target="https://services-test.informatika.si/EvidencaZahtevWeb/sca/VnosZahteveStoritev?WSDL" TargetMode="External"/><Relationship Id="rId75" Type="http://schemas.openxmlformats.org/officeDocument/2006/relationships/hyperlink" Target="https://services.informatika.si/EvidencaZahtevWeb/sca/MenjavaDobaviteljaStoritev?WSDL" TargetMode="External"/><Relationship Id="rId91" Type="http://schemas.openxmlformats.org/officeDocument/2006/relationships/hyperlink" Target="https://services.informatika.si/EvidencaSpremembMMWeb/sca/VrniSeznamSpremembMMStoritev?WSDL" TargetMode="External"/><Relationship Id="rId96" Type="http://schemas.openxmlformats.org/officeDocument/2006/relationships/hyperlink" Target="https://services-test.informatika.si/EvidencaSpremembMMWeb/sca/VrniSeznamSpremembMMPodrobnoStoritev?WSD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hyperlink" Target="https://services-test.informatika.si/ObracunskiTipMeritveWeb/sca/ObracunskiTipMeritveStoritev" TargetMode="External"/><Relationship Id="rId28" Type="http://schemas.openxmlformats.org/officeDocument/2006/relationships/hyperlink" Target="https://services-test.informatika.si/VnosOdbirkaWeb/sca/VnosOdbirka2Storitev?WSDL" TargetMode="External"/><Relationship Id="rId49" Type="http://schemas.openxmlformats.org/officeDocument/2006/relationships/image" Target="media/image2.emf"/><Relationship Id="rId114" Type="http://schemas.openxmlformats.org/officeDocument/2006/relationships/header" Target="header2.xml"/><Relationship Id="rId119" Type="http://schemas.openxmlformats.org/officeDocument/2006/relationships/theme" Target="theme/theme1.xml"/><Relationship Id="rId10" Type="http://schemas.openxmlformats.org/officeDocument/2006/relationships/settings" Target="settings.xml"/><Relationship Id="rId31" Type="http://schemas.openxmlformats.org/officeDocument/2006/relationships/hyperlink" Target="https://services.informatika.si/PridobivanjeOdbirkaWeb/sca/VrniOdbirke2Storitev?WSDL" TargetMode="External"/><Relationship Id="rId44" Type="http://schemas.openxmlformats.org/officeDocument/2006/relationships/hyperlink" Target="https://services-test.informatika.si/PridobivanjePodatkovMMWeb/sca/PridobivanjePodatkovMM4Storitev?WSDL" TargetMode="External"/><Relationship Id="rId52" Type="http://schemas.openxmlformats.org/officeDocument/2006/relationships/hyperlink" Target="https://services-test.informatika.si/MenjavaDobaviteljaWeb/sca/NajdiVlogo?WSDL" TargetMode="External"/><Relationship Id="rId60" Type="http://schemas.openxmlformats.org/officeDocument/2006/relationships/hyperlink" Target="https://services-test.informatika.si/MenjavaDobaviteljaWeb/sca/OddajaDopVloge?WSDL" TargetMode="External"/><Relationship Id="rId65" Type="http://schemas.openxmlformats.org/officeDocument/2006/relationships/hyperlink" Target="https://services.informatika.si/EvidencaZahtevWeb/sca/StatusZahteveStoritev?WSDL" TargetMode="External"/><Relationship Id="rId73" Type="http://schemas.openxmlformats.org/officeDocument/2006/relationships/hyperlink" Target="https://services.informatika.si/EvidencaZahtevWeb/sca/EvidencaZahtevVrniZahtevaStoritev?WSDL" TargetMode="External"/><Relationship Id="rId78" Type="http://schemas.openxmlformats.org/officeDocument/2006/relationships/hyperlink" Target="https://services-test.informatika.si/EvidencaZahtevWeb/sca/MenjavaDobaviteljaStoritev?WSDL" TargetMode="External"/><Relationship Id="rId81" Type="http://schemas.openxmlformats.org/officeDocument/2006/relationships/hyperlink" Target="https://services.informatika.si/OdpovedPogodbeODobaviWeb/sca/OdpovedPogodbeODobaviStoritev?WSDL" TargetMode="External"/><Relationship Id="rId86" Type="http://schemas.openxmlformats.org/officeDocument/2006/relationships/hyperlink" Target="https://services-test.informatika.si/SklepanjePoDWeb/sca/NovaPoDStoritev?WSDL" TargetMode="External"/><Relationship Id="rId94" Type="http://schemas.openxmlformats.org/officeDocument/2006/relationships/hyperlink" Target="https://services-test.informatika.si/EvidencaSpremembMMWeb%20/sca/VrniVrsteSpremembMMStoritev?WSDL" TargetMode="External"/><Relationship Id="rId99" Type="http://schemas.openxmlformats.org/officeDocument/2006/relationships/hyperlink" Target="https://services.informatika.si/InformativniObracunWeb/sca/InformativniObracunStoritev?wsdl" TargetMode="External"/><Relationship Id="rId101" Type="http://schemas.openxmlformats.org/officeDocument/2006/relationships/hyperlink" Target="https://services.informatika.si/InformativniObracunWeb/sca/InformativniObracun2Storitev?WSDL" TargetMode="External"/><Relationship Id="rId4" Type="http://schemas.openxmlformats.org/officeDocument/2006/relationships/customXml" Target="../customXml/item4.xml"/><Relationship Id="rId9" Type="http://schemas.microsoft.com/office/2007/relationships/stylesWithEffects" Target="stylesWithEffects.xml"/><Relationship Id="rId13" Type="http://schemas.openxmlformats.org/officeDocument/2006/relationships/endnotes" Target="endnotes.xml"/><Relationship Id="rId18" Type="http://schemas.openxmlformats.org/officeDocument/2006/relationships/hyperlink" Target="https://services.informatika.si/PridobivanjeOdbirkaWeb/sca/PridobivanjeOdbirkaStoritev?WSDL" TargetMode="External"/><Relationship Id="rId39" Type="http://schemas.openxmlformats.org/officeDocument/2006/relationships/hyperlink" Target="https://services.informatika.si:443/VnosPDPWeb/sca/VnosPDPStoritev?WSDL" TargetMode="External"/><Relationship Id="rId109" Type="http://schemas.openxmlformats.org/officeDocument/2006/relationships/hyperlink" Target="https://services-test.informatika.si/ProzenjeObracunaWeb/sca/ObracunPartner?wsdl" TargetMode="External"/><Relationship Id="rId34" Type="http://schemas.openxmlformats.org/officeDocument/2006/relationships/hyperlink" Target="https://services-test.informatika.si/PridobivanjeOdbirkaWeb/sca/VrniOdbirkeCakajociStoritev?WSDL" TargetMode="External"/><Relationship Id="rId50" Type="http://schemas.openxmlformats.org/officeDocument/2006/relationships/oleObject" Target="embeddings/oleObject1.bin"/><Relationship Id="rId55" Type="http://schemas.openxmlformats.org/officeDocument/2006/relationships/hyperlink" Target="https://services.informatika.si:443/MenjavaDobaviteljaWeb/sca/VrniVlogo?WSDL" TargetMode="External"/><Relationship Id="rId76" Type="http://schemas.openxmlformats.org/officeDocument/2006/relationships/hyperlink" Target="https://services.informatika.si/EvidencaZahtevWeb/sca/PodatkiMMStoritev?WSDL" TargetMode="External"/><Relationship Id="rId97" Type="http://schemas.openxmlformats.org/officeDocument/2006/relationships/hyperlink" Target="https://services.informatika.si/EvidencaSpremembMMWeb/sca/VrniSeznamSpremembMMPoDKreiranjaStoritev" TargetMode="External"/><Relationship Id="rId104" Type="http://schemas.openxmlformats.org/officeDocument/2006/relationships/hyperlink" Target="https://services-test.informatika.si/PridobivanjeObracunskihObdobijWeb/sca/ObracunskaObdobjaPartner?wsdl" TargetMode="External"/><Relationship Id="rId7" Type="http://schemas.openxmlformats.org/officeDocument/2006/relationships/numbering" Target="numbering.xml"/><Relationship Id="rId71" Type="http://schemas.openxmlformats.org/officeDocument/2006/relationships/hyperlink" Target="https://services.informatika.si/EvidencaZahtevWeb/sca/VrstaZahteveStoritev?WSDL" TargetMode="External"/><Relationship Id="rId92" Type="http://schemas.openxmlformats.org/officeDocument/2006/relationships/hyperlink" Target="https://services-test.informatika.si/EvidencaSpremembMMWeb/sca/VrniSeznamSpremembMMStoritev?WSDL" TargetMode="External"/><Relationship Id="rId2" Type="http://schemas.openxmlformats.org/officeDocument/2006/relationships/customXml" Target="../customXml/item2.xml"/><Relationship Id="rId29" Type="http://schemas.openxmlformats.org/officeDocument/2006/relationships/hyperlink" Target="https://services.informatika.si/PridobivanjeOdbirkaWeb/sca/VrniOdbirke?WSDL" TargetMode="External"/><Relationship Id="rId24" Type="http://schemas.openxmlformats.org/officeDocument/2006/relationships/hyperlink" Target="https://services.informatika.si/PridobivanjeOdbirkaWeb/sca/PridobivanjeOdbirka2Storitev?WSDL" TargetMode="External"/><Relationship Id="rId40" Type="http://schemas.openxmlformats.org/officeDocument/2006/relationships/hyperlink" Target="https://services.informatika.si:443/VnosPDPWeb/sca/VnosPDPStoritev?WSDL" TargetMode="External"/><Relationship Id="rId45" Type="http://schemas.openxmlformats.org/officeDocument/2006/relationships/hyperlink" Target="https://services.informatika.si/FakturiranaRealizacijaZaMMWeb/sca/FakturiranaRealizacijaStoritev?WSDL" TargetMode="External"/><Relationship Id="rId66" Type="http://schemas.openxmlformats.org/officeDocument/2006/relationships/hyperlink" Target="https://services.informatika.si/EvidencaZahtevWeb/sca/VrstaZahteveStoritev?WSDL" TargetMode="External"/><Relationship Id="rId87" Type="http://schemas.openxmlformats.org/officeDocument/2006/relationships/hyperlink" Target="https://services.informatika.si/SklepanjePoDWeb/sca/SpremembaBremenitveStoritev?WSDL" TargetMode="External"/><Relationship Id="rId110" Type="http://schemas.openxmlformats.org/officeDocument/2006/relationships/hyperlink" Target="https://services.informatika.si/KolicineWeb/sca/NajdiKolicineStoritev?wsdl" TargetMode="External"/><Relationship Id="rId115" Type="http://schemas.openxmlformats.org/officeDocument/2006/relationships/header" Target="header3.xml"/><Relationship Id="rId61" Type="http://schemas.openxmlformats.org/officeDocument/2006/relationships/image" Target="media/image5.emf"/><Relationship Id="rId82" Type="http://schemas.openxmlformats.org/officeDocument/2006/relationships/hyperlink" Target="https://services-test.informatika.si/OdpovedPogodbeODobaviWeb/sca/OdpovedPogodbeODobaviStoritev?WSDL" TargetMode="External"/><Relationship Id="rId19" Type="http://schemas.openxmlformats.org/officeDocument/2006/relationships/hyperlink" Target="https://services-test.informatika.si/PridobivanjeOdbirkaWeb/sca/PridobivanjeOdbirkaStoritev?WSDL" TargetMode="External"/><Relationship Id="rId14" Type="http://schemas.openxmlformats.org/officeDocument/2006/relationships/image" Target="media/image1.png"/><Relationship Id="rId30" Type="http://schemas.openxmlformats.org/officeDocument/2006/relationships/hyperlink" Target="https://services-test.informatika.si/PridobivanjeOdbirkaWeb/sca/VrniOdbirke?WSDL" TargetMode="External"/><Relationship Id="rId35" Type="http://schemas.openxmlformats.org/officeDocument/2006/relationships/hyperlink" Target="https://services.informatika.si/PridobivanjeOdbirkaWeb/sca/VrniOdbirkeCakajoci2Storitev?WSDL" TargetMode="External"/><Relationship Id="rId56" Type="http://schemas.openxmlformats.org/officeDocument/2006/relationships/hyperlink" Target="https://services-test.informatika.si:443/MenjavaDobaviteljaWeb/sca/VrniVlogo?WSDL" TargetMode="External"/><Relationship Id="rId77" Type="http://schemas.openxmlformats.org/officeDocument/2006/relationships/hyperlink" Target="https://services.informatika.si/EvidencaZahtevWeb/sca/MasovnaOddajaInfoStoritev?WSDL" TargetMode="External"/><Relationship Id="rId100" Type="http://schemas.openxmlformats.org/officeDocument/2006/relationships/hyperlink" Target="https://services-test.informatika.si/InformativniObracunWeb/sca/InformativniObracunStoritev?wsdl" TargetMode="External"/><Relationship Id="rId105" Type="http://schemas.openxmlformats.org/officeDocument/2006/relationships/hyperlink" Target="https://services-test.informatika.si/InformativniObracunWeb/sca/InformativniObracunStoritev?wsdl" TargetMode="External"/><Relationship Id="rId8" Type="http://schemas.openxmlformats.org/officeDocument/2006/relationships/styles" Target="styles.xml"/><Relationship Id="rId51" Type="http://schemas.openxmlformats.org/officeDocument/2006/relationships/hyperlink" Target="https://services.informatika.si/MenjavaDobaviteljaWeb/sca/NajdiVlogo?WSDL" TargetMode="External"/><Relationship Id="rId72" Type="http://schemas.openxmlformats.org/officeDocument/2006/relationships/hyperlink" Target="https://services-test.informatika.si/EvidencaZahtevWeb/sca/VrstaZahteveStoritev?WSDL" TargetMode="External"/><Relationship Id="rId93" Type="http://schemas.openxmlformats.org/officeDocument/2006/relationships/hyperlink" Target="https://services.informatika.si/EvidencaSpremembMMWeb%20/sca/VrniVrsteSpremembMMStoritev?WSDL" TargetMode="External"/><Relationship Id="rId98" Type="http://schemas.openxmlformats.org/officeDocument/2006/relationships/hyperlink" Target="https://services-test.informatika.si/EvidencaSpremembMMWeb/sca/VrniSeznamSpremembMMPoDKreiranjaStoritev" TargetMode="External"/><Relationship Id="rId3" Type="http://schemas.openxmlformats.org/officeDocument/2006/relationships/customXml" Target="../customXml/item3.xml"/><Relationship Id="rId25" Type="http://schemas.openxmlformats.org/officeDocument/2006/relationships/hyperlink" Target="https://services-test.informatika.si/PridobivanjeOdbirkaWeb/sca/PridobivanjeOdbirka2Storitev?WSDL" TargetMode="External"/><Relationship Id="rId46" Type="http://schemas.openxmlformats.org/officeDocument/2006/relationships/hyperlink" Target="https://services-test.informatika.si/FakturiranaRealizacijaZaMMWeb/sca/FakturiranaRealizacijaStoritev?WSDL" TargetMode="External"/><Relationship Id="rId67" Type="http://schemas.openxmlformats.org/officeDocument/2006/relationships/hyperlink" Target="https://services-test.informatika.si/EvidencaZahtevWeb/sca/StatusZahteveStoritev?WSDL" TargetMode="External"/><Relationship Id="rId116" Type="http://schemas.openxmlformats.org/officeDocument/2006/relationships/footer" Target="footer1.xml"/><Relationship Id="rId20" Type="http://schemas.openxmlformats.org/officeDocument/2006/relationships/hyperlink" Target="https://services.informatika.si/NacinEvidentiranjaMeritveWeb/sca/NacinEvidentiranjaMeritveStoritev" TargetMode="External"/><Relationship Id="rId41" Type="http://schemas.openxmlformats.org/officeDocument/2006/relationships/hyperlink" Target="https://services.informatika.si/PridobivanjePodatkovMMWeb/sca/PridobivanjePodatkovMMStoritev2?WSDL" TargetMode="External"/><Relationship Id="rId62" Type="http://schemas.openxmlformats.org/officeDocument/2006/relationships/oleObject" Target="embeddings/oleObject4.bin"/><Relationship Id="rId83" Type="http://schemas.openxmlformats.org/officeDocument/2006/relationships/hyperlink" Target="https://services.informatika.si/SklepanjePoDWeb/sca/PrviPriklopStoritev?WSDL" TargetMode="External"/><Relationship Id="rId88" Type="http://schemas.openxmlformats.org/officeDocument/2006/relationships/hyperlink" Target="https://services-test.informatika.si/SklepanjePoDWeb/sca/SpremembaBremenitveStoritev?WSDL" TargetMode="External"/><Relationship Id="rId111" Type="http://schemas.openxmlformats.org/officeDocument/2006/relationships/hyperlink" Target="https://services-test.informatika.si/KolicineWeb/sca/NajdiKolicineStoritev?wsdl" TargetMode="External"/><Relationship Id="rId36" Type="http://schemas.openxmlformats.org/officeDocument/2006/relationships/hyperlink" Target="https://services-test.informatika.si/PridobivanjeOdbirkaWeb/sca/VrniOdbirkeCakajoci2Storitev?WSDL" TargetMode="External"/><Relationship Id="rId57" Type="http://schemas.openxmlformats.org/officeDocument/2006/relationships/image" Target="media/image4.emf"/><Relationship Id="rId106" Type="http://schemas.openxmlformats.org/officeDocument/2006/relationships/hyperlink" Target="https://services-test.informatika.si/PridobivanjeObracunskihObdobijWeb/sca/ObracunskaObdobjaPartner?wsd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ejgr\AppData\Local\Temp\Dokument%20-%20Template%20-%20V1.3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2008-06-10</PublishDate>
  <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dlc_DocId xmlns="20779959-a764-4eb0-a72b-80c3bf93b9eb">INFORMATIKA-290-33</_dlc_DocId>
    <_dlc_DocIdUrl xmlns="20779959-a764-4eb0-a72b-80c3bf93b9eb">
      <Url>http://intranet.in.si/sluzbe/razvoj/novisistemi/_layouts/DocIdRedir.aspx?ID=INFORMATIKA-290-33</Url>
      <Description>INFORMATIKA-290-33</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DAADBECE9AA54495A3DCC556E06CE3" ma:contentTypeVersion="0" ma:contentTypeDescription="Create a new document." ma:contentTypeScope="" ma:versionID="8984cb8340b9f939800fa211083c94d1">
  <xsd:schema xmlns:xsd="http://www.w3.org/2001/XMLSchema" xmlns:xs="http://www.w3.org/2001/XMLSchema" xmlns:p="http://schemas.microsoft.com/office/2006/metadata/properties" xmlns:ns2="20779959-a764-4eb0-a72b-80c3bf93b9eb" targetNamespace="http://schemas.microsoft.com/office/2006/metadata/properties" ma:root="true" ma:fieldsID="689d38d7fcbbbdff9325db5f619f6fc2" ns2:_="">
    <xsd:import namespace="20779959-a764-4eb0-a72b-80c3bf93b9eb"/>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779959-a764-4eb0-a72b-80c3bf93b9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C7083C-715A-4EAB-BF31-AB3ADD0B1A80}">
  <ds:schemaRefs>
    <ds:schemaRef ds:uri="http://schemas.microsoft.com/sharepoint/events"/>
  </ds:schemaRefs>
</ds:datastoreItem>
</file>

<file path=customXml/itemProps3.xml><?xml version="1.0" encoding="utf-8"?>
<ds:datastoreItem xmlns:ds="http://schemas.openxmlformats.org/officeDocument/2006/customXml" ds:itemID="{316404BB-9AF1-48FA-99B8-D7AF8B0ADDA7}">
  <ds:schemaRefs>
    <ds:schemaRef ds:uri="http://schemas.microsoft.com/sharepoint/v3/contenttype/forms"/>
  </ds:schemaRefs>
</ds:datastoreItem>
</file>

<file path=customXml/itemProps4.xml><?xml version="1.0" encoding="utf-8"?>
<ds:datastoreItem xmlns:ds="http://schemas.openxmlformats.org/officeDocument/2006/customXml" ds:itemID="{B0E9EFB4-E083-40F6-BA24-9DBE2943C08C}">
  <ds:schemaRefs>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20779959-a764-4eb0-a72b-80c3bf93b9eb"/>
    <ds:schemaRef ds:uri="http://www.w3.org/XML/1998/namespace"/>
    <ds:schemaRef ds:uri="http://purl.org/dc/dcmitype/"/>
    <ds:schemaRef ds:uri="http://purl.org/dc/terms/"/>
  </ds:schemaRefs>
</ds:datastoreItem>
</file>

<file path=customXml/itemProps5.xml><?xml version="1.0" encoding="utf-8"?>
<ds:datastoreItem xmlns:ds="http://schemas.openxmlformats.org/officeDocument/2006/customXml" ds:itemID="{745E4F42-6FFD-4556-96A5-A9274CE50B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779959-a764-4eb0-a72b-80c3bf93b9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6C1E544-5F46-4014-BF90-C4B810166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 - Template - V1.30.dot</Template>
  <TotalTime>0</TotalTime>
  <Pages>52</Pages>
  <Words>12766</Words>
  <Characters>72771</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Vzpostavitveni dokument projekta</vt:lpstr>
    </vt:vector>
  </TitlesOfParts>
  <Company>Informatika d.d.</Company>
  <LinksUpToDate>false</LinksUpToDate>
  <CharactersWithSpaces>85367</CharactersWithSpaces>
  <SharedDoc>false</SharedDoc>
  <HLinks>
    <vt:vector size="12" baseType="variant">
      <vt:variant>
        <vt:i4>1245232</vt:i4>
      </vt:variant>
      <vt:variant>
        <vt:i4>41</vt:i4>
      </vt:variant>
      <vt:variant>
        <vt:i4>0</vt:i4>
      </vt:variant>
      <vt:variant>
        <vt:i4>5</vt:i4>
      </vt:variant>
      <vt:variant>
        <vt:lpwstr/>
      </vt:variant>
      <vt:variant>
        <vt:lpwstr>_Toc207464342</vt:lpwstr>
      </vt:variant>
      <vt:variant>
        <vt:i4>1245232</vt:i4>
      </vt:variant>
      <vt:variant>
        <vt:i4>35</vt:i4>
      </vt:variant>
      <vt:variant>
        <vt:i4>0</vt:i4>
      </vt:variant>
      <vt:variant>
        <vt:i4>5</vt:i4>
      </vt:variant>
      <vt:variant>
        <vt:lpwstr/>
      </vt:variant>
      <vt:variant>
        <vt:lpwstr>_Toc207464341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Vzpostavitveni dokument projekta</dc:title>
  <dc:subject>Ime projekta</dc:subject>
  <dc:creator>Franci.Klauzner@informatika.si</dc:creator>
  <cp:lastModifiedBy>Matej Nosan</cp:lastModifiedBy>
  <cp:revision>2</cp:revision>
  <cp:lastPrinted>2011-06-14T07:20:00Z</cp:lastPrinted>
  <dcterms:created xsi:type="dcterms:W3CDTF">2016-10-10T12:48:00Z</dcterms:created>
  <dcterms:modified xsi:type="dcterms:W3CDTF">2016-10-10T12:48:00Z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0x010100E4DAADBECE9AA54495A3DCC556E06CE3</vt:lpwstr>
  </property>
  <property fmtid="{D5CDD505-2E9C-101B-9397-08002B2CF9AE}" pid="3" name="_dlc_DocIdItemGuid">
    <vt:lpwstr>558e68f6-a1e4-4d99-9e20-56dccb20817a</vt:lpwstr>
  </property>
</Properties>
</file>