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C1C68" w14:textId="1A50FE4E" w:rsidR="00987834" w:rsidRPr="008B7FD2" w:rsidRDefault="00136A62">
      <w:r w:rsidRPr="008B7FD2">
        <w:rPr>
          <w:noProof/>
          <w:lang w:val="en-US"/>
        </w:rPr>
        <mc:AlternateContent>
          <mc:Choice Requires="wps">
            <w:drawing>
              <wp:anchor distT="0" distB="0" distL="114300" distR="114300" simplePos="0" relativeHeight="251658244" behindDoc="0" locked="0" layoutInCell="1" allowOverlap="1" wp14:anchorId="699C1D7A" wp14:editId="392EC68D">
                <wp:simplePos x="0" y="0"/>
                <wp:positionH relativeFrom="column">
                  <wp:posOffset>3743325</wp:posOffset>
                </wp:positionH>
                <wp:positionV relativeFrom="paragraph">
                  <wp:posOffset>-798195</wp:posOffset>
                </wp:positionV>
                <wp:extent cx="2898140" cy="3775710"/>
                <wp:effectExtent l="0" t="0" r="0" b="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8140" cy="377571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C1D91" w14:textId="77777777" w:rsidR="00CA3857" w:rsidRDefault="00CA3857" w:rsidP="00484FB7">
                            <w:pPr>
                              <w:jc w:val="center"/>
                              <w:rPr>
                                <w:noProof/>
                                <w:lang w:eastAsia="sl-SI"/>
                              </w:rPr>
                            </w:pPr>
                            <w:r>
                              <w:rPr>
                                <w:noProof/>
                                <w:lang w:val="en-US"/>
                              </w:rPr>
                              <w:drawing>
                                <wp:inline distT="0" distB="0" distL="0" distR="0" wp14:anchorId="699C1D97" wp14:editId="699C1D98">
                                  <wp:extent cx="1543050" cy="1739900"/>
                                  <wp:effectExtent l="19050" t="0" r="0" b="0"/>
                                  <wp:docPr id="1" name="Picture 1" descr="Infor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ka"/>
                                          <pic:cNvPicPr>
                                            <a:picLocks noChangeAspect="1" noChangeArrowheads="1"/>
                                          </pic:cNvPicPr>
                                        </pic:nvPicPr>
                                        <pic:blipFill>
                                          <a:blip r:embed="rId13">
                                            <a:lum bright="-24000" contrast="28000"/>
                                          </a:blip>
                                          <a:srcRect/>
                                          <a:stretch>
                                            <a:fillRect/>
                                          </a:stretch>
                                        </pic:blipFill>
                                        <pic:spPr bwMode="auto">
                                          <a:xfrm>
                                            <a:off x="0" y="0"/>
                                            <a:ext cx="1543050" cy="1739900"/>
                                          </a:xfrm>
                                          <a:prstGeom prst="rect">
                                            <a:avLst/>
                                          </a:prstGeom>
                                          <a:noFill/>
                                          <a:ln w="9525">
                                            <a:noFill/>
                                            <a:miter lim="800000"/>
                                            <a:headEnd/>
                                            <a:tailEnd/>
                                          </a:ln>
                                        </pic:spPr>
                                      </pic:pic>
                                    </a:graphicData>
                                  </a:graphic>
                                </wp:inline>
                              </w:drawing>
                            </w:r>
                            <w:r>
                              <w:rPr>
                                <w:noProof/>
                                <w:lang w:eastAsia="sl-SI"/>
                              </w:rPr>
                              <w:br/>
                            </w:r>
                          </w:p>
                          <w:p w14:paraId="699C1D92" w14:textId="77777777" w:rsidR="00CA3857" w:rsidRPr="00362541" w:rsidRDefault="00CA3857" w:rsidP="00CD0C30">
                            <w:pPr>
                              <w:jc w:val="center"/>
                              <w:rPr>
                                <w:rFonts w:ascii="Cambria" w:hAnsi="Cambria"/>
                                <w:color w:val="FFFFFF"/>
                              </w:rPr>
                            </w:pPr>
                            <w:proofErr w:type="spellStart"/>
                            <w:r w:rsidRPr="00F94FE0">
                              <w:rPr>
                                <w:rFonts w:ascii="Cambria" w:hAnsi="Cambria"/>
                                <w:b/>
                                <w:sz w:val="32"/>
                                <w:szCs w:val="32"/>
                                <w:lang w:val="it-IT"/>
                              </w:rPr>
                              <w:t>Informatika</w:t>
                            </w:r>
                            <w:proofErr w:type="spellEnd"/>
                            <w:r w:rsidRPr="00F94FE0">
                              <w:rPr>
                                <w:rFonts w:ascii="Cambria" w:hAnsi="Cambria"/>
                                <w:b/>
                                <w:sz w:val="32"/>
                                <w:szCs w:val="32"/>
                                <w:lang w:val="it-IT"/>
                              </w:rPr>
                              <w:t xml:space="preserve"> </w:t>
                            </w:r>
                            <w:proofErr w:type="spellStart"/>
                            <w:r w:rsidRPr="00F94FE0">
                              <w:rPr>
                                <w:rFonts w:ascii="Cambria" w:hAnsi="Cambria"/>
                                <w:b/>
                                <w:sz w:val="32"/>
                                <w:szCs w:val="32"/>
                                <w:lang w:val="it-IT"/>
                              </w:rPr>
                              <w:t>d.d</w:t>
                            </w:r>
                            <w:proofErr w:type="spellEnd"/>
                            <w:r w:rsidRPr="00362541">
                              <w:rPr>
                                <w:rFonts w:ascii="Cambria" w:hAnsi="Cambria"/>
                                <w:b/>
                                <w:lang w:val="it-IT"/>
                              </w:rPr>
                              <w:t>.</w:t>
                            </w:r>
                          </w:p>
                          <w:p w14:paraId="699C1D93" w14:textId="77777777" w:rsidR="00CA3857" w:rsidRDefault="00CA3857" w:rsidP="00CD0C30">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C1D7A" id="_x0000_t202" coordsize="21600,21600" o:spt="202" path="m,l,21600r21600,l21600,xe">
                <v:stroke joinstyle="miter"/>
                <v:path gradientshapeok="t" o:connecttype="rect"/>
              </v:shapetype>
              <v:shape id="Text Box 27" o:spid="_x0000_s1026" type="#_x0000_t202" style="position:absolute;left:0;text-align:left;margin-left:294.75pt;margin-top:-62.85pt;width:228.2pt;height:297.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" filled="f" fillcolor="#c0504d" stroked="f">
                <v:textbox>
                  <w:txbxContent>
                    <w:p w14:paraId="699C1D91" w14:textId="77777777" w:rsidR="00CA3857" w:rsidRDefault="00CA3857" w:rsidP="00484FB7">
                      <w:pPr>
                        <w:jc w:val="center"/>
                        <w:rPr>
                          <w:noProof/>
                          <w:lang w:eastAsia="sl-SI"/>
                        </w:rPr>
                      </w:pPr>
                      <w:r>
                        <w:rPr>
                          <w:noProof/>
                          <w:lang w:val="en-US"/>
                        </w:rPr>
                        <w:drawing>
                          <wp:inline distT="0" distB="0" distL="0" distR="0" wp14:anchorId="699C1D97" wp14:editId="699C1D98">
                            <wp:extent cx="1543050" cy="1739900"/>
                            <wp:effectExtent l="19050" t="0" r="0" b="0"/>
                            <wp:docPr id="1" name="Picture 1" descr="Infor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ka"/>
                                    <pic:cNvPicPr>
                                      <a:picLocks noChangeAspect="1" noChangeArrowheads="1"/>
                                    </pic:cNvPicPr>
                                  </pic:nvPicPr>
                                  <pic:blipFill>
                                    <a:blip r:embed="rId13">
                                      <a:lum bright="-24000" contrast="28000"/>
                                    </a:blip>
                                    <a:srcRect/>
                                    <a:stretch>
                                      <a:fillRect/>
                                    </a:stretch>
                                  </pic:blipFill>
                                  <pic:spPr bwMode="auto">
                                    <a:xfrm>
                                      <a:off x="0" y="0"/>
                                      <a:ext cx="1543050" cy="1739900"/>
                                    </a:xfrm>
                                    <a:prstGeom prst="rect">
                                      <a:avLst/>
                                    </a:prstGeom>
                                    <a:noFill/>
                                    <a:ln w="9525">
                                      <a:noFill/>
                                      <a:miter lim="800000"/>
                                      <a:headEnd/>
                                      <a:tailEnd/>
                                    </a:ln>
                                  </pic:spPr>
                                </pic:pic>
                              </a:graphicData>
                            </a:graphic>
                          </wp:inline>
                        </w:drawing>
                      </w:r>
                      <w:r>
                        <w:rPr>
                          <w:noProof/>
                          <w:lang w:eastAsia="sl-SI"/>
                        </w:rPr>
                        <w:br/>
                      </w:r>
                    </w:p>
                    <w:p w14:paraId="699C1D92" w14:textId="77777777" w:rsidR="00CA3857" w:rsidRPr="00362541" w:rsidRDefault="00CA3857" w:rsidP="00CD0C30">
                      <w:pPr>
                        <w:jc w:val="center"/>
                        <w:rPr>
                          <w:rFonts w:ascii="Cambria" w:hAnsi="Cambria"/>
                          <w:color w:val="FFFFFF"/>
                        </w:rPr>
                      </w:pPr>
                      <w:proofErr w:type="spellStart"/>
                      <w:r w:rsidRPr="00F94FE0">
                        <w:rPr>
                          <w:rFonts w:ascii="Cambria" w:hAnsi="Cambria"/>
                          <w:b/>
                          <w:sz w:val="32"/>
                          <w:szCs w:val="32"/>
                          <w:lang w:val="it-IT"/>
                        </w:rPr>
                        <w:t>Informatika</w:t>
                      </w:r>
                      <w:proofErr w:type="spellEnd"/>
                      <w:r w:rsidRPr="00F94FE0">
                        <w:rPr>
                          <w:rFonts w:ascii="Cambria" w:hAnsi="Cambria"/>
                          <w:b/>
                          <w:sz w:val="32"/>
                          <w:szCs w:val="32"/>
                          <w:lang w:val="it-IT"/>
                        </w:rPr>
                        <w:t xml:space="preserve"> </w:t>
                      </w:r>
                      <w:proofErr w:type="spellStart"/>
                      <w:r w:rsidRPr="00F94FE0">
                        <w:rPr>
                          <w:rFonts w:ascii="Cambria" w:hAnsi="Cambria"/>
                          <w:b/>
                          <w:sz w:val="32"/>
                          <w:szCs w:val="32"/>
                          <w:lang w:val="it-IT"/>
                        </w:rPr>
                        <w:t>d.d</w:t>
                      </w:r>
                      <w:proofErr w:type="spellEnd"/>
                      <w:r w:rsidRPr="00362541">
                        <w:rPr>
                          <w:rFonts w:ascii="Cambria" w:hAnsi="Cambria"/>
                          <w:b/>
                          <w:lang w:val="it-IT"/>
                        </w:rPr>
                        <w:t>.</w:t>
                      </w:r>
                    </w:p>
                    <w:p w14:paraId="699C1D93" w14:textId="77777777" w:rsidR="00CA3857" w:rsidRDefault="00CA3857" w:rsidP="00CD0C30">
                      <w:pPr>
                        <w:jc w:val="center"/>
                        <w:rPr>
                          <w:b/>
                          <w:sz w:val="32"/>
                          <w:szCs w:val="32"/>
                        </w:rPr>
                      </w:pPr>
                    </w:p>
                  </w:txbxContent>
                </v:textbox>
              </v:shape>
            </w:pict>
          </mc:Fallback>
        </mc:AlternateContent>
      </w:r>
      <w:r w:rsidRPr="008B7FD2">
        <w:rPr>
          <w:noProof/>
          <w:lang w:val="en-US"/>
        </w:rPr>
        <mc:AlternateContent>
          <mc:Choice Requires="wps">
            <w:drawing>
              <wp:anchor distT="0" distB="0" distL="114300" distR="114300" simplePos="0" relativeHeight="251658241" behindDoc="0" locked="0" layoutInCell="1" allowOverlap="1" wp14:anchorId="699C1D7B" wp14:editId="5283DF9F">
                <wp:simplePos x="0" y="0"/>
                <wp:positionH relativeFrom="column">
                  <wp:posOffset>3646805</wp:posOffset>
                </wp:positionH>
                <wp:positionV relativeFrom="page">
                  <wp:posOffset>-3810</wp:posOffset>
                </wp:positionV>
                <wp:extent cx="125730" cy="10678795"/>
                <wp:effectExtent l="5080" t="7620" r="2540" b="5715"/>
                <wp:wrapNone/>
                <wp:docPr id="8" name="Rectangle 20" descr="Description: Description: Description: Light vertic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0678795"/>
                        </a:xfrm>
                        <a:prstGeom prst="rect">
                          <a:avLst/>
                        </a:prstGeom>
                        <a:pattFill prst="ltVert">
                          <a:fgClr>
                            <a:srgbClr val="4F81BD">
                              <a:alpha val="79999"/>
                            </a:srgbClr>
                          </a:fgClr>
                          <a:bgClr>
                            <a:srgbClr val="FFFFFF">
                              <a:alpha val="79999"/>
                            </a:srgb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100000</wp14:pctHeight>
                </wp14:sizeRelV>
              </wp:anchor>
            </w:drawing>
          </mc:Choice>
          <mc:Fallback>
            <w:pict>
              <v:rect w14:anchorId="2FF1473A" id="Rectangle 20" o:spid="_x0000_s1026" alt="Description: Description: Description: Light vertical" style="position:absolute;margin-left:287.15pt;margin-top:-.3pt;width:9.9pt;height:840.85pt;z-index:251658241;visibility:visible;mso-wrap-style:square;mso-width-percent:0;mso-height-percent:1000;mso-wrap-distance-left:9pt;mso-wrap-distance-top:0;mso-wrap-distance-right:9pt;mso-wrap-distance-bottom:0;mso-position-horizontal:absolute;mso-position-horizontal-relative:text;mso-position-vertical:absolute;mso-position-vertical-relative:page;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" fillcolor="#4f81bd" stroked="f" strokecolor="white" strokeweight="1pt">
                <v:fill r:id="rId15" o:title="" opacity="52428f" o:opacity2="52428f" type="pattern"/>
                <v:shadow color="#d8d8d8" offset="3pt,3pt"/>
                <w10:wrap anchory="page"/>
              </v:rect>
            </w:pict>
          </mc:Fallback>
        </mc:AlternateContent>
      </w:r>
      <w:r w:rsidRPr="008B7FD2">
        <w:rPr>
          <w:noProof/>
          <w:lang w:val="en-US"/>
        </w:rPr>
        <mc:AlternateContent>
          <mc:Choice Requires="wps">
            <w:drawing>
              <wp:anchor distT="0" distB="0" distL="114300" distR="114300" simplePos="0" relativeHeight="251658240" behindDoc="0" locked="0" layoutInCell="1" allowOverlap="1" wp14:anchorId="699C1D7C" wp14:editId="2826ACC8">
                <wp:simplePos x="0" y="0"/>
                <wp:positionH relativeFrom="column">
                  <wp:posOffset>3778885</wp:posOffset>
                </wp:positionH>
                <wp:positionV relativeFrom="page">
                  <wp:align>top</wp:align>
                </wp:positionV>
                <wp:extent cx="2898140" cy="10656570"/>
                <wp:effectExtent l="0" t="0" r="35560" b="52070"/>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40" cy="10656570"/>
                        </a:xfrm>
                        <a:prstGeom prst="rect">
                          <a:avLst/>
                        </a:prstGeom>
                        <a:gradFill rotWithShape="1">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100000</wp14:pctHeight>
                </wp14:sizeRelV>
              </wp:anchor>
            </w:drawing>
          </mc:Choice>
          <mc:Fallback>
            <w:pict>
              <v:rect w14:anchorId="16B87452" id="Rectangle 19" o:spid="_x0000_s1026" style="position:absolute;margin-left:297.55pt;margin-top:0;width:228.2pt;height:839.1pt;z-index:251658240;visibility:visible;mso-wrap-style:square;mso-width-percent:0;mso-height-percent:1000;mso-wrap-distance-left:9pt;mso-wrap-distance-top:0;mso-wrap-distance-right:9pt;mso-wrap-distance-bottom:0;mso-position-horizontal:absolute;mso-position-horizontal-relative:text;mso-position-vertical:top;mso-position-vertical-relative:page;mso-width-percent: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" fillcolor="#c2d69b" strokecolor="#c2d69b" strokeweight="1pt">
                <v:fill color2="#eaf1dd" rotate="t" angle="135" focus="50%" type="gradient"/>
                <v:shadow on="t" color="#4e6128" opacity=".5" offset="1pt"/>
                <w10:wrap anchory="page"/>
              </v:rect>
            </w:pict>
          </mc:Fallback>
        </mc:AlternateContent>
      </w:r>
      <w:r w:rsidRPr="008B7FD2">
        <w:rPr>
          <w:noProof/>
          <w:lang w:val="en-US"/>
        </w:rPr>
        <mc:AlternateContent>
          <mc:Choice Requires="wps">
            <w:drawing>
              <wp:anchor distT="0" distB="0" distL="114300" distR="114300" simplePos="0" relativeHeight="251658242" behindDoc="0" locked="0" layoutInCell="0" allowOverlap="1" wp14:anchorId="699C1D7D" wp14:editId="6EBF3C36">
                <wp:simplePos x="0" y="0"/>
                <wp:positionH relativeFrom="page">
                  <wp:posOffset>4669790</wp:posOffset>
                </wp:positionH>
                <wp:positionV relativeFrom="margin">
                  <wp:posOffset>8094980</wp:posOffset>
                </wp:positionV>
                <wp:extent cx="2898140" cy="541020"/>
                <wp:effectExtent l="0" t="0" r="0" b="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140" cy="541020"/>
                        </a:xfrm>
                        <a:prstGeom prst="rect">
                          <a:avLst/>
                        </a:prstGeom>
                        <a:noFill/>
                        <a:ln>
                          <a:noFill/>
                        </a:ln>
                        <a:effectLst/>
                        <a:extLst>
                          <a:ext uri="{909E8E84-426E-40DD-AFC4-6F175D3DCCD1}">
                            <a14:hiddenFill xmlns:a14="http://schemas.microsoft.com/office/drawing/2010/main">
                              <a:solidFill>
                                <a:srgbClr val="C0504D">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99C1D94" w14:textId="48348C18" w:rsidR="00CA3857" w:rsidRPr="0018651E" w:rsidRDefault="00CA3857" w:rsidP="00987834">
                            <w:pPr>
                              <w:pStyle w:val="NoSpacing"/>
                              <w:spacing w:line="360" w:lineRule="auto"/>
                              <w:jc w:val="center"/>
                              <w:rPr>
                                <w:b/>
                                <w:sz w:val="24"/>
                                <w:szCs w:val="24"/>
                                <w:lang w:val="de-DE"/>
                              </w:rPr>
                            </w:pPr>
                            <w:r>
                              <w:rPr>
                                <w:b/>
                                <w:sz w:val="24"/>
                                <w:szCs w:val="24"/>
                                <w:lang w:val="sl-SI"/>
                              </w:rPr>
                              <w:t>September 2018</w:t>
                            </w:r>
                          </w:p>
                        </w:txbxContent>
                      </wps:txbx>
                      <wps:bodyPr rot="0" vert="horz"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699C1D7D" id="Rectangle 22" o:spid="_x0000_s1027" style="position:absolute;left:0;text-align:left;margin-left:367.7pt;margin-top:637.4pt;width:228.2pt;height:42.6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" o:allowincell="f" filled="f" fillcolor="#c0504d" stroked="f" strokecolor="white" strokeweight="1pt">
                <v:fill opacity="52428f"/>
                <v:textbox inset="28.8pt,14.4pt,14.4pt,14.4pt">
                  <w:txbxContent>
                    <w:p w14:paraId="699C1D94" w14:textId="48348C18" w:rsidR="00CA3857" w:rsidRPr="0018651E" w:rsidRDefault="00CA3857" w:rsidP="00987834">
                      <w:pPr>
                        <w:pStyle w:val="NoSpacing"/>
                        <w:spacing w:line="360" w:lineRule="auto"/>
                        <w:jc w:val="center"/>
                        <w:rPr>
                          <w:b/>
                          <w:sz w:val="24"/>
                          <w:szCs w:val="24"/>
                          <w:lang w:val="de-DE"/>
                        </w:rPr>
                      </w:pPr>
                      <w:r>
                        <w:rPr>
                          <w:b/>
                          <w:sz w:val="24"/>
                          <w:szCs w:val="24"/>
                          <w:lang w:val="sl-SI"/>
                        </w:rPr>
                        <w:t>September 2018</w:t>
                      </w:r>
                    </w:p>
                  </w:txbxContent>
                </v:textbox>
                <w10:wrap anchorx="page" anchory="margin"/>
              </v:rect>
            </w:pict>
          </mc:Fallback>
        </mc:AlternateContent>
      </w:r>
      <w:r w:rsidRPr="008B7FD2">
        <w:rPr>
          <w:noProof/>
          <w:lang w:val="en-US"/>
        </w:rPr>
        <mc:AlternateContent>
          <mc:Choice Requires="wps">
            <w:drawing>
              <wp:anchor distT="0" distB="0" distL="114300" distR="114300" simplePos="0" relativeHeight="251658245" behindDoc="0" locked="0" layoutInCell="0" allowOverlap="1" wp14:anchorId="699C1D7E" wp14:editId="3975CF5D">
                <wp:simplePos x="0" y="0"/>
                <wp:positionH relativeFrom="page">
                  <wp:posOffset>4672330</wp:posOffset>
                </wp:positionH>
                <wp:positionV relativeFrom="margin">
                  <wp:posOffset>6863715</wp:posOffset>
                </wp:positionV>
                <wp:extent cx="2895600" cy="537210"/>
                <wp:effectExtent l="0" t="0" r="0" b="0"/>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37210"/>
                        </a:xfrm>
                        <a:prstGeom prst="rect">
                          <a:avLst/>
                        </a:prstGeom>
                        <a:noFill/>
                        <a:ln>
                          <a:noFill/>
                        </a:ln>
                        <a:effectLst/>
                        <a:extLst>
                          <a:ext uri="{909E8E84-426E-40DD-AFC4-6F175D3DCCD1}">
                            <a14:hiddenFill xmlns:a14="http://schemas.microsoft.com/office/drawing/2010/main">
                              <a:solidFill>
                                <a:srgbClr val="C0504D">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99C1D95" w14:textId="7AED9E0E" w:rsidR="00CA3857" w:rsidRPr="00362541" w:rsidRDefault="00CA3857" w:rsidP="00484FB7">
                            <w:pPr>
                              <w:pStyle w:val="NoSpacing"/>
                              <w:spacing w:line="360" w:lineRule="auto"/>
                              <w:jc w:val="center"/>
                              <w:rPr>
                                <w:color w:val="FFFFFF"/>
                                <w:lang w:val="de-DE"/>
                              </w:rPr>
                            </w:pPr>
                            <w:proofErr w:type="spellStart"/>
                            <w:r>
                              <w:rPr>
                                <w:b/>
                                <w:sz w:val="24"/>
                                <w:szCs w:val="24"/>
                                <w:lang w:val="de-DE"/>
                              </w:rPr>
                              <w:t>verzija</w:t>
                            </w:r>
                            <w:proofErr w:type="spellEnd"/>
                            <w:r>
                              <w:rPr>
                                <w:b/>
                                <w:sz w:val="24"/>
                                <w:szCs w:val="24"/>
                                <w:lang w:val="de-DE"/>
                              </w:rPr>
                              <w:t xml:space="preserve"> 1.9</w:t>
                            </w:r>
                          </w:p>
                        </w:txbxContent>
                      </wps:txbx>
                      <wps:bodyPr rot="0" vert="horz"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699C1D7E" id="Rectangle 33" o:spid="_x0000_s1028" style="position:absolute;left:0;text-align:left;margin-left:367.9pt;margin-top:540.45pt;width:228pt;height:42.3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" o:allowincell="f" filled="f" fillcolor="#c0504d" stroked="f" strokecolor="white" strokeweight="1pt">
                <v:fill opacity="52428f"/>
                <v:textbox inset="28.8pt,14.4pt,14.4pt,14.4pt">
                  <w:txbxContent>
                    <w:p w14:paraId="699C1D95" w14:textId="7AED9E0E" w:rsidR="00CA3857" w:rsidRPr="00362541" w:rsidRDefault="00CA3857" w:rsidP="00484FB7">
                      <w:pPr>
                        <w:pStyle w:val="NoSpacing"/>
                        <w:spacing w:line="360" w:lineRule="auto"/>
                        <w:jc w:val="center"/>
                        <w:rPr>
                          <w:color w:val="FFFFFF"/>
                          <w:lang w:val="de-DE"/>
                        </w:rPr>
                      </w:pPr>
                      <w:proofErr w:type="spellStart"/>
                      <w:r>
                        <w:rPr>
                          <w:b/>
                          <w:sz w:val="24"/>
                          <w:szCs w:val="24"/>
                          <w:lang w:val="de-DE"/>
                        </w:rPr>
                        <w:t>verzija</w:t>
                      </w:r>
                      <w:proofErr w:type="spellEnd"/>
                      <w:r>
                        <w:rPr>
                          <w:b/>
                          <w:sz w:val="24"/>
                          <w:szCs w:val="24"/>
                          <w:lang w:val="de-DE"/>
                        </w:rPr>
                        <w:t xml:space="preserve"> 1.9</w:t>
                      </w:r>
                    </w:p>
                  </w:txbxContent>
                </v:textbox>
                <w10:wrap anchorx="page" anchory="margin"/>
              </v:rect>
            </w:pict>
          </mc:Fallback>
        </mc:AlternateContent>
      </w:r>
    </w:p>
    <w:p w14:paraId="699C1C69" w14:textId="3B369B52" w:rsidR="001F08A4" w:rsidRPr="008B7FD2" w:rsidRDefault="00136A62">
      <w:r w:rsidRPr="008B7FD2">
        <w:rPr>
          <w:noProof/>
          <w:lang w:val="en-US"/>
        </w:rPr>
        <mc:AlternateContent>
          <mc:Choice Requires="wps">
            <w:drawing>
              <wp:anchor distT="0" distB="0" distL="114300" distR="114300" simplePos="0" relativeHeight="251658243" behindDoc="0" locked="0" layoutInCell="0" allowOverlap="1" wp14:anchorId="699C1D7F" wp14:editId="50CBE79B">
                <wp:simplePos x="0" y="0"/>
                <wp:positionH relativeFrom="page">
                  <wp:posOffset>6350</wp:posOffset>
                </wp:positionH>
                <wp:positionV relativeFrom="page">
                  <wp:posOffset>4017010</wp:posOffset>
                </wp:positionV>
                <wp:extent cx="6777990" cy="584200"/>
                <wp:effectExtent l="0" t="0" r="34925" b="6350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7990" cy="584200"/>
                        </a:xfrm>
                        <a:prstGeom prst="rect">
                          <a:avLst/>
                        </a:prstGeom>
                        <a:gradFill rotWithShape="1">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699C1D96" w14:textId="77777777" w:rsidR="00CA3857" w:rsidRPr="006708C2" w:rsidRDefault="00CA3857" w:rsidP="00EA3EB5">
                            <w:pPr>
                              <w:pStyle w:val="NoSpacing"/>
                              <w:spacing w:before="120" w:after="120"/>
                              <w:jc w:val="right"/>
                              <w:rPr>
                                <w:rFonts w:ascii="Cambria" w:hAnsi="Cambria"/>
                                <w:b/>
                                <w:noProof/>
                                <w:color w:val="000000"/>
                                <w:sz w:val="44"/>
                                <w:szCs w:val="44"/>
                                <w:lang w:val="sl-SI"/>
                              </w:rPr>
                            </w:pPr>
                            <w:r>
                              <w:rPr>
                                <w:rFonts w:ascii="Cambria" w:hAnsi="Cambria"/>
                                <w:b/>
                                <w:noProof/>
                                <w:color w:val="000000"/>
                                <w:sz w:val="44"/>
                                <w:szCs w:val="44"/>
                                <w:lang w:val="sl-SI"/>
                              </w:rPr>
                              <w:t>Storitve enotne vstopne točke B2B</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699C1D7F" id="Rectangle 23" o:spid="_x0000_s1029" style="position:absolute;left:0;text-align:left;margin-left:.5pt;margin-top:316.3pt;width:533.7pt;height:46pt;z-index:251658243;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" o:allowincell="f" fillcolor="#c2d69b" strokecolor="#9bbb59" strokeweight="1pt">
                <v:fill color2="#9bbb59" rotate="t" focus="50%" type="gradient"/>
                <v:shadow on="t" color="#4e6128" offset="1pt"/>
                <v:textbox style="mso-fit-shape-to-text:t" inset="14.4pt,,14.4pt">
                  <w:txbxContent>
                    <w:p w14:paraId="699C1D96" w14:textId="77777777" w:rsidR="00CA3857" w:rsidRPr="006708C2" w:rsidRDefault="00CA3857" w:rsidP="00EA3EB5">
                      <w:pPr>
                        <w:pStyle w:val="NoSpacing"/>
                        <w:spacing w:before="120" w:after="120"/>
                        <w:jc w:val="right"/>
                        <w:rPr>
                          <w:rFonts w:ascii="Cambria" w:hAnsi="Cambria"/>
                          <w:b/>
                          <w:noProof/>
                          <w:color w:val="000000"/>
                          <w:sz w:val="44"/>
                          <w:szCs w:val="44"/>
                          <w:lang w:val="sl-SI"/>
                        </w:rPr>
                      </w:pPr>
                      <w:r>
                        <w:rPr>
                          <w:rFonts w:ascii="Cambria" w:hAnsi="Cambria"/>
                          <w:b/>
                          <w:noProof/>
                          <w:color w:val="000000"/>
                          <w:sz w:val="44"/>
                          <w:szCs w:val="44"/>
                          <w:lang w:val="sl-SI"/>
                        </w:rPr>
                        <w:t>Storitve enotne vstopne točke B2B</w:t>
                      </w:r>
                    </w:p>
                  </w:txbxContent>
                </v:textbox>
                <w10:wrap anchorx="page" anchory="page"/>
              </v:rect>
            </w:pict>
          </mc:Fallback>
        </mc:AlternateContent>
      </w:r>
    </w:p>
    <w:p w14:paraId="699C1C6A" w14:textId="77777777" w:rsidR="001F08A4" w:rsidRPr="008B7FD2" w:rsidRDefault="001F08A4">
      <w:pPr>
        <w:rPr>
          <w:rFonts w:ascii="Cambria" w:eastAsia="Times New Roman" w:hAnsi="Cambria"/>
          <w:caps/>
        </w:rPr>
      </w:pPr>
      <w:r w:rsidRPr="008B7FD2">
        <w:rPr>
          <w:rFonts w:ascii="Cambria" w:eastAsia="Times New Roman" w:hAnsi="Cambria"/>
          <w:caps/>
        </w:rPr>
        <w:br w:type="page"/>
      </w:r>
    </w:p>
    <w:tbl>
      <w:tblPr>
        <w:tblW w:w="5000" w:type="pct"/>
        <w:tblLayout w:type="fixed"/>
        <w:tblCellMar>
          <w:top w:w="57" w:type="dxa"/>
          <w:bottom w:w="57" w:type="dxa"/>
        </w:tblCellMar>
        <w:tblLook w:val="04A0" w:firstRow="1" w:lastRow="0" w:firstColumn="1" w:lastColumn="0" w:noHBand="0" w:noVBand="1"/>
      </w:tblPr>
      <w:tblGrid>
        <w:gridCol w:w="2599"/>
        <w:gridCol w:w="472"/>
        <w:gridCol w:w="6001"/>
      </w:tblGrid>
      <w:tr w:rsidR="00BE6CB8" w:rsidRPr="008B7FD2" w14:paraId="699C1C6D" w14:textId="77777777" w:rsidTr="00362541">
        <w:tc>
          <w:tcPr>
            <w:tcW w:w="9288" w:type="dxa"/>
            <w:gridSpan w:val="3"/>
          </w:tcPr>
          <w:p w14:paraId="699C1C6B" w14:textId="77777777" w:rsidR="00BE6CB8" w:rsidRPr="008B7FD2" w:rsidRDefault="00F454EE" w:rsidP="00362541">
            <w:pPr>
              <w:pStyle w:val="Naslov-breztevilenja"/>
              <w:spacing w:line="240" w:lineRule="auto"/>
              <w:rPr>
                <w:color w:val="76923C"/>
              </w:rPr>
            </w:pPr>
            <w:r w:rsidRPr="008B7FD2">
              <w:rPr>
                <w:color w:val="76923C"/>
              </w:rPr>
              <w:lastRenderedPageBreak/>
              <w:t>Stanje dokumenta</w:t>
            </w:r>
          </w:p>
          <w:p w14:paraId="699C1C6C" w14:textId="77777777" w:rsidR="00054324" w:rsidRPr="008B7FD2" w:rsidRDefault="00054324" w:rsidP="00362541">
            <w:pPr>
              <w:spacing w:after="0" w:line="240" w:lineRule="auto"/>
            </w:pPr>
          </w:p>
        </w:tc>
      </w:tr>
      <w:tr w:rsidR="002475E7" w:rsidRPr="008B7FD2" w14:paraId="699C1C71" w14:textId="77777777" w:rsidTr="009B3D0D">
        <w:tc>
          <w:tcPr>
            <w:tcW w:w="2660" w:type="dxa"/>
          </w:tcPr>
          <w:p w14:paraId="699C1C6E" w14:textId="77777777" w:rsidR="002475E7" w:rsidRPr="008B7FD2" w:rsidRDefault="002475E7" w:rsidP="009B3D0D">
            <w:pPr>
              <w:pStyle w:val="Naslov-breztevilenja"/>
              <w:spacing w:line="240" w:lineRule="auto"/>
              <w:jc w:val="left"/>
              <w:rPr>
                <w:sz w:val="26"/>
                <w:szCs w:val="26"/>
              </w:rPr>
            </w:pPr>
            <w:r w:rsidRPr="008B7FD2">
              <w:rPr>
                <w:sz w:val="26"/>
                <w:szCs w:val="26"/>
              </w:rPr>
              <w:t>Namen dokumenta</w:t>
            </w:r>
          </w:p>
        </w:tc>
        <w:tc>
          <w:tcPr>
            <w:tcW w:w="478" w:type="dxa"/>
          </w:tcPr>
          <w:p w14:paraId="699C1C6F"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70" w14:textId="14825949" w:rsidR="002475E7" w:rsidRPr="008B7FD2" w:rsidRDefault="002824F2" w:rsidP="00896363">
            <w:pPr>
              <w:spacing w:after="0" w:line="240" w:lineRule="auto"/>
            </w:pPr>
            <w:r w:rsidRPr="008B7FD2">
              <w:t xml:space="preserve">Definirati </w:t>
            </w:r>
            <w:r w:rsidR="00896363" w:rsidRPr="008B7FD2">
              <w:t xml:space="preserve">»one </w:t>
            </w:r>
            <w:proofErr w:type="spellStart"/>
            <w:r w:rsidR="00896363" w:rsidRPr="008B7FD2">
              <w:t>pager</w:t>
            </w:r>
            <w:proofErr w:type="spellEnd"/>
            <w:r w:rsidR="00896363" w:rsidRPr="008B7FD2">
              <w:t>«</w:t>
            </w:r>
            <w:r w:rsidR="006E776D" w:rsidRPr="008B7FD2">
              <w:t xml:space="preserve"> </w:t>
            </w:r>
            <w:r w:rsidR="005B0E84" w:rsidRPr="008B7FD2">
              <w:t>navodila za B2B klice</w:t>
            </w:r>
            <w:r w:rsidR="00896363" w:rsidRPr="008B7FD2">
              <w:t xml:space="preserve"> storitev enotne vstopne točke</w:t>
            </w:r>
          </w:p>
        </w:tc>
      </w:tr>
      <w:tr w:rsidR="002475E7" w:rsidRPr="008B7FD2" w14:paraId="699C1C75" w14:textId="77777777" w:rsidTr="009B3D0D">
        <w:tc>
          <w:tcPr>
            <w:tcW w:w="2660" w:type="dxa"/>
          </w:tcPr>
          <w:p w14:paraId="699C1C72" w14:textId="77777777" w:rsidR="002475E7" w:rsidRPr="008B7FD2" w:rsidRDefault="002475E7" w:rsidP="009B3D0D">
            <w:pPr>
              <w:pStyle w:val="Naslov-breztevilenja"/>
              <w:spacing w:line="240" w:lineRule="auto"/>
              <w:jc w:val="left"/>
              <w:rPr>
                <w:sz w:val="26"/>
                <w:szCs w:val="26"/>
              </w:rPr>
            </w:pPr>
            <w:r w:rsidRPr="008B7FD2">
              <w:rPr>
                <w:sz w:val="26"/>
                <w:szCs w:val="26"/>
              </w:rPr>
              <w:t>Vsebina</w:t>
            </w:r>
          </w:p>
        </w:tc>
        <w:tc>
          <w:tcPr>
            <w:tcW w:w="478" w:type="dxa"/>
          </w:tcPr>
          <w:p w14:paraId="699C1C73"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74" w14:textId="77777777" w:rsidR="002475E7" w:rsidRPr="008B7FD2" w:rsidRDefault="00896363" w:rsidP="009B3D0D">
            <w:pPr>
              <w:spacing w:after="0" w:line="240" w:lineRule="auto"/>
            </w:pPr>
            <w:r w:rsidRPr="008B7FD2">
              <w:t>Definicija navodil za B2B klic storitev enotne vstopne točke za potrebe izmenjave podatkov med distributerji in dobavitelji na trgu EE</w:t>
            </w:r>
          </w:p>
        </w:tc>
      </w:tr>
      <w:tr w:rsidR="002475E7" w:rsidRPr="008B7FD2" w14:paraId="699C1C79" w14:textId="77777777" w:rsidTr="009B3D0D">
        <w:tc>
          <w:tcPr>
            <w:tcW w:w="2660" w:type="dxa"/>
          </w:tcPr>
          <w:p w14:paraId="699C1C76" w14:textId="77777777" w:rsidR="002475E7" w:rsidRPr="008B7FD2" w:rsidRDefault="002475E7" w:rsidP="009B3D0D">
            <w:pPr>
              <w:pStyle w:val="Naslov-breztevilenja"/>
              <w:spacing w:line="240" w:lineRule="auto"/>
              <w:jc w:val="left"/>
              <w:rPr>
                <w:sz w:val="26"/>
                <w:szCs w:val="26"/>
              </w:rPr>
            </w:pPr>
            <w:r w:rsidRPr="008B7FD2">
              <w:rPr>
                <w:sz w:val="26"/>
                <w:szCs w:val="26"/>
              </w:rPr>
              <w:t>Oznaka dokumenta</w:t>
            </w:r>
          </w:p>
        </w:tc>
        <w:tc>
          <w:tcPr>
            <w:tcW w:w="478" w:type="dxa"/>
          </w:tcPr>
          <w:p w14:paraId="699C1C77"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78" w14:textId="157143EA" w:rsidR="002475E7" w:rsidRPr="008B7FD2" w:rsidRDefault="005B0E84" w:rsidP="00ED72D7">
            <w:pPr>
              <w:spacing w:after="0" w:line="240" w:lineRule="auto"/>
            </w:pPr>
            <w:r w:rsidRPr="008B7FD2">
              <w:t>Storitve enotne vs</w:t>
            </w:r>
            <w:r w:rsidR="00896363" w:rsidRPr="008B7FD2">
              <w:t>topne točke B2B</w:t>
            </w:r>
            <w:r w:rsidRPr="008B7FD2">
              <w:t xml:space="preserve"> – one pager</w:t>
            </w:r>
            <w:r w:rsidR="002824F2" w:rsidRPr="008B7FD2">
              <w:t>.docx</w:t>
            </w:r>
          </w:p>
        </w:tc>
      </w:tr>
      <w:tr w:rsidR="002475E7" w:rsidRPr="008B7FD2" w14:paraId="699C1C7D" w14:textId="77777777" w:rsidTr="009B3D0D">
        <w:tc>
          <w:tcPr>
            <w:tcW w:w="2660" w:type="dxa"/>
          </w:tcPr>
          <w:p w14:paraId="699C1C7A" w14:textId="77777777" w:rsidR="002475E7" w:rsidRPr="008B7FD2" w:rsidRDefault="002475E7" w:rsidP="009B3D0D">
            <w:pPr>
              <w:pStyle w:val="Naslov-breztevilenja"/>
              <w:spacing w:line="240" w:lineRule="auto"/>
              <w:jc w:val="left"/>
              <w:rPr>
                <w:sz w:val="26"/>
                <w:szCs w:val="26"/>
              </w:rPr>
            </w:pPr>
            <w:r w:rsidRPr="008B7FD2">
              <w:rPr>
                <w:sz w:val="26"/>
                <w:szCs w:val="26"/>
              </w:rPr>
              <w:t>Status</w:t>
            </w:r>
          </w:p>
        </w:tc>
        <w:tc>
          <w:tcPr>
            <w:tcW w:w="478" w:type="dxa"/>
          </w:tcPr>
          <w:p w14:paraId="699C1C7B"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7C" w14:textId="183D25D5" w:rsidR="002475E7" w:rsidRPr="008B7FD2" w:rsidRDefault="0015616B" w:rsidP="009B3D0D">
            <w:pPr>
              <w:pStyle w:val="NoSpacing"/>
              <w:rPr>
                <w:lang w:val="sl-SI"/>
              </w:rPr>
            </w:pPr>
            <w:r w:rsidRPr="008B7FD2">
              <w:rPr>
                <w:lang w:val="sl-SI"/>
              </w:rPr>
              <w:t>Delovna verzija</w:t>
            </w:r>
          </w:p>
        </w:tc>
      </w:tr>
      <w:tr w:rsidR="002475E7" w:rsidRPr="008B7FD2" w14:paraId="699C1C81" w14:textId="77777777" w:rsidTr="009B3D0D">
        <w:tc>
          <w:tcPr>
            <w:tcW w:w="2660" w:type="dxa"/>
          </w:tcPr>
          <w:p w14:paraId="699C1C7E" w14:textId="77777777" w:rsidR="002475E7" w:rsidRPr="008B7FD2" w:rsidRDefault="002475E7" w:rsidP="009B3D0D">
            <w:pPr>
              <w:pStyle w:val="Naslov-breztevilenja"/>
              <w:spacing w:line="240" w:lineRule="auto"/>
              <w:jc w:val="left"/>
              <w:rPr>
                <w:sz w:val="26"/>
                <w:szCs w:val="26"/>
              </w:rPr>
            </w:pPr>
            <w:r w:rsidRPr="008B7FD2">
              <w:rPr>
                <w:sz w:val="26"/>
                <w:szCs w:val="26"/>
              </w:rPr>
              <w:t>Verzija</w:t>
            </w:r>
          </w:p>
        </w:tc>
        <w:tc>
          <w:tcPr>
            <w:tcW w:w="478" w:type="dxa"/>
          </w:tcPr>
          <w:p w14:paraId="699C1C7F"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80" w14:textId="621C98AD" w:rsidR="002475E7" w:rsidRPr="008B7FD2" w:rsidRDefault="00B339C2" w:rsidP="00877ABC">
            <w:pPr>
              <w:pStyle w:val="NoSpacing"/>
              <w:rPr>
                <w:lang w:val="sl-SI"/>
              </w:rPr>
            </w:pPr>
            <w:r w:rsidRPr="008B7FD2">
              <w:rPr>
                <w:lang w:val="sl-SI"/>
              </w:rPr>
              <w:t>1.</w:t>
            </w:r>
            <w:r w:rsidR="00E73811">
              <w:rPr>
                <w:lang w:val="sl-SI"/>
              </w:rPr>
              <w:t>10</w:t>
            </w:r>
          </w:p>
        </w:tc>
      </w:tr>
      <w:tr w:rsidR="002475E7" w:rsidRPr="008B7FD2" w14:paraId="699C1C85" w14:textId="77777777" w:rsidTr="009B3D0D">
        <w:tc>
          <w:tcPr>
            <w:tcW w:w="2660" w:type="dxa"/>
          </w:tcPr>
          <w:p w14:paraId="699C1C82" w14:textId="77777777" w:rsidR="002475E7" w:rsidRPr="008B7FD2" w:rsidRDefault="002475E7" w:rsidP="009B3D0D">
            <w:pPr>
              <w:pStyle w:val="Naslov-breztevilenja"/>
              <w:spacing w:line="240" w:lineRule="auto"/>
              <w:jc w:val="left"/>
              <w:rPr>
                <w:sz w:val="26"/>
                <w:szCs w:val="26"/>
              </w:rPr>
            </w:pPr>
            <w:r w:rsidRPr="008B7FD2">
              <w:rPr>
                <w:sz w:val="26"/>
                <w:szCs w:val="26"/>
              </w:rPr>
              <w:t>Datum verzije</w:t>
            </w:r>
          </w:p>
        </w:tc>
        <w:tc>
          <w:tcPr>
            <w:tcW w:w="478" w:type="dxa"/>
          </w:tcPr>
          <w:p w14:paraId="699C1C83"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84" w14:textId="4F34EF07" w:rsidR="002475E7" w:rsidRPr="008B7FD2" w:rsidRDefault="00877ABC" w:rsidP="00877ABC">
            <w:pPr>
              <w:pStyle w:val="NoSpacing"/>
              <w:spacing w:line="360" w:lineRule="auto"/>
              <w:rPr>
                <w:rFonts w:eastAsia="Calibri"/>
                <w:lang w:val="sl-SI"/>
              </w:rPr>
            </w:pPr>
            <w:r>
              <w:rPr>
                <w:lang w:val="sl-SI"/>
              </w:rPr>
              <w:t>25</w:t>
            </w:r>
            <w:r w:rsidR="00542EE6">
              <w:rPr>
                <w:lang w:val="sl-SI"/>
              </w:rPr>
              <w:t>.</w:t>
            </w:r>
            <w:r>
              <w:rPr>
                <w:lang w:val="sl-SI"/>
              </w:rPr>
              <w:t>9</w:t>
            </w:r>
            <w:r w:rsidR="00542EE6">
              <w:rPr>
                <w:lang w:val="sl-SI"/>
              </w:rPr>
              <w:t>.2018</w:t>
            </w:r>
          </w:p>
        </w:tc>
      </w:tr>
      <w:tr w:rsidR="002475E7" w:rsidRPr="008B7FD2" w14:paraId="699C1C89" w14:textId="77777777" w:rsidTr="009B3D0D">
        <w:tc>
          <w:tcPr>
            <w:tcW w:w="2660" w:type="dxa"/>
          </w:tcPr>
          <w:p w14:paraId="699C1C86" w14:textId="77777777" w:rsidR="002475E7" w:rsidRPr="008B7FD2" w:rsidRDefault="002475E7" w:rsidP="009B3D0D">
            <w:pPr>
              <w:pStyle w:val="Naslov-breztevilenja"/>
              <w:spacing w:line="240" w:lineRule="auto"/>
              <w:jc w:val="left"/>
              <w:rPr>
                <w:sz w:val="26"/>
                <w:szCs w:val="26"/>
              </w:rPr>
            </w:pPr>
            <w:r w:rsidRPr="008B7FD2">
              <w:rPr>
                <w:sz w:val="26"/>
                <w:szCs w:val="26"/>
              </w:rPr>
              <w:t>Avtorji</w:t>
            </w:r>
          </w:p>
        </w:tc>
        <w:tc>
          <w:tcPr>
            <w:tcW w:w="478" w:type="dxa"/>
          </w:tcPr>
          <w:p w14:paraId="699C1C87"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88" w14:textId="1C3BB0A0" w:rsidR="002475E7" w:rsidRPr="008B7FD2" w:rsidRDefault="006E776D" w:rsidP="00896363">
            <w:pPr>
              <w:pStyle w:val="NoSpacing"/>
              <w:rPr>
                <w:lang w:val="sl-SI"/>
              </w:rPr>
            </w:pPr>
            <w:r w:rsidRPr="008B7FD2">
              <w:rPr>
                <w:lang w:val="sl-SI"/>
              </w:rPr>
              <w:t xml:space="preserve">Blaž Kraner, </w:t>
            </w:r>
            <w:r w:rsidR="00896363" w:rsidRPr="008B7FD2">
              <w:rPr>
                <w:lang w:val="sl-SI"/>
              </w:rPr>
              <w:t>Matej Nosan</w:t>
            </w:r>
            <w:r w:rsidR="00877ABC">
              <w:rPr>
                <w:lang w:val="sl-SI"/>
              </w:rPr>
              <w:t>, Timotej Nemec</w:t>
            </w:r>
            <w:r w:rsidR="00CF06F4">
              <w:rPr>
                <w:lang w:val="sl-SI"/>
              </w:rPr>
              <w:t>, Marcel Križevnik</w:t>
            </w:r>
          </w:p>
        </w:tc>
      </w:tr>
      <w:tr w:rsidR="002475E7" w:rsidRPr="008B7FD2" w14:paraId="699C1C8D" w14:textId="77777777" w:rsidTr="009B3D0D">
        <w:tc>
          <w:tcPr>
            <w:tcW w:w="2660" w:type="dxa"/>
          </w:tcPr>
          <w:p w14:paraId="699C1C8A" w14:textId="77777777" w:rsidR="002475E7" w:rsidRPr="008B7FD2" w:rsidRDefault="002475E7" w:rsidP="009B3D0D">
            <w:pPr>
              <w:pStyle w:val="Naslov-breztevilenja"/>
              <w:spacing w:line="240" w:lineRule="auto"/>
              <w:jc w:val="left"/>
              <w:rPr>
                <w:sz w:val="26"/>
                <w:szCs w:val="26"/>
              </w:rPr>
            </w:pPr>
            <w:r w:rsidRPr="008B7FD2">
              <w:rPr>
                <w:sz w:val="26"/>
                <w:szCs w:val="26"/>
              </w:rPr>
              <w:t>Odobrili</w:t>
            </w:r>
          </w:p>
        </w:tc>
        <w:tc>
          <w:tcPr>
            <w:tcW w:w="478" w:type="dxa"/>
          </w:tcPr>
          <w:p w14:paraId="699C1C8B"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8C" w14:textId="77777777" w:rsidR="002475E7" w:rsidRPr="008B7FD2" w:rsidRDefault="002475E7" w:rsidP="009B3D0D">
            <w:pPr>
              <w:pStyle w:val="NoSpacing"/>
              <w:rPr>
                <w:lang w:val="sl-SI"/>
              </w:rPr>
            </w:pPr>
          </w:p>
        </w:tc>
      </w:tr>
      <w:tr w:rsidR="002475E7" w:rsidRPr="008B7FD2" w14:paraId="699C1C91" w14:textId="77777777" w:rsidTr="009B3D0D">
        <w:tc>
          <w:tcPr>
            <w:tcW w:w="2660" w:type="dxa"/>
          </w:tcPr>
          <w:p w14:paraId="699C1C8E" w14:textId="77777777" w:rsidR="002475E7" w:rsidRPr="008B7FD2" w:rsidRDefault="002475E7" w:rsidP="009B3D0D">
            <w:pPr>
              <w:pStyle w:val="Naslov-breztevilenja"/>
              <w:spacing w:line="240" w:lineRule="auto"/>
              <w:jc w:val="left"/>
              <w:rPr>
                <w:sz w:val="26"/>
                <w:szCs w:val="26"/>
              </w:rPr>
            </w:pPr>
            <w:r w:rsidRPr="008B7FD2">
              <w:rPr>
                <w:sz w:val="26"/>
                <w:szCs w:val="26"/>
              </w:rPr>
              <w:t>Dostavljeno</w:t>
            </w:r>
          </w:p>
        </w:tc>
        <w:tc>
          <w:tcPr>
            <w:tcW w:w="478" w:type="dxa"/>
          </w:tcPr>
          <w:p w14:paraId="699C1C8F"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90" w14:textId="77777777" w:rsidR="002475E7" w:rsidRPr="008B7FD2" w:rsidRDefault="00896363" w:rsidP="0043716E">
            <w:pPr>
              <w:pStyle w:val="NoSpacing"/>
              <w:rPr>
                <w:lang w:val="sl-SI"/>
              </w:rPr>
            </w:pPr>
            <w:r w:rsidRPr="008B7FD2">
              <w:rPr>
                <w:lang w:val="sl-SI"/>
              </w:rPr>
              <w:t xml:space="preserve">SODO </w:t>
            </w:r>
            <w:proofErr w:type="spellStart"/>
            <w:r w:rsidRPr="008B7FD2">
              <w:rPr>
                <w:lang w:val="sl-SI"/>
              </w:rPr>
              <w:t>d.o.o</w:t>
            </w:r>
            <w:proofErr w:type="spellEnd"/>
            <w:r w:rsidRPr="008B7FD2">
              <w:rPr>
                <w:lang w:val="sl-SI"/>
              </w:rPr>
              <w:t>.</w:t>
            </w:r>
          </w:p>
        </w:tc>
      </w:tr>
      <w:tr w:rsidR="002475E7" w:rsidRPr="008B7FD2" w14:paraId="699C1C95" w14:textId="77777777" w:rsidTr="009B3D0D">
        <w:tc>
          <w:tcPr>
            <w:tcW w:w="2660" w:type="dxa"/>
          </w:tcPr>
          <w:p w14:paraId="699C1C92" w14:textId="77777777" w:rsidR="002475E7" w:rsidRPr="008B7FD2" w:rsidRDefault="002475E7" w:rsidP="009B3D0D">
            <w:pPr>
              <w:pStyle w:val="Naslov-breztevilenja"/>
              <w:spacing w:line="240" w:lineRule="auto"/>
              <w:jc w:val="left"/>
              <w:rPr>
                <w:sz w:val="26"/>
                <w:szCs w:val="26"/>
              </w:rPr>
            </w:pPr>
            <w:r w:rsidRPr="008B7FD2">
              <w:rPr>
                <w:sz w:val="26"/>
                <w:szCs w:val="26"/>
              </w:rPr>
              <w:t>Tiskano dne</w:t>
            </w:r>
          </w:p>
        </w:tc>
        <w:tc>
          <w:tcPr>
            <w:tcW w:w="478" w:type="dxa"/>
          </w:tcPr>
          <w:p w14:paraId="699C1C93" w14:textId="77777777" w:rsidR="002475E7" w:rsidRPr="008B7FD2" w:rsidRDefault="002475E7" w:rsidP="009B3D0D">
            <w:pPr>
              <w:pStyle w:val="Naslov-breztevilenja"/>
              <w:spacing w:line="240" w:lineRule="auto"/>
            </w:pPr>
            <w:r w:rsidRPr="008B7FD2">
              <w:t>:</w:t>
            </w:r>
          </w:p>
        </w:tc>
        <w:tc>
          <w:tcPr>
            <w:tcW w:w="6150" w:type="dxa"/>
            <w:tcMar>
              <w:top w:w="28" w:type="dxa"/>
              <w:bottom w:w="57" w:type="dxa"/>
            </w:tcMar>
            <w:vAlign w:val="center"/>
          </w:tcPr>
          <w:p w14:paraId="699C1C94" w14:textId="1A764668" w:rsidR="002475E7" w:rsidRPr="008B7FD2" w:rsidRDefault="0048557D" w:rsidP="009B3D0D">
            <w:pPr>
              <w:pStyle w:val="NoSpacing"/>
              <w:rPr>
                <w:lang w:val="sl-SI"/>
              </w:rPr>
            </w:pPr>
            <w:r w:rsidRPr="008B7FD2">
              <w:rPr>
                <w:lang w:val="sl-SI"/>
              </w:rPr>
              <w:fldChar w:fldCharType="begin"/>
            </w:r>
            <w:r w:rsidR="002475E7" w:rsidRPr="008B7FD2">
              <w:rPr>
                <w:lang w:val="sl-SI"/>
              </w:rPr>
              <w:instrText xml:space="preserve"> DATE  \@ "d.M.yyyy"  \* MERGEFORMAT </w:instrText>
            </w:r>
            <w:r w:rsidRPr="008B7FD2">
              <w:rPr>
                <w:lang w:val="sl-SI"/>
              </w:rPr>
              <w:fldChar w:fldCharType="separate"/>
            </w:r>
            <w:r w:rsidR="00765F17">
              <w:rPr>
                <w:noProof/>
                <w:lang w:val="sl-SI"/>
              </w:rPr>
              <w:t>22.2.2021</w:t>
            </w:r>
            <w:r w:rsidRPr="008B7FD2">
              <w:rPr>
                <w:lang w:val="sl-SI"/>
              </w:rPr>
              <w:fldChar w:fldCharType="end"/>
            </w:r>
          </w:p>
        </w:tc>
      </w:tr>
    </w:tbl>
    <w:p w14:paraId="699C1C96" w14:textId="77777777" w:rsidR="008E4F3C" w:rsidRPr="008B7FD2" w:rsidRDefault="008E4F3C" w:rsidP="00D75DFD"/>
    <w:p w14:paraId="699C1C97" w14:textId="77777777" w:rsidR="008E4F3C" w:rsidRPr="008B7FD2" w:rsidRDefault="008E4F3C" w:rsidP="00D75DFD"/>
    <w:p w14:paraId="699C1C98" w14:textId="77777777" w:rsidR="008E4F3C" w:rsidRPr="008B7FD2" w:rsidRDefault="008E4F3C" w:rsidP="00D75DFD"/>
    <w:p w14:paraId="699C1C99" w14:textId="77777777" w:rsidR="008E4F3C" w:rsidRPr="008B7FD2" w:rsidRDefault="008E4F3C" w:rsidP="00D75DFD"/>
    <w:p w14:paraId="699C1C9A" w14:textId="77777777" w:rsidR="001A2566" w:rsidRPr="008B7FD2" w:rsidRDefault="001A2566" w:rsidP="00D75DFD"/>
    <w:p w14:paraId="699C1C9B" w14:textId="77777777" w:rsidR="001A2566" w:rsidRPr="008B7FD2" w:rsidRDefault="001A2566" w:rsidP="00D75DFD"/>
    <w:p w14:paraId="699C1C9C" w14:textId="77777777" w:rsidR="001A2566" w:rsidRPr="008B7FD2" w:rsidRDefault="001A2566" w:rsidP="00D75DFD"/>
    <w:p w14:paraId="699C1C9D" w14:textId="77777777" w:rsidR="008E4F3C" w:rsidRPr="008B7FD2" w:rsidRDefault="008E4F3C" w:rsidP="00D75DFD"/>
    <w:p w14:paraId="699C1C9E" w14:textId="77777777" w:rsidR="008E4F3C" w:rsidRPr="008B7FD2" w:rsidRDefault="008E4F3C" w:rsidP="00D75DFD"/>
    <w:p w14:paraId="699C1C9F" w14:textId="77777777" w:rsidR="008E4F3C" w:rsidRPr="008B7FD2" w:rsidRDefault="008E4F3C" w:rsidP="00D75DF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1A2566" w:rsidRPr="008B7FD2" w14:paraId="699C1CA3" w14:textId="77777777" w:rsidTr="009B3D0D">
        <w:tc>
          <w:tcPr>
            <w:tcW w:w="9212" w:type="dxa"/>
          </w:tcPr>
          <w:p w14:paraId="699C1CA0" w14:textId="77777777" w:rsidR="001A2566" w:rsidRPr="008B7FD2" w:rsidRDefault="001A2566" w:rsidP="009B3D0D">
            <w:pPr>
              <w:pStyle w:val="Naslov-breztevilenja"/>
              <w:spacing w:before="240" w:after="200"/>
            </w:pPr>
            <w:r w:rsidRPr="008B7FD2">
              <w:t>Zaščita dokumenta</w:t>
            </w:r>
          </w:p>
          <w:p w14:paraId="699C1CA1" w14:textId="77777777" w:rsidR="001A2566" w:rsidRPr="008B7FD2" w:rsidRDefault="002824F2" w:rsidP="001A2566">
            <w:r w:rsidRPr="008B7FD2">
              <w:t>© 2011</w:t>
            </w:r>
            <w:r w:rsidR="001A2566" w:rsidRPr="008B7FD2">
              <w:t xml:space="preserve"> Informatika </w:t>
            </w:r>
            <w:proofErr w:type="spellStart"/>
            <w:r w:rsidR="001A2566" w:rsidRPr="008B7FD2">
              <w:t>d.d</w:t>
            </w:r>
            <w:proofErr w:type="spellEnd"/>
            <w:r w:rsidR="001A2566" w:rsidRPr="008B7FD2">
              <w:t>.</w:t>
            </w:r>
          </w:p>
          <w:p w14:paraId="699C1CA2" w14:textId="77777777" w:rsidR="001A2566" w:rsidRPr="008B7FD2" w:rsidRDefault="001A2566" w:rsidP="00D75DFD">
            <w:r w:rsidRPr="008B7FD2">
              <w:t xml:space="preserve">Vse pravice pridržane. Reprodukcija po delih ali v celoti na kakršenkoli način in v kateremkoli mediju ni dovoljena brez pisnega dovoljenja avtorja. Kršitve se sankcionirajo v skladu z avtorsko pravno in kazensko zakonodajo. Avtorji zadržijo moralne avtorske pravice. </w:t>
            </w:r>
          </w:p>
        </w:tc>
      </w:tr>
    </w:tbl>
    <w:p w14:paraId="699C1CA4" w14:textId="77777777" w:rsidR="008E4F3C" w:rsidRPr="008B7FD2" w:rsidRDefault="008E4F3C" w:rsidP="00D75DFD"/>
    <w:p w14:paraId="699C1CA5" w14:textId="77777777" w:rsidR="008E4F3C" w:rsidRPr="008B7FD2" w:rsidRDefault="001A2566" w:rsidP="00D75DFD">
      <w:r w:rsidRPr="008B7FD2">
        <w:rPr>
          <w:rFonts w:ascii="Cambria" w:hAnsi="Cambria"/>
          <w:b/>
          <w:color w:val="76923C"/>
          <w:sz w:val="28"/>
        </w:rPr>
        <w:br w:type="page"/>
      </w:r>
      <w:r w:rsidRPr="008B7FD2">
        <w:rPr>
          <w:rFonts w:ascii="Cambria" w:hAnsi="Cambria"/>
          <w:b/>
          <w:color w:val="76923C"/>
          <w:sz w:val="28"/>
        </w:rPr>
        <w:lastRenderedPageBreak/>
        <w:t>Zgodovina verzij</w:t>
      </w:r>
    </w:p>
    <w:tbl>
      <w:tblPr>
        <w:tblW w:w="4731" w:type="pct"/>
        <w:tblInd w:w="108" w:type="dxa"/>
        <w:tblLayout w:type="fixed"/>
        <w:tblCellMar>
          <w:top w:w="57" w:type="dxa"/>
          <w:bottom w:w="57" w:type="dxa"/>
        </w:tblCellMar>
        <w:tblLook w:val="04A0" w:firstRow="1" w:lastRow="0" w:firstColumn="1" w:lastColumn="0" w:noHBand="0" w:noVBand="1"/>
      </w:tblPr>
      <w:tblGrid>
        <w:gridCol w:w="1798"/>
        <w:gridCol w:w="1523"/>
        <w:gridCol w:w="3316"/>
        <w:gridCol w:w="1937"/>
      </w:tblGrid>
      <w:tr w:rsidR="00682107" w:rsidRPr="008B7FD2" w14:paraId="699C1CAA" w14:textId="77777777" w:rsidTr="009B3D0D">
        <w:trPr>
          <w:tblHeader/>
        </w:trPr>
        <w:tc>
          <w:tcPr>
            <w:tcW w:w="1842" w:type="dxa"/>
            <w:tcBorders>
              <w:top w:val="single" w:sz="4" w:space="0" w:color="auto"/>
              <w:left w:val="single" w:sz="4" w:space="0" w:color="auto"/>
              <w:bottom w:val="single" w:sz="4" w:space="0" w:color="auto"/>
              <w:right w:val="single" w:sz="4" w:space="0" w:color="auto"/>
            </w:tcBorders>
            <w:vAlign w:val="center"/>
          </w:tcPr>
          <w:p w14:paraId="699C1CA6" w14:textId="77777777" w:rsidR="00682107" w:rsidRPr="008B7FD2" w:rsidRDefault="00682107" w:rsidP="009B3D0D">
            <w:pPr>
              <w:spacing w:before="40" w:after="0" w:line="240" w:lineRule="auto"/>
              <w:jc w:val="left"/>
              <w:rPr>
                <w:rStyle w:val="CaptionChar"/>
              </w:rPr>
            </w:pPr>
            <w:r w:rsidRPr="008B7FD2">
              <w:rPr>
                <w:rStyle w:val="CaptionChar"/>
              </w:rPr>
              <w:t>Verzija</w:t>
            </w:r>
          </w:p>
        </w:tc>
        <w:tc>
          <w:tcPr>
            <w:tcW w:w="1559" w:type="dxa"/>
            <w:tcBorders>
              <w:top w:val="single" w:sz="4" w:space="0" w:color="auto"/>
              <w:left w:val="single" w:sz="4" w:space="0" w:color="auto"/>
              <w:bottom w:val="single" w:sz="4" w:space="0" w:color="auto"/>
              <w:right w:val="single" w:sz="4" w:space="0" w:color="auto"/>
            </w:tcBorders>
            <w:vAlign w:val="center"/>
          </w:tcPr>
          <w:p w14:paraId="699C1CA7" w14:textId="77777777" w:rsidR="00682107" w:rsidRPr="008B7FD2" w:rsidRDefault="00682107" w:rsidP="009B3D0D">
            <w:pPr>
              <w:spacing w:before="40" w:after="0" w:line="240" w:lineRule="auto"/>
              <w:jc w:val="left"/>
              <w:rPr>
                <w:rStyle w:val="CaptionChar"/>
              </w:rPr>
            </w:pPr>
            <w:r w:rsidRPr="008B7FD2">
              <w:rPr>
                <w:rStyle w:val="CaptionChar"/>
              </w:rPr>
              <w:t>Datum verzije</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A8" w14:textId="77777777" w:rsidR="00682107" w:rsidRPr="008B7FD2" w:rsidRDefault="00682107" w:rsidP="009B3D0D">
            <w:pPr>
              <w:spacing w:before="40" w:after="0" w:line="240" w:lineRule="auto"/>
              <w:jc w:val="left"/>
              <w:rPr>
                <w:rStyle w:val="CaptionChar"/>
              </w:rPr>
            </w:pPr>
            <w:r w:rsidRPr="008B7FD2">
              <w:rPr>
                <w:rStyle w:val="CaptionChar"/>
              </w:rPr>
              <w:t>Opombe</w:t>
            </w:r>
          </w:p>
        </w:tc>
        <w:tc>
          <w:tcPr>
            <w:tcW w:w="1985" w:type="dxa"/>
            <w:tcBorders>
              <w:top w:val="single" w:sz="4" w:space="0" w:color="auto"/>
              <w:left w:val="single" w:sz="4" w:space="0" w:color="auto"/>
              <w:bottom w:val="single" w:sz="4" w:space="0" w:color="auto"/>
              <w:right w:val="single" w:sz="4" w:space="0" w:color="auto"/>
            </w:tcBorders>
            <w:vAlign w:val="center"/>
          </w:tcPr>
          <w:p w14:paraId="699C1CA9" w14:textId="77777777" w:rsidR="00682107" w:rsidRPr="008B7FD2" w:rsidRDefault="00682107" w:rsidP="009B3D0D">
            <w:pPr>
              <w:spacing w:before="40" w:after="0" w:line="240" w:lineRule="auto"/>
              <w:jc w:val="left"/>
              <w:rPr>
                <w:rStyle w:val="CaptionChar"/>
              </w:rPr>
            </w:pPr>
            <w:r w:rsidRPr="008B7FD2">
              <w:rPr>
                <w:rStyle w:val="CaptionChar"/>
              </w:rPr>
              <w:t>Status</w:t>
            </w:r>
          </w:p>
        </w:tc>
      </w:tr>
      <w:tr w:rsidR="00682107" w:rsidRPr="008B7FD2" w14:paraId="699C1CAF" w14:textId="77777777" w:rsidTr="009B3D0D">
        <w:tc>
          <w:tcPr>
            <w:tcW w:w="1842" w:type="dxa"/>
            <w:tcBorders>
              <w:top w:val="single" w:sz="4" w:space="0" w:color="auto"/>
              <w:left w:val="single" w:sz="4" w:space="0" w:color="auto"/>
              <w:bottom w:val="single" w:sz="4" w:space="0" w:color="auto"/>
              <w:right w:val="single" w:sz="4" w:space="0" w:color="auto"/>
            </w:tcBorders>
          </w:tcPr>
          <w:p w14:paraId="699C1CAB" w14:textId="77777777" w:rsidR="00682107" w:rsidRPr="008B7FD2" w:rsidRDefault="008B6BFE" w:rsidP="008B6BFE">
            <w:pPr>
              <w:spacing w:after="0" w:line="240" w:lineRule="auto"/>
            </w:pPr>
            <w:r w:rsidRPr="008B7FD2">
              <w:t>0</w:t>
            </w:r>
            <w:r w:rsidR="0043716E" w:rsidRPr="008B7FD2">
              <w:t>.</w:t>
            </w:r>
            <w:r w:rsidRPr="008B7FD2">
              <w:t>1</w:t>
            </w:r>
          </w:p>
        </w:tc>
        <w:tc>
          <w:tcPr>
            <w:tcW w:w="1559" w:type="dxa"/>
            <w:tcBorders>
              <w:top w:val="single" w:sz="4" w:space="0" w:color="auto"/>
              <w:left w:val="single" w:sz="4" w:space="0" w:color="auto"/>
              <w:bottom w:val="single" w:sz="4" w:space="0" w:color="auto"/>
              <w:right w:val="single" w:sz="4" w:space="0" w:color="auto"/>
            </w:tcBorders>
          </w:tcPr>
          <w:p w14:paraId="699C1CAC" w14:textId="77777777" w:rsidR="00682107" w:rsidRPr="008B7FD2" w:rsidRDefault="00E51A80" w:rsidP="006E776D">
            <w:pPr>
              <w:spacing w:after="0" w:line="240" w:lineRule="auto"/>
            </w:pPr>
            <w:r w:rsidRPr="008B7FD2">
              <w:t>14</w:t>
            </w:r>
            <w:r w:rsidR="0043716E" w:rsidRPr="008B7FD2">
              <w:t>.</w:t>
            </w:r>
            <w:r w:rsidR="00F31090" w:rsidRPr="008B7FD2">
              <w:t xml:space="preserve"> </w:t>
            </w:r>
            <w:r w:rsidRPr="008B7FD2">
              <w:t>12</w:t>
            </w:r>
            <w:r w:rsidR="0043716E" w:rsidRPr="008B7FD2">
              <w:t>.</w:t>
            </w:r>
            <w:r w:rsidR="00F31090" w:rsidRPr="008B7FD2">
              <w:t xml:space="preserve"> </w:t>
            </w:r>
            <w:r w:rsidR="0043716E" w:rsidRPr="008B7FD2">
              <w:t>20</w:t>
            </w:r>
            <w:r w:rsidRPr="008B7FD2">
              <w:t>13</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AD" w14:textId="77777777" w:rsidR="0043716E" w:rsidRPr="008B7FD2" w:rsidRDefault="002824F2" w:rsidP="0043716E">
            <w:pPr>
              <w:spacing w:after="0" w:line="240" w:lineRule="auto"/>
            </w:pPr>
            <w:r w:rsidRPr="008B7FD2">
              <w:t>Osnutek</w:t>
            </w:r>
          </w:p>
        </w:tc>
        <w:tc>
          <w:tcPr>
            <w:tcW w:w="1985" w:type="dxa"/>
            <w:tcBorders>
              <w:top w:val="single" w:sz="4" w:space="0" w:color="auto"/>
              <w:left w:val="single" w:sz="4" w:space="0" w:color="auto"/>
              <w:bottom w:val="single" w:sz="4" w:space="0" w:color="auto"/>
              <w:right w:val="single" w:sz="4" w:space="0" w:color="auto"/>
            </w:tcBorders>
          </w:tcPr>
          <w:p w14:paraId="699C1CAE" w14:textId="77777777" w:rsidR="00682107" w:rsidRPr="008B7FD2" w:rsidRDefault="00682107" w:rsidP="009B3D0D">
            <w:pPr>
              <w:spacing w:after="0" w:line="240" w:lineRule="auto"/>
            </w:pPr>
          </w:p>
        </w:tc>
      </w:tr>
      <w:tr w:rsidR="00682107" w:rsidRPr="008B7FD2" w14:paraId="699C1CB4" w14:textId="77777777" w:rsidTr="009B3D0D">
        <w:tc>
          <w:tcPr>
            <w:tcW w:w="1842" w:type="dxa"/>
            <w:tcBorders>
              <w:top w:val="single" w:sz="4" w:space="0" w:color="auto"/>
              <w:left w:val="single" w:sz="4" w:space="0" w:color="auto"/>
              <w:bottom w:val="single" w:sz="4" w:space="0" w:color="auto"/>
              <w:right w:val="single" w:sz="4" w:space="0" w:color="auto"/>
            </w:tcBorders>
          </w:tcPr>
          <w:p w14:paraId="699C1CB0" w14:textId="3C27EFA7" w:rsidR="00682107" w:rsidRPr="008B7FD2" w:rsidRDefault="00B339C2" w:rsidP="009B3D0D">
            <w:pPr>
              <w:spacing w:after="0" w:line="240" w:lineRule="auto"/>
            </w:pPr>
            <w:r w:rsidRPr="008B7FD2">
              <w:t>1.0</w:t>
            </w:r>
          </w:p>
        </w:tc>
        <w:tc>
          <w:tcPr>
            <w:tcW w:w="1559" w:type="dxa"/>
            <w:tcBorders>
              <w:top w:val="single" w:sz="4" w:space="0" w:color="auto"/>
              <w:left w:val="single" w:sz="4" w:space="0" w:color="auto"/>
              <w:bottom w:val="single" w:sz="4" w:space="0" w:color="auto"/>
              <w:right w:val="single" w:sz="4" w:space="0" w:color="auto"/>
            </w:tcBorders>
          </w:tcPr>
          <w:p w14:paraId="699C1CB1" w14:textId="6321A1D2" w:rsidR="00682107" w:rsidRPr="008B7FD2" w:rsidRDefault="00B339C2" w:rsidP="009B3D0D">
            <w:pPr>
              <w:spacing w:after="0" w:line="240" w:lineRule="auto"/>
            </w:pPr>
            <w:r w:rsidRPr="008B7FD2">
              <w:t>9.9.2014</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2" w14:textId="77777777" w:rsidR="00682107" w:rsidRPr="008B7FD2" w:rsidRDefault="00682107" w:rsidP="00ED72D7">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B3" w14:textId="77777777" w:rsidR="00682107" w:rsidRPr="008B7FD2" w:rsidRDefault="00682107" w:rsidP="009B3D0D">
            <w:pPr>
              <w:spacing w:after="0" w:line="240" w:lineRule="auto"/>
            </w:pPr>
          </w:p>
        </w:tc>
      </w:tr>
      <w:tr w:rsidR="00682107" w:rsidRPr="008B7FD2" w14:paraId="699C1CB9" w14:textId="77777777" w:rsidTr="009B3D0D">
        <w:tc>
          <w:tcPr>
            <w:tcW w:w="1842" w:type="dxa"/>
            <w:tcBorders>
              <w:top w:val="single" w:sz="4" w:space="0" w:color="auto"/>
              <w:left w:val="single" w:sz="4" w:space="0" w:color="auto"/>
              <w:bottom w:val="single" w:sz="4" w:space="0" w:color="auto"/>
              <w:right w:val="single" w:sz="4" w:space="0" w:color="auto"/>
            </w:tcBorders>
          </w:tcPr>
          <w:p w14:paraId="699C1CB5" w14:textId="3CEEA372" w:rsidR="00682107" w:rsidRPr="008B7FD2" w:rsidRDefault="001031C2" w:rsidP="009B3D0D">
            <w:pPr>
              <w:spacing w:after="0" w:line="240" w:lineRule="auto"/>
            </w:pPr>
            <w:r w:rsidRPr="008B7FD2">
              <w:t>1.1</w:t>
            </w:r>
          </w:p>
        </w:tc>
        <w:tc>
          <w:tcPr>
            <w:tcW w:w="1559" w:type="dxa"/>
            <w:tcBorders>
              <w:top w:val="single" w:sz="4" w:space="0" w:color="auto"/>
              <w:left w:val="single" w:sz="4" w:space="0" w:color="auto"/>
              <w:bottom w:val="single" w:sz="4" w:space="0" w:color="auto"/>
              <w:right w:val="single" w:sz="4" w:space="0" w:color="auto"/>
            </w:tcBorders>
          </w:tcPr>
          <w:p w14:paraId="699C1CB6" w14:textId="2A012A87" w:rsidR="00682107" w:rsidRPr="008B7FD2" w:rsidRDefault="001031C2" w:rsidP="009B3D0D">
            <w:pPr>
              <w:spacing w:after="0" w:line="240" w:lineRule="auto"/>
            </w:pPr>
            <w:r w:rsidRPr="008B7FD2">
              <w:t>25.8.2015</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7" w14:textId="072626AE" w:rsidR="00682107" w:rsidRPr="008B7FD2" w:rsidRDefault="001031C2" w:rsidP="009B3D0D">
            <w:pPr>
              <w:spacing w:after="0" w:line="240" w:lineRule="auto"/>
            </w:pPr>
            <w:r w:rsidRPr="008B7FD2">
              <w:t>Dodatki evidence zahtev</w:t>
            </w:r>
          </w:p>
        </w:tc>
        <w:tc>
          <w:tcPr>
            <w:tcW w:w="1985" w:type="dxa"/>
            <w:tcBorders>
              <w:top w:val="single" w:sz="4" w:space="0" w:color="auto"/>
              <w:left w:val="single" w:sz="4" w:space="0" w:color="auto"/>
              <w:bottom w:val="single" w:sz="4" w:space="0" w:color="auto"/>
              <w:right w:val="single" w:sz="4" w:space="0" w:color="auto"/>
            </w:tcBorders>
          </w:tcPr>
          <w:p w14:paraId="699C1CB8" w14:textId="77777777" w:rsidR="00682107" w:rsidRPr="008B7FD2" w:rsidRDefault="00682107" w:rsidP="009B3D0D">
            <w:pPr>
              <w:spacing w:after="0" w:line="240" w:lineRule="auto"/>
            </w:pPr>
          </w:p>
        </w:tc>
      </w:tr>
      <w:tr w:rsidR="00ED72D7" w:rsidRPr="008B7FD2" w14:paraId="699C1CBE" w14:textId="77777777" w:rsidTr="009B3D0D">
        <w:tc>
          <w:tcPr>
            <w:tcW w:w="1842" w:type="dxa"/>
            <w:tcBorders>
              <w:top w:val="single" w:sz="4" w:space="0" w:color="auto"/>
              <w:left w:val="single" w:sz="4" w:space="0" w:color="auto"/>
              <w:bottom w:val="single" w:sz="4" w:space="0" w:color="auto"/>
              <w:right w:val="single" w:sz="4" w:space="0" w:color="auto"/>
            </w:tcBorders>
          </w:tcPr>
          <w:p w14:paraId="699C1CBA" w14:textId="779753E2" w:rsidR="00ED72D7" w:rsidRPr="008B7FD2" w:rsidRDefault="0015616B" w:rsidP="009B3D0D">
            <w:pPr>
              <w:spacing w:after="0" w:line="240" w:lineRule="auto"/>
            </w:pPr>
            <w:r w:rsidRPr="008B7FD2">
              <w:t>1.2</w:t>
            </w:r>
          </w:p>
        </w:tc>
        <w:tc>
          <w:tcPr>
            <w:tcW w:w="1559" w:type="dxa"/>
            <w:tcBorders>
              <w:top w:val="single" w:sz="4" w:space="0" w:color="auto"/>
              <w:left w:val="single" w:sz="4" w:space="0" w:color="auto"/>
              <w:bottom w:val="single" w:sz="4" w:space="0" w:color="auto"/>
              <w:right w:val="single" w:sz="4" w:space="0" w:color="auto"/>
            </w:tcBorders>
          </w:tcPr>
          <w:p w14:paraId="699C1CBB" w14:textId="037A0C47" w:rsidR="00ED72D7" w:rsidRPr="008B7FD2" w:rsidRDefault="0015616B" w:rsidP="009B3D0D">
            <w:pPr>
              <w:spacing w:after="0" w:line="240" w:lineRule="auto"/>
            </w:pPr>
            <w:r w:rsidRPr="008B7FD2">
              <w:t>10.2.2016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BC" w14:textId="7C35A6FA" w:rsidR="00ED72D7" w:rsidRPr="008B7FD2" w:rsidRDefault="0015616B" w:rsidP="00E828CC">
            <w:pPr>
              <w:spacing w:after="0" w:line="240" w:lineRule="auto"/>
            </w:pPr>
            <w:r w:rsidRPr="008B7FD2">
              <w:t>Nova verzija podatkov MM</w:t>
            </w:r>
          </w:p>
        </w:tc>
        <w:tc>
          <w:tcPr>
            <w:tcW w:w="1985" w:type="dxa"/>
            <w:tcBorders>
              <w:top w:val="single" w:sz="4" w:space="0" w:color="auto"/>
              <w:left w:val="single" w:sz="4" w:space="0" w:color="auto"/>
              <w:bottom w:val="single" w:sz="4" w:space="0" w:color="auto"/>
              <w:right w:val="single" w:sz="4" w:space="0" w:color="auto"/>
            </w:tcBorders>
          </w:tcPr>
          <w:p w14:paraId="699C1CBD" w14:textId="77777777" w:rsidR="00ED72D7" w:rsidRPr="008B7FD2" w:rsidRDefault="00ED72D7" w:rsidP="009B3D0D">
            <w:pPr>
              <w:spacing w:after="0" w:line="240" w:lineRule="auto"/>
            </w:pPr>
          </w:p>
        </w:tc>
      </w:tr>
      <w:tr w:rsidR="00ED72D7" w:rsidRPr="008B7FD2" w14:paraId="699C1CC3" w14:textId="77777777" w:rsidTr="009B3D0D">
        <w:tc>
          <w:tcPr>
            <w:tcW w:w="1842" w:type="dxa"/>
            <w:tcBorders>
              <w:top w:val="single" w:sz="4" w:space="0" w:color="auto"/>
              <w:left w:val="single" w:sz="4" w:space="0" w:color="auto"/>
              <w:bottom w:val="single" w:sz="4" w:space="0" w:color="auto"/>
              <w:right w:val="single" w:sz="4" w:space="0" w:color="auto"/>
            </w:tcBorders>
          </w:tcPr>
          <w:p w14:paraId="699C1CBF" w14:textId="6D0C025A" w:rsidR="00ED72D7" w:rsidRPr="008B7FD2" w:rsidRDefault="00E104F0" w:rsidP="009B3D0D">
            <w:pPr>
              <w:spacing w:after="0" w:line="240" w:lineRule="auto"/>
            </w:pPr>
            <w:r w:rsidRPr="008B7FD2">
              <w:t>1.3.</w:t>
            </w:r>
          </w:p>
        </w:tc>
        <w:tc>
          <w:tcPr>
            <w:tcW w:w="1559" w:type="dxa"/>
            <w:tcBorders>
              <w:top w:val="single" w:sz="4" w:space="0" w:color="auto"/>
              <w:left w:val="single" w:sz="4" w:space="0" w:color="auto"/>
              <w:bottom w:val="single" w:sz="4" w:space="0" w:color="auto"/>
              <w:right w:val="single" w:sz="4" w:space="0" w:color="auto"/>
            </w:tcBorders>
          </w:tcPr>
          <w:p w14:paraId="699C1CC0" w14:textId="0E6D886D" w:rsidR="00ED72D7" w:rsidRPr="008B7FD2" w:rsidRDefault="00E104F0" w:rsidP="009B3D0D">
            <w:pPr>
              <w:spacing w:after="0" w:line="240" w:lineRule="auto"/>
            </w:pPr>
            <w:r w:rsidRPr="008B7FD2">
              <w:t>6.9.2016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1" w14:textId="65723269" w:rsidR="00ED72D7" w:rsidRPr="008B7FD2" w:rsidRDefault="00E104F0" w:rsidP="00E828CC">
            <w:pPr>
              <w:spacing w:after="0" w:line="240" w:lineRule="auto"/>
            </w:pPr>
            <w:r w:rsidRPr="008B7FD2">
              <w:t>Umaknjena odjava plačnika</w:t>
            </w:r>
          </w:p>
        </w:tc>
        <w:tc>
          <w:tcPr>
            <w:tcW w:w="1985" w:type="dxa"/>
            <w:tcBorders>
              <w:top w:val="single" w:sz="4" w:space="0" w:color="auto"/>
              <w:left w:val="single" w:sz="4" w:space="0" w:color="auto"/>
              <w:bottom w:val="single" w:sz="4" w:space="0" w:color="auto"/>
              <w:right w:val="single" w:sz="4" w:space="0" w:color="auto"/>
            </w:tcBorders>
          </w:tcPr>
          <w:p w14:paraId="699C1CC2" w14:textId="77777777" w:rsidR="00ED72D7" w:rsidRPr="008B7FD2" w:rsidRDefault="00ED72D7" w:rsidP="009B3D0D">
            <w:pPr>
              <w:spacing w:after="0" w:line="240" w:lineRule="auto"/>
            </w:pPr>
          </w:p>
        </w:tc>
      </w:tr>
      <w:tr w:rsidR="00ED72D7" w:rsidRPr="008B7FD2" w14:paraId="699C1CC8" w14:textId="77777777" w:rsidTr="009B3D0D">
        <w:tc>
          <w:tcPr>
            <w:tcW w:w="1842" w:type="dxa"/>
            <w:tcBorders>
              <w:top w:val="single" w:sz="4" w:space="0" w:color="auto"/>
              <w:left w:val="single" w:sz="4" w:space="0" w:color="auto"/>
              <w:bottom w:val="single" w:sz="4" w:space="0" w:color="auto"/>
              <w:right w:val="single" w:sz="4" w:space="0" w:color="auto"/>
            </w:tcBorders>
          </w:tcPr>
          <w:p w14:paraId="699C1CC4" w14:textId="6DCE20C9" w:rsidR="00ED72D7" w:rsidRPr="008B7FD2" w:rsidRDefault="001922F6" w:rsidP="009B3D0D">
            <w:pPr>
              <w:spacing w:after="0" w:line="240" w:lineRule="auto"/>
            </w:pPr>
            <w:r w:rsidRPr="008B7FD2">
              <w:t>1.4.</w:t>
            </w:r>
          </w:p>
        </w:tc>
        <w:tc>
          <w:tcPr>
            <w:tcW w:w="1559" w:type="dxa"/>
            <w:tcBorders>
              <w:top w:val="single" w:sz="4" w:space="0" w:color="auto"/>
              <w:left w:val="single" w:sz="4" w:space="0" w:color="auto"/>
              <w:bottom w:val="single" w:sz="4" w:space="0" w:color="auto"/>
              <w:right w:val="single" w:sz="4" w:space="0" w:color="auto"/>
            </w:tcBorders>
          </w:tcPr>
          <w:p w14:paraId="699C1CC5" w14:textId="547964F1" w:rsidR="00ED72D7" w:rsidRPr="008B7FD2" w:rsidRDefault="001922F6" w:rsidP="009B3D0D">
            <w:pPr>
              <w:spacing w:after="0" w:line="240" w:lineRule="auto"/>
            </w:pPr>
            <w:r w:rsidRPr="008B7FD2">
              <w:t>3.10.2016</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6" w14:textId="0D2F1D71" w:rsidR="00ED72D7" w:rsidRPr="008B7FD2" w:rsidRDefault="001922F6" w:rsidP="009B3D0D">
            <w:pPr>
              <w:spacing w:after="0" w:line="240" w:lineRule="auto"/>
            </w:pPr>
            <w:r w:rsidRPr="008B7FD2">
              <w:t>Dodana storitev za pridobivanje količin</w:t>
            </w:r>
          </w:p>
        </w:tc>
        <w:tc>
          <w:tcPr>
            <w:tcW w:w="1985" w:type="dxa"/>
            <w:tcBorders>
              <w:top w:val="single" w:sz="4" w:space="0" w:color="auto"/>
              <w:left w:val="single" w:sz="4" w:space="0" w:color="auto"/>
              <w:bottom w:val="single" w:sz="4" w:space="0" w:color="auto"/>
              <w:right w:val="single" w:sz="4" w:space="0" w:color="auto"/>
            </w:tcBorders>
          </w:tcPr>
          <w:p w14:paraId="699C1CC7" w14:textId="77777777" w:rsidR="00ED72D7" w:rsidRPr="008B7FD2" w:rsidRDefault="00ED72D7" w:rsidP="009B3D0D">
            <w:pPr>
              <w:spacing w:after="0" w:line="240" w:lineRule="auto"/>
            </w:pPr>
          </w:p>
        </w:tc>
      </w:tr>
      <w:tr w:rsidR="00ED72D7" w:rsidRPr="008B7FD2" w14:paraId="699C1CCD" w14:textId="77777777" w:rsidTr="009B3D0D">
        <w:tc>
          <w:tcPr>
            <w:tcW w:w="1842" w:type="dxa"/>
            <w:tcBorders>
              <w:top w:val="single" w:sz="4" w:space="0" w:color="auto"/>
              <w:left w:val="single" w:sz="4" w:space="0" w:color="auto"/>
              <w:bottom w:val="single" w:sz="4" w:space="0" w:color="auto"/>
              <w:right w:val="single" w:sz="4" w:space="0" w:color="auto"/>
            </w:tcBorders>
          </w:tcPr>
          <w:p w14:paraId="699C1CC9" w14:textId="23BCB2B4" w:rsidR="00ED72D7" w:rsidRPr="008B7FD2" w:rsidRDefault="00F01376" w:rsidP="009B3D0D">
            <w:pPr>
              <w:spacing w:after="0" w:line="240" w:lineRule="auto"/>
            </w:pPr>
            <w:r w:rsidRPr="008B7FD2">
              <w:t>1.5.</w:t>
            </w:r>
          </w:p>
        </w:tc>
        <w:tc>
          <w:tcPr>
            <w:tcW w:w="1559" w:type="dxa"/>
            <w:tcBorders>
              <w:top w:val="single" w:sz="4" w:space="0" w:color="auto"/>
              <w:left w:val="single" w:sz="4" w:space="0" w:color="auto"/>
              <w:bottom w:val="single" w:sz="4" w:space="0" w:color="auto"/>
              <w:right w:val="single" w:sz="4" w:space="0" w:color="auto"/>
            </w:tcBorders>
          </w:tcPr>
          <w:p w14:paraId="699C1CCA" w14:textId="4E074DC4" w:rsidR="00ED72D7" w:rsidRPr="008B7FD2" w:rsidRDefault="00F01376" w:rsidP="009B3D0D">
            <w:pPr>
              <w:spacing w:after="0" w:line="240" w:lineRule="auto"/>
            </w:pPr>
            <w:r w:rsidRPr="008B7FD2">
              <w:t>13.7.2017</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CB" w14:textId="612F7F01" w:rsidR="00ED72D7" w:rsidRPr="008B7FD2" w:rsidRDefault="00F01376" w:rsidP="009B3D0D">
            <w:pPr>
              <w:spacing w:after="0" w:line="240" w:lineRule="auto"/>
            </w:pPr>
            <w:r w:rsidRPr="008B7FD2">
              <w:t>Dodane verzije storitev z GSRN MM kodo.</w:t>
            </w:r>
          </w:p>
        </w:tc>
        <w:tc>
          <w:tcPr>
            <w:tcW w:w="1985" w:type="dxa"/>
            <w:tcBorders>
              <w:top w:val="single" w:sz="4" w:space="0" w:color="auto"/>
              <w:left w:val="single" w:sz="4" w:space="0" w:color="auto"/>
              <w:bottom w:val="single" w:sz="4" w:space="0" w:color="auto"/>
              <w:right w:val="single" w:sz="4" w:space="0" w:color="auto"/>
            </w:tcBorders>
          </w:tcPr>
          <w:p w14:paraId="699C1CCC" w14:textId="77777777" w:rsidR="00ED72D7" w:rsidRPr="008B7FD2" w:rsidRDefault="00ED72D7" w:rsidP="009B3D0D">
            <w:pPr>
              <w:spacing w:after="0" w:line="240" w:lineRule="auto"/>
            </w:pPr>
          </w:p>
        </w:tc>
      </w:tr>
      <w:tr w:rsidR="00ED72D7" w:rsidRPr="008B7FD2" w14:paraId="699C1CD2" w14:textId="77777777" w:rsidTr="009B3D0D">
        <w:tc>
          <w:tcPr>
            <w:tcW w:w="1842" w:type="dxa"/>
            <w:tcBorders>
              <w:top w:val="single" w:sz="4" w:space="0" w:color="auto"/>
              <w:left w:val="single" w:sz="4" w:space="0" w:color="auto"/>
              <w:bottom w:val="single" w:sz="4" w:space="0" w:color="auto"/>
              <w:right w:val="single" w:sz="4" w:space="0" w:color="auto"/>
            </w:tcBorders>
          </w:tcPr>
          <w:p w14:paraId="699C1CCE" w14:textId="16A7B8AB" w:rsidR="00ED72D7" w:rsidRPr="008B7FD2" w:rsidRDefault="00542EE6" w:rsidP="009B3D0D">
            <w:pPr>
              <w:spacing w:after="0" w:line="240" w:lineRule="auto"/>
            </w:pPr>
            <w:r>
              <w:t>1.6.</w:t>
            </w:r>
          </w:p>
        </w:tc>
        <w:tc>
          <w:tcPr>
            <w:tcW w:w="1559" w:type="dxa"/>
            <w:tcBorders>
              <w:top w:val="single" w:sz="4" w:space="0" w:color="auto"/>
              <w:left w:val="single" w:sz="4" w:space="0" w:color="auto"/>
              <w:bottom w:val="single" w:sz="4" w:space="0" w:color="auto"/>
              <w:right w:val="single" w:sz="4" w:space="0" w:color="auto"/>
            </w:tcBorders>
          </w:tcPr>
          <w:p w14:paraId="699C1CCF" w14:textId="0AE53483" w:rsidR="00ED72D7" w:rsidRPr="008B7FD2" w:rsidRDefault="00542EE6" w:rsidP="009B3D0D">
            <w:pPr>
              <w:spacing w:after="0" w:line="240" w:lineRule="auto"/>
            </w:pPr>
            <w:r>
              <w:t>3.3.2018</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0" w14:textId="78C65FFB" w:rsidR="00ED72D7" w:rsidRPr="008B7FD2" w:rsidRDefault="00542EE6" w:rsidP="009B3D0D">
            <w:pPr>
              <w:spacing w:after="0" w:line="240" w:lineRule="auto"/>
            </w:pPr>
            <w:r>
              <w:t>Popravki.</w:t>
            </w:r>
          </w:p>
        </w:tc>
        <w:tc>
          <w:tcPr>
            <w:tcW w:w="1985" w:type="dxa"/>
            <w:tcBorders>
              <w:top w:val="single" w:sz="4" w:space="0" w:color="auto"/>
              <w:left w:val="single" w:sz="4" w:space="0" w:color="auto"/>
              <w:bottom w:val="single" w:sz="4" w:space="0" w:color="auto"/>
              <w:right w:val="single" w:sz="4" w:space="0" w:color="auto"/>
            </w:tcBorders>
          </w:tcPr>
          <w:p w14:paraId="699C1CD1" w14:textId="77777777" w:rsidR="00ED72D7" w:rsidRPr="008B7FD2" w:rsidRDefault="00ED72D7" w:rsidP="009B3D0D">
            <w:pPr>
              <w:spacing w:after="0" w:line="240" w:lineRule="auto"/>
            </w:pPr>
          </w:p>
        </w:tc>
      </w:tr>
      <w:tr w:rsidR="00ED72D7" w:rsidRPr="008B7FD2" w14:paraId="699C1CD7" w14:textId="77777777" w:rsidTr="009B3D0D">
        <w:tc>
          <w:tcPr>
            <w:tcW w:w="1842" w:type="dxa"/>
            <w:tcBorders>
              <w:top w:val="single" w:sz="4" w:space="0" w:color="auto"/>
              <w:left w:val="single" w:sz="4" w:space="0" w:color="auto"/>
              <w:bottom w:val="single" w:sz="4" w:space="0" w:color="auto"/>
              <w:right w:val="single" w:sz="4" w:space="0" w:color="auto"/>
            </w:tcBorders>
          </w:tcPr>
          <w:p w14:paraId="699C1CD3" w14:textId="29DFFCEA" w:rsidR="00ED72D7" w:rsidRPr="008B7FD2" w:rsidRDefault="002968D7" w:rsidP="009B3D0D">
            <w:pPr>
              <w:spacing w:after="0" w:line="240" w:lineRule="auto"/>
            </w:pPr>
            <w:r>
              <w:t>1.7.</w:t>
            </w:r>
          </w:p>
        </w:tc>
        <w:tc>
          <w:tcPr>
            <w:tcW w:w="1559" w:type="dxa"/>
            <w:tcBorders>
              <w:top w:val="single" w:sz="4" w:space="0" w:color="auto"/>
              <w:left w:val="single" w:sz="4" w:space="0" w:color="auto"/>
              <w:bottom w:val="single" w:sz="4" w:space="0" w:color="auto"/>
              <w:right w:val="single" w:sz="4" w:space="0" w:color="auto"/>
            </w:tcBorders>
          </w:tcPr>
          <w:p w14:paraId="699C1CD4" w14:textId="4A7BB87D" w:rsidR="00ED72D7" w:rsidRPr="008B7FD2" w:rsidRDefault="002968D7" w:rsidP="009B3D0D">
            <w:pPr>
              <w:spacing w:after="0" w:line="240" w:lineRule="auto"/>
            </w:pPr>
            <w:r>
              <w:t>28.3.2018</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5" w14:textId="7D47E6AB" w:rsidR="00ED72D7" w:rsidRPr="008B7FD2" w:rsidRDefault="002968D7" w:rsidP="009B3D0D">
            <w:pPr>
              <w:spacing w:after="0" w:line="240" w:lineRule="auto"/>
            </w:pPr>
            <w:r>
              <w:t>Sprememba datumov prenehanja delovanja starih verzij storitev.</w:t>
            </w:r>
          </w:p>
        </w:tc>
        <w:tc>
          <w:tcPr>
            <w:tcW w:w="1985" w:type="dxa"/>
            <w:tcBorders>
              <w:top w:val="single" w:sz="4" w:space="0" w:color="auto"/>
              <w:left w:val="single" w:sz="4" w:space="0" w:color="auto"/>
              <w:bottom w:val="single" w:sz="4" w:space="0" w:color="auto"/>
              <w:right w:val="single" w:sz="4" w:space="0" w:color="auto"/>
            </w:tcBorders>
          </w:tcPr>
          <w:p w14:paraId="699C1CD6" w14:textId="77777777" w:rsidR="00ED72D7" w:rsidRPr="008B7FD2" w:rsidRDefault="00ED72D7" w:rsidP="009B3D0D">
            <w:pPr>
              <w:spacing w:after="0" w:line="240" w:lineRule="auto"/>
            </w:pPr>
          </w:p>
        </w:tc>
      </w:tr>
      <w:tr w:rsidR="00ED72D7" w:rsidRPr="008B7FD2" w14:paraId="699C1CDC" w14:textId="77777777" w:rsidTr="009B3D0D">
        <w:tc>
          <w:tcPr>
            <w:tcW w:w="1842" w:type="dxa"/>
            <w:tcBorders>
              <w:top w:val="single" w:sz="4" w:space="0" w:color="auto"/>
              <w:left w:val="single" w:sz="4" w:space="0" w:color="auto"/>
              <w:bottom w:val="single" w:sz="4" w:space="0" w:color="auto"/>
              <w:right w:val="single" w:sz="4" w:space="0" w:color="auto"/>
            </w:tcBorders>
          </w:tcPr>
          <w:p w14:paraId="699C1CD8" w14:textId="61C35C32" w:rsidR="00ED72D7" w:rsidRPr="008B7FD2" w:rsidRDefault="00877ABC" w:rsidP="009B3D0D">
            <w:pPr>
              <w:spacing w:after="0" w:line="240" w:lineRule="auto"/>
            </w:pPr>
            <w:r>
              <w:t>1.8.</w:t>
            </w:r>
          </w:p>
        </w:tc>
        <w:tc>
          <w:tcPr>
            <w:tcW w:w="1559" w:type="dxa"/>
            <w:tcBorders>
              <w:top w:val="single" w:sz="4" w:space="0" w:color="auto"/>
              <w:left w:val="single" w:sz="4" w:space="0" w:color="auto"/>
              <w:bottom w:val="single" w:sz="4" w:space="0" w:color="auto"/>
              <w:right w:val="single" w:sz="4" w:space="0" w:color="auto"/>
            </w:tcBorders>
          </w:tcPr>
          <w:p w14:paraId="699C1CD9" w14:textId="05212AA5" w:rsidR="00ED72D7" w:rsidRPr="008B7FD2" w:rsidRDefault="00877ABC" w:rsidP="009B3D0D">
            <w:pPr>
              <w:spacing w:after="0" w:line="240" w:lineRule="auto"/>
            </w:pPr>
            <w:r>
              <w:t>25.9.2018</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A" w14:textId="48173E52" w:rsidR="00ED72D7" w:rsidRPr="008B7FD2" w:rsidRDefault="00877ABC" w:rsidP="008170DF">
            <w:pPr>
              <w:spacing w:after="0" w:line="240" w:lineRule="auto"/>
            </w:pPr>
            <w:r>
              <w:t>P</w:t>
            </w:r>
            <w:r w:rsidR="008170DF">
              <w:t>oprav</w:t>
            </w:r>
            <w:r>
              <w:t>k</w:t>
            </w:r>
            <w:r w:rsidR="008170DF">
              <w:t>i.</w:t>
            </w:r>
          </w:p>
        </w:tc>
        <w:tc>
          <w:tcPr>
            <w:tcW w:w="1985" w:type="dxa"/>
            <w:tcBorders>
              <w:top w:val="single" w:sz="4" w:space="0" w:color="auto"/>
              <w:left w:val="single" w:sz="4" w:space="0" w:color="auto"/>
              <w:bottom w:val="single" w:sz="4" w:space="0" w:color="auto"/>
              <w:right w:val="single" w:sz="4" w:space="0" w:color="auto"/>
            </w:tcBorders>
          </w:tcPr>
          <w:p w14:paraId="699C1CDB" w14:textId="77777777" w:rsidR="00ED72D7" w:rsidRPr="008B7FD2" w:rsidRDefault="00ED72D7" w:rsidP="009B3D0D">
            <w:pPr>
              <w:spacing w:after="0" w:line="240" w:lineRule="auto"/>
            </w:pPr>
          </w:p>
        </w:tc>
      </w:tr>
      <w:tr w:rsidR="00ED72D7" w:rsidRPr="008B7FD2" w14:paraId="699C1CE1" w14:textId="77777777" w:rsidTr="009B3D0D">
        <w:tc>
          <w:tcPr>
            <w:tcW w:w="1842" w:type="dxa"/>
            <w:tcBorders>
              <w:top w:val="single" w:sz="4" w:space="0" w:color="auto"/>
              <w:left w:val="single" w:sz="4" w:space="0" w:color="auto"/>
              <w:bottom w:val="single" w:sz="4" w:space="0" w:color="auto"/>
              <w:right w:val="single" w:sz="4" w:space="0" w:color="auto"/>
            </w:tcBorders>
          </w:tcPr>
          <w:p w14:paraId="699C1CDD" w14:textId="2D35DFB7" w:rsidR="00ED72D7" w:rsidRPr="008B7FD2" w:rsidRDefault="00CF06F4" w:rsidP="009B3D0D">
            <w:pPr>
              <w:spacing w:after="0" w:line="240" w:lineRule="auto"/>
            </w:pPr>
            <w:r>
              <w:t>1.9</w:t>
            </w:r>
          </w:p>
        </w:tc>
        <w:tc>
          <w:tcPr>
            <w:tcW w:w="1559" w:type="dxa"/>
            <w:tcBorders>
              <w:top w:val="single" w:sz="4" w:space="0" w:color="auto"/>
              <w:left w:val="single" w:sz="4" w:space="0" w:color="auto"/>
              <w:bottom w:val="single" w:sz="4" w:space="0" w:color="auto"/>
              <w:right w:val="single" w:sz="4" w:space="0" w:color="auto"/>
            </w:tcBorders>
          </w:tcPr>
          <w:p w14:paraId="699C1CDE" w14:textId="5FD915F5" w:rsidR="00ED72D7" w:rsidRPr="008B7FD2" w:rsidRDefault="00CF06F4" w:rsidP="009B3D0D">
            <w:pPr>
              <w:spacing w:after="0" w:line="240" w:lineRule="auto"/>
            </w:pPr>
            <w:r>
              <w:t>13.2.2019</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DF" w14:textId="46C8B902" w:rsidR="00ED72D7" w:rsidRPr="008B7FD2" w:rsidRDefault="00CF06F4" w:rsidP="009B3D0D">
            <w:pPr>
              <w:spacing w:after="0" w:line="240" w:lineRule="auto"/>
            </w:pPr>
            <w:r>
              <w:t>Dodan opis storitve za masovno pridobivanje podatkov o merilnih mestih.</w:t>
            </w:r>
          </w:p>
        </w:tc>
        <w:tc>
          <w:tcPr>
            <w:tcW w:w="1985" w:type="dxa"/>
            <w:tcBorders>
              <w:top w:val="single" w:sz="4" w:space="0" w:color="auto"/>
              <w:left w:val="single" w:sz="4" w:space="0" w:color="auto"/>
              <w:bottom w:val="single" w:sz="4" w:space="0" w:color="auto"/>
              <w:right w:val="single" w:sz="4" w:space="0" w:color="auto"/>
            </w:tcBorders>
          </w:tcPr>
          <w:p w14:paraId="699C1CE0" w14:textId="77777777" w:rsidR="00ED72D7" w:rsidRPr="008B7FD2" w:rsidRDefault="00ED72D7" w:rsidP="009B3D0D">
            <w:pPr>
              <w:spacing w:after="0" w:line="240" w:lineRule="auto"/>
            </w:pPr>
          </w:p>
        </w:tc>
      </w:tr>
      <w:tr w:rsidR="00ED72D7" w:rsidRPr="008B7FD2" w14:paraId="699C1CE6" w14:textId="77777777" w:rsidTr="009B3D0D">
        <w:tc>
          <w:tcPr>
            <w:tcW w:w="1842" w:type="dxa"/>
            <w:tcBorders>
              <w:top w:val="single" w:sz="4" w:space="0" w:color="auto"/>
              <w:left w:val="single" w:sz="4" w:space="0" w:color="auto"/>
              <w:bottom w:val="single" w:sz="4" w:space="0" w:color="auto"/>
              <w:right w:val="single" w:sz="4" w:space="0" w:color="auto"/>
            </w:tcBorders>
          </w:tcPr>
          <w:p w14:paraId="699C1CE2" w14:textId="3EA07C54" w:rsidR="00ED72D7" w:rsidRPr="008B7FD2" w:rsidRDefault="00E73811" w:rsidP="009B3D0D">
            <w:pPr>
              <w:spacing w:after="0" w:line="240" w:lineRule="auto"/>
            </w:pPr>
            <w:r>
              <w:t>1.10</w:t>
            </w:r>
          </w:p>
        </w:tc>
        <w:tc>
          <w:tcPr>
            <w:tcW w:w="1559" w:type="dxa"/>
            <w:tcBorders>
              <w:top w:val="single" w:sz="4" w:space="0" w:color="auto"/>
              <w:left w:val="single" w:sz="4" w:space="0" w:color="auto"/>
              <w:bottom w:val="single" w:sz="4" w:space="0" w:color="auto"/>
              <w:right w:val="single" w:sz="4" w:space="0" w:color="auto"/>
            </w:tcBorders>
          </w:tcPr>
          <w:p w14:paraId="699C1CE3" w14:textId="56E3E995" w:rsidR="00ED72D7" w:rsidRPr="008B7FD2" w:rsidRDefault="00E73811" w:rsidP="009B3D0D">
            <w:pPr>
              <w:spacing w:after="0" w:line="240" w:lineRule="auto"/>
            </w:pPr>
            <w:r>
              <w:t>22.12.2020</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4" w14:textId="5B25A6B2" w:rsidR="00ED72D7" w:rsidRPr="008B7FD2" w:rsidRDefault="00E73811" w:rsidP="009B3D0D">
            <w:pPr>
              <w:spacing w:after="0" w:line="240" w:lineRule="auto"/>
            </w:pPr>
            <w:r>
              <w:t>Dodan opis storitve za pridobivanje podatkov o MM na osnovi ID evidence spremembe</w:t>
            </w:r>
          </w:p>
        </w:tc>
        <w:tc>
          <w:tcPr>
            <w:tcW w:w="1985" w:type="dxa"/>
            <w:tcBorders>
              <w:top w:val="single" w:sz="4" w:space="0" w:color="auto"/>
              <w:left w:val="single" w:sz="4" w:space="0" w:color="auto"/>
              <w:bottom w:val="single" w:sz="4" w:space="0" w:color="auto"/>
              <w:right w:val="single" w:sz="4" w:space="0" w:color="auto"/>
            </w:tcBorders>
          </w:tcPr>
          <w:p w14:paraId="699C1CE5" w14:textId="77777777" w:rsidR="00ED72D7" w:rsidRPr="008B7FD2" w:rsidRDefault="00ED72D7" w:rsidP="009B3D0D">
            <w:pPr>
              <w:spacing w:after="0" w:line="240" w:lineRule="auto"/>
            </w:pPr>
          </w:p>
        </w:tc>
      </w:tr>
      <w:tr w:rsidR="00ED72D7" w:rsidRPr="008B7FD2" w14:paraId="699C1CEB" w14:textId="77777777" w:rsidTr="009B3D0D">
        <w:tc>
          <w:tcPr>
            <w:tcW w:w="1842" w:type="dxa"/>
            <w:tcBorders>
              <w:top w:val="single" w:sz="4" w:space="0" w:color="auto"/>
              <w:left w:val="single" w:sz="4" w:space="0" w:color="auto"/>
              <w:bottom w:val="single" w:sz="4" w:space="0" w:color="auto"/>
              <w:right w:val="single" w:sz="4" w:space="0" w:color="auto"/>
            </w:tcBorders>
          </w:tcPr>
          <w:p w14:paraId="699C1CE7" w14:textId="7A7C2D18" w:rsidR="00ED72D7" w:rsidRPr="008B7FD2" w:rsidRDefault="00F67422" w:rsidP="009B3D0D">
            <w:pPr>
              <w:spacing w:after="0" w:line="240" w:lineRule="auto"/>
            </w:pPr>
            <w:r>
              <w:t>1.11</w:t>
            </w:r>
          </w:p>
        </w:tc>
        <w:tc>
          <w:tcPr>
            <w:tcW w:w="1559" w:type="dxa"/>
            <w:tcBorders>
              <w:top w:val="single" w:sz="4" w:space="0" w:color="auto"/>
              <w:left w:val="single" w:sz="4" w:space="0" w:color="auto"/>
              <w:bottom w:val="single" w:sz="4" w:space="0" w:color="auto"/>
              <w:right w:val="single" w:sz="4" w:space="0" w:color="auto"/>
            </w:tcBorders>
          </w:tcPr>
          <w:p w14:paraId="699C1CE8" w14:textId="210FBBEF" w:rsidR="00ED72D7" w:rsidRPr="008B7FD2" w:rsidRDefault="00F67422" w:rsidP="009B3D0D">
            <w:pPr>
              <w:spacing w:after="0" w:line="240" w:lineRule="auto"/>
            </w:pPr>
            <w:r>
              <w:t>1.2.2021</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9" w14:textId="73AC5F00" w:rsidR="00ED72D7" w:rsidRPr="008B7FD2" w:rsidRDefault="00F67422" w:rsidP="009B3D0D">
            <w:pPr>
              <w:spacing w:after="0" w:line="240" w:lineRule="auto"/>
            </w:pPr>
            <w:r>
              <w:t>Odstranitev masovno pridobivanje MM</w:t>
            </w:r>
          </w:p>
        </w:tc>
        <w:tc>
          <w:tcPr>
            <w:tcW w:w="1985" w:type="dxa"/>
            <w:tcBorders>
              <w:top w:val="single" w:sz="4" w:space="0" w:color="auto"/>
              <w:left w:val="single" w:sz="4" w:space="0" w:color="auto"/>
              <w:bottom w:val="single" w:sz="4" w:space="0" w:color="auto"/>
              <w:right w:val="single" w:sz="4" w:space="0" w:color="auto"/>
            </w:tcBorders>
          </w:tcPr>
          <w:p w14:paraId="699C1CEA" w14:textId="77777777" w:rsidR="00ED72D7" w:rsidRPr="008B7FD2" w:rsidRDefault="00ED72D7" w:rsidP="009B3D0D">
            <w:pPr>
              <w:spacing w:after="0" w:line="240" w:lineRule="auto"/>
            </w:pPr>
          </w:p>
        </w:tc>
      </w:tr>
      <w:tr w:rsidR="00ED72D7" w:rsidRPr="008B7FD2" w14:paraId="699C1CF0" w14:textId="77777777" w:rsidTr="009B3D0D">
        <w:tc>
          <w:tcPr>
            <w:tcW w:w="1842" w:type="dxa"/>
            <w:tcBorders>
              <w:top w:val="single" w:sz="4" w:space="0" w:color="auto"/>
              <w:left w:val="single" w:sz="4" w:space="0" w:color="auto"/>
              <w:bottom w:val="single" w:sz="4" w:space="0" w:color="auto"/>
              <w:right w:val="single" w:sz="4" w:space="0" w:color="auto"/>
            </w:tcBorders>
          </w:tcPr>
          <w:p w14:paraId="699C1CEC" w14:textId="024A76F1" w:rsidR="00ED72D7" w:rsidRPr="008B7FD2" w:rsidRDefault="003B245F" w:rsidP="009B3D0D">
            <w:pPr>
              <w:spacing w:after="0" w:line="240" w:lineRule="auto"/>
            </w:pPr>
            <w:r>
              <w:t>1.12</w:t>
            </w:r>
          </w:p>
        </w:tc>
        <w:tc>
          <w:tcPr>
            <w:tcW w:w="1559" w:type="dxa"/>
            <w:tcBorders>
              <w:top w:val="single" w:sz="4" w:space="0" w:color="auto"/>
              <w:left w:val="single" w:sz="4" w:space="0" w:color="auto"/>
              <w:bottom w:val="single" w:sz="4" w:space="0" w:color="auto"/>
              <w:right w:val="single" w:sz="4" w:space="0" w:color="auto"/>
            </w:tcBorders>
          </w:tcPr>
          <w:p w14:paraId="699C1CED" w14:textId="7D013D35" w:rsidR="00ED72D7" w:rsidRPr="008B7FD2" w:rsidRDefault="00F134F8" w:rsidP="009B3D0D">
            <w:pPr>
              <w:spacing w:after="0" w:line="240" w:lineRule="auto"/>
            </w:pPr>
            <w:r>
              <w:t>21</w:t>
            </w:r>
            <w:r w:rsidR="003B245F">
              <w:t>.2.2021</w:t>
            </w: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EE" w14:textId="1E525259" w:rsidR="00ED72D7" w:rsidRPr="008B7FD2" w:rsidRDefault="003B245F" w:rsidP="009B3D0D">
            <w:pPr>
              <w:spacing w:after="0" w:line="240" w:lineRule="auto"/>
            </w:pPr>
            <w:r>
              <w:t>Spremembe storitev zaradi nove menjave dobavitelja</w:t>
            </w:r>
          </w:p>
        </w:tc>
        <w:tc>
          <w:tcPr>
            <w:tcW w:w="1985" w:type="dxa"/>
            <w:tcBorders>
              <w:top w:val="single" w:sz="4" w:space="0" w:color="auto"/>
              <w:left w:val="single" w:sz="4" w:space="0" w:color="auto"/>
              <w:bottom w:val="single" w:sz="4" w:space="0" w:color="auto"/>
              <w:right w:val="single" w:sz="4" w:space="0" w:color="auto"/>
            </w:tcBorders>
          </w:tcPr>
          <w:p w14:paraId="699C1CEF" w14:textId="77777777" w:rsidR="00ED72D7" w:rsidRPr="008B7FD2" w:rsidRDefault="00ED72D7" w:rsidP="009B3D0D">
            <w:pPr>
              <w:spacing w:after="0" w:line="240" w:lineRule="auto"/>
            </w:pPr>
          </w:p>
        </w:tc>
      </w:tr>
      <w:tr w:rsidR="00ED72D7" w:rsidRPr="008B7FD2" w14:paraId="699C1CF5" w14:textId="77777777" w:rsidTr="009B3D0D">
        <w:tc>
          <w:tcPr>
            <w:tcW w:w="1842" w:type="dxa"/>
            <w:tcBorders>
              <w:top w:val="single" w:sz="4" w:space="0" w:color="auto"/>
              <w:left w:val="single" w:sz="4" w:space="0" w:color="auto"/>
              <w:bottom w:val="single" w:sz="4" w:space="0" w:color="auto"/>
              <w:right w:val="single" w:sz="4" w:space="0" w:color="auto"/>
            </w:tcBorders>
          </w:tcPr>
          <w:p w14:paraId="699C1CF1"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2"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3"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4" w14:textId="77777777" w:rsidR="00ED72D7" w:rsidRPr="008B7FD2" w:rsidRDefault="00ED72D7" w:rsidP="009B3D0D">
            <w:pPr>
              <w:spacing w:after="0" w:line="240" w:lineRule="auto"/>
            </w:pPr>
          </w:p>
        </w:tc>
      </w:tr>
      <w:tr w:rsidR="00ED72D7" w:rsidRPr="008B7FD2" w14:paraId="699C1CFA" w14:textId="77777777" w:rsidTr="009B3D0D">
        <w:tc>
          <w:tcPr>
            <w:tcW w:w="1842" w:type="dxa"/>
            <w:tcBorders>
              <w:top w:val="single" w:sz="4" w:space="0" w:color="auto"/>
              <w:left w:val="single" w:sz="4" w:space="0" w:color="auto"/>
              <w:bottom w:val="single" w:sz="4" w:space="0" w:color="auto"/>
              <w:right w:val="single" w:sz="4" w:space="0" w:color="auto"/>
            </w:tcBorders>
          </w:tcPr>
          <w:p w14:paraId="699C1CF6"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7"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8"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9" w14:textId="77777777" w:rsidR="00ED72D7" w:rsidRPr="008B7FD2" w:rsidRDefault="00ED72D7" w:rsidP="009B3D0D">
            <w:pPr>
              <w:spacing w:after="0" w:line="240" w:lineRule="auto"/>
            </w:pPr>
          </w:p>
        </w:tc>
      </w:tr>
      <w:tr w:rsidR="00ED72D7" w:rsidRPr="008B7FD2" w14:paraId="699C1CFF" w14:textId="77777777" w:rsidTr="009B3D0D">
        <w:tc>
          <w:tcPr>
            <w:tcW w:w="1842" w:type="dxa"/>
            <w:tcBorders>
              <w:top w:val="single" w:sz="4" w:space="0" w:color="auto"/>
              <w:left w:val="single" w:sz="4" w:space="0" w:color="auto"/>
              <w:bottom w:val="single" w:sz="4" w:space="0" w:color="auto"/>
              <w:right w:val="single" w:sz="4" w:space="0" w:color="auto"/>
            </w:tcBorders>
          </w:tcPr>
          <w:p w14:paraId="699C1CFB"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CFC"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CFD"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CFE" w14:textId="77777777" w:rsidR="00ED72D7" w:rsidRPr="008B7FD2" w:rsidRDefault="00ED72D7" w:rsidP="009B3D0D">
            <w:pPr>
              <w:spacing w:after="0" w:line="240" w:lineRule="auto"/>
            </w:pPr>
          </w:p>
        </w:tc>
      </w:tr>
      <w:tr w:rsidR="00ED72D7" w:rsidRPr="008B7FD2" w14:paraId="699C1D04" w14:textId="77777777" w:rsidTr="009B3D0D">
        <w:tc>
          <w:tcPr>
            <w:tcW w:w="1842" w:type="dxa"/>
            <w:tcBorders>
              <w:top w:val="single" w:sz="4" w:space="0" w:color="auto"/>
              <w:left w:val="single" w:sz="4" w:space="0" w:color="auto"/>
              <w:bottom w:val="single" w:sz="4" w:space="0" w:color="auto"/>
              <w:right w:val="single" w:sz="4" w:space="0" w:color="auto"/>
            </w:tcBorders>
          </w:tcPr>
          <w:p w14:paraId="699C1D00"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1"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2"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3" w14:textId="77777777" w:rsidR="00ED72D7" w:rsidRPr="008B7FD2" w:rsidRDefault="00ED72D7" w:rsidP="009B3D0D">
            <w:pPr>
              <w:spacing w:after="0" w:line="240" w:lineRule="auto"/>
            </w:pPr>
          </w:p>
        </w:tc>
      </w:tr>
      <w:tr w:rsidR="00ED72D7" w:rsidRPr="008B7FD2" w14:paraId="699C1D09" w14:textId="77777777" w:rsidTr="009B3D0D">
        <w:tc>
          <w:tcPr>
            <w:tcW w:w="1842" w:type="dxa"/>
            <w:tcBorders>
              <w:top w:val="single" w:sz="4" w:space="0" w:color="auto"/>
              <w:left w:val="single" w:sz="4" w:space="0" w:color="auto"/>
              <w:bottom w:val="single" w:sz="4" w:space="0" w:color="auto"/>
              <w:right w:val="single" w:sz="4" w:space="0" w:color="auto"/>
            </w:tcBorders>
          </w:tcPr>
          <w:p w14:paraId="699C1D05"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6"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7"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8" w14:textId="77777777" w:rsidR="00ED72D7" w:rsidRPr="008B7FD2" w:rsidRDefault="00ED72D7" w:rsidP="009B3D0D">
            <w:pPr>
              <w:spacing w:after="0" w:line="240" w:lineRule="auto"/>
            </w:pPr>
          </w:p>
        </w:tc>
      </w:tr>
      <w:tr w:rsidR="00ED72D7" w:rsidRPr="008B7FD2" w14:paraId="699C1D0E" w14:textId="77777777" w:rsidTr="009B3D0D">
        <w:tc>
          <w:tcPr>
            <w:tcW w:w="1842" w:type="dxa"/>
            <w:tcBorders>
              <w:top w:val="single" w:sz="4" w:space="0" w:color="auto"/>
              <w:left w:val="single" w:sz="4" w:space="0" w:color="auto"/>
              <w:bottom w:val="single" w:sz="4" w:space="0" w:color="auto"/>
              <w:right w:val="single" w:sz="4" w:space="0" w:color="auto"/>
            </w:tcBorders>
          </w:tcPr>
          <w:p w14:paraId="699C1D0A"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0B"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0C"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0D" w14:textId="77777777" w:rsidR="00ED72D7" w:rsidRPr="008B7FD2" w:rsidRDefault="00ED72D7" w:rsidP="009B3D0D">
            <w:pPr>
              <w:spacing w:after="0" w:line="240" w:lineRule="auto"/>
            </w:pPr>
          </w:p>
        </w:tc>
      </w:tr>
      <w:tr w:rsidR="00ED72D7" w:rsidRPr="008B7FD2" w14:paraId="699C1D13" w14:textId="77777777" w:rsidTr="009B3D0D">
        <w:tc>
          <w:tcPr>
            <w:tcW w:w="1842" w:type="dxa"/>
            <w:tcBorders>
              <w:top w:val="single" w:sz="4" w:space="0" w:color="auto"/>
              <w:left w:val="single" w:sz="4" w:space="0" w:color="auto"/>
              <w:bottom w:val="single" w:sz="4" w:space="0" w:color="auto"/>
              <w:right w:val="single" w:sz="4" w:space="0" w:color="auto"/>
            </w:tcBorders>
          </w:tcPr>
          <w:p w14:paraId="699C1D0F"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0"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1"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2" w14:textId="77777777" w:rsidR="00ED72D7" w:rsidRPr="008B7FD2" w:rsidRDefault="00ED72D7" w:rsidP="009B3D0D">
            <w:pPr>
              <w:spacing w:after="0" w:line="240" w:lineRule="auto"/>
            </w:pPr>
          </w:p>
        </w:tc>
      </w:tr>
      <w:tr w:rsidR="00ED72D7" w:rsidRPr="008B7FD2" w14:paraId="699C1D18" w14:textId="77777777" w:rsidTr="009B3D0D">
        <w:tc>
          <w:tcPr>
            <w:tcW w:w="1842" w:type="dxa"/>
            <w:tcBorders>
              <w:top w:val="single" w:sz="4" w:space="0" w:color="auto"/>
              <w:left w:val="single" w:sz="4" w:space="0" w:color="auto"/>
              <w:bottom w:val="single" w:sz="4" w:space="0" w:color="auto"/>
              <w:right w:val="single" w:sz="4" w:space="0" w:color="auto"/>
            </w:tcBorders>
          </w:tcPr>
          <w:p w14:paraId="699C1D14"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5"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6"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7" w14:textId="77777777" w:rsidR="00ED72D7" w:rsidRPr="008B7FD2" w:rsidRDefault="00ED72D7" w:rsidP="009B3D0D">
            <w:pPr>
              <w:spacing w:after="0" w:line="240" w:lineRule="auto"/>
            </w:pPr>
          </w:p>
        </w:tc>
      </w:tr>
      <w:tr w:rsidR="00ED72D7" w:rsidRPr="008B7FD2" w14:paraId="699C1D1D" w14:textId="77777777" w:rsidTr="009B3D0D">
        <w:tc>
          <w:tcPr>
            <w:tcW w:w="1842" w:type="dxa"/>
            <w:tcBorders>
              <w:top w:val="single" w:sz="4" w:space="0" w:color="auto"/>
              <w:left w:val="single" w:sz="4" w:space="0" w:color="auto"/>
              <w:bottom w:val="single" w:sz="4" w:space="0" w:color="auto"/>
              <w:right w:val="single" w:sz="4" w:space="0" w:color="auto"/>
            </w:tcBorders>
          </w:tcPr>
          <w:p w14:paraId="699C1D19" w14:textId="77777777" w:rsidR="00ED72D7" w:rsidRPr="008B7FD2" w:rsidRDefault="00ED72D7" w:rsidP="009B3D0D">
            <w:pPr>
              <w:spacing w:after="0" w:line="240" w:lineRule="auto"/>
            </w:pPr>
          </w:p>
        </w:tc>
        <w:tc>
          <w:tcPr>
            <w:tcW w:w="1559" w:type="dxa"/>
            <w:tcBorders>
              <w:top w:val="single" w:sz="4" w:space="0" w:color="auto"/>
              <w:left w:val="single" w:sz="4" w:space="0" w:color="auto"/>
              <w:bottom w:val="single" w:sz="4" w:space="0" w:color="auto"/>
              <w:right w:val="single" w:sz="4" w:space="0" w:color="auto"/>
            </w:tcBorders>
          </w:tcPr>
          <w:p w14:paraId="699C1D1A" w14:textId="77777777" w:rsidR="00ED72D7" w:rsidRPr="008B7FD2" w:rsidRDefault="00ED72D7" w:rsidP="009B3D0D">
            <w:pPr>
              <w:spacing w:after="0" w:line="240" w:lineRule="auto"/>
            </w:pPr>
          </w:p>
        </w:tc>
        <w:tc>
          <w:tcPr>
            <w:tcW w:w="340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14:paraId="699C1D1B" w14:textId="77777777" w:rsidR="00ED72D7" w:rsidRPr="008B7FD2" w:rsidRDefault="00ED72D7" w:rsidP="009B3D0D">
            <w:pPr>
              <w:spacing w:after="0" w:line="240" w:lineRule="auto"/>
            </w:pPr>
          </w:p>
        </w:tc>
        <w:tc>
          <w:tcPr>
            <w:tcW w:w="1985" w:type="dxa"/>
            <w:tcBorders>
              <w:top w:val="single" w:sz="4" w:space="0" w:color="auto"/>
              <w:left w:val="single" w:sz="4" w:space="0" w:color="auto"/>
              <w:bottom w:val="single" w:sz="4" w:space="0" w:color="auto"/>
              <w:right w:val="single" w:sz="4" w:space="0" w:color="auto"/>
            </w:tcBorders>
          </w:tcPr>
          <w:p w14:paraId="699C1D1C" w14:textId="77777777" w:rsidR="00ED72D7" w:rsidRPr="008B7FD2" w:rsidRDefault="00ED72D7" w:rsidP="009B3D0D">
            <w:pPr>
              <w:spacing w:after="0" w:line="240" w:lineRule="auto"/>
            </w:pPr>
          </w:p>
        </w:tc>
      </w:tr>
    </w:tbl>
    <w:p w14:paraId="699C1D1E" w14:textId="77777777" w:rsidR="008E4F3C" w:rsidRPr="008B7FD2" w:rsidRDefault="008E4F3C" w:rsidP="00D75DFD"/>
    <w:p w14:paraId="699C1D1F" w14:textId="77777777" w:rsidR="008E4F3C" w:rsidRPr="008B7FD2" w:rsidRDefault="008E4F3C" w:rsidP="00D75DFD"/>
    <w:p w14:paraId="699C1D20" w14:textId="77777777" w:rsidR="00677B2D" w:rsidRPr="008B7FD2" w:rsidRDefault="00677B2D" w:rsidP="00D75DFD"/>
    <w:p w14:paraId="699C1D21" w14:textId="77777777" w:rsidR="00677B2D" w:rsidRPr="008B7FD2" w:rsidRDefault="00677B2D" w:rsidP="00D75DFD">
      <w:pPr>
        <w:sectPr w:rsidR="00677B2D" w:rsidRPr="008B7FD2" w:rsidSect="00987834">
          <w:headerReference w:type="first" r:id="rId16"/>
          <w:pgSz w:w="11906" w:h="16838"/>
          <w:pgMar w:top="1417" w:right="1417" w:bottom="1417" w:left="1417" w:header="708" w:footer="708" w:gutter="0"/>
          <w:cols w:space="708"/>
          <w:docGrid w:linePitch="360"/>
        </w:sectPr>
      </w:pPr>
    </w:p>
    <w:p w14:paraId="699C1D22" w14:textId="77777777" w:rsidR="001D5B3F" w:rsidRPr="008B7FD2" w:rsidRDefault="006F49C2" w:rsidP="004C0946">
      <w:pPr>
        <w:pStyle w:val="Naslov-breztevilenja"/>
      </w:pPr>
      <w:r w:rsidRPr="008B7FD2">
        <w:lastRenderedPageBreak/>
        <w:t>Kazalo</w:t>
      </w:r>
    </w:p>
    <w:p w14:paraId="032B765D" w14:textId="0C769658" w:rsidR="00765DB7" w:rsidRDefault="0048557D">
      <w:pPr>
        <w:pStyle w:val="TOC1"/>
        <w:tabs>
          <w:tab w:val="left" w:pos="440"/>
          <w:tab w:val="right" w:leader="dot" w:pos="9060"/>
        </w:tabs>
        <w:rPr>
          <w:rFonts w:asciiTheme="minorHAnsi" w:eastAsiaTheme="minorEastAsia" w:hAnsiTheme="minorHAnsi" w:cstheme="minorBidi"/>
          <w:b w:val="0"/>
          <w:noProof/>
          <w:lang w:eastAsia="sl-SI"/>
        </w:rPr>
      </w:pPr>
      <w:r w:rsidRPr="008B7FD2">
        <w:fldChar w:fldCharType="begin"/>
      </w:r>
      <w:r w:rsidR="001D5B3F" w:rsidRPr="008B7FD2">
        <w:instrText xml:space="preserve"> TOC \o "1-3" \h \z \u </w:instrText>
      </w:r>
      <w:r w:rsidRPr="008B7FD2">
        <w:fldChar w:fldCharType="separate"/>
      </w:r>
      <w:hyperlink w:anchor="_Toc64888482" w:history="1">
        <w:r w:rsidR="00765DB7" w:rsidRPr="001F0789">
          <w:rPr>
            <w:rStyle w:val="Hyperlink"/>
            <w:noProof/>
          </w:rPr>
          <w:t>1</w:t>
        </w:r>
        <w:r w:rsidR="00765DB7">
          <w:rPr>
            <w:rFonts w:asciiTheme="minorHAnsi" w:eastAsiaTheme="minorEastAsia" w:hAnsiTheme="minorHAnsi" w:cstheme="minorBidi"/>
            <w:b w:val="0"/>
            <w:noProof/>
            <w:lang w:eastAsia="sl-SI"/>
          </w:rPr>
          <w:tab/>
        </w:r>
        <w:r w:rsidR="00765DB7" w:rsidRPr="001F0789">
          <w:rPr>
            <w:rStyle w:val="Hyperlink"/>
            <w:noProof/>
          </w:rPr>
          <w:t>Pridobivanje zadnjega odbirka</w:t>
        </w:r>
        <w:r w:rsidR="00765DB7">
          <w:rPr>
            <w:noProof/>
            <w:webHidden/>
          </w:rPr>
          <w:tab/>
        </w:r>
        <w:r w:rsidR="00765DB7">
          <w:rPr>
            <w:noProof/>
            <w:webHidden/>
          </w:rPr>
          <w:fldChar w:fldCharType="begin"/>
        </w:r>
        <w:r w:rsidR="00765DB7">
          <w:rPr>
            <w:noProof/>
            <w:webHidden/>
          </w:rPr>
          <w:instrText xml:space="preserve"> PAGEREF _Toc64888482 \h </w:instrText>
        </w:r>
        <w:r w:rsidR="00765DB7">
          <w:rPr>
            <w:noProof/>
            <w:webHidden/>
          </w:rPr>
        </w:r>
        <w:r w:rsidR="00765DB7">
          <w:rPr>
            <w:noProof/>
            <w:webHidden/>
          </w:rPr>
          <w:fldChar w:fldCharType="separate"/>
        </w:r>
        <w:r w:rsidR="00765DB7">
          <w:rPr>
            <w:noProof/>
            <w:webHidden/>
          </w:rPr>
          <w:t>18</w:t>
        </w:r>
        <w:r w:rsidR="00765DB7">
          <w:rPr>
            <w:noProof/>
            <w:webHidden/>
          </w:rPr>
          <w:fldChar w:fldCharType="end"/>
        </w:r>
      </w:hyperlink>
    </w:p>
    <w:p w14:paraId="3568793F" w14:textId="62C3386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3" w:history="1">
        <w:r w:rsidRPr="001F0789">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_Toc64888483 \h </w:instrText>
        </w:r>
        <w:r>
          <w:rPr>
            <w:noProof/>
            <w:webHidden/>
          </w:rPr>
        </w:r>
        <w:r>
          <w:rPr>
            <w:noProof/>
            <w:webHidden/>
          </w:rPr>
          <w:fldChar w:fldCharType="separate"/>
        </w:r>
        <w:r>
          <w:rPr>
            <w:noProof/>
            <w:webHidden/>
          </w:rPr>
          <w:t>18</w:t>
        </w:r>
        <w:r>
          <w:rPr>
            <w:noProof/>
            <w:webHidden/>
          </w:rPr>
          <w:fldChar w:fldCharType="end"/>
        </w:r>
      </w:hyperlink>
    </w:p>
    <w:p w14:paraId="040026DB" w14:textId="450D377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4" w:history="1">
        <w:r w:rsidRPr="001F0789">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_Toc64888484 \h </w:instrText>
        </w:r>
        <w:r>
          <w:rPr>
            <w:noProof/>
            <w:webHidden/>
          </w:rPr>
        </w:r>
        <w:r>
          <w:rPr>
            <w:noProof/>
            <w:webHidden/>
          </w:rPr>
          <w:fldChar w:fldCharType="separate"/>
        </w:r>
        <w:r>
          <w:rPr>
            <w:noProof/>
            <w:webHidden/>
          </w:rPr>
          <w:t>18</w:t>
        </w:r>
        <w:r>
          <w:rPr>
            <w:noProof/>
            <w:webHidden/>
          </w:rPr>
          <w:fldChar w:fldCharType="end"/>
        </w:r>
      </w:hyperlink>
    </w:p>
    <w:p w14:paraId="14DF562F" w14:textId="70A3C3D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5" w:history="1">
        <w:r w:rsidRPr="001F0789">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_Toc64888485 \h </w:instrText>
        </w:r>
        <w:r>
          <w:rPr>
            <w:noProof/>
            <w:webHidden/>
          </w:rPr>
        </w:r>
        <w:r>
          <w:rPr>
            <w:noProof/>
            <w:webHidden/>
          </w:rPr>
          <w:fldChar w:fldCharType="separate"/>
        </w:r>
        <w:r>
          <w:rPr>
            <w:noProof/>
            <w:webHidden/>
          </w:rPr>
          <w:t>18</w:t>
        </w:r>
        <w:r>
          <w:rPr>
            <w:noProof/>
            <w:webHidden/>
          </w:rPr>
          <w:fldChar w:fldCharType="end"/>
        </w:r>
      </w:hyperlink>
    </w:p>
    <w:p w14:paraId="56FA0C82" w14:textId="2877957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6" w:history="1">
        <w:r w:rsidRPr="001F0789">
          <w:rPr>
            <w:rStyle w:val="Hyperlink"/>
            <w:noProof/>
            <w14:scene3d>
              <w14:camera w14:prst="orthographicFront"/>
              <w14:lightRig w14:rig="threePt" w14:dir="t">
                <w14:rot w14:lat="0" w14:lon="0" w14:rev="0"/>
              </w14:lightRig>
            </w14:scene3d>
          </w:rPr>
          <w:t>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_Toc64888486 \h </w:instrText>
        </w:r>
        <w:r>
          <w:rPr>
            <w:noProof/>
            <w:webHidden/>
          </w:rPr>
        </w:r>
        <w:r>
          <w:rPr>
            <w:noProof/>
            <w:webHidden/>
          </w:rPr>
          <w:fldChar w:fldCharType="separate"/>
        </w:r>
        <w:r>
          <w:rPr>
            <w:noProof/>
            <w:webHidden/>
          </w:rPr>
          <w:t>18</w:t>
        </w:r>
        <w:r>
          <w:rPr>
            <w:noProof/>
            <w:webHidden/>
          </w:rPr>
          <w:fldChar w:fldCharType="end"/>
        </w:r>
      </w:hyperlink>
    </w:p>
    <w:p w14:paraId="51BEC359" w14:textId="16D947F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7" w:history="1">
        <w:r w:rsidRPr="001F0789">
          <w:rPr>
            <w:rStyle w:val="Hyperlink"/>
            <w:noProof/>
            <w14:scene3d>
              <w14:camera w14:prst="orthographicFront"/>
              <w14:lightRig w14:rig="threePt" w14:dir="t">
                <w14:rot w14:lat="0" w14:lon="0" w14:rev="0"/>
              </w14:lightRig>
            </w14:scene3d>
          </w:rPr>
          <w:t>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_Toc64888487 \h </w:instrText>
        </w:r>
        <w:r>
          <w:rPr>
            <w:noProof/>
            <w:webHidden/>
          </w:rPr>
        </w:r>
        <w:r>
          <w:rPr>
            <w:noProof/>
            <w:webHidden/>
          </w:rPr>
          <w:fldChar w:fldCharType="separate"/>
        </w:r>
        <w:r>
          <w:rPr>
            <w:noProof/>
            <w:webHidden/>
          </w:rPr>
          <w:t>18</w:t>
        </w:r>
        <w:r>
          <w:rPr>
            <w:noProof/>
            <w:webHidden/>
          </w:rPr>
          <w:fldChar w:fldCharType="end"/>
        </w:r>
      </w:hyperlink>
    </w:p>
    <w:p w14:paraId="1E590B4B" w14:textId="481B537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88" w:history="1">
        <w:r w:rsidRPr="001F0789">
          <w:rPr>
            <w:rStyle w:val="Hyperlink"/>
            <w:noProof/>
            <w14:scene3d>
              <w14:camera w14:prst="orthographicFront"/>
              <w14:lightRig w14:rig="threePt" w14:dir="t">
                <w14:rot w14:lat="0" w14:lon="0" w14:rev="0"/>
              </w14:lightRig>
            </w14:scene3d>
          </w:rPr>
          <w:t>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_Toc64888488 \h </w:instrText>
        </w:r>
        <w:r>
          <w:rPr>
            <w:noProof/>
            <w:webHidden/>
          </w:rPr>
        </w:r>
        <w:r>
          <w:rPr>
            <w:noProof/>
            <w:webHidden/>
          </w:rPr>
          <w:fldChar w:fldCharType="separate"/>
        </w:r>
        <w:r>
          <w:rPr>
            <w:noProof/>
            <w:webHidden/>
          </w:rPr>
          <w:t>18</w:t>
        </w:r>
        <w:r>
          <w:rPr>
            <w:noProof/>
            <w:webHidden/>
          </w:rPr>
          <w:fldChar w:fldCharType="end"/>
        </w:r>
      </w:hyperlink>
    </w:p>
    <w:p w14:paraId="59130D8B" w14:textId="6962A457"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489" w:history="1">
        <w:r w:rsidRPr="001F0789">
          <w:rPr>
            <w:rStyle w:val="Hyperlink"/>
            <w:noProof/>
          </w:rPr>
          <w:t>2</w:t>
        </w:r>
        <w:r>
          <w:rPr>
            <w:rFonts w:asciiTheme="minorHAnsi" w:eastAsiaTheme="minorEastAsia" w:hAnsiTheme="minorHAnsi" w:cstheme="minorBidi"/>
            <w:b w:val="0"/>
            <w:noProof/>
            <w:lang w:eastAsia="sl-SI"/>
          </w:rPr>
          <w:tab/>
        </w:r>
        <w:r w:rsidRPr="001F0789">
          <w:rPr>
            <w:rStyle w:val="Hyperlink"/>
            <w:noProof/>
          </w:rPr>
          <w:t>Pridobivanje zadnjega odbirka 2</w:t>
        </w:r>
        <w:r>
          <w:rPr>
            <w:noProof/>
            <w:webHidden/>
          </w:rPr>
          <w:tab/>
        </w:r>
        <w:r>
          <w:rPr>
            <w:noProof/>
            <w:webHidden/>
          </w:rPr>
          <w:fldChar w:fldCharType="begin"/>
        </w:r>
        <w:r>
          <w:rPr>
            <w:noProof/>
            <w:webHidden/>
          </w:rPr>
          <w:instrText xml:space="preserve"> PAGEREF _Toc64888489 \h </w:instrText>
        </w:r>
        <w:r>
          <w:rPr>
            <w:noProof/>
            <w:webHidden/>
          </w:rPr>
        </w:r>
        <w:r>
          <w:rPr>
            <w:noProof/>
            <w:webHidden/>
          </w:rPr>
          <w:fldChar w:fldCharType="separate"/>
        </w:r>
        <w:r>
          <w:rPr>
            <w:noProof/>
            <w:webHidden/>
          </w:rPr>
          <w:t>19</w:t>
        </w:r>
        <w:r>
          <w:rPr>
            <w:noProof/>
            <w:webHidden/>
          </w:rPr>
          <w:fldChar w:fldCharType="end"/>
        </w:r>
      </w:hyperlink>
    </w:p>
    <w:p w14:paraId="4AFB6A68" w14:textId="1D017C6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0" w:history="1">
        <w:r w:rsidRPr="001F0789">
          <w:rPr>
            <w:rStyle w:val="Hyperlink"/>
            <w:noProof/>
            <w14:scene3d>
              <w14:camera w14:prst="orthographicFront"/>
              <w14:lightRig w14:rig="threePt" w14:dir="t">
                <w14:rot w14:lat="0" w14:lon="0" w14:rev="0"/>
              </w14:lightRig>
            </w14:scene3d>
          </w:rPr>
          <w:t>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_Toc64888490 \h </w:instrText>
        </w:r>
        <w:r>
          <w:rPr>
            <w:noProof/>
            <w:webHidden/>
          </w:rPr>
        </w:r>
        <w:r>
          <w:rPr>
            <w:noProof/>
            <w:webHidden/>
          </w:rPr>
          <w:fldChar w:fldCharType="separate"/>
        </w:r>
        <w:r>
          <w:rPr>
            <w:noProof/>
            <w:webHidden/>
          </w:rPr>
          <w:t>19</w:t>
        </w:r>
        <w:r>
          <w:rPr>
            <w:noProof/>
            <w:webHidden/>
          </w:rPr>
          <w:fldChar w:fldCharType="end"/>
        </w:r>
      </w:hyperlink>
    </w:p>
    <w:p w14:paraId="2A2DFA9D" w14:textId="3438FCD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1" w:history="1">
        <w:r w:rsidRPr="001F0789">
          <w:rPr>
            <w:rStyle w:val="Hyperlink"/>
            <w:noProof/>
            <w14:scene3d>
              <w14:camera w14:prst="orthographicFront"/>
              <w14:lightRig w14:rig="threePt" w14:dir="t">
                <w14:rot w14:lat="0" w14:lon="0" w14:rev="0"/>
              </w14:lightRig>
            </w14:scene3d>
          </w:rPr>
          <w:t>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_Toc64888491 \h </w:instrText>
        </w:r>
        <w:r>
          <w:rPr>
            <w:noProof/>
            <w:webHidden/>
          </w:rPr>
        </w:r>
        <w:r>
          <w:rPr>
            <w:noProof/>
            <w:webHidden/>
          </w:rPr>
          <w:fldChar w:fldCharType="separate"/>
        </w:r>
        <w:r>
          <w:rPr>
            <w:noProof/>
            <w:webHidden/>
          </w:rPr>
          <w:t>19</w:t>
        </w:r>
        <w:r>
          <w:rPr>
            <w:noProof/>
            <w:webHidden/>
          </w:rPr>
          <w:fldChar w:fldCharType="end"/>
        </w:r>
      </w:hyperlink>
    </w:p>
    <w:p w14:paraId="40F422EA" w14:textId="15EB2DF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2" w:history="1">
        <w:r w:rsidRPr="001F0789">
          <w:rPr>
            <w:rStyle w:val="Hyperlink"/>
            <w:noProof/>
            <w14:scene3d>
              <w14:camera w14:prst="orthographicFront"/>
              <w14:lightRig w14:rig="threePt" w14:dir="t">
                <w14:rot w14:lat="0" w14:lon="0" w14:rev="0"/>
              </w14:lightRig>
            </w14:scene3d>
          </w:rPr>
          <w:t>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_Toc64888492 \h </w:instrText>
        </w:r>
        <w:r>
          <w:rPr>
            <w:noProof/>
            <w:webHidden/>
          </w:rPr>
        </w:r>
        <w:r>
          <w:rPr>
            <w:noProof/>
            <w:webHidden/>
          </w:rPr>
          <w:fldChar w:fldCharType="separate"/>
        </w:r>
        <w:r>
          <w:rPr>
            <w:noProof/>
            <w:webHidden/>
          </w:rPr>
          <w:t>19</w:t>
        </w:r>
        <w:r>
          <w:rPr>
            <w:noProof/>
            <w:webHidden/>
          </w:rPr>
          <w:fldChar w:fldCharType="end"/>
        </w:r>
      </w:hyperlink>
    </w:p>
    <w:p w14:paraId="70EC4897" w14:textId="01988C5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3" w:history="1">
        <w:r w:rsidRPr="001F0789">
          <w:rPr>
            <w:rStyle w:val="Hyperlink"/>
            <w:noProof/>
            <w14:scene3d>
              <w14:camera w14:prst="orthographicFront"/>
              <w14:lightRig w14:rig="threePt" w14:dir="t">
                <w14:rot w14:lat="0" w14:lon="0" w14:rev="0"/>
              </w14:lightRig>
            </w14:scene3d>
          </w:rPr>
          <w:t>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_Toc64888493 \h </w:instrText>
        </w:r>
        <w:r>
          <w:rPr>
            <w:noProof/>
            <w:webHidden/>
          </w:rPr>
        </w:r>
        <w:r>
          <w:rPr>
            <w:noProof/>
            <w:webHidden/>
          </w:rPr>
          <w:fldChar w:fldCharType="separate"/>
        </w:r>
        <w:r>
          <w:rPr>
            <w:noProof/>
            <w:webHidden/>
          </w:rPr>
          <w:t>19</w:t>
        </w:r>
        <w:r>
          <w:rPr>
            <w:noProof/>
            <w:webHidden/>
          </w:rPr>
          <w:fldChar w:fldCharType="end"/>
        </w:r>
      </w:hyperlink>
    </w:p>
    <w:p w14:paraId="33A9C40A" w14:textId="25FF772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4" w:history="1">
        <w:r w:rsidRPr="001F0789">
          <w:rPr>
            <w:rStyle w:val="Hyperlink"/>
            <w:noProof/>
            <w14:scene3d>
              <w14:camera w14:prst="orthographicFront"/>
              <w14:lightRig w14:rig="threePt" w14:dir="t">
                <w14:rot w14:lat="0" w14:lon="0" w14:rev="0"/>
              </w14:lightRig>
            </w14:scene3d>
          </w:rPr>
          <w:t>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_Toc64888494 \h </w:instrText>
        </w:r>
        <w:r>
          <w:rPr>
            <w:noProof/>
            <w:webHidden/>
          </w:rPr>
        </w:r>
        <w:r>
          <w:rPr>
            <w:noProof/>
            <w:webHidden/>
          </w:rPr>
          <w:fldChar w:fldCharType="separate"/>
        </w:r>
        <w:r>
          <w:rPr>
            <w:noProof/>
            <w:webHidden/>
          </w:rPr>
          <w:t>19</w:t>
        </w:r>
        <w:r>
          <w:rPr>
            <w:noProof/>
            <w:webHidden/>
          </w:rPr>
          <w:fldChar w:fldCharType="end"/>
        </w:r>
      </w:hyperlink>
    </w:p>
    <w:p w14:paraId="12D27ECA" w14:textId="19D69E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5" w:history="1">
        <w:r w:rsidRPr="001F0789">
          <w:rPr>
            <w:rStyle w:val="Hyperlink"/>
            <w:noProof/>
            <w14:scene3d>
              <w14:camera w14:prst="orthographicFront"/>
              <w14:lightRig w14:rig="threePt" w14:dir="t">
                <w14:rot w14:lat="0" w14:lon="0" w14:rev="0"/>
              </w14:lightRig>
            </w14:scene3d>
          </w:rPr>
          <w:t>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_Toc64888495 \h </w:instrText>
        </w:r>
        <w:r>
          <w:rPr>
            <w:noProof/>
            <w:webHidden/>
          </w:rPr>
        </w:r>
        <w:r>
          <w:rPr>
            <w:noProof/>
            <w:webHidden/>
          </w:rPr>
          <w:fldChar w:fldCharType="separate"/>
        </w:r>
        <w:r>
          <w:rPr>
            <w:noProof/>
            <w:webHidden/>
          </w:rPr>
          <w:t>19</w:t>
        </w:r>
        <w:r>
          <w:rPr>
            <w:noProof/>
            <w:webHidden/>
          </w:rPr>
          <w:fldChar w:fldCharType="end"/>
        </w:r>
      </w:hyperlink>
    </w:p>
    <w:p w14:paraId="3056C5FA" w14:textId="43F0F0BB"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496" w:history="1">
        <w:r w:rsidRPr="001F0789">
          <w:rPr>
            <w:rStyle w:val="Hyperlink"/>
            <w:noProof/>
          </w:rPr>
          <w:t>3</w:t>
        </w:r>
        <w:r>
          <w:rPr>
            <w:rFonts w:asciiTheme="minorHAnsi" w:eastAsiaTheme="minorEastAsia" w:hAnsiTheme="minorHAnsi" w:cstheme="minorBidi"/>
            <w:b w:val="0"/>
            <w:noProof/>
            <w:lang w:eastAsia="sl-SI"/>
          </w:rPr>
          <w:tab/>
        </w:r>
        <w:r w:rsidRPr="001F0789">
          <w:rPr>
            <w:rStyle w:val="Hyperlink"/>
            <w:noProof/>
          </w:rPr>
          <w:t>Pridobivanje zadnjega odbirka v3</w:t>
        </w:r>
        <w:r>
          <w:rPr>
            <w:noProof/>
            <w:webHidden/>
          </w:rPr>
          <w:tab/>
        </w:r>
        <w:r>
          <w:rPr>
            <w:noProof/>
            <w:webHidden/>
          </w:rPr>
          <w:fldChar w:fldCharType="begin"/>
        </w:r>
        <w:r>
          <w:rPr>
            <w:noProof/>
            <w:webHidden/>
          </w:rPr>
          <w:instrText xml:space="preserve"> PAGEREF _Toc64888496 \h </w:instrText>
        </w:r>
        <w:r>
          <w:rPr>
            <w:noProof/>
            <w:webHidden/>
          </w:rPr>
        </w:r>
        <w:r>
          <w:rPr>
            <w:noProof/>
            <w:webHidden/>
          </w:rPr>
          <w:fldChar w:fldCharType="separate"/>
        </w:r>
        <w:r>
          <w:rPr>
            <w:noProof/>
            <w:webHidden/>
          </w:rPr>
          <w:t>20</w:t>
        </w:r>
        <w:r>
          <w:rPr>
            <w:noProof/>
            <w:webHidden/>
          </w:rPr>
          <w:fldChar w:fldCharType="end"/>
        </w:r>
      </w:hyperlink>
    </w:p>
    <w:p w14:paraId="0BF5E350" w14:textId="6020A83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7" w:history="1">
        <w:r w:rsidRPr="001F0789">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_Toc64888497 \h </w:instrText>
        </w:r>
        <w:r>
          <w:rPr>
            <w:noProof/>
            <w:webHidden/>
          </w:rPr>
        </w:r>
        <w:r>
          <w:rPr>
            <w:noProof/>
            <w:webHidden/>
          </w:rPr>
          <w:fldChar w:fldCharType="separate"/>
        </w:r>
        <w:r>
          <w:rPr>
            <w:noProof/>
            <w:webHidden/>
          </w:rPr>
          <w:t>20</w:t>
        </w:r>
        <w:r>
          <w:rPr>
            <w:noProof/>
            <w:webHidden/>
          </w:rPr>
          <w:fldChar w:fldCharType="end"/>
        </w:r>
      </w:hyperlink>
    </w:p>
    <w:p w14:paraId="731E1F38" w14:textId="1FE31AF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8" w:history="1">
        <w:r w:rsidRPr="001F0789">
          <w:rPr>
            <w:rStyle w:val="Hyperlink"/>
            <w:noProof/>
            <w14:scene3d>
              <w14:camera w14:prst="orthographicFront"/>
              <w14:lightRig w14:rig="threePt" w14:dir="t">
                <w14:rot w14:lat="0" w14:lon="0" w14:rev="0"/>
              </w14:lightRig>
            </w14:scene3d>
          </w:rPr>
          <w:t>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_Toc64888498 \h </w:instrText>
        </w:r>
        <w:r>
          <w:rPr>
            <w:noProof/>
            <w:webHidden/>
          </w:rPr>
        </w:r>
        <w:r>
          <w:rPr>
            <w:noProof/>
            <w:webHidden/>
          </w:rPr>
          <w:fldChar w:fldCharType="separate"/>
        </w:r>
        <w:r>
          <w:rPr>
            <w:noProof/>
            <w:webHidden/>
          </w:rPr>
          <w:t>20</w:t>
        </w:r>
        <w:r>
          <w:rPr>
            <w:noProof/>
            <w:webHidden/>
          </w:rPr>
          <w:fldChar w:fldCharType="end"/>
        </w:r>
      </w:hyperlink>
    </w:p>
    <w:p w14:paraId="65A09928" w14:textId="1A8B5F7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499" w:history="1">
        <w:r w:rsidRPr="001F0789">
          <w:rPr>
            <w:rStyle w:val="Hyperlink"/>
            <w:noProof/>
            <w14:scene3d>
              <w14:camera w14:prst="orthographicFront"/>
              <w14:lightRig w14:rig="threePt" w14:dir="t">
                <w14:rot w14:lat="0" w14:lon="0" w14:rev="0"/>
              </w14:lightRig>
            </w14:scene3d>
          </w:rPr>
          <w:t>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_Toc64888499 \h </w:instrText>
        </w:r>
        <w:r>
          <w:rPr>
            <w:noProof/>
            <w:webHidden/>
          </w:rPr>
        </w:r>
        <w:r>
          <w:rPr>
            <w:noProof/>
            <w:webHidden/>
          </w:rPr>
          <w:fldChar w:fldCharType="separate"/>
        </w:r>
        <w:r>
          <w:rPr>
            <w:noProof/>
            <w:webHidden/>
          </w:rPr>
          <w:t>20</w:t>
        </w:r>
        <w:r>
          <w:rPr>
            <w:noProof/>
            <w:webHidden/>
          </w:rPr>
          <w:fldChar w:fldCharType="end"/>
        </w:r>
      </w:hyperlink>
    </w:p>
    <w:p w14:paraId="5D20906F" w14:textId="46ACCEA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0" w:history="1">
        <w:r w:rsidRPr="001F0789">
          <w:rPr>
            <w:rStyle w:val="Hyperlink"/>
            <w:noProof/>
            <w14:scene3d>
              <w14:camera w14:prst="orthographicFront"/>
              <w14:lightRig w14:rig="threePt" w14:dir="t">
                <w14:rot w14:lat="0" w14:lon="0" w14:rev="0"/>
              </w14:lightRig>
            </w14:scene3d>
          </w:rPr>
          <w:t>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_Toc64888500 \h </w:instrText>
        </w:r>
        <w:r>
          <w:rPr>
            <w:noProof/>
            <w:webHidden/>
          </w:rPr>
        </w:r>
        <w:r>
          <w:rPr>
            <w:noProof/>
            <w:webHidden/>
          </w:rPr>
          <w:fldChar w:fldCharType="separate"/>
        </w:r>
        <w:r>
          <w:rPr>
            <w:noProof/>
            <w:webHidden/>
          </w:rPr>
          <w:t>20</w:t>
        </w:r>
        <w:r>
          <w:rPr>
            <w:noProof/>
            <w:webHidden/>
          </w:rPr>
          <w:fldChar w:fldCharType="end"/>
        </w:r>
      </w:hyperlink>
    </w:p>
    <w:p w14:paraId="4551EAA9" w14:textId="448BB6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1" w:history="1">
        <w:r w:rsidRPr="001F0789">
          <w:rPr>
            <w:rStyle w:val="Hyperlink"/>
            <w:noProof/>
            <w14:scene3d>
              <w14:camera w14:prst="orthographicFront"/>
              <w14:lightRig w14:rig="threePt" w14:dir="t">
                <w14:rot w14:lat="0" w14:lon="0" w14:rev="0"/>
              </w14:lightRig>
            </w14:scene3d>
          </w:rPr>
          <w:t>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_Toc64888501 \h </w:instrText>
        </w:r>
        <w:r>
          <w:rPr>
            <w:noProof/>
            <w:webHidden/>
          </w:rPr>
        </w:r>
        <w:r>
          <w:rPr>
            <w:noProof/>
            <w:webHidden/>
          </w:rPr>
          <w:fldChar w:fldCharType="separate"/>
        </w:r>
        <w:r>
          <w:rPr>
            <w:noProof/>
            <w:webHidden/>
          </w:rPr>
          <w:t>20</w:t>
        </w:r>
        <w:r>
          <w:rPr>
            <w:noProof/>
            <w:webHidden/>
          </w:rPr>
          <w:fldChar w:fldCharType="end"/>
        </w:r>
      </w:hyperlink>
    </w:p>
    <w:p w14:paraId="72A4244B" w14:textId="52C4722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2" w:history="1">
        <w:r w:rsidRPr="001F0789">
          <w:rPr>
            <w:rStyle w:val="Hyperlink"/>
            <w:noProof/>
            <w14:scene3d>
              <w14:camera w14:prst="orthographicFront"/>
              <w14:lightRig w14:rig="threePt" w14:dir="t">
                <w14:rot w14:lat="0" w14:lon="0" w14:rev="0"/>
              </w14:lightRig>
            </w14:scene3d>
          </w:rPr>
          <w:t>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_Toc64888502 \h </w:instrText>
        </w:r>
        <w:r>
          <w:rPr>
            <w:noProof/>
            <w:webHidden/>
          </w:rPr>
        </w:r>
        <w:r>
          <w:rPr>
            <w:noProof/>
            <w:webHidden/>
          </w:rPr>
          <w:fldChar w:fldCharType="separate"/>
        </w:r>
        <w:r>
          <w:rPr>
            <w:noProof/>
            <w:webHidden/>
          </w:rPr>
          <w:t>20</w:t>
        </w:r>
        <w:r>
          <w:rPr>
            <w:noProof/>
            <w:webHidden/>
          </w:rPr>
          <w:fldChar w:fldCharType="end"/>
        </w:r>
      </w:hyperlink>
    </w:p>
    <w:p w14:paraId="1E11355A" w14:textId="01B06EEC"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503" w:history="1">
        <w:r w:rsidRPr="001F0789">
          <w:rPr>
            <w:rStyle w:val="Hyperlink"/>
            <w:noProof/>
          </w:rPr>
          <w:t>4</w:t>
        </w:r>
        <w:r>
          <w:rPr>
            <w:rFonts w:asciiTheme="minorHAnsi" w:eastAsiaTheme="minorEastAsia" w:hAnsiTheme="minorHAnsi" w:cstheme="minorBidi"/>
            <w:b w:val="0"/>
            <w:noProof/>
            <w:lang w:eastAsia="sl-SI"/>
          </w:rPr>
          <w:tab/>
        </w:r>
        <w:r w:rsidRPr="001F0789">
          <w:rPr>
            <w:rStyle w:val="Hyperlink"/>
            <w:noProof/>
          </w:rPr>
          <w:t>Vnos odbirka</w:t>
        </w:r>
        <w:r>
          <w:rPr>
            <w:noProof/>
            <w:webHidden/>
          </w:rPr>
          <w:tab/>
        </w:r>
        <w:r>
          <w:rPr>
            <w:noProof/>
            <w:webHidden/>
          </w:rPr>
          <w:fldChar w:fldCharType="begin"/>
        </w:r>
        <w:r>
          <w:rPr>
            <w:noProof/>
            <w:webHidden/>
          </w:rPr>
          <w:instrText xml:space="preserve"> PAGEREF _Toc64888503 \h </w:instrText>
        </w:r>
        <w:r>
          <w:rPr>
            <w:noProof/>
            <w:webHidden/>
          </w:rPr>
        </w:r>
        <w:r>
          <w:rPr>
            <w:noProof/>
            <w:webHidden/>
          </w:rPr>
          <w:fldChar w:fldCharType="separate"/>
        </w:r>
        <w:r>
          <w:rPr>
            <w:noProof/>
            <w:webHidden/>
          </w:rPr>
          <w:t>21</w:t>
        </w:r>
        <w:r>
          <w:rPr>
            <w:noProof/>
            <w:webHidden/>
          </w:rPr>
          <w:fldChar w:fldCharType="end"/>
        </w:r>
      </w:hyperlink>
    </w:p>
    <w:p w14:paraId="15388AF3" w14:textId="4692F46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4" w:history="1">
        <w:r w:rsidRPr="001F0789">
          <w:rPr>
            <w:rStyle w:val="Hyperlink"/>
            <w:noProof/>
            <w14:scene3d>
              <w14:camera w14:prst="orthographicFront"/>
              <w14:lightRig w14:rig="threePt" w14:dir="t">
                <w14:rot w14:lat="0" w14:lon="0" w14:rev="0"/>
              </w14:lightRig>
            </w14:scene3d>
          </w:rPr>
          <w:t>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_Toc64888504 \h </w:instrText>
        </w:r>
        <w:r>
          <w:rPr>
            <w:noProof/>
            <w:webHidden/>
          </w:rPr>
        </w:r>
        <w:r>
          <w:rPr>
            <w:noProof/>
            <w:webHidden/>
          </w:rPr>
          <w:fldChar w:fldCharType="separate"/>
        </w:r>
        <w:r>
          <w:rPr>
            <w:noProof/>
            <w:webHidden/>
          </w:rPr>
          <w:t>21</w:t>
        </w:r>
        <w:r>
          <w:rPr>
            <w:noProof/>
            <w:webHidden/>
          </w:rPr>
          <w:fldChar w:fldCharType="end"/>
        </w:r>
      </w:hyperlink>
    </w:p>
    <w:p w14:paraId="35374A2B" w14:textId="7F5B144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5" w:history="1">
        <w:r w:rsidRPr="001F0789">
          <w:rPr>
            <w:rStyle w:val="Hyperlink"/>
            <w:noProof/>
            <w14:scene3d>
              <w14:camera w14:prst="orthographicFront"/>
              <w14:lightRig w14:rig="threePt" w14:dir="t">
                <w14:rot w14:lat="0" w14:lon="0" w14:rev="0"/>
              </w14:lightRig>
            </w14:scene3d>
          </w:rPr>
          <w:t>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_Toc64888505 \h </w:instrText>
        </w:r>
        <w:r>
          <w:rPr>
            <w:noProof/>
            <w:webHidden/>
          </w:rPr>
        </w:r>
        <w:r>
          <w:rPr>
            <w:noProof/>
            <w:webHidden/>
          </w:rPr>
          <w:fldChar w:fldCharType="separate"/>
        </w:r>
        <w:r>
          <w:rPr>
            <w:noProof/>
            <w:webHidden/>
          </w:rPr>
          <w:t>21</w:t>
        </w:r>
        <w:r>
          <w:rPr>
            <w:noProof/>
            <w:webHidden/>
          </w:rPr>
          <w:fldChar w:fldCharType="end"/>
        </w:r>
      </w:hyperlink>
    </w:p>
    <w:p w14:paraId="25252ED0" w14:textId="0D71FAF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6" w:history="1">
        <w:r w:rsidRPr="001F0789">
          <w:rPr>
            <w:rStyle w:val="Hyperlink"/>
            <w:noProof/>
            <w14:scene3d>
              <w14:camera w14:prst="orthographicFront"/>
              <w14:lightRig w14:rig="threePt" w14:dir="t">
                <w14:rot w14:lat="0" w14:lon="0" w14:rev="0"/>
              </w14:lightRig>
            </w14:scene3d>
          </w:rPr>
          <w:t>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_Toc64888506 \h </w:instrText>
        </w:r>
        <w:r>
          <w:rPr>
            <w:noProof/>
            <w:webHidden/>
          </w:rPr>
        </w:r>
        <w:r>
          <w:rPr>
            <w:noProof/>
            <w:webHidden/>
          </w:rPr>
          <w:fldChar w:fldCharType="separate"/>
        </w:r>
        <w:r>
          <w:rPr>
            <w:noProof/>
            <w:webHidden/>
          </w:rPr>
          <w:t>21</w:t>
        </w:r>
        <w:r>
          <w:rPr>
            <w:noProof/>
            <w:webHidden/>
          </w:rPr>
          <w:fldChar w:fldCharType="end"/>
        </w:r>
      </w:hyperlink>
    </w:p>
    <w:p w14:paraId="1E819737" w14:textId="110C42F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7" w:history="1">
        <w:r w:rsidRPr="001F0789">
          <w:rPr>
            <w:rStyle w:val="Hyperlink"/>
            <w:noProof/>
            <w14:scene3d>
              <w14:camera w14:prst="orthographicFront"/>
              <w14:lightRig w14:rig="threePt" w14:dir="t">
                <w14:rot w14:lat="0" w14:lon="0" w14:rev="0"/>
              </w14:lightRig>
            </w14:scene3d>
          </w:rPr>
          <w:t>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_Toc64888507 \h </w:instrText>
        </w:r>
        <w:r>
          <w:rPr>
            <w:noProof/>
            <w:webHidden/>
          </w:rPr>
        </w:r>
        <w:r>
          <w:rPr>
            <w:noProof/>
            <w:webHidden/>
          </w:rPr>
          <w:fldChar w:fldCharType="separate"/>
        </w:r>
        <w:r>
          <w:rPr>
            <w:noProof/>
            <w:webHidden/>
          </w:rPr>
          <w:t>21</w:t>
        </w:r>
        <w:r>
          <w:rPr>
            <w:noProof/>
            <w:webHidden/>
          </w:rPr>
          <w:fldChar w:fldCharType="end"/>
        </w:r>
      </w:hyperlink>
    </w:p>
    <w:p w14:paraId="6C92CE8D" w14:textId="2A7BDEA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8" w:history="1">
        <w:r w:rsidRPr="001F0789">
          <w:rPr>
            <w:rStyle w:val="Hyperlink"/>
            <w:noProof/>
            <w14:scene3d>
              <w14:camera w14:prst="orthographicFront"/>
              <w14:lightRig w14:rig="threePt" w14:dir="t">
                <w14:rot w14:lat="0" w14:lon="0" w14:rev="0"/>
              </w14:lightRig>
            </w14:scene3d>
          </w:rPr>
          <w:t>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_Toc64888508 \h </w:instrText>
        </w:r>
        <w:r>
          <w:rPr>
            <w:noProof/>
            <w:webHidden/>
          </w:rPr>
        </w:r>
        <w:r>
          <w:rPr>
            <w:noProof/>
            <w:webHidden/>
          </w:rPr>
          <w:fldChar w:fldCharType="separate"/>
        </w:r>
        <w:r>
          <w:rPr>
            <w:noProof/>
            <w:webHidden/>
          </w:rPr>
          <w:t>21</w:t>
        </w:r>
        <w:r>
          <w:rPr>
            <w:noProof/>
            <w:webHidden/>
          </w:rPr>
          <w:fldChar w:fldCharType="end"/>
        </w:r>
      </w:hyperlink>
    </w:p>
    <w:p w14:paraId="570AF28E" w14:textId="2DA4E6C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09" w:history="1">
        <w:r w:rsidRPr="001F0789">
          <w:rPr>
            <w:rStyle w:val="Hyperlink"/>
            <w:noProof/>
            <w14:scene3d>
              <w14:camera w14:prst="orthographicFront"/>
              <w14:lightRig w14:rig="threePt" w14:dir="t">
                <w14:rot w14:lat="0" w14:lon="0" w14:rev="0"/>
              </w14:lightRig>
            </w14:scene3d>
          </w:rPr>
          <w:t>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_Toc64888509 \h </w:instrText>
        </w:r>
        <w:r>
          <w:rPr>
            <w:noProof/>
            <w:webHidden/>
          </w:rPr>
        </w:r>
        <w:r>
          <w:rPr>
            <w:noProof/>
            <w:webHidden/>
          </w:rPr>
          <w:fldChar w:fldCharType="separate"/>
        </w:r>
        <w:r>
          <w:rPr>
            <w:noProof/>
            <w:webHidden/>
          </w:rPr>
          <w:t>21</w:t>
        </w:r>
        <w:r>
          <w:rPr>
            <w:noProof/>
            <w:webHidden/>
          </w:rPr>
          <w:fldChar w:fldCharType="end"/>
        </w:r>
      </w:hyperlink>
    </w:p>
    <w:p w14:paraId="5A080AD3" w14:textId="1A83ADE2"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510" w:history="1">
        <w:r w:rsidRPr="001F0789">
          <w:rPr>
            <w:rStyle w:val="Hyperlink"/>
            <w:noProof/>
          </w:rPr>
          <w:t>5</w:t>
        </w:r>
        <w:r>
          <w:rPr>
            <w:rFonts w:asciiTheme="minorHAnsi" w:eastAsiaTheme="minorEastAsia" w:hAnsiTheme="minorHAnsi" w:cstheme="minorBidi"/>
            <w:b w:val="0"/>
            <w:noProof/>
            <w:lang w:eastAsia="sl-SI"/>
          </w:rPr>
          <w:tab/>
        </w:r>
        <w:r w:rsidRPr="001F0789">
          <w:rPr>
            <w:rStyle w:val="Hyperlink"/>
            <w:noProof/>
          </w:rPr>
          <w:t>Vnos odbirka v2</w:t>
        </w:r>
        <w:r>
          <w:rPr>
            <w:noProof/>
            <w:webHidden/>
          </w:rPr>
          <w:tab/>
        </w:r>
        <w:r>
          <w:rPr>
            <w:noProof/>
            <w:webHidden/>
          </w:rPr>
          <w:fldChar w:fldCharType="begin"/>
        </w:r>
        <w:r>
          <w:rPr>
            <w:noProof/>
            <w:webHidden/>
          </w:rPr>
          <w:instrText xml:space="preserve"> PAGEREF _Toc64888510 \h </w:instrText>
        </w:r>
        <w:r>
          <w:rPr>
            <w:noProof/>
            <w:webHidden/>
          </w:rPr>
        </w:r>
        <w:r>
          <w:rPr>
            <w:noProof/>
            <w:webHidden/>
          </w:rPr>
          <w:fldChar w:fldCharType="separate"/>
        </w:r>
        <w:r>
          <w:rPr>
            <w:noProof/>
            <w:webHidden/>
          </w:rPr>
          <w:t>22</w:t>
        </w:r>
        <w:r>
          <w:rPr>
            <w:noProof/>
            <w:webHidden/>
          </w:rPr>
          <w:fldChar w:fldCharType="end"/>
        </w:r>
      </w:hyperlink>
    </w:p>
    <w:p w14:paraId="0194274F" w14:textId="60A71E6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1" w:history="1">
        <w:r w:rsidRPr="001F0789">
          <w:rPr>
            <w:rStyle w:val="Hyperlink"/>
            <w:noProof/>
            <w14:scene3d>
              <w14:camera w14:prst="orthographicFront"/>
              <w14:lightRig w14:rig="threePt" w14:dir="t">
                <w14:rot w14:lat="0" w14:lon="0" w14:rev="0"/>
              </w14:lightRig>
            </w14:scene3d>
          </w:rPr>
          <w:t>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_Toc64888511 \h </w:instrText>
        </w:r>
        <w:r>
          <w:rPr>
            <w:noProof/>
            <w:webHidden/>
          </w:rPr>
        </w:r>
        <w:r>
          <w:rPr>
            <w:noProof/>
            <w:webHidden/>
          </w:rPr>
          <w:fldChar w:fldCharType="separate"/>
        </w:r>
        <w:r>
          <w:rPr>
            <w:noProof/>
            <w:webHidden/>
          </w:rPr>
          <w:t>22</w:t>
        </w:r>
        <w:r>
          <w:rPr>
            <w:noProof/>
            <w:webHidden/>
          </w:rPr>
          <w:fldChar w:fldCharType="end"/>
        </w:r>
      </w:hyperlink>
    </w:p>
    <w:p w14:paraId="2BB4AF55" w14:textId="621B487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2" w:history="1">
        <w:r w:rsidRPr="001F0789">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_Toc64888512 \h </w:instrText>
        </w:r>
        <w:r>
          <w:rPr>
            <w:noProof/>
            <w:webHidden/>
          </w:rPr>
        </w:r>
        <w:r>
          <w:rPr>
            <w:noProof/>
            <w:webHidden/>
          </w:rPr>
          <w:fldChar w:fldCharType="separate"/>
        </w:r>
        <w:r>
          <w:rPr>
            <w:noProof/>
            <w:webHidden/>
          </w:rPr>
          <w:t>22</w:t>
        </w:r>
        <w:r>
          <w:rPr>
            <w:noProof/>
            <w:webHidden/>
          </w:rPr>
          <w:fldChar w:fldCharType="end"/>
        </w:r>
      </w:hyperlink>
    </w:p>
    <w:p w14:paraId="4DB71B1C" w14:textId="3F514B9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3" w:history="1">
        <w:r w:rsidRPr="001F0789">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_Toc64888513 \h </w:instrText>
        </w:r>
        <w:r>
          <w:rPr>
            <w:noProof/>
            <w:webHidden/>
          </w:rPr>
        </w:r>
        <w:r>
          <w:rPr>
            <w:noProof/>
            <w:webHidden/>
          </w:rPr>
          <w:fldChar w:fldCharType="separate"/>
        </w:r>
        <w:r>
          <w:rPr>
            <w:noProof/>
            <w:webHidden/>
          </w:rPr>
          <w:t>22</w:t>
        </w:r>
        <w:r>
          <w:rPr>
            <w:noProof/>
            <w:webHidden/>
          </w:rPr>
          <w:fldChar w:fldCharType="end"/>
        </w:r>
      </w:hyperlink>
    </w:p>
    <w:p w14:paraId="0497CE3D" w14:textId="1C5A62D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4" w:history="1">
        <w:r w:rsidRPr="001F0789">
          <w:rPr>
            <w:rStyle w:val="Hyperlink"/>
            <w:noProof/>
            <w14:scene3d>
              <w14:camera w14:prst="orthographicFront"/>
              <w14:lightRig w14:rig="threePt" w14:dir="t">
                <w14:rot w14:lat="0" w14:lon="0" w14:rev="0"/>
              </w14:lightRig>
            </w14:scene3d>
          </w:rPr>
          <w:t>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_Toc64888514 \h </w:instrText>
        </w:r>
        <w:r>
          <w:rPr>
            <w:noProof/>
            <w:webHidden/>
          </w:rPr>
        </w:r>
        <w:r>
          <w:rPr>
            <w:noProof/>
            <w:webHidden/>
          </w:rPr>
          <w:fldChar w:fldCharType="separate"/>
        </w:r>
        <w:r>
          <w:rPr>
            <w:noProof/>
            <w:webHidden/>
          </w:rPr>
          <w:t>22</w:t>
        </w:r>
        <w:r>
          <w:rPr>
            <w:noProof/>
            <w:webHidden/>
          </w:rPr>
          <w:fldChar w:fldCharType="end"/>
        </w:r>
      </w:hyperlink>
    </w:p>
    <w:p w14:paraId="4ECFB9D9" w14:textId="1FBAEEE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5" w:history="1">
        <w:r w:rsidRPr="001F0789">
          <w:rPr>
            <w:rStyle w:val="Hyperlink"/>
            <w:noProof/>
            <w14:scene3d>
              <w14:camera w14:prst="orthographicFront"/>
              <w14:lightRig w14:rig="threePt" w14:dir="t">
                <w14:rot w14:lat="0" w14:lon="0" w14:rev="0"/>
              </w14:lightRig>
            </w14:scene3d>
          </w:rPr>
          <w:t>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_Toc64888515 \h </w:instrText>
        </w:r>
        <w:r>
          <w:rPr>
            <w:noProof/>
            <w:webHidden/>
          </w:rPr>
        </w:r>
        <w:r>
          <w:rPr>
            <w:noProof/>
            <w:webHidden/>
          </w:rPr>
          <w:fldChar w:fldCharType="separate"/>
        </w:r>
        <w:r>
          <w:rPr>
            <w:noProof/>
            <w:webHidden/>
          </w:rPr>
          <w:t>22</w:t>
        </w:r>
        <w:r>
          <w:rPr>
            <w:noProof/>
            <w:webHidden/>
          </w:rPr>
          <w:fldChar w:fldCharType="end"/>
        </w:r>
      </w:hyperlink>
    </w:p>
    <w:p w14:paraId="1219A2CF" w14:textId="7648B55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6" w:history="1">
        <w:r w:rsidRPr="001F0789">
          <w:rPr>
            <w:rStyle w:val="Hyperlink"/>
            <w:noProof/>
            <w14:scene3d>
              <w14:camera w14:prst="orthographicFront"/>
              <w14:lightRig w14:rig="threePt" w14:dir="t">
                <w14:rot w14:lat="0" w14:lon="0" w14:rev="0"/>
              </w14:lightRig>
            </w14:scene3d>
          </w:rPr>
          <w:t>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_Toc64888516 \h </w:instrText>
        </w:r>
        <w:r>
          <w:rPr>
            <w:noProof/>
            <w:webHidden/>
          </w:rPr>
        </w:r>
        <w:r>
          <w:rPr>
            <w:noProof/>
            <w:webHidden/>
          </w:rPr>
          <w:fldChar w:fldCharType="separate"/>
        </w:r>
        <w:r>
          <w:rPr>
            <w:noProof/>
            <w:webHidden/>
          </w:rPr>
          <w:t>22</w:t>
        </w:r>
        <w:r>
          <w:rPr>
            <w:noProof/>
            <w:webHidden/>
          </w:rPr>
          <w:fldChar w:fldCharType="end"/>
        </w:r>
      </w:hyperlink>
    </w:p>
    <w:p w14:paraId="7C87A507" w14:textId="4F82CD50"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517" w:history="1">
        <w:r w:rsidRPr="001F0789">
          <w:rPr>
            <w:rStyle w:val="Hyperlink"/>
            <w:noProof/>
          </w:rPr>
          <w:t>6</w:t>
        </w:r>
        <w:r>
          <w:rPr>
            <w:rFonts w:asciiTheme="minorHAnsi" w:eastAsiaTheme="minorEastAsia" w:hAnsiTheme="minorHAnsi" w:cstheme="minorBidi"/>
            <w:b w:val="0"/>
            <w:noProof/>
            <w:lang w:eastAsia="sl-SI"/>
          </w:rPr>
          <w:tab/>
        </w:r>
        <w:r w:rsidRPr="001F0789">
          <w:rPr>
            <w:rStyle w:val="Hyperlink"/>
            <w:noProof/>
          </w:rPr>
          <w:t>Vnos odbirka v3</w:t>
        </w:r>
        <w:r>
          <w:rPr>
            <w:noProof/>
            <w:webHidden/>
          </w:rPr>
          <w:tab/>
        </w:r>
        <w:r>
          <w:rPr>
            <w:noProof/>
            <w:webHidden/>
          </w:rPr>
          <w:fldChar w:fldCharType="begin"/>
        </w:r>
        <w:r>
          <w:rPr>
            <w:noProof/>
            <w:webHidden/>
          </w:rPr>
          <w:instrText xml:space="preserve"> PAGEREF _Toc64888517 \h </w:instrText>
        </w:r>
        <w:r>
          <w:rPr>
            <w:noProof/>
            <w:webHidden/>
          </w:rPr>
        </w:r>
        <w:r>
          <w:rPr>
            <w:noProof/>
            <w:webHidden/>
          </w:rPr>
          <w:fldChar w:fldCharType="separate"/>
        </w:r>
        <w:r>
          <w:rPr>
            <w:noProof/>
            <w:webHidden/>
          </w:rPr>
          <w:t>23</w:t>
        </w:r>
        <w:r>
          <w:rPr>
            <w:noProof/>
            <w:webHidden/>
          </w:rPr>
          <w:fldChar w:fldCharType="end"/>
        </w:r>
      </w:hyperlink>
    </w:p>
    <w:p w14:paraId="7AD308D5" w14:textId="6F5BA76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8" w:history="1">
        <w:r w:rsidRPr="001F0789">
          <w:rPr>
            <w:rStyle w:val="Hyperlink"/>
            <w:noProof/>
            <w14:scene3d>
              <w14:camera w14:prst="orthographicFront"/>
              <w14:lightRig w14:rig="threePt" w14:dir="t">
                <w14:rot w14:lat="0" w14:lon="0" w14:rev="0"/>
              </w14:lightRig>
            </w14:scene3d>
          </w:rPr>
          <w:t>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_Toc64888518 \h </w:instrText>
        </w:r>
        <w:r>
          <w:rPr>
            <w:noProof/>
            <w:webHidden/>
          </w:rPr>
        </w:r>
        <w:r>
          <w:rPr>
            <w:noProof/>
            <w:webHidden/>
          </w:rPr>
          <w:fldChar w:fldCharType="separate"/>
        </w:r>
        <w:r>
          <w:rPr>
            <w:noProof/>
            <w:webHidden/>
          </w:rPr>
          <w:t>23</w:t>
        </w:r>
        <w:r>
          <w:rPr>
            <w:noProof/>
            <w:webHidden/>
          </w:rPr>
          <w:fldChar w:fldCharType="end"/>
        </w:r>
      </w:hyperlink>
    </w:p>
    <w:p w14:paraId="0D06C6FF" w14:textId="02BE214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19" w:history="1">
        <w:r w:rsidRPr="001F0789">
          <w:rPr>
            <w:rStyle w:val="Hyperlink"/>
            <w:noProof/>
            <w14:scene3d>
              <w14:camera w14:prst="orthographicFront"/>
              <w14:lightRig w14:rig="threePt" w14:dir="t">
                <w14:rot w14:lat="0" w14:lon="0" w14:rev="0"/>
              </w14:lightRig>
            </w14:scene3d>
          </w:rPr>
          <w:t>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_Toc64888519 \h </w:instrText>
        </w:r>
        <w:r>
          <w:rPr>
            <w:noProof/>
            <w:webHidden/>
          </w:rPr>
        </w:r>
        <w:r>
          <w:rPr>
            <w:noProof/>
            <w:webHidden/>
          </w:rPr>
          <w:fldChar w:fldCharType="separate"/>
        </w:r>
        <w:r>
          <w:rPr>
            <w:noProof/>
            <w:webHidden/>
          </w:rPr>
          <w:t>23</w:t>
        </w:r>
        <w:r>
          <w:rPr>
            <w:noProof/>
            <w:webHidden/>
          </w:rPr>
          <w:fldChar w:fldCharType="end"/>
        </w:r>
      </w:hyperlink>
    </w:p>
    <w:p w14:paraId="580CE29A" w14:textId="1C31722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0" w:history="1">
        <w:r w:rsidRPr="001F0789">
          <w:rPr>
            <w:rStyle w:val="Hyperlink"/>
            <w:noProof/>
            <w14:scene3d>
              <w14:camera w14:prst="orthographicFront"/>
              <w14:lightRig w14:rig="threePt" w14:dir="t">
                <w14:rot w14:lat="0" w14:lon="0" w14:rev="0"/>
              </w14:lightRig>
            </w14:scene3d>
          </w:rPr>
          <w:t>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_Toc64888520 \h </w:instrText>
        </w:r>
        <w:r>
          <w:rPr>
            <w:noProof/>
            <w:webHidden/>
          </w:rPr>
        </w:r>
        <w:r>
          <w:rPr>
            <w:noProof/>
            <w:webHidden/>
          </w:rPr>
          <w:fldChar w:fldCharType="separate"/>
        </w:r>
        <w:r>
          <w:rPr>
            <w:noProof/>
            <w:webHidden/>
          </w:rPr>
          <w:t>23</w:t>
        </w:r>
        <w:r>
          <w:rPr>
            <w:noProof/>
            <w:webHidden/>
          </w:rPr>
          <w:fldChar w:fldCharType="end"/>
        </w:r>
      </w:hyperlink>
    </w:p>
    <w:p w14:paraId="015E101B" w14:textId="32B58A2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1" w:history="1">
        <w:r w:rsidRPr="001F0789">
          <w:rPr>
            <w:rStyle w:val="Hyperlink"/>
            <w:noProof/>
            <w14:scene3d>
              <w14:camera w14:prst="orthographicFront"/>
              <w14:lightRig w14:rig="threePt" w14:dir="t">
                <w14:rot w14:lat="0" w14:lon="0" w14:rev="0"/>
              </w14:lightRig>
            </w14:scene3d>
          </w:rPr>
          <w:t>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_Toc64888521 \h </w:instrText>
        </w:r>
        <w:r>
          <w:rPr>
            <w:noProof/>
            <w:webHidden/>
          </w:rPr>
        </w:r>
        <w:r>
          <w:rPr>
            <w:noProof/>
            <w:webHidden/>
          </w:rPr>
          <w:fldChar w:fldCharType="separate"/>
        </w:r>
        <w:r>
          <w:rPr>
            <w:noProof/>
            <w:webHidden/>
          </w:rPr>
          <w:t>23</w:t>
        </w:r>
        <w:r>
          <w:rPr>
            <w:noProof/>
            <w:webHidden/>
          </w:rPr>
          <w:fldChar w:fldCharType="end"/>
        </w:r>
      </w:hyperlink>
    </w:p>
    <w:p w14:paraId="109C8D57" w14:textId="434633A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2" w:history="1">
        <w:r w:rsidRPr="001F0789">
          <w:rPr>
            <w:rStyle w:val="Hyperlink"/>
            <w:noProof/>
            <w14:scene3d>
              <w14:camera w14:prst="orthographicFront"/>
              <w14:lightRig w14:rig="threePt" w14:dir="t">
                <w14:rot w14:lat="0" w14:lon="0" w14:rev="0"/>
              </w14:lightRig>
            </w14:scene3d>
          </w:rPr>
          <w:t>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_Toc64888522 \h </w:instrText>
        </w:r>
        <w:r>
          <w:rPr>
            <w:noProof/>
            <w:webHidden/>
          </w:rPr>
        </w:r>
        <w:r>
          <w:rPr>
            <w:noProof/>
            <w:webHidden/>
          </w:rPr>
          <w:fldChar w:fldCharType="separate"/>
        </w:r>
        <w:r>
          <w:rPr>
            <w:noProof/>
            <w:webHidden/>
          </w:rPr>
          <w:t>23</w:t>
        </w:r>
        <w:r>
          <w:rPr>
            <w:noProof/>
            <w:webHidden/>
          </w:rPr>
          <w:fldChar w:fldCharType="end"/>
        </w:r>
      </w:hyperlink>
    </w:p>
    <w:p w14:paraId="60E6F88E" w14:textId="4FBC35D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3" w:history="1">
        <w:r w:rsidRPr="001F0789">
          <w:rPr>
            <w:rStyle w:val="Hyperlink"/>
            <w:noProof/>
            <w14:scene3d>
              <w14:camera w14:prst="orthographicFront"/>
              <w14:lightRig w14:rig="threePt" w14:dir="t">
                <w14:rot w14:lat="0" w14:lon="0" w14:rev="0"/>
              </w14:lightRig>
            </w14:scene3d>
          </w:rPr>
          <w:t>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_Toc64888523 \h </w:instrText>
        </w:r>
        <w:r>
          <w:rPr>
            <w:noProof/>
            <w:webHidden/>
          </w:rPr>
        </w:r>
        <w:r>
          <w:rPr>
            <w:noProof/>
            <w:webHidden/>
          </w:rPr>
          <w:fldChar w:fldCharType="separate"/>
        </w:r>
        <w:r>
          <w:rPr>
            <w:noProof/>
            <w:webHidden/>
          </w:rPr>
          <w:t>23</w:t>
        </w:r>
        <w:r>
          <w:rPr>
            <w:noProof/>
            <w:webHidden/>
          </w:rPr>
          <w:fldChar w:fldCharType="end"/>
        </w:r>
      </w:hyperlink>
    </w:p>
    <w:p w14:paraId="17DA3C8A" w14:textId="46FF0453"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524" w:history="1">
        <w:r w:rsidRPr="001F0789">
          <w:rPr>
            <w:rStyle w:val="Hyperlink"/>
            <w:noProof/>
          </w:rPr>
          <w:t>7</w:t>
        </w:r>
        <w:r>
          <w:rPr>
            <w:rFonts w:asciiTheme="minorHAnsi" w:eastAsiaTheme="minorEastAsia" w:hAnsiTheme="minorHAnsi" w:cstheme="minorBidi"/>
            <w:b w:val="0"/>
            <w:noProof/>
            <w:lang w:eastAsia="sl-SI"/>
          </w:rPr>
          <w:tab/>
        </w:r>
        <w:r w:rsidRPr="001F0789">
          <w:rPr>
            <w:rStyle w:val="Hyperlink"/>
            <w:noProof/>
          </w:rPr>
          <w:t>Enostavni vnos odbirka</w:t>
        </w:r>
        <w:r>
          <w:rPr>
            <w:noProof/>
            <w:webHidden/>
          </w:rPr>
          <w:tab/>
        </w:r>
        <w:r>
          <w:rPr>
            <w:noProof/>
            <w:webHidden/>
          </w:rPr>
          <w:fldChar w:fldCharType="begin"/>
        </w:r>
        <w:r>
          <w:rPr>
            <w:noProof/>
            <w:webHidden/>
          </w:rPr>
          <w:instrText xml:space="preserve"> PAGEREF _Toc64888524 \h </w:instrText>
        </w:r>
        <w:r>
          <w:rPr>
            <w:noProof/>
            <w:webHidden/>
          </w:rPr>
        </w:r>
        <w:r>
          <w:rPr>
            <w:noProof/>
            <w:webHidden/>
          </w:rPr>
          <w:fldChar w:fldCharType="separate"/>
        </w:r>
        <w:r>
          <w:rPr>
            <w:noProof/>
            <w:webHidden/>
          </w:rPr>
          <w:t>25</w:t>
        </w:r>
        <w:r>
          <w:rPr>
            <w:noProof/>
            <w:webHidden/>
          </w:rPr>
          <w:fldChar w:fldCharType="end"/>
        </w:r>
      </w:hyperlink>
    </w:p>
    <w:p w14:paraId="2A5126F1" w14:textId="3C78D6A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5" w:history="1">
        <w:r w:rsidRPr="001F0789">
          <w:rPr>
            <w:rStyle w:val="Hyperlink"/>
            <w:noProof/>
            <w14:scene3d>
              <w14:camera w14:prst="orthographicFront"/>
              <w14:lightRig w14:rig="threePt" w14:dir="t">
                <w14:rot w14:lat="0" w14:lon="0" w14:rev="0"/>
              </w14:lightRig>
            </w14:scene3d>
          </w:rPr>
          <w:t>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_Toc64888525 \h </w:instrText>
        </w:r>
        <w:r>
          <w:rPr>
            <w:noProof/>
            <w:webHidden/>
          </w:rPr>
        </w:r>
        <w:r>
          <w:rPr>
            <w:noProof/>
            <w:webHidden/>
          </w:rPr>
          <w:fldChar w:fldCharType="separate"/>
        </w:r>
        <w:r>
          <w:rPr>
            <w:noProof/>
            <w:webHidden/>
          </w:rPr>
          <w:t>25</w:t>
        </w:r>
        <w:r>
          <w:rPr>
            <w:noProof/>
            <w:webHidden/>
          </w:rPr>
          <w:fldChar w:fldCharType="end"/>
        </w:r>
      </w:hyperlink>
    </w:p>
    <w:p w14:paraId="064FB6DC" w14:textId="3DE8293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6" w:history="1">
        <w:r w:rsidRPr="001F0789">
          <w:rPr>
            <w:rStyle w:val="Hyperlink"/>
            <w:noProof/>
            <w14:scene3d>
              <w14:camera w14:prst="orthographicFront"/>
              <w14:lightRig w14:rig="threePt" w14:dir="t">
                <w14:rot w14:lat="0" w14:lon="0" w14:rev="0"/>
              </w14:lightRig>
            </w14:scene3d>
          </w:rPr>
          <w:t>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_Toc64888526 \h </w:instrText>
        </w:r>
        <w:r>
          <w:rPr>
            <w:noProof/>
            <w:webHidden/>
          </w:rPr>
        </w:r>
        <w:r>
          <w:rPr>
            <w:noProof/>
            <w:webHidden/>
          </w:rPr>
          <w:fldChar w:fldCharType="separate"/>
        </w:r>
        <w:r>
          <w:rPr>
            <w:noProof/>
            <w:webHidden/>
          </w:rPr>
          <w:t>25</w:t>
        </w:r>
        <w:r>
          <w:rPr>
            <w:noProof/>
            <w:webHidden/>
          </w:rPr>
          <w:fldChar w:fldCharType="end"/>
        </w:r>
      </w:hyperlink>
    </w:p>
    <w:p w14:paraId="3B26B817" w14:textId="6B8620D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7" w:history="1">
        <w:r w:rsidRPr="001F0789">
          <w:rPr>
            <w:rStyle w:val="Hyperlink"/>
            <w:noProof/>
            <w14:scene3d>
              <w14:camera w14:prst="orthographicFront"/>
              <w14:lightRig w14:rig="threePt" w14:dir="t">
                <w14:rot w14:lat="0" w14:lon="0" w14:rev="0"/>
              </w14:lightRig>
            </w14:scene3d>
          </w:rPr>
          <w:t>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_Toc64888527 \h </w:instrText>
        </w:r>
        <w:r>
          <w:rPr>
            <w:noProof/>
            <w:webHidden/>
          </w:rPr>
        </w:r>
        <w:r>
          <w:rPr>
            <w:noProof/>
            <w:webHidden/>
          </w:rPr>
          <w:fldChar w:fldCharType="separate"/>
        </w:r>
        <w:r>
          <w:rPr>
            <w:noProof/>
            <w:webHidden/>
          </w:rPr>
          <w:t>25</w:t>
        </w:r>
        <w:r>
          <w:rPr>
            <w:noProof/>
            <w:webHidden/>
          </w:rPr>
          <w:fldChar w:fldCharType="end"/>
        </w:r>
      </w:hyperlink>
    </w:p>
    <w:p w14:paraId="57711D9A" w14:textId="1941B7F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8" w:history="1">
        <w:r w:rsidRPr="001F0789">
          <w:rPr>
            <w:rStyle w:val="Hyperlink"/>
            <w:noProof/>
            <w14:scene3d>
              <w14:camera w14:prst="orthographicFront"/>
              <w14:lightRig w14:rig="threePt" w14:dir="t">
                <w14:rot w14:lat="0" w14:lon="0" w14:rev="0"/>
              </w14:lightRig>
            </w14:scene3d>
          </w:rPr>
          <w:t>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_Toc64888528 \h </w:instrText>
        </w:r>
        <w:r>
          <w:rPr>
            <w:noProof/>
            <w:webHidden/>
          </w:rPr>
        </w:r>
        <w:r>
          <w:rPr>
            <w:noProof/>
            <w:webHidden/>
          </w:rPr>
          <w:fldChar w:fldCharType="separate"/>
        </w:r>
        <w:r>
          <w:rPr>
            <w:noProof/>
            <w:webHidden/>
          </w:rPr>
          <w:t>25</w:t>
        </w:r>
        <w:r>
          <w:rPr>
            <w:noProof/>
            <w:webHidden/>
          </w:rPr>
          <w:fldChar w:fldCharType="end"/>
        </w:r>
      </w:hyperlink>
    </w:p>
    <w:p w14:paraId="29896F38" w14:textId="3CC08B5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29" w:history="1">
        <w:r w:rsidRPr="001F0789">
          <w:rPr>
            <w:rStyle w:val="Hyperlink"/>
            <w:noProof/>
            <w14:scene3d>
              <w14:camera w14:prst="orthographicFront"/>
              <w14:lightRig w14:rig="threePt" w14:dir="t">
                <w14:rot w14:lat="0" w14:lon="0" w14:rev="0"/>
              </w14:lightRig>
            </w14:scene3d>
          </w:rPr>
          <w:t>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_Toc64888529 \h </w:instrText>
        </w:r>
        <w:r>
          <w:rPr>
            <w:noProof/>
            <w:webHidden/>
          </w:rPr>
        </w:r>
        <w:r>
          <w:rPr>
            <w:noProof/>
            <w:webHidden/>
          </w:rPr>
          <w:fldChar w:fldCharType="separate"/>
        </w:r>
        <w:r>
          <w:rPr>
            <w:noProof/>
            <w:webHidden/>
          </w:rPr>
          <w:t>25</w:t>
        </w:r>
        <w:r>
          <w:rPr>
            <w:noProof/>
            <w:webHidden/>
          </w:rPr>
          <w:fldChar w:fldCharType="end"/>
        </w:r>
      </w:hyperlink>
    </w:p>
    <w:p w14:paraId="187C7BC2" w14:textId="5EF9EB2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0" w:history="1">
        <w:r w:rsidRPr="001F0789">
          <w:rPr>
            <w:rStyle w:val="Hyperlink"/>
            <w:noProof/>
            <w14:scene3d>
              <w14:camera w14:prst="orthographicFront"/>
              <w14:lightRig w14:rig="threePt" w14:dir="t">
                <w14:rot w14:lat="0" w14:lon="0" w14:rev="0"/>
              </w14:lightRig>
            </w14:scene3d>
          </w:rPr>
          <w:t>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_Toc64888530 \h </w:instrText>
        </w:r>
        <w:r>
          <w:rPr>
            <w:noProof/>
            <w:webHidden/>
          </w:rPr>
        </w:r>
        <w:r>
          <w:rPr>
            <w:noProof/>
            <w:webHidden/>
          </w:rPr>
          <w:fldChar w:fldCharType="separate"/>
        </w:r>
        <w:r>
          <w:rPr>
            <w:noProof/>
            <w:webHidden/>
          </w:rPr>
          <w:t>25</w:t>
        </w:r>
        <w:r>
          <w:rPr>
            <w:noProof/>
            <w:webHidden/>
          </w:rPr>
          <w:fldChar w:fldCharType="end"/>
        </w:r>
      </w:hyperlink>
    </w:p>
    <w:p w14:paraId="7AA46EBB" w14:textId="400D2418" w:rsidR="00765DB7" w:rsidRDefault="00765DB7">
      <w:pPr>
        <w:pStyle w:val="TOC1"/>
        <w:tabs>
          <w:tab w:val="left" w:pos="440"/>
          <w:tab w:val="right" w:leader="dot" w:pos="9060"/>
        </w:tabs>
        <w:rPr>
          <w:rFonts w:asciiTheme="minorHAnsi" w:eastAsiaTheme="minorEastAsia" w:hAnsiTheme="minorHAnsi" w:cstheme="minorBidi"/>
          <w:b w:val="0"/>
          <w:noProof/>
          <w:lang w:eastAsia="sl-SI"/>
        </w:rPr>
      </w:pPr>
      <w:hyperlink w:anchor="_Toc64888531" w:history="1">
        <w:r w:rsidRPr="001F0789">
          <w:rPr>
            <w:rStyle w:val="Hyperlink"/>
            <w:noProof/>
          </w:rPr>
          <w:t>9</w:t>
        </w:r>
        <w:r>
          <w:rPr>
            <w:rFonts w:asciiTheme="minorHAnsi" w:eastAsiaTheme="minorEastAsia" w:hAnsiTheme="minorHAnsi" w:cstheme="minorBidi"/>
            <w:b w:val="0"/>
            <w:noProof/>
            <w:lang w:eastAsia="sl-SI"/>
          </w:rPr>
          <w:tab/>
        </w:r>
        <w:r w:rsidRPr="001F0789">
          <w:rPr>
            <w:rStyle w:val="Hyperlink"/>
            <w:noProof/>
          </w:rPr>
          <w:t>Vrni odbirke</w:t>
        </w:r>
        <w:r>
          <w:rPr>
            <w:noProof/>
            <w:webHidden/>
          </w:rPr>
          <w:tab/>
        </w:r>
        <w:r>
          <w:rPr>
            <w:noProof/>
            <w:webHidden/>
          </w:rPr>
          <w:fldChar w:fldCharType="begin"/>
        </w:r>
        <w:r>
          <w:rPr>
            <w:noProof/>
            <w:webHidden/>
          </w:rPr>
          <w:instrText xml:space="preserve"> PAGEREF _Toc64888531 \h </w:instrText>
        </w:r>
        <w:r>
          <w:rPr>
            <w:noProof/>
            <w:webHidden/>
          </w:rPr>
        </w:r>
        <w:r>
          <w:rPr>
            <w:noProof/>
            <w:webHidden/>
          </w:rPr>
          <w:fldChar w:fldCharType="separate"/>
        </w:r>
        <w:r>
          <w:rPr>
            <w:noProof/>
            <w:webHidden/>
          </w:rPr>
          <w:t>27</w:t>
        </w:r>
        <w:r>
          <w:rPr>
            <w:noProof/>
            <w:webHidden/>
          </w:rPr>
          <w:fldChar w:fldCharType="end"/>
        </w:r>
      </w:hyperlink>
    </w:p>
    <w:p w14:paraId="1138F10D" w14:textId="3F95414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2" w:history="1">
        <w:r w:rsidRPr="001F0789">
          <w:rPr>
            <w:rStyle w:val="Hyperlink"/>
            <w:noProof/>
            <w14:scene3d>
              <w14:camera w14:prst="orthographicFront"/>
              <w14:lightRig w14:rig="threePt" w14:dir="t">
                <w14:rot w14:lat="0" w14:lon="0" w14:rev="0"/>
              </w14:lightRig>
            </w14:scene3d>
          </w:rPr>
          <w:t>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_Toc64888532 \h </w:instrText>
        </w:r>
        <w:r>
          <w:rPr>
            <w:noProof/>
            <w:webHidden/>
          </w:rPr>
        </w:r>
        <w:r>
          <w:rPr>
            <w:noProof/>
            <w:webHidden/>
          </w:rPr>
          <w:fldChar w:fldCharType="separate"/>
        </w:r>
        <w:r>
          <w:rPr>
            <w:noProof/>
            <w:webHidden/>
          </w:rPr>
          <w:t>27</w:t>
        </w:r>
        <w:r>
          <w:rPr>
            <w:noProof/>
            <w:webHidden/>
          </w:rPr>
          <w:fldChar w:fldCharType="end"/>
        </w:r>
      </w:hyperlink>
    </w:p>
    <w:p w14:paraId="50842F9A" w14:textId="085EB17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3" w:history="1">
        <w:r w:rsidRPr="001F0789">
          <w:rPr>
            <w:rStyle w:val="Hyperlink"/>
            <w:noProof/>
            <w14:scene3d>
              <w14:camera w14:prst="orthographicFront"/>
              <w14:lightRig w14:rig="threePt" w14:dir="t">
                <w14:rot w14:lat="0" w14:lon="0" w14:rev="0"/>
              </w14:lightRig>
            </w14:scene3d>
          </w:rPr>
          <w:t>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_Toc64888533 \h </w:instrText>
        </w:r>
        <w:r>
          <w:rPr>
            <w:noProof/>
            <w:webHidden/>
          </w:rPr>
        </w:r>
        <w:r>
          <w:rPr>
            <w:noProof/>
            <w:webHidden/>
          </w:rPr>
          <w:fldChar w:fldCharType="separate"/>
        </w:r>
        <w:r>
          <w:rPr>
            <w:noProof/>
            <w:webHidden/>
          </w:rPr>
          <w:t>27</w:t>
        </w:r>
        <w:r>
          <w:rPr>
            <w:noProof/>
            <w:webHidden/>
          </w:rPr>
          <w:fldChar w:fldCharType="end"/>
        </w:r>
      </w:hyperlink>
    </w:p>
    <w:p w14:paraId="7A230367" w14:textId="760DD8A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4" w:history="1">
        <w:r w:rsidRPr="001F0789">
          <w:rPr>
            <w:rStyle w:val="Hyperlink"/>
            <w:noProof/>
            <w14:scene3d>
              <w14:camera w14:prst="orthographicFront"/>
              <w14:lightRig w14:rig="threePt" w14:dir="t">
                <w14:rot w14:lat="0" w14:lon="0" w14:rev="0"/>
              </w14:lightRig>
            </w14:scene3d>
          </w:rPr>
          <w:t>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_Toc64888534 \h </w:instrText>
        </w:r>
        <w:r>
          <w:rPr>
            <w:noProof/>
            <w:webHidden/>
          </w:rPr>
        </w:r>
        <w:r>
          <w:rPr>
            <w:noProof/>
            <w:webHidden/>
          </w:rPr>
          <w:fldChar w:fldCharType="separate"/>
        </w:r>
        <w:r>
          <w:rPr>
            <w:noProof/>
            <w:webHidden/>
          </w:rPr>
          <w:t>27</w:t>
        </w:r>
        <w:r>
          <w:rPr>
            <w:noProof/>
            <w:webHidden/>
          </w:rPr>
          <w:fldChar w:fldCharType="end"/>
        </w:r>
      </w:hyperlink>
    </w:p>
    <w:p w14:paraId="2C468C2B" w14:textId="2296A50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5" w:history="1">
        <w:r w:rsidRPr="001F0789">
          <w:rPr>
            <w:rStyle w:val="Hyperlink"/>
            <w:noProof/>
            <w14:scene3d>
              <w14:camera w14:prst="orthographicFront"/>
              <w14:lightRig w14:rig="threePt" w14:dir="t">
                <w14:rot w14:lat="0" w14:lon="0" w14:rev="0"/>
              </w14:lightRig>
            </w14:scene3d>
          </w:rPr>
          <w:t>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_Toc64888535 \h </w:instrText>
        </w:r>
        <w:r>
          <w:rPr>
            <w:noProof/>
            <w:webHidden/>
          </w:rPr>
        </w:r>
        <w:r>
          <w:rPr>
            <w:noProof/>
            <w:webHidden/>
          </w:rPr>
          <w:fldChar w:fldCharType="separate"/>
        </w:r>
        <w:r>
          <w:rPr>
            <w:noProof/>
            <w:webHidden/>
          </w:rPr>
          <w:t>27</w:t>
        </w:r>
        <w:r>
          <w:rPr>
            <w:noProof/>
            <w:webHidden/>
          </w:rPr>
          <w:fldChar w:fldCharType="end"/>
        </w:r>
      </w:hyperlink>
    </w:p>
    <w:p w14:paraId="297C09F1" w14:textId="40E5FA6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6" w:history="1">
        <w:r w:rsidRPr="001F0789">
          <w:rPr>
            <w:rStyle w:val="Hyperlink"/>
            <w:noProof/>
            <w14:scene3d>
              <w14:camera w14:prst="orthographicFront"/>
              <w14:lightRig w14:rig="threePt" w14:dir="t">
                <w14:rot w14:lat="0" w14:lon="0" w14:rev="0"/>
              </w14:lightRig>
            </w14:scene3d>
          </w:rPr>
          <w:t>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_Toc64888536 \h </w:instrText>
        </w:r>
        <w:r>
          <w:rPr>
            <w:noProof/>
            <w:webHidden/>
          </w:rPr>
        </w:r>
        <w:r>
          <w:rPr>
            <w:noProof/>
            <w:webHidden/>
          </w:rPr>
          <w:fldChar w:fldCharType="separate"/>
        </w:r>
        <w:r>
          <w:rPr>
            <w:noProof/>
            <w:webHidden/>
          </w:rPr>
          <w:t>27</w:t>
        </w:r>
        <w:r>
          <w:rPr>
            <w:noProof/>
            <w:webHidden/>
          </w:rPr>
          <w:fldChar w:fldCharType="end"/>
        </w:r>
      </w:hyperlink>
    </w:p>
    <w:p w14:paraId="16961E7F" w14:textId="2CBECAF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7" w:history="1">
        <w:r w:rsidRPr="001F0789">
          <w:rPr>
            <w:rStyle w:val="Hyperlink"/>
            <w:noProof/>
            <w14:scene3d>
              <w14:camera w14:prst="orthographicFront"/>
              <w14:lightRig w14:rig="threePt" w14:dir="t">
                <w14:rot w14:lat="0" w14:lon="0" w14:rev="0"/>
              </w14:lightRig>
            </w14:scene3d>
          </w:rPr>
          <w:t>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_Toc64888537 \h </w:instrText>
        </w:r>
        <w:r>
          <w:rPr>
            <w:noProof/>
            <w:webHidden/>
          </w:rPr>
        </w:r>
        <w:r>
          <w:rPr>
            <w:noProof/>
            <w:webHidden/>
          </w:rPr>
          <w:fldChar w:fldCharType="separate"/>
        </w:r>
        <w:r>
          <w:rPr>
            <w:noProof/>
            <w:webHidden/>
          </w:rPr>
          <w:t>27</w:t>
        </w:r>
        <w:r>
          <w:rPr>
            <w:noProof/>
            <w:webHidden/>
          </w:rPr>
          <w:fldChar w:fldCharType="end"/>
        </w:r>
      </w:hyperlink>
    </w:p>
    <w:p w14:paraId="181CAD9B" w14:textId="12F7B7D7"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38" w:history="1">
        <w:r w:rsidRPr="001F0789">
          <w:rPr>
            <w:rStyle w:val="Hyperlink"/>
            <w:noProof/>
          </w:rPr>
          <w:t>10</w:t>
        </w:r>
        <w:r>
          <w:rPr>
            <w:rFonts w:asciiTheme="minorHAnsi" w:eastAsiaTheme="minorEastAsia" w:hAnsiTheme="minorHAnsi" w:cstheme="minorBidi"/>
            <w:b w:val="0"/>
            <w:noProof/>
            <w:lang w:eastAsia="sl-SI"/>
          </w:rPr>
          <w:tab/>
        </w:r>
        <w:r w:rsidRPr="001F0789">
          <w:rPr>
            <w:rStyle w:val="Hyperlink"/>
            <w:noProof/>
          </w:rPr>
          <w:t>Vrni odbirke v2</w:t>
        </w:r>
        <w:r>
          <w:rPr>
            <w:noProof/>
            <w:webHidden/>
          </w:rPr>
          <w:tab/>
        </w:r>
        <w:r>
          <w:rPr>
            <w:noProof/>
            <w:webHidden/>
          </w:rPr>
          <w:fldChar w:fldCharType="begin"/>
        </w:r>
        <w:r>
          <w:rPr>
            <w:noProof/>
            <w:webHidden/>
          </w:rPr>
          <w:instrText xml:space="preserve"> PAGEREF _Toc64888538 \h </w:instrText>
        </w:r>
        <w:r>
          <w:rPr>
            <w:noProof/>
            <w:webHidden/>
          </w:rPr>
        </w:r>
        <w:r>
          <w:rPr>
            <w:noProof/>
            <w:webHidden/>
          </w:rPr>
          <w:fldChar w:fldCharType="separate"/>
        </w:r>
        <w:r>
          <w:rPr>
            <w:noProof/>
            <w:webHidden/>
          </w:rPr>
          <w:t>28</w:t>
        </w:r>
        <w:r>
          <w:rPr>
            <w:noProof/>
            <w:webHidden/>
          </w:rPr>
          <w:fldChar w:fldCharType="end"/>
        </w:r>
      </w:hyperlink>
    </w:p>
    <w:p w14:paraId="1F3CC104" w14:textId="34013BE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39" w:history="1">
        <w:r w:rsidRPr="001F0789">
          <w:rPr>
            <w:rStyle w:val="Hyperlink"/>
            <w:noProof/>
            <w14:scene3d>
              <w14:camera w14:prst="orthographicFront"/>
              <w14:lightRig w14:rig="threePt" w14:dir="t">
                <w14:rot w14:lat="0" w14:lon="0" w14:rev="0"/>
              </w14:lightRig>
            </w14:scene3d>
          </w:rPr>
          <w:t>10.1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_Toc64888539 \h </w:instrText>
        </w:r>
        <w:r>
          <w:rPr>
            <w:noProof/>
            <w:webHidden/>
          </w:rPr>
        </w:r>
        <w:r>
          <w:rPr>
            <w:noProof/>
            <w:webHidden/>
          </w:rPr>
          <w:fldChar w:fldCharType="separate"/>
        </w:r>
        <w:r>
          <w:rPr>
            <w:noProof/>
            <w:webHidden/>
          </w:rPr>
          <w:t>28</w:t>
        </w:r>
        <w:r>
          <w:rPr>
            <w:noProof/>
            <w:webHidden/>
          </w:rPr>
          <w:fldChar w:fldCharType="end"/>
        </w:r>
      </w:hyperlink>
    </w:p>
    <w:p w14:paraId="78C588A5" w14:textId="0DF12AE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0" w:history="1">
        <w:r w:rsidRPr="001F0789">
          <w:rPr>
            <w:rStyle w:val="Hyperlink"/>
            <w:noProof/>
            <w14:scene3d>
              <w14:camera w14:prst="orthographicFront"/>
              <w14:lightRig w14:rig="threePt" w14:dir="t">
                <w14:rot w14:lat="0" w14:lon="0" w14:rev="0"/>
              </w14:lightRig>
            </w14:scene3d>
          </w:rPr>
          <w:t>10.2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_Toc64888540 \h </w:instrText>
        </w:r>
        <w:r>
          <w:rPr>
            <w:noProof/>
            <w:webHidden/>
          </w:rPr>
        </w:r>
        <w:r>
          <w:rPr>
            <w:noProof/>
            <w:webHidden/>
          </w:rPr>
          <w:fldChar w:fldCharType="separate"/>
        </w:r>
        <w:r>
          <w:rPr>
            <w:noProof/>
            <w:webHidden/>
          </w:rPr>
          <w:t>28</w:t>
        </w:r>
        <w:r>
          <w:rPr>
            <w:noProof/>
            <w:webHidden/>
          </w:rPr>
          <w:fldChar w:fldCharType="end"/>
        </w:r>
      </w:hyperlink>
    </w:p>
    <w:p w14:paraId="4D182C1C" w14:textId="58B92EB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1" w:history="1">
        <w:r w:rsidRPr="001F0789">
          <w:rPr>
            <w:rStyle w:val="Hyperlink"/>
            <w:noProof/>
            <w14:scene3d>
              <w14:camera w14:prst="orthographicFront"/>
              <w14:lightRig w14:rig="threePt" w14:dir="t">
                <w14:rot w14:lat="0" w14:lon="0" w14:rev="0"/>
              </w14:lightRig>
            </w14:scene3d>
          </w:rPr>
          <w:t>10.3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_Toc64888541 \h </w:instrText>
        </w:r>
        <w:r>
          <w:rPr>
            <w:noProof/>
            <w:webHidden/>
          </w:rPr>
        </w:r>
        <w:r>
          <w:rPr>
            <w:noProof/>
            <w:webHidden/>
          </w:rPr>
          <w:fldChar w:fldCharType="separate"/>
        </w:r>
        <w:r>
          <w:rPr>
            <w:noProof/>
            <w:webHidden/>
          </w:rPr>
          <w:t>28</w:t>
        </w:r>
        <w:r>
          <w:rPr>
            <w:noProof/>
            <w:webHidden/>
          </w:rPr>
          <w:fldChar w:fldCharType="end"/>
        </w:r>
      </w:hyperlink>
    </w:p>
    <w:p w14:paraId="336105EA" w14:textId="6658D33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2" w:history="1">
        <w:r w:rsidRPr="001F0789">
          <w:rPr>
            <w:rStyle w:val="Hyperlink"/>
            <w:noProof/>
            <w14:scene3d>
              <w14:camera w14:prst="orthographicFront"/>
              <w14:lightRig w14:rig="threePt" w14:dir="t">
                <w14:rot w14:lat="0" w14:lon="0" w14:rev="0"/>
              </w14:lightRig>
            </w14:scene3d>
          </w:rPr>
          <w:t>10.4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_Toc64888542 \h </w:instrText>
        </w:r>
        <w:r>
          <w:rPr>
            <w:noProof/>
            <w:webHidden/>
          </w:rPr>
        </w:r>
        <w:r>
          <w:rPr>
            <w:noProof/>
            <w:webHidden/>
          </w:rPr>
          <w:fldChar w:fldCharType="separate"/>
        </w:r>
        <w:r>
          <w:rPr>
            <w:noProof/>
            <w:webHidden/>
          </w:rPr>
          <w:t>28</w:t>
        </w:r>
        <w:r>
          <w:rPr>
            <w:noProof/>
            <w:webHidden/>
          </w:rPr>
          <w:fldChar w:fldCharType="end"/>
        </w:r>
      </w:hyperlink>
    </w:p>
    <w:p w14:paraId="2C2CB062" w14:textId="14D95DA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3" w:history="1">
        <w:r w:rsidRPr="001F0789">
          <w:rPr>
            <w:rStyle w:val="Hyperlink"/>
            <w:noProof/>
            <w14:scene3d>
              <w14:camera w14:prst="orthographicFront"/>
              <w14:lightRig w14:rig="threePt" w14:dir="t">
                <w14:rot w14:lat="0" w14:lon="0" w14:rev="0"/>
              </w14:lightRig>
            </w14:scene3d>
          </w:rPr>
          <w:t>10.5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_Toc64888543 \h </w:instrText>
        </w:r>
        <w:r>
          <w:rPr>
            <w:noProof/>
            <w:webHidden/>
          </w:rPr>
        </w:r>
        <w:r>
          <w:rPr>
            <w:noProof/>
            <w:webHidden/>
          </w:rPr>
          <w:fldChar w:fldCharType="separate"/>
        </w:r>
        <w:r>
          <w:rPr>
            <w:noProof/>
            <w:webHidden/>
          </w:rPr>
          <w:t>28</w:t>
        </w:r>
        <w:r>
          <w:rPr>
            <w:noProof/>
            <w:webHidden/>
          </w:rPr>
          <w:fldChar w:fldCharType="end"/>
        </w:r>
      </w:hyperlink>
    </w:p>
    <w:p w14:paraId="4977794A" w14:textId="0896C29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4" w:history="1">
        <w:r w:rsidRPr="001F0789">
          <w:rPr>
            <w:rStyle w:val="Hyperlink"/>
            <w:noProof/>
            <w14:scene3d>
              <w14:camera w14:prst="orthographicFront"/>
              <w14:lightRig w14:rig="threePt" w14:dir="t">
                <w14:rot w14:lat="0" w14:lon="0" w14:rev="0"/>
              </w14:lightRig>
            </w14:scene3d>
          </w:rPr>
          <w:t>10.6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_Toc64888544 \h </w:instrText>
        </w:r>
        <w:r>
          <w:rPr>
            <w:noProof/>
            <w:webHidden/>
          </w:rPr>
        </w:r>
        <w:r>
          <w:rPr>
            <w:noProof/>
            <w:webHidden/>
          </w:rPr>
          <w:fldChar w:fldCharType="separate"/>
        </w:r>
        <w:r>
          <w:rPr>
            <w:noProof/>
            <w:webHidden/>
          </w:rPr>
          <w:t>28</w:t>
        </w:r>
        <w:r>
          <w:rPr>
            <w:noProof/>
            <w:webHidden/>
          </w:rPr>
          <w:fldChar w:fldCharType="end"/>
        </w:r>
      </w:hyperlink>
    </w:p>
    <w:p w14:paraId="0774F5FC" w14:textId="78A77A7D"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45" w:history="1">
        <w:r w:rsidRPr="001F0789">
          <w:rPr>
            <w:rStyle w:val="Hyperlink"/>
            <w:noProof/>
          </w:rPr>
          <w:t>11</w:t>
        </w:r>
        <w:r>
          <w:rPr>
            <w:rFonts w:asciiTheme="minorHAnsi" w:eastAsiaTheme="minorEastAsia" w:hAnsiTheme="minorHAnsi" w:cstheme="minorBidi"/>
            <w:b w:val="0"/>
            <w:noProof/>
            <w:lang w:eastAsia="sl-SI"/>
          </w:rPr>
          <w:tab/>
        </w:r>
        <w:r w:rsidRPr="001F0789">
          <w:rPr>
            <w:rStyle w:val="Hyperlink"/>
            <w:noProof/>
          </w:rPr>
          <w:t>Vrni odbirke v3</w:t>
        </w:r>
        <w:r>
          <w:rPr>
            <w:noProof/>
            <w:webHidden/>
          </w:rPr>
          <w:tab/>
        </w:r>
        <w:r>
          <w:rPr>
            <w:noProof/>
            <w:webHidden/>
          </w:rPr>
          <w:fldChar w:fldCharType="begin"/>
        </w:r>
        <w:r>
          <w:rPr>
            <w:noProof/>
            <w:webHidden/>
          </w:rPr>
          <w:instrText xml:space="preserve"> PAGEREF _Toc64888545 \h </w:instrText>
        </w:r>
        <w:r>
          <w:rPr>
            <w:noProof/>
            <w:webHidden/>
          </w:rPr>
        </w:r>
        <w:r>
          <w:rPr>
            <w:noProof/>
            <w:webHidden/>
          </w:rPr>
          <w:fldChar w:fldCharType="separate"/>
        </w:r>
        <w:r>
          <w:rPr>
            <w:noProof/>
            <w:webHidden/>
          </w:rPr>
          <w:t>29</w:t>
        </w:r>
        <w:r>
          <w:rPr>
            <w:noProof/>
            <w:webHidden/>
          </w:rPr>
          <w:fldChar w:fldCharType="end"/>
        </w:r>
      </w:hyperlink>
    </w:p>
    <w:p w14:paraId="2D0D7FD1" w14:textId="1A4C8A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6" w:history="1">
        <w:r w:rsidRPr="001F0789">
          <w:rPr>
            <w:rStyle w:val="Hyperlink"/>
            <w:noProof/>
            <w14:scene3d>
              <w14:camera w14:prst="orthographicFront"/>
              <w14:lightRig w14:rig="threePt" w14:dir="t">
                <w14:rot w14:lat="0" w14:lon="0" w14:rev="0"/>
              </w14:lightRig>
            </w14:scene3d>
          </w:rPr>
          <w:t>11.1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_Toc64888546 \h </w:instrText>
        </w:r>
        <w:r>
          <w:rPr>
            <w:noProof/>
            <w:webHidden/>
          </w:rPr>
        </w:r>
        <w:r>
          <w:rPr>
            <w:noProof/>
            <w:webHidden/>
          </w:rPr>
          <w:fldChar w:fldCharType="separate"/>
        </w:r>
        <w:r>
          <w:rPr>
            <w:noProof/>
            <w:webHidden/>
          </w:rPr>
          <w:t>29</w:t>
        </w:r>
        <w:r>
          <w:rPr>
            <w:noProof/>
            <w:webHidden/>
          </w:rPr>
          <w:fldChar w:fldCharType="end"/>
        </w:r>
      </w:hyperlink>
    </w:p>
    <w:p w14:paraId="79ED4266" w14:textId="5FF0B96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7" w:history="1">
        <w:r w:rsidRPr="001F0789">
          <w:rPr>
            <w:rStyle w:val="Hyperlink"/>
            <w:noProof/>
            <w14:scene3d>
              <w14:camera w14:prst="orthographicFront"/>
              <w14:lightRig w14:rig="threePt" w14:dir="t">
                <w14:rot w14:lat="0" w14:lon="0" w14:rev="0"/>
              </w14:lightRig>
            </w14:scene3d>
          </w:rPr>
          <w:t>11.2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_Toc64888547 \h </w:instrText>
        </w:r>
        <w:r>
          <w:rPr>
            <w:noProof/>
            <w:webHidden/>
          </w:rPr>
        </w:r>
        <w:r>
          <w:rPr>
            <w:noProof/>
            <w:webHidden/>
          </w:rPr>
          <w:fldChar w:fldCharType="separate"/>
        </w:r>
        <w:r>
          <w:rPr>
            <w:noProof/>
            <w:webHidden/>
          </w:rPr>
          <w:t>29</w:t>
        </w:r>
        <w:r>
          <w:rPr>
            <w:noProof/>
            <w:webHidden/>
          </w:rPr>
          <w:fldChar w:fldCharType="end"/>
        </w:r>
      </w:hyperlink>
    </w:p>
    <w:p w14:paraId="1E193C37" w14:textId="1286218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8" w:history="1">
        <w:r w:rsidRPr="001F0789">
          <w:rPr>
            <w:rStyle w:val="Hyperlink"/>
            <w:noProof/>
            <w14:scene3d>
              <w14:camera w14:prst="orthographicFront"/>
              <w14:lightRig w14:rig="threePt" w14:dir="t">
                <w14:rot w14:lat="0" w14:lon="0" w14:rev="0"/>
              </w14:lightRig>
            </w14:scene3d>
          </w:rPr>
          <w:t>11.3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_Toc64888548 \h </w:instrText>
        </w:r>
        <w:r>
          <w:rPr>
            <w:noProof/>
            <w:webHidden/>
          </w:rPr>
        </w:r>
        <w:r>
          <w:rPr>
            <w:noProof/>
            <w:webHidden/>
          </w:rPr>
          <w:fldChar w:fldCharType="separate"/>
        </w:r>
        <w:r>
          <w:rPr>
            <w:noProof/>
            <w:webHidden/>
          </w:rPr>
          <w:t>29</w:t>
        </w:r>
        <w:r>
          <w:rPr>
            <w:noProof/>
            <w:webHidden/>
          </w:rPr>
          <w:fldChar w:fldCharType="end"/>
        </w:r>
      </w:hyperlink>
    </w:p>
    <w:p w14:paraId="4927D8E1" w14:textId="4BE1E4B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49" w:history="1">
        <w:r w:rsidRPr="001F0789">
          <w:rPr>
            <w:rStyle w:val="Hyperlink"/>
            <w:noProof/>
            <w14:scene3d>
              <w14:camera w14:prst="orthographicFront"/>
              <w14:lightRig w14:rig="threePt" w14:dir="t">
                <w14:rot w14:lat="0" w14:lon="0" w14:rev="0"/>
              </w14:lightRig>
            </w14:scene3d>
          </w:rPr>
          <w:t>11.4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_Toc64888549 \h </w:instrText>
        </w:r>
        <w:r>
          <w:rPr>
            <w:noProof/>
            <w:webHidden/>
          </w:rPr>
        </w:r>
        <w:r>
          <w:rPr>
            <w:noProof/>
            <w:webHidden/>
          </w:rPr>
          <w:fldChar w:fldCharType="separate"/>
        </w:r>
        <w:r>
          <w:rPr>
            <w:noProof/>
            <w:webHidden/>
          </w:rPr>
          <w:t>29</w:t>
        </w:r>
        <w:r>
          <w:rPr>
            <w:noProof/>
            <w:webHidden/>
          </w:rPr>
          <w:fldChar w:fldCharType="end"/>
        </w:r>
      </w:hyperlink>
    </w:p>
    <w:p w14:paraId="18B813D8" w14:textId="5E67A9E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0" w:history="1">
        <w:r w:rsidRPr="001F0789">
          <w:rPr>
            <w:rStyle w:val="Hyperlink"/>
            <w:noProof/>
            <w14:scene3d>
              <w14:camera w14:prst="orthographicFront"/>
              <w14:lightRig w14:rig="threePt" w14:dir="t">
                <w14:rot w14:lat="0" w14:lon="0" w14:rev="0"/>
              </w14:lightRig>
            </w14:scene3d>
          </w:rPr>
          <w:t>11.5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_Toc64888550 \h </w:instrText>
        </w:r>
        <w:r>
          <w:rPr>
            <w:noProof/>
            <w:webHidden/>
          </w:rPr>
        </w:r>
        <w:r>
          <w:rPr>
            <w:noProof/>
            <w:webHidden/>
          </w:rPr>
          <w:fldChar w:fldCharType="separate"/>
        </w:r>
        <w:r>
          <w:rPr>
            <w:noProof/>
            <w:webHidden/>
          </w:rPr>
          <w:t>29</w:t>
        </w:r>
        <w:r>
          <w:rPr>
            <w:noProof/>
            <w:webHidden/>
          </w:rPr>
          <w:fldChar w:fldCharType="end"/>
        </w:r>
      </w:hyperlink>
    </w:p>
    <w:p w14:paraId="68DE12B8" w14:textId="272AE8B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1" w:history="1">
        <w:r w:rsidRPr="001F0789">
          <w:rPr>
            <w:rStyle w:val="Hyperlink"/>
            <w:noProof/>
            <w14:scene3d>
              <w14:camera w14:prst="orthographicFront"/>
              <w14:lightRig w14:rig="threePt" w14:dir="t">
                <w14:rot w14:lat="0" w14:lon="0" w14:rev="0"/>
              </w14:lightRig>
            </w14:scene3d>
          </w:rPr>
          <w:t>11.6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_Toc64888551 \h </w:instrText>
        </w:r>
        <w:r>
          <w:rPr>
            <w:noProof/>
            <w:webHidden/>
          </w:rPr>
        </w:r>
        <w:r>
          <w:rPr>
            <w:noProof/>
            <w:webHidden/>
          </w:rPr>
          <w:fldChar w:fldCharType="separate"/>
        </w:r>
        <w:r>
          <w:rPr>
            <w:noProof/>
            <w:webHidden/>
          </w:rPr>
          <w:t>29</w:t>
        </w:r>
        <w:r>
          <w:rPr>
            <w:noProof/>
            <w:webHidden/>
          </w:rPr>
          <w:fldChar w:fldCharType="end"/>
        </w:r>
      </w:hyperlink>
    </w:p>
    <w:p w14:paraId="2A810119" w14:textId="3D3C23A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52" w:history="1">
        <w:r w:rsidRPr="001F0789">
          <w:rPr>
            <w:rStyle w:val="Hyperlink"/>
            <w:noProof/>
          </w:rPr>
          <w:t>12</w:t>
        </w:r>
        <w:r>
          <w:rPr>
            <w:rFonts w:asciiTheme="minorHAnsi" w:eastAsiaTheme="minorEastAsia" w:hAnsiTheme="minorHAnsi" w:cstheme="minorBidi"/>
            <w:b w:val="0"/>
            <w:noProof/>
            <w:lang w:eastAsia="sl-SI"/>
          </w:rPr>
          <w:tab/>
        </w:r>
        <w:r w:rsidRPr="001F0789">
          <w:rPr>
            <w:rStyle w:val="Hyperlink"/>
            <w:noProof/>
          </w:rPr>
          <w:t>Vrni odbirke čakajoči</w:t>
        </w:r>
        <w:r>
          <w:rPr>
            <w:noProof/>
            <w:webHidden/>
          </w:rPr>
          <w:tab/>
        </w:r>
        <w:r>
          <w:rPr>
            <w:noProof/>
            <w:webHidden/>
          </w:rPr>
          <w:fldChar w:fldCharType="begin"/>
        </w:r>
        <w:r>
          <w:rPr>
            <w:noProof/>
            <w:webHidden/>
          </w:rPr>
          <w:instrText xml:space="preserve"> PAGEREF _Toc64888552 \h </w:instrText>
        </w:r>
        <w:r>
          <w:rPr>
            <w:noProof/>
            <w:webHidden/>
          </w:rPr>
        </w:r>
        <w:r>
          <w:rPr>
            <w:noProof/>
            <w:webHidden/>
          </w:rPr>
          <w:fldChar w:fldCharType="separate"/>
        </w:r>
        <w:r>
          <w:rPr>
            <w:noProof/>
            <w:webHidden/>
          </w:rPr>
          <w:t>30</w:t>
        </w:r>
        <w:r>
          <w:rPr>
            <w:noProof/>
            <w:webHidden/>
          </w:rPr>
          <w:fldChar w:fldCharType="end"/>
        </w:r>
      </w:hyperlink>
    </w:p>
    <w:p w14:paraId="3213F745" w14:textId="18B42E9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3" w:history="1">
        <w:r w:rsidRPr="001F0789">
          <w:rPr>
            <w:rStyle w:val="Hyperlink"/>
            <w:noProof/>
            <w14:scene3d>
              <w14:camera w14:prst="orthographicFront"/>
              <w14:lightRig w14:rig="threePt" w14:dir="t">
                <w14:rot w14:lat="0" w14:lon="0" w14:rev="0"/>
              </w14:lightRig>
            </w14:scene3d>
          </w:rPr>
          <w:t>12.1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_Toc64888553 \h </w:instrText>
        </w:r>
        <w:r>
          <w:rPr>
            <w:noProof/>
            <w:webHidden/>
          </w:rPr>
        </w:r>
        <w:r>
          <w:rPr>
            <w:noProof/>
            <w:webHidden/>
          </w:rPr>
          <w:fldChar w:fldCharType="separate"/>
        </w:r>
        <w:r>
          <w:rPr>
            <w:noProof/>
            <w:webHidden/>
          </w:rPr>
          <w:t>30</w:t>
        </w:r>
        <w:r>
          <w:rPr>
            <w:noProof/>
            <w:webHidden/>
          </w:rPr>
          <w:fldChar w:fldCharType="end"/>
        </w:r>
      </w:hyperlink>
    </w:p>
    <w:p w14:paraId="4301EE14" w14:textId="7F70298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4" w:history="1">
        <w:r w:rsidRPr="001F0789">
          <w:rPr>
            <w:rStyle w:val="Hyperlink"/>
            <w:noProof/>
            <w14:scene3d>
              <w14:camera w14:prst="orthographicFront"/>
              <w14:lightRig w14:rig="threePt" w14:dir="t">
                <w14:rot w14:lat="0" w14:lon="0" w14:rev="0"/>
              </w14:lightRig>
            </w14:scene3d>
          </w:rPr>
          <w:t>12.2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_Toc64888554 \h </w:instrText>
        </w:r>
        <w:r>
          <w:rPr>
            <w:noProof/>
            <w:webHidden/>
          </w:rPr>
        </w:r>
        <w:r>
          <w:rPr>
            <w:noProof/>
            <w:webHidden/>
          </w:rPr>
          <w:fldChar w:fldCharType="separate"/>
        </w:r>
        <w:r>
          <w:rPr>
            <w:noProof/>
            <w:webHidden/>
          </w:rPr>
          <w:t>30</w:t>
        </w:r>
        <w:r>
          <w:rPr>
            <w:noProof/>
            <w:webHidden/>
          </w:rPr>
          <w:fldChar w:fldCharType="end"/>
        </w:r>
      </w:hyperlink>
    </w:p>
    <w:p w14:paraId="3C175134" w14:textId="53ADD8C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5" w:history="1">
        <w:r w:rsidRPr="001F0789">
          <w:rPr>
            <w:rStyle w:val="Hyperlink"/>
            <w:noProof/>
            <w14:scene3d>
              <w14:camera w14:prst="orthographicFront"/>
              <w14:lightRig w14:rig="threePt" w14:dir="t">
                <w14:rot w14:lat="0" w14:lon="0" w14:rev="0"/>
              </w14:lightRig>
            </w14:scene3d>
          </w:rPr>
          <w:t>12.3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_Toc64888555 \h </w:instrText>
        </w:r>
        <w:r>
          <w:rPr>
            <w:noProof/>
            <w:webHidden/>
          </w:rPr>
        </w:r>
        <w:r>
          <w:rPr>
            <w:noProof/>
            <w:webHidden/>
          </w:rPr>
          <w:fldChar w:fldCharType="separate"/>
        </w:r>
        <w:r>
          <w:rPr>
            <w:noProof/>
            <w:webHidden/>
          </w:rPr>
          <w:t>30</w:t>
        </w:r>
        <w:r>
          <w:rPr>
            <w:noProof/>
            <w:webHidden/>
          </w:rPr>
          <w:fldChar w:fldCharType="end"/>
        </w:r>
      </w:hyperlink>
    </w:p>
    <w:p w14:paraId="65930CDB" w14:textId="4E2A6CE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6" w:history="1">
        <w:r w:rsidRPr="001F0789">
          <w:rPr>
            <w:rStyle w:val="Hyperlink"/>
            <w:noProof/>
            <w14:scene3d>
              <w14:camera w14:prst="orthographicFront"/>
              <w14:lightRig w14:rig="threePt" w14:dir="t">
                <w14:rot w14:lat="0" w14:lon="0" w14:rev="0"/>
              </w14:lightRig>
            </w14:scene3d>
          </w:rPr>
          <w:t>12.4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_Toc64888556 \h </w:instrText>
        </w:r>
        <w:r>
          <w:rPr>
            <w:noProof/>
            <w:webHidden/>
          </w:rPr>
        </w:r>
        <w:r>
          <w:rPr>
            <w:noProof/>
            <w:webHidden/>
          </w:rPr>
          <w:fldChar w:fldCharType="separate"/>
        </w:r>
        <w:r>
          <w:rPr>
            <w:noProof/>
            <w:webHidden/>
          </w:rPr>
          <w:t>30</w:t>
        </w:r>
        <w:r>
          <w:rPr>
            <w:noProof/>
            <w:webHidden/>
          </w:rPr>
          <w:fldChar w:fldCharType="end"/>
        </w:r>
      </w:hyperlink>
    </w:p>
    <w:p w14:paraId="55612D03" w14:textId="7E58435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7" w:history="1">
        <w:r w:rsidRPr="001F0789">
          <w:rPr>
            <w:rStyle w:val="Hyperlink"/>
            <w:noProof/>
            <w14:scene3d>
              <w14:camera w14:prst="orthographicFront"/>
              <w14:lightRig w14:rig="threePt" w14:dir="t">
                <w14:rot w14:lat="0" w14:lon="0" w14:rev="0"/>
              </w14:lightRig>
            </w14:scene3d>
          </w:rPr>
          <w:t>12.5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_Toc64888557 \h </w:instrText>
        </w:r>
        <w:r>
          <w:rPr>
            <w:noProof/>
            <w:webHidden/>
          </w:rPr>
        </w:r>
        <w:r>
          <w:rPr>
            <w:noProof/>
            <w:webHidden/>
          </w:rPr>
          <w:fldChar w:fldCharType="separate"/>
        </w:r>
        <w:r>
          <w:rPr>
            <w:noProof/>
            <w:webHidden/>
          </w:rPr>
          <w:t>30</w:t>
        </w:r>
        <w:r>
          <w:rPr>
            <w:noProof/>
            <w:webHidden/>
          </w:rPr>
          <w:fldChar w:fldCharType="end"/>
        </w:r>
      </w:hyperlink>
    </w:p>
    <w:p w14:paraId="0C08A4CF" w14:textId="41DA246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58" w:history="1">
        <w:r w:rsidRPr="001F0789">
          <w:rPr>
            <w:rStyle w:val="Hyperlink"/>
            <w:noProof/>
            <w14:scene3d>
              <w14:camera w14:prst="orthographicFront"/>
              <w14:lightRig w14:rig="threePt" w14:dir="t">
                <w14:rot w14:lat="0" w14:lon="0" w14:rev="0"/>
              </w14:lightRig>
            </w14:scene3d>
          </w:rPr>
          <w:t>12.6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_Toc64888558 \h </w:instrText>
        </w:r>
        <w:r>
          <w:rPr>
            <w:noProof/>
            <w:webHidden/>
          </w:rPr>
        </w:r>
        <w:r>
          <w:rPr>
            <w:noProof/>
            <w:webHidden/>
          </w:rPr>
          <w:fldChar w:fldCharType="separate"/>
        </w:r>
        <w:r>
          <w:rPr>
            <w:noProof/>
            <w:webHidden/>
          </w:rPr>
          <w:t>30</w:t>
        </w:r>
        <w:r>
          <w:rPr>
            <w:noProof/>
            <w:webHidden/>
          </w:rPr>
          <w:fldChar w:fldCharType="end"/>
        </w:r>
      </w:hyperlink>
    </w:p>
    <w:p w14:paraId="42A74F13" w14:textId="015764A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59" w:history="1">
        <w:r w:rsidRPr="001F0789">
          <w:rPr>
            <w:rStyle w:val="Hyperlink"/>
            <w:noProof/>
          </w:rPr>
          <w:t>13</w:t>
        </w:r>
        <w:r>
          <w:rPr>
            <w:rFonts w:asciiTheme="minorHAnsi" w:eastAsiaTheme="minorEastAsia" w:hAnsiTheme="minorHAnsi" w:cstheme="minorBidi"/>
            <w:b w:val="0"/>
            <w:noProof/>
            <w:lang w:eastAsia="sl-SI"/>
          </w:rPr>
          <w:tab/>
        </w:r>
        <w:r w:rsidRPr="001F0789">
          <w:rPr>
            <w:rStyle w:val="Hyperlink"/>
            <w:noProof/>
          </w:rPr>
          <w:t>Vrni odbirke čakajoči v2</w:t>
        </w:r>
        <w:r>
          <w:rPr>
            <w:noProof/>
            <w:webHidden/>
          </w:rPr>
          <w:tab/>
        </w:r>
        <w:r>
          <w:rPr>
            <w:noProof/>
            <w:webHidden/>
          </w:rPr>
          <w:fldChar w:fldCharType="begin"/>
        </w:r>
        <w:r>
          <w:rPr>
            <w:noProof/>
            <w:webHidden/>
          </w:rPr>
          <w:instrText xml:space="preserve"> PAGEREF _Toc64888559 \h </w:instrText>
        </w:r>
        <w:r>
          <w:rPr>
            <w:noProof/>
            <w:webHidden/>
          </w:rPr>
        </w:r>
        <w:r>
          <w:rPr>
            <w:noProof/>
            <w:webHidden/>
          </w:rPr>
          <w:fldChar w:fldCharType="separate"/>
        </w:r>
        <w:r>
          <w:rPr>
            <w:noProof/>
            <w:webHidden/>
          </w:rPr>
          <w:t>31</w:t>
        </w:r>
        <w:r>
          <w:rPr>
            <w:noProof/>
            <w:webHidden/>
          </w:rPr>
          <w:fldChar w:fldCharType="end"/>
        </w:r>
      </w:hyperlink>
    </w:p>
    <w:p w14:paraId="27915662" w14:textId="0BA686F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0" w:history="1">
        <w:r w:rsidRPr="001F0789">
          <w:rPr>
            <w:rStyle w:val="Hyperlink"/>
            <w:noProof/>
            <w14:scene3d>
              <w14:camera w14:prst="orthographicFront"/>
              <w14:lightRig w14:rig="threePt" w14:dir="t">
                <w14:rot w14:lat="0" w14:lon="0" w14:rev="0"/>
              </w14:lightRig>
            </w14:scene3d>
          </w:rPr>
          <w:t>13.1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_Toc64888560 \h </w:instrText>
        </w:r>
        <w:r>
          <w:rPr>
            <w:noProof/>
            <w:webHidden/>
          </w:rPr>
        </w:r>
        <w:r>
          <w:rPr>
            <w:noProof/>
            <w:webHidden/>
          </w:rPr>
          <w:fldChar w:fldCharType="separate"/>
        </w:r>
        <w:r>
          <w:rPr>
            <w:noProof/>
            <w:webHidden/>
          </w:rPr>
          <w:t>31</w:t>
        </w:r>
        <w:r>
          <w:rPr>
            <w:noProof/>
            <w:webHidden/>
          </w:rPr>
          <w:fldChar w:fldCharType="end"/>
        </w:r>
      </w:hyperlink>
    </w:p>
    <w:p w14:paraId="0DABB636" w14:textId="25A5348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1" w:history="1">
        <w:r w:rsidRPr="001F0789">
          <w:rPr>
            <w:rStyle w:val="Hyperlink"/>
            <w:noProof/>
            <w14:scene3d>
              <w14:camera w14:prst="orthographicFront"/>
              <w14:lightRig w14:rig="threePt" w14:dir="t">
                <w14:rot w14:lat="0" w14:lon="0" w14:rev="0"/>
              </w14:lightRig>
            </w14:scene3d>
          </w:rPr>
          <w:t>13.2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_Toc64888561 \h </w:instrText>
        </w:r>
        <w:r>
          <w:rPr>
            <w:noProof/>
            <w:webHidden/>
          </w:rPr>
        </w:r>
        <w:r>
          <w:rPr>
            <w:noProof/>
            <w:webHidden/>
          </w:rPr>
          <w:fldChar w:fldCharType="separate"/>
        </w:r>
        <w:r>
          <w:rPr>
            <w:noProof/>
            <w:webHidden/>
          </w:rPr>
          <w:t>31</w:t>
        </w:r>
        <w:r>
          <w:rPr>
            <w:noProof/>
            <w:webHidden/>
          </w:rPr>
          <w:fldChar w:fldCharType="end"/>
        </w:r>
      </w:hyperlink>
    </w:p>
    <w:p w14:paraId="0F79E979" w14:textId="0016D2F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2" w:history="1">
        <w:r w:rsidRPr="001F0789">
          <w:rPr>
            <w:rStyle w:val="Hyperlink"/>
            <w:noProof/>
            <w14:scene3d>
              <w14:camera w14:prst="orthographicFront"/>
              <w14:lightRig w14:rig="threePt" w14:dir="t">
                <w14:rot w14:lat="0" w14:lon="0" w14:rev="0"/>
              </w14:lightRig>
            </w14:scene3d>
          </w:rPr>
          <w:t>13.3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_Toc64888562 \h </w:instrText>
        </w:r>
        <w:r>
          <w:rPr>
            <w:noProof/>
            <w:webHidden/>
          </w:rPr>
        </w:r>
        <w:r>
          <w:rPr>
            <w:noProof/>
            <w:webHidden/>
          </w:rPr>
          <w:fldChar w:fldCharType="separate"/>
        </w:r>
        <w:r>
          <w:rPr>
            <w:noProof/>
            <w:webHidden/>
          </w:rPr>
          <w:t>31</w:t>
        </w:r>
        <w:r>
          <w:rPr>
            <w:noProof/>
            <w:webHidden/>
          </w:rPr>
          <w:fldChar w:fldCharType="end"/>
        </w:r>
      </w:hyperlink>
    </w:p>
    <w:p w14:paraId="52FE6EBE" w14:textId="4AC1135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3" w:history="1">
        <w:r w:rsidRPr="001F0789">
          <w:rPr>
            <w:rStyle w:val="Hyperlink"/>
            <w:noProof/>
            <w14:scene3d>
              <w14:camera w14:prst="orthographicFront"/>
              <w14:lightRig w14:rig="threePt" w14:dir="t">
                <w14:rot w14:lat="0" w14:lon="0" w14:rev="0"/>
              </w14:lightRig>
            </w14:scene3d>
          </w:rPr>
          <w:t>13.4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_Toc64888563 \h </w:instrText>
        </w:r>
        <w:r>
          <w:rPr>
            <w:noProof/>
            <w:webHidden/>
          </w:rPr>
        </w:r>
        <w:r>
          <w:rPr>
            <w:noProof/>
            <w:webHidden/>
          </w:rPr>
          <w:fldChar w:fldCharType="separate"/>
        </w:r>
        <w:r>
          <w:rPr>
            <w:noProof/>
            <w:webHidden/>
          </w:rPr>
          <w:t>31</w:t>
        </w:r>
        <w:r>
          <w:rPr>
            <w:noProof/>
            <w:webHidden/>
          </w:rPr>
          <w:fldChar w:fldCharType="end"/>
        </w:r>
      </w:hyperlink>
    </w:p>
    <w:p w14:paraId="05EB5A2D" w14:textId="15EEC0D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4" w:history="1">
        <w:r w:rsidRPr="001F0789">
          <w:rPr>
            <w:rStyle w:val="Hyperlink"/>
            <w:noProof/>
            <w14:scene3d>
              <w14:camera w14:prst="orthographicFront"/>
              <w14:lightRig w14:rig="threePt" w14:dir="t">
                <w14:rot w14:lat="0" w14:lon="0" w14:rev="0"/>
              </w14:lightRig>
            </w14:scene3d>
          </w:rPr>
          <w:t>13.5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_Toc64888564 \h </w:instrText>
        </w:r>
        <w:r>
          <w:rPr>
            <w:noProof/>
            <w:webHidden/>
          </w:rPr>
        </w:r>
        <w:r>
          <w:rPr>
            <w:noProof/>
            <w:webHidden/>
          </w:rPr>
          <w:fldChar w:fldCharType="separate"/>
        </w:r>
        <w:r>
          <w:rPr>
            <w:noProof/>
            <w:webHidden/>
          </w:rPr>
          <w:t>31</w:t>
        </w:r>
        <w:r>
          <w:rPr>
            <w:noProof/>
            <w:webHidden/>
          </w:rPr>
          <w:fldChar w:fldCharType="end"/>
        </w:r>
      </w:hyperlink>
    </w:p>
    <w:p w14:paraId="30EF1A15" w14:textId="2D67BD9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5" w:history="1">
        <w:r w:rsidRPr="001F0789">
          <w:rPr>
            <w:rStyle w:val="Hyperlink"/>
            <w:noProof/>
            <w14:scene3d>
              <w14:camera w14:prst="orthographicFront"/>
              <w14:lightRig w14:rig="threePt" w14:dir="t">
                <w14:rot w14:lat="0" w14:lon="0" w14:rev="0"/>
              </w14:lightRig>
            </w14:scene3d>
          </w:rPr>
          <w:t>13.6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_Toc64888565 \h </w:instrText>
        </w:r>
        <w:r>
          <w:rPr>
            <w:noProof/>
            <w:webHidden/>
          </w:rPr>
        </w:r>
        <w:r>
          <w:rPr>
            <w:noProof/>
            <w:webHidden/>
          </w:rPr>
          <w:fldChar w:fldCharType="separate"/>
        </w:r>
        <w:r>
          <w:rPr>
            <w:noProof/>
            <w:webHidden/>
          </w:rPr>
          <w:t>31</w:t>
        </w:r>
        <w:r>
          <w:rPr>
            <w:noProof/>
            <w:webHidden/>
          </w:rPr>
          <w:fldChar w:fldCharType="end"/>
        </w:r>
      </w:hyperlink>
    </w:p>
    <w:p w14:paraId="5FC87823" w14:textId="5034C791"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66" w:history="1">
        <w:r w:rsidRPr="001F0789">
          <w:rPr>
            <w:rStyle w:val="Hyperlink"/>
            <w:noProof/>
          </w:rPr>
          <w:t>14</w:t>
        </w:r>
        <w:r>
          <w:rPr>
            <w:rFonts w:asciiTheme="minorHAnsi" w:eastAsiaTheme="minorEastAsia" w:hAnsiTheme="minorHAnsi" w:cstheme="minorBidi"/>
            <w:b w:val="0"/>
            <w:noProof/>
            <w:lang w:eastAsia="sl-SI"/>
          </w:rPr>
          <w:tab/>
        </w:r>
        <w:r w:rsidRPr="001F0789">
          <w:rPr>
            <w:rStyle w:val="Hyperlink"/>
            <w:noProof/>
          </w:rPr>
          <w:t>Vrni odbirke čakajoči v3</w:t>
        </w:r>
        <w:r>
          <w:rPr>
            <w:noProof/>
            <w:webHidden/>
          </w:rPr>
          <w:tab/>
        </w:r>
        <w:r>
          <w:rPr>
            <w:noProof/>
            <w:webHidden/>
          </w:rPr>
          <w:fldChar w:fldCharType="begin"/>
        </w:r>
        <w:r>
          <w:rPr>
            <w:noProof/>
            <w:webHidden/>
          </w:rPr>
          <w:instrText xml:space="preserve"> PAGEREF _Toc64888566 \h </w:instrText>
        </w:r>
        <w:r>
          <w:rPr>
            <w:noProof/>
            <w:webHidden/>
          </w:rPr>
        </w:r>
        <w:r>
          <w:rPr>
            <w:noProof/>
            <w:webHidden/>
          </w:rPr>
          <w:fldChar w:fldCharType="separate"/>
        </w:r>
        <w:r>
          <w:rPr>
            <w:noProof/>
            <w:webHidden/>
          </w:rPr>
          <w:t>32</w:t>
        </w:r>
        <w:r>
          <w:rPr>
            <w:noProof/>
            <w:webHidden/>
          </w:rPr>
          <w:fldChar w:fldCharType="end"/>
        </w:r>
      </w:hyperlink>
    </w:p>
    <w:p w14:paraId="28B5AEC2" w14:textId="5F76E48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7" w:history="1">
        <w:r w:rsidRPr="001F0789">
          <w:rPr>
            <w:rStyle w:val="Hyperlink"/>
            <w:noProof/>
            <w14:scene3d>
              <w14:camera w14:prst="orthographicFront"/>
              <w14:lightRig w14:rig="threePt" w14:dir="t">
                <w14:rot w14:lat="0" w14:lon="0" w14:rev="0"/>
              </w14:lightRig>
            </w14:scene3d>
          </w:rPr>
          <w:t>14.1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_Toc64888567 \h </w:instrText>
        </w:r>
        <w:r>
          <w:rPr>
            <w:noProof/>
            <w:webHidden/>
          </w:rPr>
        </w:r>
        <w:r>
          <w:rPr>
            <w:noProof/>
            <w:webHidden/>
          </w:rPr>
          <w:fldChar w:fldCharType="separate"/>
        </w:r>
        <w:r>
          <w:rPr>
            <w:noProof/>
            <w:webHidden/>
          </w:rPr>
          <w:t>32</w:t>
        </w:r>
        <w:r>
          <w:rPr>
            <w:noProof/>
            <w:webHidden/>
          </w:rPr>
          <w:fldChar w:fldCharType="end"/>
        </w:r>
      </w:hyperlink>
    </w:p>
    <w:p w14:paraId="5CFE0C5C" w14:textId="22ABD55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8" w:history="1">
        <w:r w:rsidRPr="001F0789">
          <w:rPr>
            <w:rStyle w:val="Hyperlink"/>
            <w:noProof/>
            <w14:scene3d>
              <w14:camera w14:prst="orthographicFront"/>
              <w14:lightRig w14:rig="threePt" w14:dir="t">
                <w14:rot w14:lat="0" w14:lon="0" w14:rev="0"/>
              </w14:lightRig>
            </w14:scene3d>
          </w:rPr>
          <w:t>14.2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_Toc64888568 \h </w:instrText>
        </w:r>
        <w:r>
          <w:rPr>
            <w:noProof/>
            <w:webHidden/>
          </w:rPr>
        </w:r>
        <w:r>
          <w:rPr>
            <w:noProof/>
            <w:webHidden/>
          </w:rPr>
          <w:fldChar w:fldCharType="separate"/>
        </w:r>
        <w:r>
          <w:rPr>
            <w:noProof/>
            <w:webHidden/>
          </w:rPr>
          <w:t>32</w:t>
        </w:r>
        <w:r>
          <w:rPr>
            <w:noProof/>
            <w:webHidden/>
          </w:rPr>
          <w:fldChar w:fldCharType="end"/>
        </w:r>
      </w:hyperlink>
    </w:p>
    <w:p w14:paraId="192D14FE" w14:textId="39EAF90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69" w:history="1">
        <w:r w:rsidRPr="001F0789">
          <w:rPr>
            <w:rStyle w:val="Hyperlink"/>
            <w:noProof/>
            <w14:scene3d>
              <w14:camera w14:prst="orthographicFront"/>
              <w14:lightRig w14:rig="threePt" w14:dir="t">
                <w14:rot w14:lat="0" w14:lon="0" w14:rev="0"/>
              </w14:lightRig>
            </w14:scene3d>
          </w:rPr>
          <w:t>14.3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_Toc64888569 \h </w:instrText>
        </w:r>
        <w:r>
          <w:rPr>
            <w:noProof/>
            <w:webHidden/>
          </w:rPr>
        </w:r>
        <w:r>
          <w:rPr>
            <w:noProof/>
            <w:webHidden/>
          </w:rPr>
          <w:fldChar w:fldCharType="separate"/>
        </w:r>
        <w:r>
          <w:rPr>
            <w:noProof/>
            <w:webHidden/>
          </w:rPr>
          <w:t>32</w:t>
        </w:r>
        <w:r>
          <w:rPr>
            <w:noProof/>
            <w:webHidden/>
          </w:rPr>
          <w:fldChar w:fldCharType="end"/>
        </w:r>
      </w:hyperlink>
    </w:p>
    <w:p w14:paraId="718B1981" w14:textId="01EDA7E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0" w:history="1">
        <w:r w:rsidRPr="001F0789">
          <w:rPr>
            <w:rStyle w:val="Hyperlink"/>
            <w:noProof/>
            <w14:scene3d>
              <w14:camera w14:prst="orthographicFront"/>
              <w14:lightRig w14:rig="threePt" w14:dir="t">
                <w14:rot w14:lat="0" w14:lon="0" w14:rev="0"/>
              </w14:lightRig>
            </w14:scene3d>
          </w:rPr>
          <w:t>14.4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_Toc64888570 \h </w:instrText>
        </w:r>
        <w:r>
          <w:rPr>
            <w:noProof/>
            <w:webHidden/>
          </w:rPr>
        </w:r>
        <w:r>
          <w:rPr>
            <w:noProof/>
            <w:webHidden/>
          </w:rPr>
          <w:fldChar w:fldCharType="separate"/>
        </w:r>
        <w:r>
          <w:rPr>
            <w:noProof/>
            <w:webHidden/>
          </w:rPr>
          <w:t>32</w:t>
        </w:r>
        <w:r>
          <w:rPr>
            <w:noProof/>
            <w:webHidden/>
          </w:rPr>
          <w:fldChar w:fldCharType="end"/>
        </w:r>
      </w:hyperlink>
    </w:p>
    <w:p w14:paraId="005E63C7" w14:textId="2A09D7B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1" w:history="1">
        <w:r w:rsidRPr="001F0789">
          <w:rPr>
            <w:rStyle w:val="Hyperlink"/>
            <w:noProof/>
            <w14:scene3d>
              <w14:camera w14:prst="orthographicFront"/>
              <w14:lightRig w14:rig="threePt" w14:dir="t">
                <w14:rot w14:lat="0" w14:lon="0" w14:rev="0"/>
              </w14:lightRig>
            </w14:scene3d>
          </w:rPr>
          <w:t>14.5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_Toc64888571 \h </w:instrText>
        </w:r>
        <w:r>
          <w:rPr>
            <w:noProof/>
            <w:webHidden/>
          </w:rPr>
        </w:r>
        <w:r>
          <w:rPr>
            <w:noProof/>
            <w:webHidden/>
          </w:rPr>
          <w:fldChar w:fldCharType="separate"/>
        </w:r>
        <w:r>
          <w:rPr>
            <w:noProof/>
            <w:webHidden/>
          </w:rPr>
          <w:t>32</w:t>
        </w:r>
        <w:r>
          <w:rPr>
            <w:noProof/>
            <w:webHidden/>
          </w:rPr>
          <w:fldChar w:fldCharType="end"/>
        </w:r>
      </w:hyperlink>
    </w:p>
    <w:p w14:paraId="40266AC9" w14:textId="47E336F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2" w:history="1">
        <w:r w:rsidRPr="001F0789">
          <w:rPr>
            <w:rStyle w:val="Hyperlink"/>
            <w:noProof/>
            <w14:scene3d>
              <w14:camera w14:prst="orthographicFront"/>
              <w14:lightRig w14:rig="threePt" w14:dir="t">
                <w14:rot w14:lat="0" w14:lon="0" w14:rev="0"/>
              </w14:lightRig>
            </w14:scene3d>
          </w:rPr>
          <w:t>14.6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_Toc64888572 \h </w:instrText>
        </w:r>
        <w:r>
          <w:rPr>
            <w:noProof/>
            <w:webHidden/>
          </w:rPr>
        </w:r>
        <w:r>
          <w:rPr>
            <w:noProof/>
            <w:webHidden/>
          </w:rPr>
          <w:fldChar w:fldCharType="separate"/>
        </w:r>
        <w:r>
          <w:rPr>
            <w:noProof/>
            <w:webHidden/>
          </w:rPr>
          <w:t>32</w:t>
        </w:r>
        <w:r>
          <w:rPr>
            <w:noProof/>
            <w:webHidden/>
          </w:rPr>
          <w:fldChar w:fldCharType="end"/>
        </w:r>
      </w:hyperlink>
    </w:p>
    <w:p w14:paraId="1CDB8248" w14:textId="2EA3B794"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73" w:history="1">
        <w:r w:rsidRPr="001F0789">
          <w:rPr>
            <w:rStyle w:val="Hyperlink"/>
            <w:noProof/>
          </w:rPr>
          <w:t>15</w:t>
        </w:r>
        <w:r>
          <w:rPr>
            <w:rFonts w:asciiTheme="minorHAnsi" w:eastAsiaTheme="minorEastAsia" w:hAnsiTheme="minorHAnsi" w:cstheme="minorBidi"/>
            <w:b w:val="0"/>
            <w:noProof/>
            <w:lang w:eastAsia="sl-SI"/>
          </w:rPr>
          <w:tab/>
        </w:r>
        <w:r w:rsidRPr="001F0789">
          <w:rPr>
            <w:rStyle w:val="Hyperlink"/>
            <w:noProof/>
          </w:rPr>
          <w:t>Razveljavitev odbirka</w:t>
        </w:r>
        <w:r>
          <w:rPr>
            <w:noProof/>
            <w:webHidden/>
          </w:rPr>
          <w:tab/>
        </w:r>
        <w:r>
          <w:rPr>
            <w:noProof/>
            <w:webHidden/>
          </w:rPr>
          <w:fldChar w:fldCharType="begin"/>
        </w:r>
        <w:r>
          <w:rPr>
            <w:noProof/>
            <w:webHidden/>
          </w:rPr>
          <w:instrText xml:space="preserve"> PAGEREF _Toc64888573 \h </w:instrText>
        </w:r>
        <w:r>
          <w:rPr>
            <w:noProof/>
            <w:webHidden/>
          </w:rPr>
        </w:r>
        <w:r>
          <w:rPr>
            <w:noProof/>
            <w:webHidden/>
          </w:rPr>
          <w:fldChar w:fldCharType="separate"/>
        </w:r>
        <w:r>
          <w:rPr>
            <w:noProof/>
            <w:webHidden/>
          </w:rPr>
          <w:t>33</w:t>
        </w:r>
        <w:r>
          <w:rPr>
            <w:noProof/>
            <w:webHidden/>
          </w:rPr>
          <w:fldChar w:fldCharType="end"/>
        </w:r>
      </w:hyperlink>
    </w:p>
    <w:p w14:paraId="2C21BD2E" w14:textId="42A83B0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4" w:history="1">
        <w:r w:rsidRPr="001F0789">
          <w:rPr>
            <w:rStyle w:val="Hyperlink"/>
            <w:noProof/>
            <w14:scene3d>
              <w14:camera w14:prst="orthographicFront"/>
              <w14:lightRig w14:rig="threePt" w14:dir="t">
                <w14:rot w14:lat="0" w14:lon="0" w14:rev="0"/>
              </w14:lightRig>
            </w14:scene3d>
          </w:rPr>
          <w:t>15.1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_Toc64888574 \h </w:instrText>
        </w:r>
        <w:r>
          <w:rPr>
            <w:noProof/>
            <w:webHidden/>
          </w:rPr>
        </w:r>
        <w:r>
          <w:rPr>
            <w:noProof/>
            <w:webHidden/>
          </w:rPr>
          <w:fldChar w:fldCharType="separate"/>
        </w:r>
        <w:r>
          <w:rPr>
            <w:noProof/>
            <w:webHidden/>
          </w:rPr>
          <w:t>33</w:t>
        </w:r>
        <w:r>
          <w:rPr>
            <w:noProof/>
            <w:webHidden/>
          </w:rPr>
          <w:fldChar w:fldCharType="end"/>
        </w:r>
      </w:hyperlink>
    </w:p>
    <w:p w14:paraId="256349F5" w14:textId="6FD16AF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5" w:history="1">
        <w:r w:rsidRPr="001F0789">
          <w:rPr>
            <w:rStyle w:val="Hyperlink"/>
            <w:noProof/>
            <w14:scene3d>
              <w14:camera w14:prst="orthographicFront"/>
              <w14:lightRig w14:rig="threePt" w14:dir="t">
                <w14:rot w14:lat="0" w14:lon="0" w14:rev="0"/>
              </w14:lightRig>
            </w14:scene3d>
          </w:rPr>
          <w:t>15.2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_Toc64888575 \h </w:instrText>
        </w:r>
        <w:r>
          <w:rPr>
            <w:noProof/>
            <w:webHidden/>
          </w:rPr>
        </w:r>
        <w:r>
          <w:rPr>
            <w:noProof/>
            <w:webHidden/>
          </w:rPr>
          <w:fldChar w:fldCharType="separate"/>
        </w:r>
        <w:r>
          <w:rPr>
            <w:noProof/>
            <w:webHidden/>
          </w:rPr>
          <w:t>33</w:t>
        </w:r>
        <w:r>
          <w:rPr>
            <w:noProof/>
            <w:webHidden/>
          </w:rPr>
          <w:fldChar w:fldCharType="end"/>
        </w:r>
      </w:hyperlink>
    </w:p>
    <w:p w14:paraId="6D18F0FA" w14:textId="4D22000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6" w:history="1">
        <w:r w:rsidRPr="001F0789">
          <w:rPr>
            <w:rStyle w:val="Hyperlink"/>
            <w:noProof/>
            <w14:scene3d>
              <w14:camera w14:prst="orthographicFront"/>
              <w14:lightRig w14:rig="threePt" w14:dir="t">
                <w14:rot w14:lat="0" w14:lon="0" w14:rev="0"/>
              </w14:lightRig>
            </w14:scene3d>
          </w:rPr>
          <w:t>15.3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_Toc64888576 \h </w:instrText>
        </w:r>
        <w:r>
          <w:rPr>
            <w:noProof/>
            <w:webHidden/>
          </w:rPr>
        </w:r>
        <w:r>
          <w:rPr>
            <w:noProof/>
            <w:webHidden/>
          </w:rPr>
          <w:fldChar w:fldCharType="separate"/>
        </w:r>
        <w:r>
          <w:rPr>
            <w:noProof/>
            <w:webHidden/>
          </w:rPr>
          <w:t>33</w:t>
        </w:r>
        <w:r>
          <w:rPr>
            <w:noProof/>
            <w:webHidden/>
          </w:rPr>
          <w:fldChar w:fldCharType="end"/>
        </w:r>
      </w:hyperlink>
    </w:p>
    <w:p w14:paraId="70E190C4" w14:textId="2A50891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7" w:history="1">
        <w:r w:rsidRPr="001F0789">
          <w:rPr>
            <w:rStyle w:val="Hyperlink"/>
            <w:noProof/>
            <w14:scene3d>
              <w14:camera w14:prst="orthographicFront"/>
              <w14:lightRig w14:rig="threePt" w14:dir="t">
                <w14:rot w14:lat="0" w14:lon="0" w14:rev="0"/>
              </w14:lightRig>
            </w14:scene3d>
          </w:rPr>
          <w:t>15.4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_Toc64888577 \h </w:instrText>
        </w:r>
        <w:r>
          <w:rPr>
            <w:noProof/>
            <w:webHidden/>
          </w:rPr>
        </w:r>
        <w:r>
          <w:rPr>
            <w:noProof/>
            <w:webHidden/>
          </w:rPr>
          <w:fldChar w:fldCharType="separate"/>
        </w:r>
        <w:r>
          <w:rPr>
            <w:noProof/>
            <w:webHidden/>
          </w:rPr>
          <w:t>33</w:t>
        </w:r>
        <w:r>
          <w:rPr>
            <w:noProof/>
            <w:webHidden/>
          </w:rPr>
          <w:fldChar w:fldCharType="end"/>
        </w:r>
      </w:hyperlink>
    </w:p>
    <w:p w14:paraId="187BA96A" w14:textId="5D558D3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8" w:history="1">
        <w:r w:rsidRPr="001F0789">
          <w:rPr>
            <w:rStyle w:val="Hyperlink"/>
            <w:noProof/>
            <w14:scene3d>
              <w14:camera w14:prst="orthographicFront"/>
              <w14:lightRig w14:rig="threePt" w14:dir="t">
                <w14:rot w14:lat="0" w14:lon="0" w14:rev="0"/>
              </w14:lightRig>
            </w14:scene3d>
          </w:rPr>
          <w:t>15.5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_Toc64888578 \h </w:instrText>
        </w:r>
        <w:r>
          <w:rPr>
            <w:noProof/>
            <w:webHidden/>
          </w:rPr>
        </w:r>
        <w:r>
          <w:rPr>
            <w:noProof/>
            <w:webHidden/>
          </w:rPr>
          <w:fldChar w:fldCharType="separate"/>
        </w:r>
        <w:r>
          <w:rPr>
            <w:noProof/>
            <w:webHidden/>
          </w:rPr>
          <w:t>33</w:t>
        </w:r>
        <w:r>
          <w:rPr>
            <w:noProof/>
            <w:webHidden/>
          </w:rPr>
          <w:fldChar w:fldCharType="end"/>
        </w:r>
      </w:hyperlink>
    </w:p>
    <w:p w14:paraId="5B1F04DF" w14:textId="6451D41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79" w:history="1">
        <w:r w:rsidRPr="001F0789">
          <w:rPr>
            <w:rStyle w:val="Hyperlink"/>
            <w:noProof/>
            <w14:scene3d>
              <w14:camera w14:prst="orthographicFront"/>
              <w14:lightRig w14:rig="threePt" w14:dir="t">
                <w14:rot w14:lat="0" w14:lon="0" w14:rev="0"/>
              </w14:lightRig>
            </w14:scene3d>
          </w:rPr>
          <w:t>15.6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_Toc64888579 \h </w:instrText>
        </w:r>
        <w:r>
          <w:rPr>
            <w:noProof/>
            <w:webHidden/>
          </w:rPr>
        </w:r>
        <w:r>
          <w:rPr>
            <w:noProof/>
            <w:webHidden/>
          </w:rPr>
          <w:fldChar w:fldCharType="separate"/>
        </w:r>
        <w:r>
          <w:rPr>
            <w:noProof/>
            <w:webHidden/>
          </w:rPr>
          <w:t>33</w:t>
        </w:r>
        <w:r>
          <w:rPr>
            <w:noProof/>
            <w:webHidden/>
          </w:rPr>
          <w:fldChar w:fldCharType="end"/>
        </w:r>
      </w:hyperlink>
    </w:p>
    <w:p w14:paraId="500AD626" w14:textId="4C12F41E"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80" w:history="1">
        <w:r w:rsidRPr="001F0789">
          <w:rPr>
            <w:rStyle w:val="Hyperlink"/>
            <w:noProof/>
            <w:highlight w:val="yellow"/>
          </w:rPr>
          <w:t>16</w:t>
        </w:r>
        <w:r>
          <w:rPr>
            <w:rFonts w:asciiTheme="minorHAnsi" w:eastAsiaTheme="minorEastAsia" w:hAnsiTheme="minorHAnsi" w:cstheme="minorBidi"/>
            <w:b w:val="0"/>
            <w:noProof/>
            <w:lang w:eastAsia="sl-SI"/>
          </w:rPr>
          <w:tab/>
        </w:r>
        <w:r w:rsidRPr="001F0789">
          <w:rPr>
            <w:rStyle w:val="Hyperlink"/>
            <w:noProof/>
            <w:highlight w:val="yellow"/>
          </w:rPr>
          <w:t>Obračunske meritve</w:t>
        </w:r>
        <w:r>
          <w:rPr>
            <w:noProof/>
            <w:webHidden/>
          </w:rPr>
          <w:tab/>
        </w:r>
        <w:r>
          <w:rPr>
            <w:noProof/>
            <w:webHidden/>
          </w:rPr>
          <w:fldChar w:fldCharType="begin"/>
        </w:r>
        <w:r>
          <w:rPr>
            <w:noProof/>
            <w:webHidden/>
          </w:rPr>
          <w:instrText xml:space="preserve"> PAGEREF _Toc64888580 \h </w:instrText>
        </w:r>
        <w:r>
          <w:rPr>
            <w:noProof/>
            <w:webHidden/>
          </w:rPr>
        </w:r>
        <w:r>
          <w:rPr>
            <w:noProof/>
            <w:webHidden/>
          </w:rPr>
          <w:fldChar w:fldCharType="separate"/>
        </w:r>
        <w:r>
          <w:rPr>
            <w:noProof/>
            <w:webHidden/>
          </w:rPr>
          <w:t>34</w:t>
        </w:r>
        <w:r>
          <w:rPr>
            <w:noProof/>
            <w:webHidden/>
          </w:rPr>
          <w:fldChar w:fldCharType="end"/>
        </w:r>
      </w:hyperlink>
    </w:p>
    <w:p w14:paraId="4AC6424D" w14:textId="1D5DC3F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1" w:history="1">
        <w:r w:rsidRPr="001F0789">
          <w:rPr>
            <w:rStyle w:val="Hyperlink"/>
            <w:noProof/>
            <w14:scene3d>
              <w14:camera w14:prst="orthographicFront"/>
              <w14:lightRig w14:rig="threePt" w14:dir="t">
                <w14:rot w14:lat="0" w14:lon="0" w14:rev="0"/>
              </w14:lightRig>
            </w14:scene3d>
          </w:rPr>
          <w:t>16.1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_Toc64888581 \h </w:instrText>
        </w:r>
        <w:r>
          <w:rPr>
            <w:noProof/>
            <w:webHidden/>
          </w:rPr>
        </w:r>
        <w:r>
          <w:rPr>
            <w:noProof/>
            <w:webHidden/>
          </w:rPr>
          <w:fldChar w:fldCharType="separate"/>
        </w:r>
        <w:r>
          <w:rPr>
            <w:noProof/>
            <w:webHidden/>
          </w:rPr>
          <w:t>34</w:t>
        </w:r>
        <w:r>
          <w:rPr>
            <w:noProof/>
            <w:webHidden/>
          </w:rPr>
          <w:fldChar w:fldCharType="end"/>
        </w:r>
      </w:hyperlink>
    </w:p>
    <w:p w14:paraId="32EA5D4A" w14:textId="67F713C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2" w:history="1">
        <w:r w:rsidRPr="001F0789">
          <w:rPr>
            <w:rStyle w:val="Hyperlink"/>
            <w:noProof/>
            <w14:scene3d>
              <w14:camera w14:prst="orthographicFront"/>
              <w14:lightRig w14:rig="threePt" w14:dir="t">
                <w14:rot w14:lat="0" w14:lon="0" w14:rev="0"/>
              </w14:lightRig>
            </w14:scene3d>
          </w:rPr>
          <w:t>16.2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_Toc64888582 \h </w:instrText>
        </w:r>
        <w:r>
          <w:rPr>
            <w:noProof/>
            <w:webHidden/>
          </w:rPr>
        </w:r>
        <w:r>
          <w:rPr>
            <w:noProof/>
            <w:webHidden/>
          </w:rPr>
          <w:fldChar w:fldCharType="separate"/>
        </w:r>
        <w:r>
          <w:rPr>
            <w:noProof/>
            <w:webHidden/>
          </w:rPr>
          <w:t>34</w:t>
        </w:r>
        <w:r>
          <w:rPr>
            <w:noProof/>
            <w:webHidden/>
          </w:rPr>
          <w:fldChar w:fldCharType="end"/>
        </w:r>
      </w:hyperlink>
    </w:p>
    <w:p w14:paraId="6409A723" w14:textId="6BB00D3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3" w:history="1">
        <w:r w:rsidRPr="001F0789">
          <w:rPr>
            <w:rStyle w:val="Hyperlink"/>
            <w:noProof/>
            <w14:scene3d>
              <w14:camera w14:prst="orthographicFront"/>
              <w14:lightRig w14:rig="threePt" w14:dir="t">
                <w14:rot w14:lat="0" w14:lon="0" w14:rev="0"/>
              </w14:lightRig>
            </w14:scene3d>
          </w:rPr>
          <w:t>16.3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_Toc64888583 \h </w:instrText>
        </w:r>
        <w:r>
          <w:rPr>
            <w:noProof/>
            <w:webHidden/>
          </w:rPr>
        </w:r>
        <w:r>
          <w:rPr>
            <w:noProof/>
            <w:webHidden/>
          </w:rPr>
          <w:fldChar w:fldCharType="separate"/>
        </w:r>
        <w:r>
          <w:rPr>
            <w:noProof/>
            <w:webHidden/>
          </w:rPr>
          <w:t>34</w:t>
        </w:r>
        <w:r>
          <w:rPr>
            <w:noProof/>
            <w:webHidden/>
          </w:rPr>
          <w:fldChar w:fldCharType="end"/>
        </w:r>
      </w:hyperlink>
    </w:p>
    <w:p w14:paraId="615DDFF3" w14:textId="3F40511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4" w:history="1">
        <w:r w:rsidRPr="001F0789">
          <w:rPr>
            <w:rStyle w:val="Hyperlink"/>
            <w:noProof/>
            <w14:scene3d>
              <w14:camera w14:prst="orthographicFront"/>
              <w14:lightRig w14:rig="threePt" w14:dir="t">
                <w14:rot w14:lat="0" w14:lon="0" w14:rev="0"/>
              </w14:lightRig>
            </w14:scene3d>
          </w:rPr>
          <w:t>16.4</w:t>
        </w:r>
        <w:r>
          <w:rPr>
            <w:rFonts w:asciiTheme="minorHAnsi" w:eastAsiaTheme="minorEastAsia" w:hAnsiTheme="minorHAnsi" w:cstheme="minorBidi"/>
            <w:noProof/>
            <w:lang w:eastAsia="sl-SI"/>
          </w:rPr>
          <w:tab/>
        </w:r>
        <w:r w:rsidRPr="001F0789">
          <w:rPr>
            <w:rStyle w:val="Hyperlink"/>
            <w:noProof/>
          </w:rPr>
          <w:t>Izpostavljene operacije</w:t>
        </w:r>
        <w:r>
          <w:rPr>
            <w:noProof/>
            <w:webHidden/>
          </w:rPr>
          <w:tab/>
        </w:r>
        <w:r>
          <w:rPr>
            <w:noProof/>
            <w:webHidden/>
          </w:rPr>
          <w:fldChar w:fldCharType="begin"/>
        </w:r>
        <w:r>
          <w:rPr>
            <w:noProof/>
            <w:webHidden/>
          </w:rPr>
          <w:instrText xml:space="preserve"> PAGEREF _Toc64888584 \h </w:instrText>
        </w:r>
        <w:r>
          <w:rPr>
            <w:noProof/>
            <w:webHidden/>
          </w:rPr>
        </w:r>
        <w:r>
          <w:rPr>
            <w:noProof/>
            <w:webHidden/>
          </w:rPr>
          <w:fldChar w:fldCharType="separate"/>
        </w:r>
        <w:r>
          <w:rPr>
            <w:noProof/>
            <w:webHidden/>
          </w:rPr>
          <w:t>34</w:t>
        </w:r>
        <w:r>
          <w:rPr>
            <w:noProof/>
            <w:webHidden/>
          </w:rPr>
          <w:fldChar w:fldCharType="end"/>
        </w:r>
      </w:hyperlink>
    </w:p>
    <w:p w14:paraId="69655F3E" w14:textId="0136F26A"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585" w:history="1">
        <w:r w:rsidRPr="001F0789">
          <w:rPr>
            <w:rStyle w:val="Hyperlink"/>
            <w:noProof/>
          </w:rPr>
          <w:t>16.4.1</w:t>
        </w:r>
        <w:r>
          <w:rPr>
            <w:rFonts w:asciiTheme="minorHAnsi" w:eastAsiaTheme="minorEastAsia" w:hAnsiTheme="minorHAnsi" w:cstheme="minorBidi"/>
            <w:noProof/>
            <w:lang w:eastAsia="sl-SI"/>
          </w:rPr>
          <w:tab/>
        </w:r>
        <w:r w:rsidRPr="001F0789">
          <w:rPr>
            <w:rStyle w:val="Hyperlink"/>
            <w:noProof/>
          </w:rPr>
          <w:t>VnesiOdbirek</w:t>
        </w:r>
        <w:r>
          <w:rPr>
            <w:noProof/>
            <w:webHidden/>
          </w:rPr>
          <w:tab/>
        </w:r>
        <w:r>
          <w:rPr>
            <w:noProof/>
            <w:webHidden/>
          </w:rPr>
          <w:fldChar w:fldCharType="begin"/>
        </w:r>
        <w:r>
          <w:rPr>
            <w:noProof/>
            <w:webHidden/>
          </w:rPr>
          <w:instrText xml:space="preserve"> PAGEREF _Toc64888585 \h </w:instrText>
        </w:r>
        <w:r>
          <w:rPr>
            <w:noProof/>
            <w:webHidden/>
          </w:rPr>
        </w:r>
        <w:r>
          <w:rPr>
            <w:noProof/>
            <w:webHidden/>
          </w:rPr>
          <w:fldChar w:fldCharType="separate"/>
        </w:r>
        <w:r>
          <w:rPr>
            <w:noProof/>
            <w:webHidden/>
          </w:rPr>
          <w:t>34</w:t>
        </w:r>
        <w:r>
          <w:rPr>
            <w:noProof/>
            <w:webHidden/>
          </w:rPr>
          <w:fldChar w:fldCharType="end"/>
        </w:r>
      </w:hyperlink>
    </w:p>
    <w:p w14:paraId="7103B1ED" w14:textId="5548E53E"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586" w:history="1">
        <w:r w:rsidRPr="001F0789">
          <w:rPr>
            <w:rStyle w:val="Hyperlink"/>
            <w:noProof/>
          </w:rPr>
          <w:t>16.4.2</w:t>
        </w:r>
        <w:r>
          <w:rPr>
            <w:rFonts w:asciiTheme="minorHAnsi" w:eastAsiaTheme="minorEastAsia" w:hAnsiTheme="minorHAnsi" w:cstheme="minorBidi"/>
            <w:noProof/>
            <w:lang w:eastAsia="sl-SI"/>
          </w:rPr>
          <w:tab/>
        </w:r>
        <w:r w:rsidRPr="001F0789">
          <w:rPr>
            <w:rStyle w:val="Hyperlink"/>
            <w:noProof/>
          </w:rPr>
          <w:t>VnesiOdbirekEnostavno</w:t>
        </w:r>
        <w:r>
          <w:rPr>
            <w:noProof/>
            <w:webHidden/>
          </w:rPr>
          <w:tab/>
        </w:r>
        <w:r>
          <w:rPr>
            <w:noProof/>
            <w:webHidden/>
          </w:rPr>
          <w:fldChar w:fldCharType="begin"/>
        </w:r>
        <w:r>
          <w:rPr>
            <w:noProof/>
            <w:webHidden/>
          </w:rPr>
          <w:instrText xml:space="preserve"> PAGEREF _Toc64888586 \h </w:instrText>
        </w:r>
        <w:r>
          <w:rPr>
            <w:noProof/>
            <w:webHidden/>
          </w:rPr>
        </w:r>
        <w:r>
          <w:rPr>
            <w:noProof/>
            <w:webHidden/>
          </w:rPr>
          <w:fldChar w:fldCharType="separate"/>
        </w:r>
        <w:r>
          <w:rPr>
            <w:noProof/>
            <w:webHidden/>
          </w:rPr>
          <w:t>35</w:t>
        </w:r>
        <w:r>
          <w:rPr>
            <w:noProof/>
            <w:webHidden/>
          </w:rPr>
          <w:fldChar w:fldCharType="end"/>
        </w:r>
      </w:hyperlink>
    </w:p>
    <w:p w14:paraId="35CDBA39" w14:textId="61D8D52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7" w:history="1">
        <w:r w:rsidRPr="001F0789">
          <w:rPr>
            <w:rStyle w:val="Hyperlink"/>
            <w:noProof/>
            <w14:scene3d>
              <w14:camera w14:prst="orthographicFront"/>
              <w14:lightRig w14:rig="threePt" w14:dir="t">
                <w14:rot w14:lat="0" w14:lon="0" w14:rev="0"/>
              </w14:lightRig>
            </w14:scene3d>
          </w:rPr>
          <w:t>16.5</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_Toc64888587 \h </w:instrText>
        </w:r>
        <w:r>
          <w:rPr>
            <w:noProof/>
            <w:webHidden/>
          </w:rPr>
        </w:r>
        <w:r>
          <w:rPr>
            <w:noProof/>
            <w:webHidden/>
          </w:rPr>
          <w:fldChar w:fldCharType="separate"/>
        </w:r>
        <w:r>
          <w:rPr>
            <w:noProof/>
            <w:webHidden/>
          </w:rPr>
          <w:t>36</w:t>
        </w:r>
        <w:r>
          <w:rPr>
            <w:noProof/>
            <w:webHidden/>
          </w:rPr>
          <w:fldChar w:fldCharType="end"/>
        </w:r>
      </w:hyperlink>
    </w:p>
    <w:p w14:paraId="306DF08E" w14:textId="64CB7099"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88" w:history="1">
        <w:r w:rsidRPr="001F0789">
          <w:rPr>
            <w:rStyle w:val="Hyperlink"/>
            <w:noProof/>
          </w:rPr>
          <w:t>17</w:t>
        </w:r>
        <w:r>
          <w:rPr>
            <w:rFonts w:asciiTheme="minorHAnsi" w:eastAsiaTheme="minorEastAsia" w:hAnsiTheme="minorHAnsi" w:cstheme="minorBidi"/>
            <w:b w:val="0"/>
            <w:noProof/>
            <w:lang w:eastAsia="sl-SI"/>
          </w:rPr>
          <w:tab/>
        </w:r>
        <w:r w:rsidRPr="001F0789">
          <w:rPr>
            <w:rStyle w:val="Hyperlink"/>
            <w:noProof/>
          </w:rPr>
          <w:t>Pridobivanje PDP</w:t>
        </w:r>
        <w:r>
          <w:rPr>
            <w:noProof/>
            <w:webHidden/>
          </w:rPr>
          <w:tab/>
        </w:r>
        <w:r>
          <w:rPr>
            <w:noProof/>
            <w:webHidden/>
          </w:rPr>
          <w:fldChar w:fldCharType="begin"/>
        </w:r>
        <w:r>
          <w:rPr>
            <w:noProof/>
            <w:webHidden/>
          </w:rPr>
          <w:instrText xml:space="preserve"> PAGEREF _Toc64888588 \h </w:instrText>
        </w:r>
        <w:r>
          <w:rPr>
            <w:noProof/>
            <w:webHidden/>
          </w:rPr>
        </w:r>
        <w:r>
          <w:rPr>
            <w:noProof/>
            <w:webHidden/>
          </w:rPr>
          <w:fldChar w:fldCharType="separate"/>
        </w:r>
        <w:r>
          <w:rPr>
            <w:noProof/>
            <w:webHidden/>
          </w:rPr>
          <w:t>37</w:t>
        </w:r>
        <w:r>
          <w:rPr>
            <w:noProof/>
            <w:webHidden/>
          </w:rPr>
          <w:fldChar w:fldCharType="end"/>
        </w:r>
      </w:hyperlink>
    </w:p>
    <w:p w14:paraId="04B234E2" w14:textId="18B9BC8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89" w:history="1">
        <w:r w:rsidRPr="001F0789">
          <w:rPr>
            <w:rStyle w:val="Hyperlink"/>
            <w:noProof/>
            <w14:scene3d>
              <w14:camera w14:prst="orthographicFront"/>
              <w14:lightRig w14:rig="threePt" w14:dir="t">
                <w14:rot w14:lat="0" w14:lon="0" w14:rev="0"/>
              </w14:lightRig>
            </w14:scene3d>
          </w:rPr>
          <w:t>17.1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_Toc64888589 \h </w:instrText>
        </w:r>
        <w:r>
          <w:rPr>
            <w:noProof/>
            <w:webHidden/>
          </w:rPr>
        </w:r>
        <w:r>
          <w:rPr>
            <w:noProof/>
            <w:webHidden/>
          </w:rPr>
          <w:fldChar w:fldCharType="separate"/>
        </w:r>
        <w:r>
          <w:rPr>
            <w:noProof/>
            <w:webHidden/>
          </w:rPr>
          <w:t>37</w:t>
        </w:r>
        <w:r>
          <w:rPr>
            <w:noProof/>
            <w:webHidden/>
          </w:rPr>
          <w:fldChar w:fldCharType="end"/>
        </w:r>
      </w:hyperlink>
    </w:p>
    <w:p w14:paraId="43A3658B" w14:textId="5C1654D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0" w:history="1">
        <w:r w:rsidRPr="001F0789">
          <w:rPr>
            <w:rStyle w:val="Hyperlink"/>
            <w:noProof/>
            <w14:scene3d>
              <w14:camera w14:prst="orthographicFront"/>
              <w14:lightRig w14:rig="threePt" w14:dir="t">
                <w14:rot w14:lat="0" w14:lon="0" w14:rev="0"/>
              </w14:lightRig>
            </w14:scene3d>
          </w:rPr>
          <w:t>17.2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_Toc64888590 \h </w:instrText>
        </w:r>
        <w:r>
          <w:rPr>
            <w:noProof/>
            <w:webHidden/>
          </w:rPr>
        </w:r>
        <w:r>
          <w:rPr>
            <w:noProof/>
            <w:webHidden/>
          </w:rPr>
          <w:fldChar w:fldCharType="separate"/>
        </w:r>
        <w:r>
          <w:rPr>
            <w:noProof/>
            <w:webHidden/>
          </w:rPr>
          <w:t>37</w:t>
        </w:r>
        <w:r>
          <w:rPr>
            <w:noProof/>
            <w:webHidden/>
          </w:rPr>
          <w:fldChar w:fldCharType="end"/>
        </w:r>
      </w:hyperlink>
    </w:p>
    <w:p w14:paraId="6E7B5C1C" w14:textId="4E054A6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1" w:history="1">
        <w:r w:rsidRPr="001F0789">
          <w:rPr>
            <w:rStyle w:val="Hyperlink"/>
            <w:noProof/>
            <w14:scene3d>
              <w14:camera w14:prst="orthographicFront"/>
              <w14:lightRig w14:rig="threePt" w14:dir="t">
                <w14:rot w14:lat="0" w14:lon="0" w14:rev="0"/>
              </w14:lightRig>
            </w14:scene3d>
          </w:rPr>
          <w:t>17.3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_Toc64888591 \h </w:instrText>
        </w:r>
        <w:r>
          <w:rPr>
            <w:noProof/>
            <w:webHidden/>
          </w:rPr>
        </w:r>
        <w:r>
          <w:rPr>
            <w:noProof/>
            <w:webHidden/>
          </w:rPr>
          <w:fldChar w:fldCharType="separate"/>
        </w:r>
        <w:r>
          <w:rPr>
            <w:noProof/>
            <w:webHidden/>
          </w:rPr>
          <w:t>37</w:t>
        </w:r>
        <w:r>
          <w:rPr>
            <w:noProof/>
            <w:webHidden/>
          </w:rPr>
          <w:fldChar w:fldCharType="end"/>
        </w:r>
      </w:hyperlink>
    </w:p>
    <w:p w14:paraId="0D899D7A" w14:textId="1739FC9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2" w:history="1">
        <w:r w:rsidRPr="001F0789">
          <w:rPr>
            <w:rStyle w:val="Hyperlink"/>
            <w:noProof/>
            <w14:scene3d>
              <w14:camera w14:prst="orthographicFront"/>
              <w14:lightRig w14:rig="threePt" w14:dir="t">
                <w14:rot w14:lat="0" w14:lon="0" w14:rev="0"/>
              </w14:lightRig>
            </w14:scene3d>
          </w:rPr>
          <w:t>17.4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_Toc64888592 \h </w:instrText>
        </w:r>
        <w:r>
          <w:rPr>
            <w:noProof/>
            <w:webHidden/>
          </w:rPr>
        </w:r>
        <w:r>
          <w:rPr>
            <w:noProof/>
            <w:webHidden/>
          </w:rPr>
          <w:fldChar w:fldCharType="separate"/>
        </w:r>
        <w:r>
          <w:rPr>
            <w:noProof/>
            <w:webHidden/>
          </w:rPr>
          <w:t>37</w:t>
        </w:r>
        <w:r>
          <w:rPr>
            <w:noProof/>
            <w:webHidden/>
          </w:rPr>
          <w:fldChar w:fldCharType="end"/>
        </w:r>
      </w:hyperlink>
    </w:p>
    <w:p w14:paraId="736B1C2C" w14:textId="1D313CC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3" w:history="1">
        <w:r w:rsidRPr="001F0789">
          <w:rPr>
            <w:rStyle w:val="Hyperlink"/>
            <w:noProof/>
            <w14:scene3d>
              <w14:camera w14:prst="orthographicFront"/>
              <w14:lightRig w14:rig="threePt" w14:dir="t">
                <w14:rot w14:lat="0" w14:lon="0" w14:rev="0"/>
              </w14:lightRig>
            </w14:scene3d>
          </w:rPr>
          <w:t>17.5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_Toc64888593 \h </w:instrText>
        </w:r>
        <w:r>
          <w:rPr>
            <w:noProof/>
            <w:webHidden/>
          </w:rPr>
        </w:r>
        <w:r>
          <w:rPr>
            <w:noProof/>
            <w:webHidden/>
          </w:rPr>
          <w:fldChar w:fldCharType="separate"/>
        </w:r>
        <w:r>
          <w:rPr>
            <w:noProof/>
            <w:webHidden/>
          </w:rPr>
          <w:t>37</w:t>
        </w:r>
        <w:r>
          <w:rPr>
            <w:noProof/>
            <w:webHidden/>
          </w:rPr>
          <w:fldChar w:fldCharType="end"/>
        </w:r>
      </w:hyperlink>
    </w:p>
    <w:p w14:paraId="6F24AF6E" w14:textId="7C49563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4" w:history="1">
        <w:r w:rsidRPr="001F0789">
          <w:rPr>
            <w:rStyle w:val="Hyperlink"/>
            <w:noProof/>
            <w14:scene3d>
              <w14:camera w14:prst="orthographicFront"/>
              <w14:lightRig w14:rig="threePt" w14:dir="t">
                <w14:rot w14:lat="0" w14:lon="0" w14:rev="0"/>
              </w14:lightRig>
            </w14:scene3d>
          </w:rPr>
          <w:t>17.6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_Toc64888594 \h </w:instrText>
        </w:r>
        <w:r>
          <w:rPr>
            <w:noProof/>
            <w:webHidden/>
          </w:rPr>
        </w:r>
        <w:r>
          <w:rPr>
            <w:noProof/>
            <w:webHidden/>
          </w:rPr>
          <w:fldChar w:fldCharType="separate"/>
        </w:r>
        <w:r>
          <w:rPr>
            <w:noProof/>
            <w:webHidden/>
          </w:rPr>
          <w:t>37</w:t>
        </w:r>
        <w:r>
          <w:rPr>
            <w:noProof/>
            <w:webHidden/>
          </w:rPr>
          <w:fldChar w:fldCharType="end"/>
        </w:r>
      </w:hyperlink>
    </w:p>
    <w:p w14:paraId="6D6AFB14" w14:textId="6A09ABF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595" w:history="1">
        <w:r w:rsidRPr="001F0789">
          <w:rPr>
            <w:rStyle w:val="Hyperlink"/>
            <w:noProof/>
          </w:rPr>
          <w:t>18</w:t>
        </w:r>
        <w:r>
          <w:rPr>
            <w:rFonts w:asciiTheme="minorHAnsi" w:eastAsiaTheme="minorEastAsia" w:hAnsiTheme="minorHAnsi" w:cstheme="minorBidi"/>
            <w:b w:val="0"/>
            <w:noProof/>
            <w:lang w:eastAsia="sl-SI"/>
          </w:rPr>
          <w:tab/>
        </w:r>
        <w:r w:rsidRPr="001F0789">
          <w:rPr>
            <w:rStyle w:val="Hyperlink"/>
            <w:noProof/>
          </w:rPr>
          <w:t>Pridobivanje PDP v2</w:t>
        </w:r>
        <w:r>
          <w:rPr>
            <w:noProof/>
            <w:webHidden/>
          </w:rPr>
          <w:tab/>
        </w:r>
        <w:r>
          <w:rPr>
            <w:noProof/>
            <w:webHidden/>
          </w:rPr>
          <w:fldChar w:fldCharType="begin"/>
        </w:r>
        <w:r>
          <w:rPr>
            <w:noProof/>
            <w:webHidden/>
          </w:rPr>
          <w:instrText xml:space="preserve"> PAGEREF _Toc64888595 \h </w:instrText>
        </w:r>
        <w:r>
          <w:rPr>
            <w:noProof/>
            <w:webHidden/>
          </w:rPr>
        </w:r>
        <w:r>
          <w:rPr>
            <w:noProof/>
            <w:webHidden/>
          </w:rPr>
          <w:fldChar w:fldCharType="separate"/>
        </w:r>
        <w:r>
          <w:rPr>
            <w:noProof/>
            <w:webHidden/>
          </w:rPr>
          <w:t>38</w:t>
        </w:r>
        <w:r>
          <w:rPr>
            <w:noProof/>
            <w:webHidden/>
          </w:rPr>
          <w:fldChar w:fldCharType="end"/>
        </w:r>
      </w:hyperlink>
    </w:p>
    <w:p w14:paraId="3C2F32AA" w14:textId="2D75435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6" w:history="1">
        <w:r w:rsidRPr="001F0789">
          <w:rPr>
            <w:rStyle w:val="Hyperlink"/>
            <w:noProof/>
            <w14:scene3d>
              <w14:camera w14:prst="orthographicFront"/>
              <w14:lightRig w14:rig="threePt" w14:dir="t">
                <w14:rot w14:lat="0" w14:lon="0" w14:rev="0"/>
              </w14:lightRig>
            </w14:scene3d>
          </w:rPr>
          <w:t>18.1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_Toc64888596 \h </w:instrText>
        </w:r>
        <w:r>
          <w:rPr>
            <w:noProof/>
            <w:webHidden/>
          </w:rPr>
        </w:r>
        <w:r>
          <w:rPr>
            <w:noProof/>
            <w:webHidden/>
          </w:rPr>
          <w:fldChar w:fldCharType="separate"/>
        </w:r>
        <w:r>
          <w:rPr>
            <w:noProof/>
            <w:webHidden/>
          </w:rPr>
          <w:t>38</w:t>
        </w:r>
        <w:r>
          <w:rPr>
            <w:noProof/>
            <w:webHidden/>
          </w:rPr>
          <w:fldChar w:fldCharType="end"/>
        </w:r>
      </w:hyperlink>
    </w:p>
    <w:p w14:paraId="79B77C18" w14:textId="62CAC95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7" w:history="1">
        <w:r w:rsidRPr="001F0789">
          <w:rPr>
            <w:rStyle w:val="Hyperlink"/>
            <w:noProof/>
            <w14:scene3d>
              <w14:camera w14:prst="orthographicFront"/>
              <w14:lightRig w14:rig="threePt" w14:dir="t">
                <w14:rot w14:lat="0" w14:lon="0" w14:rev="0"/>
              </w14:lightRig>
            </w14:scene3d>
          </w:rPr>
          <w:t>18.2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_Toc64888597 \h </w:instrText>
        </w:r>
        <w:r>
          <w:rPr>
            <w:noProof/>
            <w:webHidden/>
          </w:rPr>
        </w:r>
        <w:r>
          <w:rPr>
            <w:noProof/>
            <w:webHidden/>
          </w:rPr>
          <w:fldChar w:fldCharType="separate"/>
        </w:r>
        <w:r>
          <w:rPr>
            <w:noProof/>
            <w:webHidden/>
          </w:rPr>
          <w:t>38</w:t>
        </w:r>
        <w:r>
          <w:rPr>
            <w:noProof/>
            <w:webHidden/>
          </w:rPr>
          <w:fldChar w:fldCharType="end"/>
        </w:r>
      </w:hyperlink>
    </w:p>
    <w:p w14:paraId="0F20AAD8" w14:textId="017E406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8" w:history="1">
        <w:r w:rsidRPr="001F0789">
          <w:rPr>
            <w:rStyle w:val="Hyperlink"/>
            <w:noProof/>
            <w14:scene3d>
              <w14:camera w14:prst="orthographicFront"/>
              <w14:lightRig w14:rig="threePt" w14:dir="t">
                <w14:rot w14:lat="0" w14:lon="0" w14:rev="0"/>
              </w14:lightRig>
            </w14:scene3d>
          </w:rPr>
          <w:t>18.3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_Toc64888598 \h </w:instrText>
        </w:r>
        <w:r>
          <w:rPr>
            <w:noProof/>
            <w:webHidden/>
          </w:rPr>
        </w:r>
        <w:r>
          <w:rPr>
            <w:noProof/>
            <w:webHidden/>
          </w:rPr>
          <w:fldChar w:fldCharType="separate"/>
        </w:r>
        <w:r>
          <w:rPr>
            <w:noProof/>
            <w:webHidden/>
          </w:rPr>
          <w:t>38</w:t>
        </w:r>
        <w:r>
          <w:rPr>
            <w:noProof/>
            <w:webHidden/>
          </w:rPr>
          <w:fldChar w:fldCharType="end"/>
        </w:r>
      </w:hyperlink>
    </w:p>
    <w:p w14:paraId="7346D956" w14:textId="524B6B6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599" w:history="1">
        <w:r w:rsidRPr="001F0789">
          <w:rPr>
            <w:rStyle w:val="Hyperlink"/>
            <w:noProof/>
            <w14:scene3d>
              <w14:camera w14:prst="orthographicFront"/>
              <w14:lightRig w14:rig="threePt" w14:dir="t">
                <w14:rot w14:lat="0" w14:lon="0" w14:rev="0"/>
              </w14:lightRig>
            </w14:scene3d>
          </w:rPr>
          <w:t>18.4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_Toc64888599 \h </w:instrText>
        </w:r>
        <w:r>
          <w:rPr>
            <w:noProof/>
            <w:webHidden/>
          </w:rPr>
        </w:r>
        <w:r>
          <w:rPr>
            <w:noProof/>
            <w:webHidden/>
          </w:rPr>
          <w:fldChar w:fldCharType="separate"/>
        </w:r>
        <w:r>
          <w:rPr>
            <w:noProof/>
            <w:webHidden/>
          </w:rPr>
          <w:t>38</w:t>
        </w:r>
        <w:r>
          <w:rPr>
            <w:noProof/>
            <w:webHidden/>
          </w:rPr>
          <w:fldChar w:fldCharType="end"/>
        </w:r>
      </w:hyperlink>
    </w:p>
    <w:p w14:paraId="000CB347" w14:textId="6FCF77E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0" w:history="1">
        <w:r w:rsidRPr="001F0789">
          <w:rPr>
            <w:rStyle w:val="Hyperlink"/>
            <w:noProof/>
            <w14:scene3d>
              <w14:camera w14:prst="orthographicFront"/>
              <w14:lightRig w14:rig="threePt" w14:dir="t">
                <w14:rot w14:lat="0" w14:lon="0" w14:rev="0"/>
              </w14:lightRig>
            </w14:scene3d>
          </w:rPr>
          <w:t>18.5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_Toc64888600 \h </w:instrText>
        </w:r>
        <w:r>
          <w:rPr>
            <w:noProof/>
            <w:webHidden/>
          </w:rPr>
        </w:r>
        <w:r>
          <w:rPr>
            <w:noProof/>
            <w:webHidden/>
          </w:rPr>
          <w:fldChar w:fldCharType="separate"/>
        </w:r>
        <w:r>
          <w:rPr>
            <w:noProof/>
            <w:webHidden/>
          </w:rPr>
          <w:t>38</w:t>
        </w:r>
        <w:r>
          <w:rPr>
            <w:noProof/>
            <w:webHidden/>
          </w:rPr>
          <w:fldChar w:fldCharType="end"/>
        </w:r>
      </w:hyperlink>
    </w:p>
    <w:p w14:paraId="0246682A" w14:textId="022A917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1" w:history="1">
        <w:r w:rsidRPr="001F0789">
          <w:rPr>
            <w:rStyle w:val="Hyperlink"/>
            <w:noProof/>
            <w14:scene3d>
              <w14:camera w14:prst="orthographicFront"/>
              <w14:lightRig w14:rig="threePt" w14:dir="t">
                <w14:rot w14:lat="0" w14:lon="0" w14:rev="0"/>
              </w14:lightRig>
            </w14:scene3d>
          </w:rPr>
          <w:t>18.6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_Toc64888601 \h </w:instrText>
        </w:r>
        <w:r>
          <w:rPr>
            <w:noProof/>
            <w:webHidden/>
          </w:rPr>
        </w:r>
        <w:r>
          <w:rPr>
            <w:noProof/>
            <w:webHidden/>
          </w:rPr>
          <w:fldChar w:fldCharType="separate"/>
        </w:r>
        <w:r>
          <w:rPr>
            <w:noProof/>
            <w:webHidden/>
          </w:rPr>
          <w:t>38</w:t>
        </w:r>
        <w:r>
          <w:rPr>
            <w:noProof/>
            <w:webHidden/>
          </w:rPr>
          <w:fldChar w:fldCharType="end"/>
        </w:r>
      </w:hyperlink>
    </w:p>
    <w:p w14:paraId="6216BDAB" w14:textId="19AA212E"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02" w:history="1">
        <w:r w:rsidRPr="001F0789">
          <w:rPr>
            <w:rStyle w:val="Hyperlink"/>
            <w:noProof/>
          </w:rPr>
          <w:t>19</w:t>
        </w:r>
        <w:r>
          <w:rPr>
            <w:rFonts w:asciiTheme="minorHAnsi" w:eastAsiaTheme="minorEastAsia" w:hAnsiTheme="minorHAnsi" w:cstheme="minorBidi"/>
            <w:b w:val="0"/>
            <w:noProof/>
            <w:lang w:eastAsia="sl-SI"/>
          </w:rPr>
          <w:tab/>
        </w:r>
        <w:r w:rsidRPr="001F0789">
          <w:rPr>
            <w:rStyle w:val="Hyperlink"/>
            <w:noProof/>
          </w:rPr>
          <w:t>Vnos PDP</w:t>
        </w:r>
        <w:r>
          <w:rPr>
            <w:noProof/>
            <w:webHidden/>
          </w:rPr>
          <w:tab/>
        </w:r>
        <w:r>
          <w:rPr>
            <w:noProof/>
            <w:webHidden/>
          </w:rPr>
          <w:fldChar w:fldCharType="begin"/>
        </w:r>
        <w:r>
          <w:rPr>
            <w:noProof/>
            <w:webHidden/>
          </w:rPr>
          <w:instrText xml:space="preserve"> PAGEREF _Toc64888602 \h </w:instrText>
        </w:r>
        <w:r>
          <w:rPr>
            <w:noProof/>
            <w:webHidden/>
          </w:rPr>
        </w:r>
        <w:r>
          <w:rPr>
            <w:noProof/>
            <w:webHidden/>
          </w:rPr>
          <w:fldChar w:fldCharType="separate"/>
        </w:r>
        <w:r>
          <w:rPr>
            <w:noProof/>
            <w:webHidden/>
          </w:rPr>
          <w:t>39</w:t>
        </w:r>
        <w:r>
          <w:rPr>
            <w:noProof/>
            <w:webHidden/>
          </w:rPr>
          <w:fldChar w:fldCharType="end"/>
        </w:r>
      </w:hyperlink>
    </w:p>
    <w:p w14:paraId="1D772946" w14:textId="7FF06F1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3" w:history="1">
        <w:r w:rsidRPr="001F0789">
          <w:rPr>
            <w:rStyle w:val="Hyperlink"/>
            <w:noProof/>
            <w14:scene3d>
              <w14:camera w14:prst="orthographicFront"/>
              <w14:lightRig w14:rig="threePt" w14:dir="t">
                <w14:rot w14:lat="0" w14:lon="0" w14:rev="0"/>
              </w14:lightRig>
            </w14:scene3d>
          </w:rPr>
          <w:t>19.1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_Toc64888603 \h </w:instrText>
        </w:r>
        <w:r>
          <w:rPr>
            <w:noProof/>
            <w:webHidden/>
          </w:rPr>
        </w:r>
        <w:r>
          <w:rPr>
            <w:noProof/>
            <w:webHidden/>
          </w:rPr>
          <w:fldChar w:fldCharType="separate"/>
        </w:r>
        <w:r>
          <w:rPr>
            <w:noProof/>
            <w:webHidden/>
          </w:rPr>
          <w:t>39</w:t>
        </w:r>
        <w:r>
          <w:rPr>
            <w:noProof/>
            <w:webHidden/>
          </w:rPr>
          <w:fldChar w:fldCharType="end"/>
        </w:r>
      </w:hyperlink>
    </w:p>
    <w:p w14:paraId="7F77361F" w14:textId="36EAF99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4" w:history="1">
        <w:r w:rsidRPr="001F0789">
          <w:rPr>
            <w:rStyle w:val="Hyperlink"/>
            <w:noProof/>
            <w14:scene3d>
              <w14:camera w14:prst="orthographicFront"/>
              <w14:lightRig w14:rig="threePt" w14:dir="t">
                <w14:rot w14:lat="0" w14:lon="0" w14:rev="0"/>
              </w14:lightRig>
            </w14:scene3d>
          </w:rPr>
          <w:t>19.2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_Toc64888604 \h </w:instrText>
        </w:r>
        <w:r>
          <w:rPr>
            <w:noProof/>
            <w:webHidden/>
          </w:rPr>
        </w:r>
        <w:r>
          <w:rPr>
            <w:noProof/>
            <w:webHidden/>
          </w:rPr>
          <w:fldChar w:fldCharType="separate"/>
        </w:r>
        <w:r>
          <w:rPr>
            <w:noProof/>
            <w:webHidden/>
          </w:rPr>
          <w:t>39</w:t>
        </w:r>
        <w:r>
          <w:rPr>
            <w:noProof/>
            <w:webHidden/>
          </w:rPr>
          <w:fldChar w:fldCharType="end"/>
        </w:r>
      </w:hyperlink>
    </w:p>
    <w:p w14:paraId="1B643F58" w14:textId="7C1246D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5" w:history="1">
        <w:r w:rsidRPr="001F0789">
          <w:rPr>
            <w:rStyle w:val="Hyperlink"/>
            <w:noProof/>
            <w14:scene3d>
              <w14:camera w14:prst="orthographicFront"/>
              <w14:lightRig w14:rig="threePt" w14:dir="t">
                <w14:rot w14:lat="0" w14:lon="0" w14:rev="0"/>
              </w14:lightRig>
            </w14:scene3d>
          </w:rPr>
          <w:t>19.3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_Toc64888605 \h </w:instrText>
        </w:r>
        <w:r>
          <w:rPr>
            <w:noProof/>
            <w:webHidden/>
          </w:rPr>
        </w:r>
        <w:r>
          <w:rPr>
            <w:noProof/>
            <w:webHidden/>
          </w:rPr>
          <w:fldChar w:fldCharType="separate"/>
        </w:r>
        <w:r>
          <w:rPr>
            <w:noProof/>
            <w:webHidden/>
          </w:rPr>
          <w:t>39</w:t>
        </w:r>
        <w:r>
          <w:rPr>
            <w:noProof/>
            <w:webHidden/>
          </w:rPr>
          <w:fldChar w:fldCharType="end"/>
        </w:r>
      </w:hyperlink>
    </w:p>
    <w:p w14:paraId="6FDEE503" w14:textId="2F2A5B4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6" w:history="1">
        <w:r w:rsidRPr="001F0789">
          <w:rPr>
            <w:rStyle w:val="Hyperlink"/>
            <w:noProof/>
            <w14:scene3d>
              <w14:camera w14:prst="orthographicFront"/>
              <w14:lightRig w14:rig="threePt" w14:dir="t">
                <w14:rot w14:lat="0" w14:lon="0" w14:rev="0"/>
              </w14:lightRig>
            </w14:scene3d>
          </w:rPr>
          <w:t>19.4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_Toc64888606 \h </w:instrText>
        </w:r>
        <w:r>
          <w:rPr>
            <w:noProof/>
            <w:webHidden/>
          </w:rPr>
        </w:r>
        <w:r>
          <w:rPr>
            <w:noProof/>
            <w:webHidden/>
          </w:rPr>
          <w:fldChar w:fldCharType="separate"/>
        </w:r>
        <w:r>
          <w:rPr>
            <w:noProof/>
            <w:webHidden/>
          </w:rPr>
          <w:t>39</w:t>
        </w:r>
        <w:r>
          <w:rPr>
            <w:noProof/>
            <w:webHidden/>
          </w:rPr>
          <w:fldChar w:fldCharType="end"/>
        </w:r>
      </w:hyperlink>
    </w:p>
    <w:p w14:paraId="5504A052" w14:textId="1E4C160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7" w:history="1">
        <w:r w:rsidRPr="001F0789">
          <w:rPr>
            <w:rStyle w:val="Hyperlink"/>
            <w:noProof/>
            <w14:scene3d>
              <w14:camera w14:prst="orthographicFront"/>
              <w14:lightRig w14:rig="threePt" w14:dir="t">
                <w14:rot w14:lat="0" w14:lon="0" w14:rev="0"/>
              </w14:lightRig>
            </w14:scene3d>
          </w:rPr>
          <w:t>19.5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_Toc64888607 \h </w:instrText>
        </w:r>
        <w:r>
          <w:rPr>
            <w:noProof/>
            <w:webHidden/>
          </w:rPr>
        </w:r>
        <w:r>
          <w:rPr>
            <w:noProof/>
            <w:webHidden/>
          </w:rPr>
          <w:fldChar w:fldCharType="separate"/>
        </w:r>
        <w:r>
          <w:rPr>
            <w:noProof/>
            <w:webHidden/>
          </w:rPr>
          <w:t>39</w:t>
        </w:r>
        <w:r>
          <w:rPr>
            <w:noProof/>
            <w:webHidden/>
          </w:rPr>
          <w:fldChar w:fldCharType="end"/>
        </w:r>
      </w:hyperlink>
    </w:p>
    <w:p w14:paraId="2D8749EC" w14:textId="6C505DE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08" w:history="1">
        <w:r w:rsidRPr="001F0789">
          <w:rPr>
            <w:rStyle w:val="Hyperlink"/>
            <w:noProof/>
            <w14:scene3d>
              <w14:camera w14:prst="orthographicFront"/>
              <w14:lightRig w14:rig="threePt" w14:dir="t">
                <w14:rot w14:lat="0" w14:lon="0" w14:rev="0"/>
              </w14:lightRig>
            </w14:scene3d>
          </w:rPr>
          <w:t>19.6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_Toc64888608 \h </w:instrText>
        </w:r>
        <w:r>
          <w:rPr>
            <w:noProof/>
            <w:webHidden/>
          </w:rPr>
        </w:r>
        <w:r>
          <w:rPr>
            <w:noProof/>
            <w:webHidden/>
          </w:rPr>
          <w:fldChar w:fldCharType="separate"/>
        </w:r>
        <w:r>
          <w:rPr>
            <w:noProof/>
            <w:webHidden/>
          </w:rPr>
          <w:t>39</w:t>
        </w:r>
        <w:r>
          <w:rPr>
            <w:noProof/>
            <w:webHidden/>
          </w:rPr>
          <w:fldChar w:fldCharType="end"/>
        </w:r>
      </w:hyperlink>
    </w:p>
    <w:p w14:paraId="3A2BBE4C" w14:textId="068FBAE9"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09" w:history="1">
        <w:r w:rsidRPr="001F0789">
          <w:rPr>
            <w:rStyle w:val="Hyperlink"/>
            <w:noProof/>
          </w:rPr>
          <w:t>20</w:t>
        </w:r>
        <w:r>
          <w:rPr>
            <w:rFonts w:asciiTheme="minorHAnsi" w:eastAsiaTheme="minorEastAsia" w:hAnsiTheme="minorHAnsi" w:cstheme="minorBidi"/>
            <w:b w:val="0"/>
            <w:noProof/>
            <w:lang w:eastAsia="sl-SI"/>
          </w:rPr>
          <w:tab/>
        </w:r>
        <w:r w:rsidRPr="001F0789">
          <w:rPr>
            <w:rStyle w:val="Hyperlink"/>
            <w:noProof/>
          </w:rPr>
          <w:t>Vnos PDP v2</w:t>
        </w:r>
        <w:r>
          <w:rPr>
            <w:noProof/>
            <w:webHidden/>
          </w:rPr>
          <w:tab/>
        </w:r>
        <w:r>
          <w:rPr>
            <w:noProof/>
            <w:webHidden/>
          </w:rPr>
          <w:fldChar w:fldCharType="begin"/>
        </w:r>
        <w:r>
          <w:rPr>
            <w:noProof/>
            <w:webHidden/>
          </w:rPr>
          <w:instrText xml:space="preserve"> PAGEREF _Toc64888609 \h </w:instrText>
        </w:r>
        <w:r>
          <w:rPr>
            <w:noProof/>
            <w:webHidden/>
          </w:rPr>
        </w:r>
        <w:r>
          <w:rPr>
            <w:noProof/>
            <w:webHidden/>
          </w:rPr>
          <w:fldChar w:fldCharType="separate"/>
        </w:r>
        <w:r>
          <w:rPr>
            <w:noProof/>
            <w:webHidden/>
          </w:rPr>
          <w:t>40</w:t>
        </w:r>
        <w:r>
          <w:rPr>
            <w:noProof/>
            <w:webHidden/>
          </w:rPr>
          <w:fldChar w:fldCharType="end"/>
        </w:r>
      </w:hyperlink>
    </w:p>
    <w:p w14:paraId="3B30421A" w14:textId="03D5A45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0" w:history="1">
        <w:r w:rsidRPr="001F0789">
          <w:rPr>
            <w:rStyle w:val="Hyperlink"/>
            <w:noProof/>
            <w14:scene3d>
              <w14:camera w14:prst="orthographicFront"/>
              <w14:lightRig w14:rig="threePt" w14:dir="t">
                <w14:rot w14:lat="0" w14:lon="0" w14:rev="0"/>
              </w14:lightRig>
            </w14:scene3d>
          </w:rPr>
          <w:t>20.1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_Toc64888610 \h </w:instrText>
        </w:r>
        <w:r>
          <w:rPr>
            <w:noProof/>
            <w:webHidden/>
          </w:rPr>
        </w:r>
        <w:r>
          <w:rPr>
            <w:noProof/>
            <w:webHidden/>
          </w:rPr>
          <w:fldChar w:fldCharType="separate"/>
        </w:r>
        <w:r>
          <w:rPr>
            <w:noProof/>
            <w:webHidden/>
          </w:rPr>
          <w:t>40</w:t>
        </w:r>
        <w:r>
          <w:rPr>
            <w:noProof/>
            <w:webHidden/>
          </w:rPr>
          <w:fldChar w:fldCharType="end"/>
        </w:r>
      </w:hyperlink>
    </w:p>
    <w:p w14:paraId="4564A6C7" w14:textId="216EB3E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1" w:history="1">
        <w:r w:rsidRPr="001F0789">
          <w:rPr>
            <w:rStyle w:val="Hyperlink"/>
            <w:noProof/>
            <w14:scene3d>
              <w14:camera w14:prst="orthographicFront"/>
              <w14:lightRig w14:rig="threePt" w14:dir="t">
                <w14:rot w14:lat="0" w14:lon="0" w14:rev="0"/>
              </w14:lightRig>
            </w14:scene3d>
          </w:rPr>
          <w:t>20.2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_Toc64888611 \h </w:instrText>
        </w:r>
        <w:r>
          <w:rPr>
            <w:noProof/>
            <w:webHidden/>
          </w:rPr>
        </w:r>
        <w:r>
          <w:rPr>
            <w:noProof/>
            <w:webHidden/>
          </w:rPr>
          <w:fldChar w:fldCharType="separate"/>
        </w:r>
        <w:r>
          <w:rPr>
            <w:noProof/>
            <w:webHidden/>
          </w:rPr>
          <w:t>40</w:t>
        </w:r>
        <w:r>
          <w:rPr>
            <w:noProof/>
            <w:webHidden/>
          </w:rPr>
          <w:fldChar w:fldCharType="end"/>
        </w:r>
      </w:hyperlink>
    </w:p>
    <w:p w14:paraId="415EF723" w14:textId="3D8314C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2" w:history="1">
        <w:r w:rsidRPr="001F0789">
          <w:rPr>
            <w:rStyle w:val="Hyperlink"/>
            <w:noProof/>
            <w14:scene3d>
              <w14:camera w14:prst="orthographicFront"/>
              <w14:lightRig w14:rig="threePt" w14:dir="t">
                <w14:rot w14:lat="0" w14:lon="0" w14:rev="0"/>
              </w14:lightRig>
            </w14:scene3d>
          </w:rPr>
          <w:t>20.3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_Toc64888612 \h </w:instrText>
        </w:r>
        <w:r>
          <w:rPr>
            <w:noProof/>
            <w:webHidden/>
          </w:rPr>
        </w:r>
        <w:r>
          <w:rPr>
            <w:noProof/>
            <w:webHidden/>
          </w:rPr>
          <w:fldChar w:fldCharType="separate"/>
        </w:r>
        <w:r>
          <w:rPr>
            <w:noProof/>
            <w:webHidden/>
          </w:rPr>
          <w:t>40</w:t>
        </w:r>
        <w:r>
          <w:rPr>
            <w:noProof/>
            <w:webHidden/>
          </w:rPr>
          <w:fldChar w:fldCharType="end"/>
        </w:r>
      </w:hyperlink>
    </w:p>
    <w:p w14:paraId="733BC132" w14:textId="627F915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3" w:history="1">
        <w:r w:rsidRPr="001F0789">
          <w:rPr>
            <w:rStyle w:val="Hyperlink"/>
            <w:noProof/>
            <w14:scene3d>
              <w14:camera w14:prst="orthographicFront"/>
              <w14:lightRig w14:rig="threePt" w14:dir="t">
                <w14:rot w14:lat="0" w14:lon="0" w14:rev="0"/>
              </w14:lightRig>
            </w14:scene3d>
          </w:rPr>
          <w:t>20.4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_Toc64888613 \h </w:instrText>
        </w:r>
        <w:r>
          <w:rPr>
            <w:noProof/>
            <w:webHidden/>
          </w:rPr>
        </w:r>
        <w:r>
          <w:rPr>
            <w:noProof/>
            <w:webHidden/>
          </w:rPr>
          <w:fldChar w:fldCharType="separate"/>
        </w:r>
        <w:r>
          <w:rPr>
            <w:noProof/>
            <w:webHidden/>
          </w:rPr>
          <w:t>40</w:t>
        </w:r>
        <w:r>
          <w:rPr>
            <w:noProof/>
            <w:webHidden/>
          </w:rPr>
          <w:fldChar w:fldCharType="end"/>
        </w:r>
      </w:hyperlink>
    </w:p>
    <w:p w14:paraId="566F7FF1" w14:textId="27E717A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4" w:history="1">
        <w:r w:rsidRPr="001F0789">
          <w:rPr>
            <w:rStyle w:val="Hyperlink"/>
            <w:noProof/>
            <w14:scene3d>
              <w14:camera w14:prst="orthographicFront"/>
              <w14:lightRig w14:rig="threePt" w14:dir="t">
                <w14:rot w14:lat="0" w14:lon="0" w14:rev="0"/>
              </w14:lightRig>
            </w14:scene3d>
          </w:rPr>
          <w:t>20.5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_Toc64888614 \h </w:instrText>
        </w:r>
        <w:r>
          <w:rPr>
            <w:noProof/>
            <w:webHidden/>
          </w:rPr>
        </w:r>
        <w:r>
          <w:rPr>
            <w:noProof/>
            <w:webHidden/>
          </w:rPr>
          <w:fldChar w:fldCharType="separate"/>
        </w:r>
        <w:r>
          <w:rPr>
            <w:noProof/>
            <w:webHidden/>
          </w:rPr>
          <w:t>40</w:t>
        </w:r>
        <w:r>
          <w:rPr>
            <w:noProof/>
            <w:webHidden/>
          </w:rPr>
          <w:fldChar w:fldCharType="end"/>
        </w:r>
      </w:hyperlink>
    </w:p>
    <w:p w14:paraId="0E8C263B" w14:textId="12BEE17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5" w:history="1">
        <w:r w:rsidRPr="001F0789">
          <w:rPr>
            <w:rStyle w:val="Hyperlink"/>
            <w:noProof/>
            <w14:scene3d>
              <w14:camera w14:prst="orthographicFront"/>
              <w14:lightRig w14:rig="threePt" w14:dir="t">
                <w14:rot w14:lat="0" w14:lon="0" w14:rev="0"/>
              </w14:lightRig>
            </w14:scene3d>
          </w:rPr>
          <w:t>20.6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_Toc64888615 \h </w:instrText>
        </w:r>
        <w:r>
          <w:rPr>
            <w:noProof/>
            <w:webHidden/>
          </w:rPr>
        </w:r>
        <w:r>
          <w:rPr>
            <w:noProof/>
            <w:webHidden/>
          </w:rPr>
          <w:fldChar w:fldCharType="separate"/>
        </w:r>
        <w:r>
          <w:rPr>
            <w:noProof/>
            <w:webHidden/>
          </w:rPr>
          <w:t>40</w:t>
        </w:r>
        <w:r>
          <w:rPr>
            <w:noProof/>
            <w:webHidden/>
          </w:rPr>
          <w:fldChar w:fldCharType="end"/>
        </w:r>
      </w:hyperlink>
    </w:p>
    <w:p w14:paraId="31A36B91" w14:textId="103D0C67"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16" w:history="1">
        <w:r w:rsidRPr="001F0789">
          <w:rPr>
            <w:rStyle w:val="Hyperlink"/>
            <w:noProof/>
          </w:rPr>
          <w:t>21</w:t>
        </w:r>
        <w:r>
          <w:rPr>
            <w:rFonts w:asciiTheme="minorHAnsi" w:eastAsiaTheme="minorEastAsia" w:hAnsiTheme="minorHAnsi" w:cstheme="minorBidi"/>
            <w:b w:val="0"/>
            <w:noProof/>
            <w:lang w:eastAsia="sl-SI"/>
          </w:rPr>
          <w:tab/>
        </w:r>
        <w:r w:rsidRPr="001F0789">
          <w:rPr>
            <w:rStyle w:val="Hyperlink"/>
            <w:noProof/>
          </w:rPr>
          <w:t>Pridobivanje podatkov MM</w:t>
        </w:r>
        <w:r>
          <w:rPr>
            <w:noProof/>
            <w:webHidden/>
          </w:rPr>
          <w:tab/>
        </w:r>
        <w:r>
          <w:rPr>
            <w:noProof/>
            <w:webHidden/>
          </w:rPr>
          <w:fldChar w:fldCharType="begin"/>
        </w:r>
        <w:r>
          <w:rPr>
            <w:noProof/>
            <w:webHidden/>
          </w:rPr>
          <w:instrText xml:space="preserve"> PAGEREF _Toc64888616 \h </w:instrText>
        </w:r>
        <w:r>
          <w:rPr>
            <w:noProof/>
            <w:webHidden/>
          </w:rPr>
        </w:r>
        <w:r>
          <w:rPr>
            <w:noProof/>
            <w:webHidden/>
          </w:rPr>
          <w:fldChar w:fldCharType="separate"/>
        </w:r>
        <w:r>
          <w:rPr>
            <w:noProof/>
            <w:webHidden/>
          </w:rPr>
          <w:t>41</w:t>
        </w:r>
        <w:r>
          <w:rPr>
            <w:noProof/>
            <w:webHidden/>
          </w:rPr>
          <w:fldChar w:fldCharType="end"/>
        </w:r>
      </w:hyperlink>
    </w:p>
    <w:p w14:paraId="6562741D" w14:textId="2D16B1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7" w:history="1">
        <w:r w:rsidRPr="001F0789">
          <w:rPr>
            <w:rStyle w:val="Hyperlink"/>
            <w:noProof/>
            <w14:scene3d>
              <w14:camera w14:prst="orthographicFront"/>
              <w14:lightRig w14:rig="threePt" w14:dir="t">
                <w14:rot w14:lat="0" w14:lon="0" w14:rev="0"/>
              </w14:lightRig>
            </w14:scene3d>
          </w:rPr>
          <w:t>21.1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_Toc64888617 \h </w:instrText>
        </w:r>
        <w:r>
          <w:rPr>
            <w:noProof/>
            <w:webHidden/>
          </w:rPr>
        </w:r>
        <w:r>
          <w:rPr>
            <w:noProof/>
            <w:webHidden/>
          </w:rPr>
          <w:fldChar w:fldCharType="separate"/>
        </w:r>
        <w:r>
          <w:rPr>
            <w:noProof/>
            <w:webHidden/>
          </w:rPr>
          <w:t>41</w:t>
        </w:r>
        <w:r>
          <w:rPr>
            <w:noProof/>
            <w:webHidden/>
          </w:rPr>
          <w:fldChar w:fldCharType="end"/>
        </w:r>
      </w:hyperlink>
    </w:p>
    <w:p w14:paraId="0D0D5F98" w14:textId="441ED97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8" w:history="1">
        <w:r w:rsidRPr="001F0789">
          <w:rPr>
            <w:rStyle w:val="Hyperlink"/>
            <w:noProof/>
            <w14:scene3d>
              <w14:camera w14:prst="orthographicFront"/>
              <w14:lightRig w14:rig="threePt" w14:dir="t">
                <w14:rot w14:lat="0" w14:lon="0" w14:rev="0"/>
              </w14:lightRig>
            </w14:scene3d>
          </w:rPr>
          <w:t>21.2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_Toc64888618 \h </w:instrText>
        </w:r>
        <w:r>
          <w:rPr>
            <w:noProof/>
            <w:webHidden/>
          </w:rPr>
        </w:r>
        <w:r>
          <w:rPr>
            <w:noProof/>
            <w:webHidden/>
          </w:rPr>
          <w:fldChar w:fldCharType="separate"/>
        </w:r>
        <w:r>
          <w:rPr>
            <w:noProof/>
            <w:webHidden/>
          </w:rPr>
          <w:t>41</w:t>
        </w:r>
        <w:r>
          <w:rPr>
            <w:noProof/>
            <w:webHidden/>
          </w:rPr>
          <w:fldChar w:fldCharType="end"/>
        </w:r>
      </w:hyperlink>
    </w:p>
    <w:p w14:paraId="551902A4" w14:textId="2C2EE81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19" w:history="1">
        <w:r w:rsidRPr="001F0789">
          <w:rPr>
            <w:rStyle w:val="Hyperlink"/>
            <w:noProof/>
            <w14:scene3d>
              <w14:camera w14:prst="orthographicFront"/>
              <w14:lightRig w14:rig="threePt" w14:dir="t">
                <w14:rot w14:lat="0" w14:lon="0" w14:rev="0"/>
              </w14:lightRig>
            </w14:scene3d>
          </w:rPr>
          <w:t>21.3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_Toc64888619 \h </w:instrText>
        </w:r>
        <w:r>
          <w:rPr>
            <w:noProof/>
            <w:webHidden/>
          </w:rPr>
        </w:r>
        <w:r>
          <w:rPr>
            <w:noProof/>
            <w:webHidden/>
          </w:rPr>
          <w:fldChar w:fldCharType="separate"/>
        </w:r>
        <w:r>
          <w:rPr>
            <w:noProof/>
            <w:webHidden/>
          </w:rPr>
          <w:t>41</w:t>
        </w:r>
        <w:r>
          <w:rPr>
            <w:noProof/>
            <w:webHidden/>
          </w:rPr>
          <w:fldChar w:fldCharType="end"/>
        </w:r>
      </w:hyperlink>
    </w:p>
    <w:p w14:paraId="3B871ECD" w14:textId="4E75632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0" w:history="1">
        <w:r w:rsidRPr="001F0789">
          <w:rPr>
            <w:rStyle w:val="Hyperlink"/>
            <w:noProof/>
            <w14:scene3d>
              <w14:camera w14:prst="orthographicFront"/>
              <w14:lightRig w14:rig="threePt" w14:dir="t">
                <w14:rot w14:lat="0" w14:lon="0" w14:rev="0"/>
              </w14:lightRig>
            </w14:scene3d>
          </w:rPr>
          <w:t>21.4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_Toc64888620 \h </w:instrText>
        </w:r>
        <w:r>
          <w:rPr>
            <w:noProof/>
            <w:webHidden/>
          </w:rPr>
        </w:r>
        <w:r>
          <w:rPr>
            <w:noProof/>
            <w:webHidden/>
          </w:rPr>
          <w:fldChar w:fldCharType="separate"/>
        </w:r>
        <w:r>
          <w:rPr>
            <w:noProof/>
            <w:webHidden/>
          </w:rPr>
          <w:t>41</w:t>
        </w:r>
        <w:r>
          <w:rPr>
            <w:noProof/>
            <w:webHidden/>
          </w:rPr>
          <w:fldChar w:fldCharType="end"/>
        </w:r>
      </w:hyperlink>
    </w:p>
    <w:p w14:paraId="49B5746A" w14:textId="38399D8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1" w:history="1">
        <w:r w:rsidRPr="001F0789">
          <w:rPr>
            <w:rStyle w:val="Hyperlink"/>
            <w:noProof/>
            <w14:scene3d>
              <w14:camera w14:prst="orthographicFront"/>
              <w14:lightRig w14:rig="threePt" w14:dir="t">
                <w14:rot w14:lat="0" w14:lon="0" w14:rev="0"/>
              </w14:lightRig>
            </w14:scene3d>
          </w:rPr>
          <w:t>21.5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_Toc64888621 \h </w:instrText>
        </w:r>
        <w:r>
          <w:rPr>
            <w:noProof/>
            <w:webHidden/>
          </w:rPr>
        </w:r>
        <w:r>
          <w:rPr>
            <w:noProof/>
            <w:webHidden/>
          </w:rPr>
          <w:fldChar w:fldCharType="separate"/>
        </w:r>
        <w:r>
          <w:rPr>
            <w:noProof/>
            <w:webHidden/>
          </w:rPr>
          <w:t>41</w:t>
        </w:r>
        <w:r>
          <w:rPr>
            <w:noProof/>
            <w:webHidden/>
          </w:rPr>
          <w:fldChar w:fldCharType="end"/>
        </w:r>
      </w:hyperlink>
    </w:p>
    <w:p w14:paraId="513FED75" w14:textId="32ADD79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2" w:history="1">
        <w:r w:rsidRPr="001F0789">
          <w:rPr>
            <w:rStyle w:val="Hyperlink"/>
            <w:noProof/>
            <w14:scene3d>
              <w14:camera w14:prst="orthographicFront"/>
              <w14:lightRig w14:rig="threePt" w14:dir="t">
                <w14:rot w14:lat="0" w14:lon="0" w14:rev="0"/>
              </w14:lightRig>
            </w14:scene3d>
          </w:rPr>
          <w:t>21.6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_Toc64888622 \h </w:instrText>
        </w:r>
        <w:r>
          <w:rPr>
            <w:noProof/>
            <w:webHidden/>
          </w:rPr>
        </w:r>
        <w:r>
          <w:rPr>
            <w:noProof/>
            <w:webHidden/>
          </w:rPr>
          <w:fldChar w:fldCharType="separate"/>
        </w:r>
        <w:r>
          <w:rPr>
            <w:noProof/>
            <w:webHidden/>
          </w:rPr>
          <w:t>41</w:t>
        </w:r>
        <w:r>
          <w:rPr>
            <w:noProof/>
            <w:webHidden/>
          </w:rPr>
          <w:fldChar w:fldCharType="end"/>
        </w:r>
      </w:hyperlink>
    </w:p>
    <w:p w14:paraId="1C859160" w14:textId="693E720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23" w:history="1">
        <w:r w:rsidRPr="001F0789">
          <w:rPr>
            <w:rStyle w:val="Hyperlink"/>
            <w:noProof/>
          </w:rPr>
          <w:t>22</w:t>
        </w:r>
        <w:r>
          <w:rPr>
            <w:rFonts w:asciiTheme="minorHAnsi" w:eastAsiaTheme="minorEastAsia" w:hAnsiTheme="minorHAnsi" w:cstheme="minorBidi"/>
            <w:b w:val="0"/>
            <w:noProof/>
            <w:lang w:eastAsia="sl-SI"/>
          </w:rPr>
          <w:tab/>
        </w:r>
        <w:r w:rsidRPr="001F0789">
          <w:rPr>
            <w:rStyle w:val="Hyperlink"/>
            <w:noProof/>
          </w:rPr>
          <w:t>Pridobivanje podatkov MM verzija 4</w:t>
        </w:r>
        <w:r>
          <w:rPr>
            <w:noProof/>
            <w:webHidden/>
          </w:rPr>
          <w:tab/>
        </w:r>
        <w:r>
          <w:rPr>
            <w:noProof/>
            <w:webHidden/>
          </w:rPr>
          <w:fldChar w:fldCharType="begin"/>
        </w:r>
        <w:r>
          <w:rPr>
            <w:noProof/>
            <w:webHidden/>
          </w:rPr>
          <w:instrText xml:space="preserve"> PAGEREF _Toc64888623 \h </w:instrText>
        </w:r>
        <w:r>
          <w:rPr>
            <w:noProof/>
            <w:webHidden/>
          </w:rPr>
        </w:r>
        <w:r>
          <w:rPr>
            <w:noProof/>
            <w:webHidden/>
          </w:rPr>
          <w:fldChar w:fldCharType="separate"/>
        </w:r>
        <w:r>
          <w:rPr>
            <w:noProof/>
            <w:webHidden/>
          </w:rPr>
          <w:t>42</w:t>
        </w:r>
        <w:r>
          <w:rPr>
            <w:noProof/>
            <w:webHidden/>
          </w:rPr>
          <w:fldChar w:fldCharType="end"/>
        </w:r>
      </w:hyperlink>
    </w:p>
    <w:p w14:paraId="4B26CA9E" w14:textId="3A8E30B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4" w:history="1">
        <w:r w:rsidRPr="001F0789">
          <w:rPr>
            <w:rStyle w:val="Hyperlink"/>
            <w:noProof/>
            <w14:scene3d>
              <w14:camera w14:prst="orthographicFront"/>
              <w14:lightRig w14:rig="threePt" w14:dir="t">
                <w14:rot w14:lat="0" w14:lon="0" w14:rev="0"/>
              </w14:lightRig>
            </w14:scene3d>
          </w:rPr>
          <w:t>22.1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_Toc64888624 \h </w:instrText>
        </w:r>
        <w:r>
          <w:rPr>
            <w:noProof/>
            <w:webHidden/>
          </w:rPr>
        </w:r>
        <w:r>
          <w:rPr>
            <w:noProof/>
            <w:webHidden/>
          </w:rPr>
          <w:fldChar w:fldCharType="separate"/>
        </w:r>
        <w:r>
          <w:rPr>
            <w:noProof/>
            <w:webHidden/>
          </w:rPr>
          <w:t>42</w:t>
        </w:r>
        <w:r>
          <w:rPr>
            <w:noProof/>
            <w:webHidden/>
          </w:rPr>
          <w:fldChar w:fldCharType="end"/>
        </w:r>
      </w:hyperlink>
    </w:p>
    <w:p w14:paraId="2A37F8D3" w14:textId="58F962A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5" w:history="1">
        <w:r w:rsidRPr="001F0789">
          <w:rPr>
            <w:rStyle w:val="Hyperlink"/>
            <w:noProof/>
            <w14:scene3d>
              <w14:camera w14:prst="orthographicFront"/>
              <w14:lightRig w14:rig="threePt" w14:dir="t">
                <w14:rot w14:lat="0" w14:lon="0" w14:rev="0"/>
              </w14:lightRig>
            </w14:scene3d>
          </w:rPr>
          <w:t>22.2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_Toc64888625 \h </w:instrText>
        </w:r>
        <w:r>
          <w:rPr>
            <w:noProof/>
            <w:webHidden/>
          </w:rPr>
        </w:r>
        <w:r>
          <w:rPr>
            <w:noProof/>
            <w:webHidden/>
          </w:rPr>
          <w:fldChar w:fldCharType="separate"/>
        </w:r>
        <w:r>
          <w:rPr>
            <w:noProof/>
            <w:webHidden/>
          </w:rPr>
          <w:t>42</w:t>
        </w:r>
        <w:r>
          <w:rPr>
            <w:noProof/>
            <w:webHidden/>
          </w:rPr>
          <w:fldChar w:fldCharType="end"/>
        </w:r>
      </w:hyperlink>
    </w:p>
    <w:p w14:paraId="40517FEF" w14:textId="4DA3766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6" w:history="1">
        <w:r w:rsidRPr="001F0789">
          <w:rPr>
            <w:rStyle w:val="Hyperlink"/>
            <w:noProof/>
            <w14:scene3d>
              <w14:camera w14:prst="orthographicFront"/>
              <w14:lightRig w14:rig="threePt" w14:dir="t">
                <w14:rot w14:lat="0" w14:lon="0" w14:rev="0"/>
              </w14:lightRig>
            </w14:scene3d>
          </w:rPr>
          <w:t>22.3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_Toc64888626 \h </w:instrText>
        </w:r>
        <w:r>
          <w:rPr>
            <w:noProof/>
            <w:webHidden/>
          </w:rPr>
        </w:r>
        <w:r>
          <w:rPr>
            <w:noProof/>
            <w:webHidden/>
          </w:rPr>
          <w:fldChar w:fldCharType="separate"/>
        </w:r>
        <w:r>
          <w:rPr>
            <w:noProof/>
            <w:webHidden/>
          </w:rPr>
          <w:t>42</w:t>
        </w:r>
        <w:r>
          <w:rPr>
            <w:noProof/>
            <w:webHidden/>
          </w:rPr>
          <w:fldChar w:fldCharType="end"/>
        </w:r>
      </w:hyperlink>
    </w:p>
    <w:p w14:paraId="11A5C008" w14:textId="3BEA433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7" w:history="1">
        <w:r w:rsidRPr="001F0789">
          <w:rPr>
            <w:rStyle w:val="Hyperlink"/>
            <w:noProof/>
            <w14:scene3d>
              <w14:camera w14:prst="orthographicFront"/>
              <w14:lightRig w14:rig="threePt" w14:dir="t">
                <w14:rot w14:lat="0" w14:lon="0" w14:rev="0"/>
              </w14:lightRig>
            </w14:scene3d>
          </w:rPr>
          <w:t>22.4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_Toc64888627 \h </w:instrText>
        </w:r>
        <w:r>
          <w:rPr>
            <w:noProof/>
            <w:webHidden/>
          </w:rPr>
        </w:r>
        <w:r>
          <w:rPr>
            <w:noProof/>
            <w:webHidden/>
          </w:rPr>
          <w:fldChar w:fldCharType="separate"/>
        </w:r>
        <w:r>
          <w:rPr>
            <w:noProof/>
            <w:webHidden/>
          </w:rPr>
          <w:t>42</w:t>
        </w:r>
        <w:r>
          <w:rPr>
            <w:noProof/>
            <w:webHidden/>
          </w:rPr>
          <w:fldChar w:fldCharType="end"/>
        </w:r>
      </w:hyperlink>
    </w:p>
    <w:p w14:paraId="1EC49BF8" w14:textId="2CF7458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8" w:history="1">
        <w:r w:rsidRPr="001F0789">
          <w:rPr>
            <w:rStyle w:val="Hyperlink"/>
            <w:noProof/>
            <w14:scene3d>
              <w14:camera w14:prst="orthographicFront"/>
              <w14:lightRig w14:rig="threePt" w14:dir="t">
                <w14:rot w14:lat="0" w14:lon="0" w14:rev="0"/>
              </w14:lightRig>
            </w14:scene3d>
          </w:rPr>
          <w:t>22.5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_Toc64888628 \h </w:instrText>
        </w:r>
        <w:r>
          <w:rPr>
            <w:noProof/>
            <w:webHidden/>
          </w:rPr>
        </w:r>
        <w:r>
          <w:rPr>
            <w:noProof/>
            <w:webHidden/>
          </w:rPr>
          <w:fldChar w:fldCharType="separate"/>
        </w:r>
        <w:r>
          <w:rPr>
            <w:noProof/>
            <w:webHidden/>
          </w:rPr>
          <w:t>42</w:t>
        </w:r>
        <w:r>
          <w:rPr>
            <w:noProof/>
            <w:webHidden/>
          </w:rPr>
          <w:fldChar w:fldCharType="end"/>
        </w:r>
      </w:hyperlink>
    </w:p>
    <w:p w14:paraId="77A0413F" w14:textId="422E46B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29" w:history="1">
        <w:r w:rsidRPr="001F0789">
          <w:rPr>
            <w:rStyle w:val="Hyperlink"/>
            <w:noProof/>
            <w14:scene3d>
              <w14:camera w14:prst="orthographicFront"/>
              <w14:lightRig w14:rig="threePt" w14:dir="t">
                <w14:rot w14:lat="0" w14:lon="0" w14:rev="0"/>
              </w14:lightRig>
            </w14:scene3d>
          </w:rPr>
          <w:t>22.6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_Toc64888629 \h </w:instrText>
        </w:r>
        <w:r>
          <w:rPr>
            <w:noProof/>
            <w:webHidden/>
          </w:rPr>
        </w:r>
        <w:r>
          <w:rPr>
            <w:noProof/>
            <w:webHidden/>
          </w:rPr>
          <w:fldChar w:fldCharType="separate"/>
        </w:r>
        <w:r>
          <w:rPr>
            <w:noProof/>
            <w:webHidden/>
          </w:rPr>
          <w:t>42</w:t>
        </w:r>
        <w:r>
          <w:rPr>
            <w:noProof/>
            <w:webHidden/>
          </w:rPr>
          <w:fldChar w:fldCharType="end"/>
        </w:r>
      </w:hyperlink>
    </w:p>
    <w:p w14:paraId="59F40B04" w14:textId="602FAF9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30" w:history="1">
        <w:r w:rsidRPr="001F0789">
          <w:rPr>
            <w:rStyle w:val="Hyperlink"/>
            <w:noProof/>
          </w:rPr>
          <w:t>23</w:t>
        </w:r>
        <w:r>
          <w:rPr>
            <w:rFonts w:asciiTheme="minorHAnsi" w:eastAsiaTheme="minorEastAsia" w:hAnsiTheme="minorHAnsi" w:cstheme="minorBidi"/>
            <w:b w:val="0"/>
            <w:noProof/>
            <w:lang w:eastAsia="sl-SI"/>
          </w:rPr>
          <w:tab/>
        </w:r>
        <w:r w:rsidRPr="001F0789">
          <w:rPr>
            <w:rStyle w:val="Hyperlink"/>
            <w:noProof/>
          </w:rPr>
          <w:t>Pridobivanje podatkov MM v5</w:t>
        </w:r>
        <w:r>
          <w:rPr>
            <w:noProof/>
            <w:webHidden/>
          </w:rPr>
          <w:tab/>
        </w:r>
        <w:r>
          <w:rPr>
            <w:noProof/>
            <w:webHidden/>
          </w:rPr>
          <w:fldChar w:fldCharType="begin"/>
        </w:r>
        <w:r>
          <w:rPr>
            <w:noProof/>
            <w:webHidden/>
          </w:rPr>
          <w:instrText xml:space="preserve"> PAGEREF _Toc64888630 \h </w:instrText>
        </w:r>
        <w:r>
          <w:rPr>
            <w:noProof/>
            <w:webHidden/>
          </w:rPr>
        </w:r>
        <w:r>
          <w:rPr>
            <w:noProof/>
            <w:webHidden/>
          </w:rPr>
          <w:fldChar w:fldCharType="separate"/>
        </w:r>
        <w:r>
          <w:rPr>
            <w:noProof/>
            <w:webHidden/>
          </w:rPr>
          <w:t>43</w:t>
        </w:r>
        <w:r>
          <w:rPr>
            <w:noProof/>
            <w:webHidden/>
          </w:rPr>
          <w:fldChar w:fldCharType="end"/>
        </w:r>
      </w:hyperlink>
    </w:p>
    <w:p w14:paraId="02577F7C" w14:textId="04FF88D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1" w:history="1">
        <w:r w:rsidRPr="001F0789">
          <w:rPr>
            <w:rStyle w:val="Hyperlink"/>
            <w:noProof/>
            <w14:scene3d>
              <w14:camera w14:prst="orthographicFront"/>
              <w14:lightRig w14:rig="threePt" w14:dir="t">
                <w14:rot w14:lat="0" w14:lon="0" w14:rev="0"/>
              </w14:lightRig>
            </w14:scene3d>
          </w:rPr>
          <w:t>23.1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_Toc64888631 \h </w:instrText>
        </w:r>
        <w:r>
          <w:rPr>
            <w:noProof/>
            <w:webHidden/>
          </w:rPr>
        </w:r>
        <w:r>
          <w:rPr>
            <w:noProof/>
            <w:webHidden/>
          </w:rPr>
          <w:fldChar w:fldCharType="separate"/>
        </w:r>
        <w:r>
          <w:rPr>
            <w:noProof/>
            <w:webHidden/>
          </w:rPr>
          <w:t>43</w:t>
        </w:r>
        <w:r>
          <w:rPr>
            <w:noProof/>
            <w:webHidden/>
          </w:rPr>
          <w:fldChar w:fldCharType="end"/>
        </w:r>
      </w:hyperlink>
    </w:p>
    <w:p w14:paraId="71C26227" w14:textId="51046EC1"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632" w:history="1">
        <w:r w:rsidRPr="001F0789">
          <w:rPr>
            <w:rStyle w:val="Hyperlink"/>
            <w:noProof/>
            <w:lang w:val="en-US"/>
          </w:rPr>
          <w:t>23.1.1</w:t>
        </w:r>
        <w:r>
          <w:rPr>
            <w:rFonts w:asciiTheme="minorHAnsi" w:eastAsiaTheme="minorEastAsia" w:hAnsiTheme="minorHAnsi" w:cstheme="minorBidi"/>
            <w:noProof/>
            <w:lang w:eastAsia="sl-SI"/>
          </w:rPr>
          <w:tab/>
        </w:r>
        <w:r w:rsidRPr="001F0789">
          <w:rPr>
            <w:rStyle w:val="Hyperlink"/>
            <w:noProof/>
            <w:lang w:val="en-US"/>
          </w:rPr>
          <w:t>Opis vhodno/izhodnih parametrov</w:t>
        </w:r>
        <w:r>
          <w:rPr>
            <w:noProof/>
            <w:webHidden/>
          </w:rPr>
          <w:tab/>
        </w:r>
        <w:r>
          <w:rPr>
            <w:noProof/>
            <w:webHidden/>
          </w:rPr>
          <w:fldChar w:fldCharType="begin"/>
        </w:r>
        <w:r>
          <w:rPr>
            <w:noProof/>
            <w:webHidden/>
          </w:rPr>
          <w:instrText xml:space="preserve"> PAGEREF _Toc64888632 \h </w:instrText>
        </w:r>
        <w:r>
          <w:rPr>
            <w:noProof/>
            <w:webHidden/>
          </w:rPr>
        </w:r>
        <w:r>
          <w:rPr>
            <w:noProof/>
            <w:webHidden/>
          </w:rPr>
          <w:fldChar w:fldCharType="separate"/>
        </w:r>
        <w:r>
          <w:rPr>
            <w:noProof/>
            <w:webHidden/>
          </w:rPr>
          <w:t>43</w:t>
        </w:r>
        <w:r>
          <w:rPr>
            <w:noProof/>
            <w:webHidden/>
          </w:rPr>
          <w:fldChar w:fldCharType="end"/>
        </w:r>
      </w:hyperlink>
    </w:p>
    <w:p w14:paraId="493C7585" w14:textId="51BAD93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3" w:history="1">
        <w:r w:rsidRPr="001F0789">
          <w:rPr>
            <w:rStyle w:val="Hyperlink"/>
            <w:noProof/>
            <w14:scene3d>
              <w14:camera w14:prst="orthographicFront"/>
              <w14:lightRig w14:rig="threePt" w14:dir="t">
                <w14:rot w14:lat="0" w14:lon="0" w14:rev="0"/>
              </w14:lightRig>
            </w14:scene3d>
          </w:rPr>
          <w:t>23.2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_Toc64888633 \h </w:instrText>
        </w:r>
        <w:r>
          <w:rPr>
            <w:noProof/>
            <w:webHidden/>
          </w:rPr>
        </w:r>
        <w:r>
          <w:rPr>
            <w:noProof/>
            <w:webHidden/>
          </w:rPr>
          <w:fldChar w:fldCharType="separate"/>
        </w:r>
        <w:r>
          <w:rPr>
            <w:noProof/>
            <w:webHidden/>
          </w:rPr>
          <w:t>47</w:t>
        </w:r>
        <w:r>
          <w:rPr>
            <w:noProof/>
            <w:webHidden/>
          </w:rPr>
          <w:fldChar w:fldCharType="end"/>
        </w:r>
      </w:hyperlink>
    </w:p>
    <w:p w14:paraId="2F7549C2" w14:textId="6C6C2DE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4" w:history="1">
        <w:r w:rsidRPr="001F0789">
          <w:rPr>
            <w:rStyle w:val="Hyperlink"/>
            <w:noProof/>
            <w14:scene3d>
              <w14:camera w14:prst="orthographicFront"/>
              <w14:lightRig w14:rig="threePt" w14:dir="t">
                <w14:rot w14:lat="0" w14:lon="0" w14:rev="0"/>
              </w14:lightRig>
            </w14:scene3d>
          </w:rPr>
          <w:t>23.3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_Toc64888634 \h </w:instrText>
        </w:r>
        <w:r>
          <w:rPr>
            <w:noProof/>
            <w:webHidden/>
          </w:rPr>
        </w:r>
        <w:r>
          <w:rPr>
            <w:noProof/>
            <w:webHidden/>
          </w:rPr>
          <w:fldChar w:fldCharType="separate"/>
        </w:r>
        <w:r>
          <w:rPr>
            <w:noProof/>
            <w:webHidden/>
          </w:rPr>
          <w:t>47</w:t>
        </w:r>
        <w:r>
          <w:rPr>
            <w:noProof/>
            <w:webHidden/>
          </w:rPr>
          <w:fldChar w:fldCharType="end"/>
        </w:r>
      </w:hyperlink>
    </w:p>
    <w:p w14:paraId="419B542B" w14:textId="0D78428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5" w:history="1">
        <w:r w:rsidRPr="001F0789">
          <w:rPr>
            <w:rStyle w:val="Hyperlink"/>
            <w:noProof/>
            <w14:scene3d>
              <w14:camera w14:prst="orthographicFront"/>
              <w14:lightRig w14:rig="threePt" w14:dir="t">
                <w14:rot w14:lat="0" w14:lon="0" w14:rev="0"/>
              </w14:lightRig>
            </w14:scene3d>
          </w:rPr>
          <w:t>23.4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_Toc64888635 \h </w:instrText>
        </w:r>
        <w:r>
          <w:rPr>
            <w:noProof/>
            <w:webHidden/>
          </w:rPr>
        </w:r>
        <w:r>
          <w:rPr>
            <w:noProof/>
            <w:webHidden/>
          </w:rPr>
          <w:fldChar w:fldCharType="separate"/>
        </w:r>
        <w:r>
          <w:rPr>
            <w:noProof/>
            <w:webHidden/>
          </w:rPr>
          <w:t>47</w:t>
        </w:r>
        <w:r>
          <w:rPr>
            <w:noProof/>
            <w:webHidden/>
          </w:rPr>
          <w:fldChar w:fldCharType="end"/>
        </w:r>
      </w:hyperlink>
    </w:p>
    <w:p w14:paraId="7EF8D467" w14:textId="6B7423F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6" w:history="1">
        <w:r w:rsidRPr="001F0789">
          <w:rPr>
            <w:rStyle w:val="Hyperlink"/>
            <w:noProof/>
            <w14:scene3d>
              <w14:camera w14:prst="orthographicFront"/>
              <w14:lightRig w14:rig="threePt" w14:dir="t">
                <w14:rot w14:lat="0" w14:lon="0" w14:rev="0"/>
              </w14:lightRig>
            </w14:scene3d>
          </w:rPr>
          <w:t>23.5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_Toc64888636 \h </w:instrText>
        </w:r>
        <w:r>
          <w:rPr>
            <w:noProof/>
            <w:webHidden/>
          </w:rPr>
        </w:r>
        <w:r>
          <w:rPr>
            <w:noProof/>
            <w:webHidden/>
          </w:rPr>
          <w:fldChar w:fldCharType="separate"/>
        </w:r>
        <w:r>
          <w:rPr>
            <w:noProof/>
            <w:webHidden/>
          </w:rPr>
          <w:t>47</w:t>
        </w:r>
        <w:r>
          <w:rPr>
            <w:noProof/>
            <w:webHidden/>
          </w:rPr>
          <w:fldChar w:fldCharType="end"/>
        </w:r>
      </w:hyperlink>
    </w:p>
    <w:p w14:paraId="2AF96B01" w14:textId="5C1A455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7" w:history="1">
        <w:r w:rsidRPr="001F0789">
          <w:rPr>
            <w:rStyle w:val="Hyperlink"/>
            <w:noProof/>
            <w14:scene3d>
              <w14:camera w14:prst="orthographicFront"/>
              <w14:lightRig w14:rig="threePt" w14:dir="t">
                <w14:rot w14:lat="0" w14:lon="0" w14:rev="0"/>
              </w14:lightRig>
            </w14:scene3d>
          </w:rPr>
          <w:t>23.6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_Toc64888637 \h </w:instrText>
        </w:r>
        <w:r>
          <w:rPr>
            <w:noProof/>
            <w:webHidden/>
          </w:rPr>
        </w:r>
        <w:r>
          <w:rPr>
            <w:noProof/>
            <w:webHidden/>
          </w:rPr>
          <w:fldChar w:fldCharType="separate"/>
        </w:r>
        <w:r>
          <w:rPr>
            <w:noProof/>
            <w:webHidden/>
          </w:rPr>
          <w:t>47</w:t>
        </w:r>
        <w:r>
          <w:rPr>
            <w:noProof/>
            <w:webHidden/>
          </w:rPr>
          <w:fldChar w:fldCharType="end"/>
        </w:r>
      </w:hyperlink>
    </w:p>
    <w:p w14:paraId="3D8ADB4E" w14:textId="1EAA253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38" w:history="1">
        <w:r w:rsidRPr="001F0789">
          <w:rPr>
            <w:rStyle w:val="Hyperlink"/>
            <w:noProof/>
          </w:rPr>
          <w:t>24</w:t>
        </w:r>
        <w:r>
          <w:rPr>
            <w:rFonts w:asciiTheme="minorHAnsi" w:eastAsiaTheme="minorEastAsia" w:hAnsiTheme="minorHAnsi" w:cstheme="minorBidi"/>
            <w:b w:val="0"/>
            <w:noProof/>
            <w:lang w:eastAsia="sl-SI"/>
          </w:rPr>
          <w:tab/>
        </w:r>
        <w:r w:rsidRPr="001F0789">
          <w:rPr>
            <w:rStyle w:val="Hyperlink"/>
            <w:noProof/>
          </w:rPr>
          <w:t>Fakturirana realizacija MM</w:t>
        </w:r>
        <w:r>
          <w:rPr>
            <w:noProof/>
            <w:webHidden/>
          </w:rPr>
          <w:tab/>
        </w:r>
        <w:r>
          <w:rPr>
            <w:noProof/>
            <w:webHidden/>
          </w:rPr>
          <w:fldChar w:fldCharType="begin"/>
        </w:r>
        <w:r>
          <w:rPr>
            <w:noProof/>
            <w:webHidden/>
          </w:rPr>
          <w:instrText xml:space="preserve"> PAGEREF _Toc64888638 \h </w:instrText>
        </w:r>
        <w:r>
          <w:rPr>
            <w:noProof/>
            <w:webHidden/>
          </w:rPr>
        </w:r>
        <w:r>
          <w:rPr>
            <w:noProof/>
            <w:webHidden/>
          </w:rPr>
          <w:fldChar w:fldCharType="separate"/>
        </w:r>
        <w:r>
          <w:rPr>
            <w:noProof/>
            <w:webHidden/>
          </w:rPr>
          <w:t>48</w:t>
        </w:r>
        <w:r>
          <w:rPr>
            <w:noProof/>
            <w:webHidden/>
          </w:rPr>
          <w:fldChar w:fldCharType="end"/>
        </w:r>
      </w:hyperlink>
    </w:p>
    <w:p w14:paraId="130C264A" w14:textId="18FA59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39" w:history="1">
        <w:r w:rsidRPr="001F0789">
          <w:rPr>
            <w:rStyle w:val="Hyperlink"/>
            <w:noProof/>
            <w14:scene3d>
              <w14:camera w14:prst="orthographicFront"/>
              <w14:lightRig w14:rig="threePt" w14:dir="t">
                <w14:rot w14:lat="0" w14:lon="0" w14:rev="0"/>
              </w14:lightRig>
            </w14:scene3d>
          </w:rPr>
          <w:t>24.1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_Toc64888639 \h </w:instrText>
        </w:r>
        <w:r>
          <w:rPr>
            <w:noProof/>
            <w:webHidden/>
          </w:rPr>
        </w:r>
        <w:r>
          <w:rPr>
            <w:noProof/>
            <w:webHidden/>
          </w:rPr>
          <w:fldChar w:fldCharType="separate"/>
        </w:r>
        <w:r>
          <w:rPr>
            <w:noProof/>
            <w:webHidden/>
          </w:rPr>
          <w:t>48</w:t>
        </w:r>
        <w:r>
          <w:rPr>
            <w:noProof/>
            <w:webHidden/>
          </w:rPr>
          <w:fldChar w:fldCharType="end"/>
        </w:r>
      </w:hyperlink>
    </w:p>
    <w:p w14:paraId="5425AE63" w14:textId="5B0324D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0" w:history="1">
        <w:r w:rsidRPr="001F0789">
          <w:rPr>
            <w:rStyle w:val="Hyperlink"/>
            <w:noProof/>
            <w14:scene3d>
              <w14:camera w14:prst="orthographicFront"/>
              <w14:lightRig w14:rig="threePt" w14:dir="t">
                <w14:rot w14:lat="0" w14:lon="0" w14:rev="0"/>
              </w14:lightRig>
            </w14:scene3d>
          </w:rPr>
          <w:t>24.2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_Toc64888640 \h </w:instrText>
        </w:r>
        <w:r>
          <w:rPr>
            <w:noProof/>
            <w:webHidden/>
          </w:rPr>
        </w:r>
        <w:r>
          <w:rPr>
            <w:noProof/>
            <w:webHidden/>
          </w:rPr>
          <w:fldChar w:fldCharType="separate"/>
        </w:r>
        <w:r>
          <w:rPr>
            <w:noProof/>
            <w:webHidden/>
          </w:rPr>
          <w:t>48</w:t>
        </w:r>
        <w:r>
          <w:rPr>
            <w:noProof/>
            <w:webHidden/>
          </w:rPr>
          <w:fldChar w:fldCharType="end"/>
        </w:r>
      </w:hyperlink>
    </w:p>
    <w:p w14:paraId="449FED12" w14:textId="6658994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1" w:history="1">
        <w:r w:rsidRPr="001F0789">
          <w:rPr>
            <w:rStyle w:val="Hyperlink"/>
            <w:noProof/>
            <w14:scene3d>
              <w14:camera w14:prst="orthographicFront"/>
              <w14:lightRig w14:rig="threePt" w14:dir="t">
                <w14:rot w14:lat="0" w14:lon="0" w14:rev="0"/>
              </w14:lightRig>
            </w14:scene3d>
          </w:rPr>
          <w:t>24.3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_Toc64888641 \h </w:instrText>
        </w:r>
        <w:r>
          <w:rPr>
            <w:noProof/>
            <w:webHidden/>
          </w:rPr>
        </w:r>
        <w:r>
          <w:rPr>
            <w:noProof/>
            <w:webHidden/>
          </w:rPr>
          <w:fldChar w:fldCharType="separate"/>
        </w:r>
        <w:r>
          <w:rPr>
            <w:noProof/>
            <w:webHidden/>
          </w:rPr>
          <w:t>48</w:t>
        </w:r>
        <w:r>
          <w:rPr>
            <w:noProof/>
            <w:webHidden/>
          </w:rPr>
          <w:fldChar w:fldCharType="end"/>
        </w:r>
      </w:hyperlink>
    </w:p>
    <w:p w14:paraId="4656B4F7" w14:textId="2E65397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2" w:history="1">
        <w:r w:rsidRPr="001F0789">
          <w:rPr>
            <w:rStyle w:val="Hyperlink"/>
            <w:noProof/>
            <w14:scene3d>
              <w14:camera w14:prst="orthographicFront"/>
              <w14:lightRig w14:rig="threePt" w14:dir="t">
                <w14:rot w14:lat="0" w14:lon="0" w14:rev="0"/>
              </w14:lightRig>
            </w14:scene3d>
          </w:rPr>
          <w:t>24.4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_Toc64888642 \h </w:instrText>
        </w:r>
        <w:r>
          <w:rPr>
            <w:noProof/>
            <w:webHidden/>
          </w:rPr>
        </w:r>
        <w:r>
          <w:rPr>
            <w:noProof/>
            <w:webHidden/>
          </w:rPr>
          <w:fldChar w:fldCharType="separate"/>
        </w:r>
        <w:r>
          <w:rPr>
            <w:noProof/>
            <w:webHidden/>
          </w:rPr>
          <w:t>48</w:t>
        </w:r>
        <w:r>
          <w:rPr>
            <w:noProof/>
            <w:webHidden/>
          </w:rPr>
          <w:fldChar w:fldCharType="end"/>
        </w:r>
      </w:hyperlink>
    </w:p>
    <w:p w14:paraId="07693104" w14:textId="6466BB7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3" w:history="1">
        <w:r w:rsidRPr="001F0789">
          <w:rPr>
            <w:rStyle w:val="Hyperlink"/>
            <w:noProof/>
            <w14:scene3d>
              <w14:camera w14:prst="orthographicFront"/>
              <w14:lightRig w14:rig="threePt" w14:dir="t">
                <w14:rot w14:lat="0" w14:lon="0" w14:rev="0"/>
              </w14:lightRig>
            </w14:scene3d>
          </w:rPr>
          <w:t>24.5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_Toc64888643 \h </w:instrText>
        </w:r>
        <w:r>
          <w:rPr>
            <w:noProof/>
            <w:webHidden/>
          </w:rPr>
        </w:r>
        <w:r>
          <w:rPr>
            <w:noProof/>
            <w:webHidden/>
          </w:rPr>
          <w:fldChar w:fldCharType="separate"/>
        </w:r>
        <w:r>
          <w:rPr>
            <w:noProof/>
            <w:webHidden/>
          </w:rPr>
          <w:t>48</w:t>
        </w:r>
        <w:r>
          <w:rPr>
            <w:noProof/>
            <w:webHidden/>
          </w:rPr>
          <w:fldChar w:fldCharType="end"/>
        </w:r>
      </w:hyperlink>
    </w:p>
    <w:p w14:paraId="698A0C4A" w14:textId="7F92BBD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4" w:history="1">
        <w:r w:rsidRPr="001F0789">
          <w:rPr>
            <w:rStyle w:val="Hyperlink"/>
            <w:noProof/>
            <w14:scene3d>
              <w14:camera w14:prst="orthographicFront"/>
              <w14:lightRig w14:rig="threePt" w14:dir="t">
                <w14:rot w14:lat="0" w14:lon="0" w14:rev="0"/>
              </w14:lightRig>
            </w14:scene3d>
          </w:rPr>
          <w:t>24.6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_Toc64888644 \h </w:instrText>
        </w:r>
        <w:r>
          <w:rPr>
            <w:noProof/>
            <w:webHidden/>
          </w:rPr>
        </w:r>
        <w:r>
          <w:rPr>
            <w:noProof/>
            <w:webHidden/>
          </w:rPr>
          <w:fldChar w:fldCharType="separate"/>
        </w:r>
        <w:r>
          <w:rPr>
            <w:noProof/>
            <w:webHidden/>
          </w:rPr>
          <w:t>48</w:t>
        </w:r>
        <w:r>
          <w:rPr>
            <w:noProof/>
            <w:webHidden/>
          </w:rPr>
          <w:fldChar w:fldCharType="end"/>
        </w:r>
      </w:hyperlink>
    </w:p>
    <w:p w14:paraId="700668AB" w14:textId="4FE502A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45" w:history="1">
        <w:r w:rsidRPr="001F0789">
          <w:rPr>
            <w:rStyle w:val="Hyperlink"/>
            <w:noProof/>
          </w:rPr>
          <w:t>25</w:t>
        </w:r>
        <w:r>
          <w:rPr>
            <w:rFonts w:asciiTheme="minorHAnsi" w:eastAsiaTheme="minorEastAsia" w:hAnsiTheme="minorHAnsi" w:cstheme="minorBidi"/>
            <w:b w:val="0"/>
            <w:noProof/>
            <w:lang w:eastAsia="sl-SI"/>
          </w:rPr>
          <w:tab/>
        </w:r>
        <w:r w:rsidRPr="001F0789">
          <w:rPr>
            <w:rStyle w:val="Hyperlink"/>
            <w:noProof/>
          </w:rPr>
          <w:t>Fakturirana realizacija MM v2</w:t>
        </w:r>
        <w:r>
          <w:rPr>
            <w:noProof/>
            <w:webHidden/>
          </w:rPr>
          <w:tab/>
        </w:r>
        <w:r>
          <w:rPr>
            <w:noProof/>
            <w:webHidden/>
          </w:rPr>
          <w:fldChar w:fldCharType="begin"/>
        </w:r>
        <w:r>
          <w:rPr>
            <w:noProof/>
            <w:webHidden/>
          </w:rPr>
          <w:instrText xml:space="preserve"> PAGEREF _Toc64888645 \h </w:instrText>
        </w:r>
        <w:r>
          <w:rPr>
            <w:noProof/>
            <w:webHidden/>
          </w:rPr>
        </w:r>
        <w:r>
          <w:rPr>
            <w:noProof/>
            <w:webHidden/>
          </w:rPr>
          <w:fldChar w:fldCharType="separate"/>
        </w:r>
        <w:r>
          <w:rPr>
            <w:noProof/>
            <w:webHidden/>
          </w:rPr>
          <w:t>49</w:t>
        </w:r>
        <w:r>
          <w:rPr>
            <w:noProof/>
            <w:webHidden/>
          </w:rPr>
          <w:fldChar w:fldCharType="end"/>
        </w:r>
      </w:hyperlink>
    </w:p>
    <w:p w14:paraId="40EA56A4" w14:textId="3B81DD3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6" w:history="1">
        <w:r w:rsidRPr="001F0789">
          <w:rPr>
            <w:rStyle w:val="Hyperlink"/>
            <w:noProof/>
            <w14:scene3d>
              <w14:camera w14:prst="orthographicFront"/>
              <w14:lightRig w14:rig="threePt" w14:dir="t">
                <w14:rot w14:lat="0" w14:lon="0" w14:rev="0"/>
              </w14:lightRig>
            </w14:scene3d>
          </w:rPr>
          <w:t>25.1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_Toc64888646 \h </w:instrText>
        </w:r>
        <w:r>
          <w:rPr>
            <w:noProof/>
            <w:webHidden/>
          </w:rPr>
        </w:r>
        <w:r>
          <w:rPr>
            <w:noProof/>
            <w:webHidden/>
          </w:rPr>
          <w:fldChar w:fldCharType="separate"/>
        </w:r>
        <w:r>
          <w:rPr>
            <w:noProof/>
            <w:webHidden/>
          </w:rPr>
          <w:t>49</w:t>
        </w:r>
        <w:r>
          <w:rPr>
            <w:noProof/>
            <w:webHidden/>
          </w:rPr>
          <w:fldChar w:fldCharType="end"/>
        </w:r>
      </w:hyperlink>
    </w:p>
    <w:p w14:paraId="790AA86B" w14:textId="0956584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7" w:history="1">
        <w:r w:rsidRPr="001F0789">
          <w:rPr>
            <w:rStyle w:val="Hyperlink"/>
            <w:noProof/>
            <w14:scene3d>
              <w14:camera w14:prst="orthographicFront"/>
              <w14:lightRig w14:rig="threePt" w14:dir="t">
                <w14:rot w14:lat="0" w14:lon="0" w14:rev="0"/>
              </w14:lightRig>
            </w14:scene3d>
          </w:rPr>
          <w:t>25.2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_Toc64888647 \h </w:instrText>
        </w:r>
        <w:r>
          <w:rPr>
            <w:noProof/>
            <w:webHidden/>
          </w:rPr>
        </w:r>
        <w:r>
          <w:rPr>
            <w:noProof/>
            <w:webHidden/>
          </w:rPr>
          <w:fldChar w:fldCharType="separate"/>
        </w:r>
        <w:r>
          <w:rPr>
            <w:noProof/>
            <w:webHidden/>
          </w:rPr>
          <w:t>49</w:t>
        </w:r>
        <w:r>
          <w:rPr>
            <w:noProof/>
            <w:webHidden/>
          </w:rPr>
          <w:fldChar w:fldCharType="end"/>
        </w:r>
      </w:hyperlink>
    </w:p>
    <w:p w14:paraId="28EBFEB8" w14:textId="360CE24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8" w:history="1">
        <w:r w:rsidRPr="001F0789">
          <w:rPr>
            <w:rStyle w:val="Hyperlink"/>
            <w:noProof/>
            <w14:scene3d>
              <w14:camera w14:prst="orthographicFront"/>
              <w14:lightRig w14:rig="threePt" w14:dir="t">
                <w14:rot w14:lat="0" w14:lon="0" w14:rev="0"/>
              </w14:lightRig>
            </w14:scene3d>
          </w:rPr>
          <w:t>25.3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_Toc64888648 \h </w:instrText>
        </w:r>
        <w:r>
          <w:rPr>
            <w:noProof/>
            <w:webHidden/>
          </w:rPr>
        </w:r>
        <w:r>
          <w:rPr>
            <w:noProof/>
            <w:webHidden/>
          </w:rPr>
          <w:fldChar w:fldCharType="separate"/>
        </w:r>
        <w:r>
          <w:rPr>
            <w:noProof/>
            <w:webHidden/>
          </w:rPr>
          <w:t>49</w:t>
        </w:r>
        <w:r>
          <w:rPr>
            <w:noProof/>
            <w:webHidden/>
          </w:rPr>
          <w:fldChar w:fldCharType="end"/>
        </w:r>
      </w:hyperlink>
    </w:p>
    <w:p w14:paraId="0097976A" w14:textId="4B5EFE3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49" w:history="1">
        <w:r w:rsidRPr="001F0789">
          <w:rPr>
            <w:rStyle w:val="Hyperlink"/>
            <w:noProof/>
            <w14:scene3d>
              <w14:camera w14:prst="orthographicFront"/>
              <w14:lightRig w14:rig="threePt" w14:dir="t">
                <w14:rot w14:lat="0" w14:lon="0" w14:rev="0"/>
              </w14:lightRig>
            </w14:scene3d>
          </w:rPr>
          <w:t>25.4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_Toc64888649 \h </w:instrText>
        </w:r>
        <w:r>
          <w:rPr>
            <w:noProof/>
            <w:webHidden/>
          </w:rPr>
        </w:r>
        <w:r>
          <w:rPr>
            <w:noProof/>
            <w:webHidden/>
          </w:rPr>
          <w:fldChar w:fldCharType="separate"/>
        </w:r>
        <w:r>
          <w:rPr>
            <w:noProof/>
            <w:webHidden/>
          </w:rPr>
          <w:t>49</w:t>
        </w:r>
        <w:r>
          <w:rPr>
            <w:noProof/>
            <w:webHidden/>
          </w:rPr>
          <w:fldChar w:fldCharType="end"/>
        </w:r>
      </w:hyperlink>
    </w:p>
    <w:p w14:paraId="52986452" w14:textId="083CCA6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0" w:history="1">
        <w:r w:rsidRPr="001F0789">
          <w:rPr>
            <w:rStyle w:val="Hyperlink"/>
            <w:noProof/>
            <w14:scene3d>
              <w14:camera w14:prst="orthographicFront"/>
              <w14:lightRig w14:rig="threePt" w14:dir="t">
                <w14:rot w14:lat="0" w14:lon="0" w14:rev="0"/>
              </w14:lightRig>
            </w14:scene3d>
          </w:rPr>
          <w:t>25.5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_Toc64888650 \h </w:instrText>
        </w:r>
        <w:r>
          <w:rPr>
            <w:noProof/>
            <w:webHidden/>
          </w:rPr>
        </w:r>
        <w:r>
          <w:rPr>
            <w:noProof/>
            <w:webHidden/>
          </w:rPr>
          <w:fldChar w:fldCharType="separate"/>
        </w:r>
        <w:r>
          <w:rPr>
            <w:noProof/>
            <w:webHidden/>
          </w:rPr>
          <w:t>49</w:t>
        </w:r>
        <w:r>
          <w:rPr>
            <w:noProof/>
            <w:webHidden/>
          </w:rPr>
          <w:fldChar w:fldCharType="end"/>
        </w:r>
      </w:hyperlink>
    </w:p>
    <w:p w14:paraId="3B4D7B14" w14:textId="4EFE126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1" w:history="1">
        <w:r w:rsidRPr="001F0789">
          <w:rPr>
            <w:rStyle w:val="Hyperlink"/>
            <w:noProof/>
            <w14:scene3d>
              <w14:camera w14:prst="orthographicFront"/>
              <w14:lightRig w14:rig="threePt" w14:dir="t">
                <w14:rot w14:lat="0" w14:lon="0" w14:rev="0"/>
              </w14:lightRig>
            </w14:scene3d>
          </w:rPr>
          <w:t>25.6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_Toc64888651 \h </w:instrText>
        </w:r>
        <w:r>
          <w:rPr>
            <w:noProof/>
            <w:webHidden/>
          </w:rPr>
        </w:r>
        <w:r>
          <w:rPr>
            <w:noProof/>
            <w:webHidden/>
          </w:rPr>
          <w:fldChar w:fldCharType="separate"/>
        </w:r>
        <w:r>
          <w:rPr>
            <w:noProof/>
            <w:webHidden/>
          </w:rPr>
          <w:t>49</w:t>
        </w:r>
        <w:r>
          <w:rPr>
            <w:noProof/>
            <w:webHidden/>
          </w:rPr>
          <w:fldChar w:fldCharType="end"/>
        </w:r>
      </w:hyperlink>
    </w:p>
    <w:p w14:paraId="267772AD" w14:textId="23FC2B9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52" w:history="1">
        <w:r w:rsidRPr="001F0789">
          <w:rPr>
            <w:rStyle w:val="Hyperlink"/>
            <w:noProof/>
          </w:rPr>
          <w:t>26</w:t>
        </w:r>
        <w:r>
          <w:rPr>
            <w:rFonts w:asciiTheme="minorHAnsi" w:eastAsiaTheme="minorEastAsia" w:hAnsiTheme="minorHAnsi" w:cstheme="minorBidi"/>
            <w:b w:val="0"/>
            <w:noProof/>
            <w:lang w:eastAsia="sl-SI"/>
          </w:rPr>
          <w:tab/>
        </w:r>
        <w:r w:rsidRPr="001F0789">
          <w:rPr>
            <w:rStyle w:val="Hyperlink"/>
            <w:noProof/>
          </w:rPr>
          <w:t>Menjava dobavitelja oddaja vloge</w:t>
        </w:r>
        <w:r>
          <w:rPr>
            <w:noProof/>
            <w:webHidden/>
          </w:rPr>
          <w:tab/>
        </w:r>
        <w:r>
          <w:rPr>
            <w:noProof/>
            <w:webHidden/>
          </w:rPr>
          <w:fldChar w:fldCharType="begin"/>
        </w:r>
        <w:r>
          <w:rPr>
            <w:noProof/>
            <w:webHidden/>
          </w:rPr>
          <w:instrText xml:space="preserve"> PAGEREF _Toc64888652 \h </w:instrText>
        </w:r>
        <w:r>
          <w:rPr>
            <w:noProof/>
            <w:webHidden/>
          </w:rPr>
        </w:r>
        <w:r>
          <w:rPr>
            <w:noProof/>
            <w:webHidden/>
          </w:rPr>
          <w:fldChar w:fldCharType="separate"/>
        </w:r>
        <w:r>
          <w:rPr>
            <w:noProof/>
            <w:webHidden/>
          </w:rPr>
          <w:t>50</w:t>
        </w:r>
        <w:r>
          <w:rPr>
            <w:noProof/>
            <w:webHidden/>
          </w:rPr>
          <w:fldChar w:fldCharType="end"/>
        </w:r>
      </w:hyperlink>
    </w:p>
    <w:p w14:paraId="4F772A78" w14:textId="31A261D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3" w:history="1">
        <w:r w:rsidRPr="001F0789">
          <w:rPr>
            <w:rStyle w:val="Hyperlink"/>
            <w:noProof/>
            <w14:scene3d>
              <w14:camera w14:prst="orthographicFront"/>
              <w14:lightRig w14:rig="threePt" w14:dir="t">
                <w14:rot w14:lat="0" w14:lon="0" w14:rev="0"/>
              </w14:lightRig>
            </w14:scene3d>
          </w:rPr>
          <w:t>26.1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_Toc64888653 \h </w:instrText>
        </w:r>
        <w:r>
          <w:rPr>
            <w:noProof/>
            <w:webHidden/>
          </w:rPr>
        </w:r>
        <w:r>
          <w:rPr>
            <w:noProof/>
            <w:webHidden/>
          </w:rPr>
          <w:fldChar w:fldCharType="separate"/>
        </w:r>
        <w:r>
          <w:rPr>
            <w:noProof/>
            <w:webHidden/>
          </w:rPr>
          <w:t>50</w:t>
        </w:r>
        <w:r>
          <w:rPr>
            <w:noProof/>
            <w:webHidden/>
          </w:rPr>
          <w:fldChar w:fldCharType="end"/>
        </w:r>
      </w:hyperlink>
    </w:p>
    <w:p w14:paraId="29A50C58" w14:textId="4F3EBF3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4" w:history="1">
        <w:r w:rsidRPr="001F0789">
          <w:rPr>
            <w:rStyle w:val="Hyperlink"/>
            <w:noProof/>
            <w14:scene3d>
              <w14:camera w14:prst="orthographicFront"/>
              <w14:lightRig w14:rig="threePt" w14:dir="t">
                <w14:rot w14:lat="0" w14:lon="0" w14:rev="0"/>
              </w14:lightRig>
            </w14:scene3d>
          </w:rPr>
          <w:t>26.2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_Toc64888654 \h </w:instrText>
        </w:r>
        <w:r>
          <w:rPr>
            <w:noProof/>
            <w:webHidden/>
          </w:rPr>
        </w:r>
        <w:r>
          <w:rPr>
            <w:noProof/>
            <w:webHidden/>
          </w:rPr>
          <w:fldChar w:fldCharType="separate"/>
        </w:r>
        <w:r>
          <w:rPr>
            <w:noProof/>
            <w:webHidden/>
          </w:rPr>
          <w:t>50</w:t>
        </w:r>
        <w:r>
          <w:rPr>
            <w:noProof/>
            <w:webHidden/>
          </w:rPr>
          <w:fldChar w:fldCharType="end"/>
        </w:r>
      </w:hyperlink>
    </w:p>
    <w:p w14:paraId="3BD76223" w14:textId="6B36771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5" w:history="1">
        <w:r w:rsidRPr="001F0789">
          <w:rPr>
            <w:rStyle w:val="Hyperlink"/>
            <w:noProof/>
            <w14:scene3d>
              <w14:camera w14:prst="orthographicFront"/>
              <w14:lightRig w14:rig="threePt" w14:dir="t">
                <w14:rot w14:lat="0" w14:lon="0" w14:rev="0"/>
              </w14:lightRig>
            </w14:scene3d>
          </w:rPr>
          <w:t>26.3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_Toc64888655 \h </w:instrText>
        </w:r>
        <w:r>
          <w:rPr>
            <w:noProof/>
            <w:webHidden/>
          </w:rPr>
        </w:r>
        <w:r>
          <w:rPr>
            <w:noProof/>
            <w:webHidden/>
          </w:rPr>
          <w:fldChar w:fldCharType="separate"/>
        </w:r>
        <w:r>
          <w:rPr>
            <w:noProof/>
            <w:webHidden/>
          </w:rPr>
          <w:t>50</w:t>
        </w:r>
        <w:r>
          <w:rPr>
            <w:noProof/>
            <w:webHidden/>
          </w:rPr>
          <w:fldChar w:fldCharType="end"/>
        </w:r>
      </w:hyperlink>
    </w:p>
    <w:p w14:paraId="50DCAE35" w14:textId="2857D18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6" w:history="1">
        <w:r w:rsidRPr="001F0789">
          <w:rPr>
            <w:rStyle w:val="Hyperlink"/>
            <w:noProof/>
            <w14:scene3d>
              <w14:camera w14:prst="orthographicFront"/>
              <w14:lightRig w14:rig="threePt" w14:dir="t">
                <w14:rot w14:lat="0" w14:lon="0" w14:rev="0"/>
              </w14:lightRig>
            </w14:scene3d>
          </w:rPr>
          <w:t>26.4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_Toc64888656 \h </w:instrText>
        </w:r>
        <w:r>
          <w:rPr>
            <w:noProof/>
            <w:webHidden/>
          </w:rPr>
        </w:r>
        <w:r>
          <w:rPr>
            <w:noProof/>
            <w:webHidden/>
          </w:rPr>
          <w:fldChar w:fldCharType="separate"/>
        </w:r>
        <w:r>
          <w:rPr>
            <w:noProof/>
            <w:webHidden/>
          </w:rPr>
          <w:t>50</w:t>
        </w:r>
        <w:r>
          <w:rPr>
            <w:noProof/>
            <w:webHidden/>
          </w:rPr>
          <w:fldChar w:fldCharType="end"/>
        </w:r>
      </w:hyperlink>
    </w:p>
    <w:p w14:paraId="3D140AC2" w14:textId="12947C6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7" w:history="1">
        <w:r w:rsidRPr="001F0789">
          <w:rPr>
            <w:rStyle w:val="Hyperlink"/>
            <w:noProof/>
            <w14:scene3d>
              <w14:camera w14:prst="orthographicFront"/>
              <w14:lightRig w14:rig="threePt" w14:dir="t">
                <w14:rot w14:lat="0" w14:lon="0" w14:rev="0"/>
              </w14:lightRig>
            </w14:scene3d>
          </w:rPr>
          <w:t>26.5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_Toc64888657 \h </w:instrText>
        </w:r>
        <w:r>
          <w:rPr>
            <w:noProof/>
            <w:webHidden/>
          </w:rPr>
        </w:r>
        <w:r>
          <w:rPr>
            <w:noProof/>
            <w:webHidden/>
          </w:rPr>
          <w:fldChar w:fldCharType="separate"/>
        </w:r>
        <w:r>
          <w:rPr>
            <w:noProof/>
            <w:webHidden/>
          </w:rPr>
          <w:t>50</w:t>
        </w:r>
        <w:r>
          <w:rPr>
            <w:noProof/>
            <w:webHidden/>
          </w:rPr>
          <w:fldChar w:fldCharType="end"/>
        </w:r>
      </w:hyperlink>
    </w:p>
    <w:p w14:paraId="44ED96B5" w14:textId="3E51BD9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58" w:history="1">
        <w:r w:rsidRPr="001F0789">
          <w:rPr>
            <w:rStyle w:val="Hyperlink"/>
            <w:noProof/>
            <w14:scene3d>
              <w14:camera w14:prst="orthographicFront"/>
              <w14:lightRig w14:rig="threePt" w14:dir="t">
                <w14:rot w14:lat="0" w14:lon="0" w14:rev="0"/>
              </w14:lightRig>
            </w14:scene3d>
          </w:rPr>
          <w:t>26.6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_Toc64888658 \h </w:instrText>
        </w:r>
        <w:r>
          <w:rPr>
            <w:noProof/>
            <w:webHidden/>
          </w:rPr>
        </w:r>
        <w:r>
          <w:rPr>
            <w:noProof/>
            <w:webHidden/>
          </w:rPr>
          <w:fldChar w:fldCharType="separate"/>
        </w:r>
        <w:r>
          <w:rPr>
            <w:noProof/>
            <w:webHidden/>
          </w:rPr>
          <w:t>50</w:t>
        </w:r>
        <w:r>
          <w:rPr>
            <w:noProof/>
            <w:webHidden/>
          </w:rPr>
          <w:fldChar w:fldCharType="end"/>
        </w:r>
      </w:hyperlink>
    </w:p>
    <w:p w14:paraId="69BB7C9C" w14:textId="3C4CFFFE"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59" w:history="1">
        <w:r w:rsidRPr="001F0789">
          <w:rPr>
            <w:rStyle w:val="Hyperlink"/>
            <w:noProof/>
          </w:rPr>
          <w:t>27</w:t>
        </w:r>
        <w:r>
          <w:rPr>
            <w:rFonts w:asciiTheme="minorHAnsi" w:eastAsiaTheme="minorEastAsia" w:hAnsiTheme="minorHAnsi" w:cstheme="minorBidi"/>
            <w:b w:val="0"/>
            <w:noProof/>
            <w:lang w:eastAsia="sl-SI"/>
          </w:rPr>
          <w:tab/>
        </w:r>
        <w:r w:rsidRPr="001F0789">
          <w:rPr>
            <w:rStyle w:val="Hyperlink"/>
            <w:noProof/>
          </w:rPr>
          <w:t>Menjava dobavitelja oddaja vloge v2</w:t>
        </w:r>
        <w:r>
          <w:rPr>
            <w:noProof/>
            <w:webHidden/>
          </w:rPr>
          <w:tab/>
        </w:r>
        <w:r>
          <w:rPr>
            <w:noProof/>
            <w:webHidden/>
          </w:rPr>
          <w:fldChar w:fldCharType="begin"/>
        </w:r>
        <w:r>
          <w:rPr>
            <w:noProof/>
            <w:webHidden/>
          </w:rPr>
          <w:instrText xml:space="preserve"> PAGEREF _Toc64888659 \h </w:instrText>
        </w:r>
        <w:r>
          <w:rPr>
            <w:noProof/>
            <w:webHidden/>
          </w:rPr>
        </w:r>
        <w:r>
          <w:rPr>
            <w:noProof/>
            <w:webHidden/>
          </w:rPr>
          <w:fldChar w:fldCharType="separate"/>
        </w:r>
        <w:r>
          <w:rPr>
            <w:noProof/>
            <w:webHidden/>
          </w:rPr>
          <w:t>51</w:t>
        </w:r>
        <w:r>
          <w:rPr>
            <w:noProof/>
            <w:webHidden/>
          </w:rPr>
          <w:fldChar w:fldCharType="end"/>
        </w:r>
      </w:hyperlink>
    </w:p>
    <w:p w14:paraId="58A86B39" w14:textId="4715C12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0" w:history="1">
        <w:r w:rsidRPr="001F0789">
          <w:rPr>
            <w:rStyle w:val="Hyperlink"/>
            <w:noProof/>
            <w14:scene3d>
              <w14:camera w14:prst="orthographicFront"/>
              <w14:lightRig w14:rig="threePt" w14:dir="t">
                <w14:rot w14:lat="0" w14:lon="0" w14:rev="0"/>
              </w14:lightRig>
            </w14:scene3d>
          </w:rPr>
          <w:t>27.1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_Toc64888660 \h </w:instrText>
        </w:r>
        <w:r>
          <w:rPr>
            <w:noProof/>
            <w:webHidden/>
          </w:rPr>
        </w:r>
        <w:r>
          <w:rPr>
            <w:noProof/>
            <w:webHidden/>
          </w:rPr>
          <w:fldChar w:fldCharType="separate"/>
        </w:r>
        <w:r>
          <w:rPr>
            <w:noProof/>
            <w:webHidden/>
          </w:rPr>
          <w:t>51</w:t>
        </w:r>
        <w:r>
          <w:rPr>
            <w:noProof/>
            <w:webHidden/>
          </w:rPr>
          <w:fldChar w:fldCharType="end"/>
        </w:r>
      </w:hyperlink>
    </w:p>
    <w:p w14:paraId="502661E4" w14:textId="0292503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1" w:history="1">
        <w:r w:rsidRPr="001F0789">
          <w:rPr>
            <w:rStyle w:val="Hyperlink"/>
            <w:noProof/>
            <w14:scene3d>
              <w14:camera w14:prst="orthographicFront"/>
              <w14:lightRig w14:rig="threePt" w14:dir="t">
                <w14:rot w14:lat="0" w14:lon="0" w14:rev="0"/>
              </w14:lightRig>
            </w14:scene3d>
          </w:rPr>
          <w:t>27.2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_Toc64888661 \h </w:instrText>
        </w:r>
        <w:r>
          <w:rPr>
            <w:noProof/>
            <w:webHidden/>
          </w:rPr>
        </w:r>
        <w:r>
          <w:rPr>
            <w:noProof/>
            <w:webHidden/>
          </w:rPr>
          <w:fldChar w:fldCharType="separate"/>
        </w:r>
        <w:r>
          <w:rPr>
            <w:noProof/>
            <w:webHidden/>
          </w:rPr>
          <w:t>51</w:t>
        </w:r>
        <w:r>
          <w:rPr>
            <w:noProof/>
            <w:webHidden/>
          </w:rPr>
          <w:fldChar w:fldCharType="end"/>
        </w:r>
      </w:hyperlink>
    </w:p>
    <w:p w14:paraId="6B864F27" w14:textId="006445C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2" w:history="1">
        <w:r w:rsidRPr="001F0789">
          <w:rPr>
            <w:rStyle w:val="Hyperlink"/>
            <w:noProof/>
            <w14:scene3d>
              <w14:camera w14:prst="orthographicFront"/>
              <w14:lightRig w14:rig="threePt" w14:dir="t">
                <w14:rot w14:lat="0" w14:lon="0" w14:rev="0"/>
              </w14:lightRig>
            </w14:scene3d>
          </w:rPr>
          <w:t>27.3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_Toc64888662 \h </w:instrText>
        </w:r>
        <w:r>
          <w:rPr>
            <w:noProof/>
            <w:webHidden/>
          </w:rPr>
        </w:r>
        <w:r>
          <w:rPr>
            <w:noProof/>
            <w:webHidden/>
          </w:rPr>
          <w:fldChar w:fldCharType="separate"/>
        </w:r>
        <w:r>
          <w:rPr>
            <w:noProof/>
            <w:webHidden/>
          </w:rPr>
          <w:t>51</w:t>
        </w:r>
        <w:r>
          <w:rPr>
            <w:noProof/>
            <w:webHidden/>
          </w:rPr>
          <w:fldChar w:fldCharType="end"/>
        </w:r>
      </w:hyperlink>
    </w:p>
    <w:p w14:paraId="1A977784" w14:textId="54DBC87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3" w:history="1">
        <w:r w:rsidRPr="001F0789">
          <w:rPr>
            <w:rStyle w:val="Hyperlink"/>
            <w:noProof/>
            <w14:scene3d>
              <w14:camera w14:prst="orthographicFront"/>
              <w14:lightRig w14:rig="threePt" w14:dir="t">
                <w14:rot w14:lat="0" w14:lon="0" w14:rev="0"/>
              </w14:lightRig>
            </w14:scene3d>
          </w:rPr>
          <w:t>27.4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_Toc64888663 \h </w:instrText>
        </w:r>
        <w:r>
          <w:rPr>
            <w:noProof/>
            <w:webHidden/>
          </w:rPr>
        </w:r>
        <w:r>
          <w:rPr>
            <w:noProof/>
            <w:webHidden/>
          </w:rPr>
          <w:fldChar w:fldCharType="separate"/>
        </w:r>
        <w:r>
          <w:rPr>
            <w:noProof/>
            <w:webHidden/>
          </w:rPr>
          <w:t>51</w:t>
        </w:r>
        <w:r>
          <w:rPr>
            <w:noProof/>
            <w:webHidden/>
          </w:rPr>
          <w:fldChar w:fldCharType="end"/>
        </w:r>
      </w:hyperlink>
    </w:p>
    <w:p w14:paraId="3FD0CF9B" w14:textId="4CC0C11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4" w:history="1">
        <w:r w:rsidRPr="001F0789">
          <w:rPr>
            <w:rStyle w:val="Hyperlink"/>
            <w:noProof/>
            <w14:scene3d>
              <w14:camera w14:prst="orthographicFront"/>
              <w14:lightRig w14:rig="threePt" w14:dir="t">
                <w14:rot w14:lat="0" w14:lon="0" w14:rev="0"/>
              </w14:lightRig>
            </w14:scene3d>
          </w:rPr>
          <w:t>27.5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_Toc64888664 \h </w:instrText>
        </w:r>
        <w:r>
          <w:rPr>
            <w:noProof/>
            <w:webHidden/>
          </w:rPr>
        </w:r>
        <w:r>
          <w:rPr>
            <w:noProof/>
            <w:webHidden/>
          </w:rPr>
          <w:fldChar w:fldCharType="separate"/>
        </w:r>
        <w:r>
          <w:rPr>
            <w:noProof/>
            <w:webHidden/>
          </w:rPr>
          <w:t>51</w:t>
        </w:r>
        <w:r>
          <w:rPr>
            <w:noProof/>
            <w:webHidden/>
          </w:rPr>
          <w:fldChar w:fldCharType="end"/>
        </w:r>
      </w:hyperlink>
    </w:p>
    <w:p w14:paraId="48B9402E" w14:textId="5D75F10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5" w:history="1">
        <w:r w:rsidRPr="001F0789">
          <w:rPr>
            <w:rStyle w:val="Hyperlink"/>
            <w:noProof/>
            <w14:scene3d>
              <w14:camera w14:prst="orthographicFront"/>
              <w14:lightRig w14:rig="threePt" w14:dir="t">
                <w14:rot w14:lat="0" w14:lon="0" w14:rev="0"/>
              </w14:lightRig>
            </w14:scene3d>
          </w:rPr>
          <w:t>27.6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_Toc64888665 \h </w:instrText>
        </w:r>
        <w:r>
          <w:rPr>
            <w:noProof/>
            <w:webHidden/>
          </w:rPr>
        </w:r>
        <w:r>
          <w:rPr>
            <w:noProof/>
            <w:webHidden/>
          </w:rPr>
          <w:fldChar w:fldCharType="separate"/>
        </w:r>
        <w:r>
          <w:rPr>
            <w:noProof/>
            <w:webHidden/>
          </w:rPr>
          <w:t>51</w:t>
        </w:r>
        <w:r>
          <w:rPr>
            <w:noProof/>
            <w:webHidden/>
          </w:rPr>
          <w:fldChar w:fldCharType="end"/>
        </w:r>
      </w:hyperlink>
    </w:p>
    <w:p w14:paraId="05DFFA82" w14:textId="758F7C6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66" w:history="1">
        <w:r w:rsidRPr="001F0789">
          <w:rPr>
            <w:rStyle w:val="Hyperlink"/>
            <w:noProof/>
          </w:rPr>
          <w:t>28</w:t>
        </w:r>
        <w:r>
          <w:rPr>
            <w:rFonts w:asciiTheme="minorHAnsi" w:eastAsiaTheme="minorEastAsia" w:hAnsiTheme="minorHAnsi" w:cstheme="minorBidi"/>
            <w:b w:val="0"/>
            <w:noProof/>
            <w:lang w:eastAsia="sl-SI"/>
          </w:rPr>
          <w:tab/>
        </w:r>
        <w:r w:rsidRPr="001F0789">
          <w:rPr>
            <w:rStyle w:val="Hyperlink"/>
            <w:noProof/>
          </w:rPr>
          <w:t>Menjava dobavitelja najdi vloge</w:t>
        </w:r>
        <w:r>
          <w:rPr>
            <w:noProof/>
            <w:webHidden/>
          </w:rPr>
          <w:tab/>
        </w:r>
        <w:r>
          <w:rPr>
            <w:noProof/>
            <w:webHidden/>
          </w:rPr>
          <w:fldChar w:fldCharType="begin"/>
        </w:r>
        <w:r>
          <w:rPr>
            <w:noProof/>
            <w:webHidden/>
          </w:rPr>
          <w:instrText xml:space="preserve"> PAGEREF _Toc64888666 \h </w:instrText>
        </w:r>
        <w:r>
          <w:rPr>
            <w:noProof/>
            <w:webHidden/>
          </w:rPr>
        </w:r>
        <w:r>
          <w:rPr>
            <w:noProof/>
            <w:webHidden/>
          </w:rPr>
          <w:fldChar w:fldCharType="separate"/>
        </w:r>
        <w:r>
          <w:rPr>
            <w:noProof/>
            <w:webHidden/>
          </w:rPr>
          <w:t>52</w:t>
        </w:r>
        <w:r>
          <w:rPr>
            <w:noProof/>
            <w:webHidden/>
          </w:rPr>
          <w:fldChar w:fldCharType="end"/>
        </w:r>
      </w:hyperlink>
    </w:p>
    <w:p w14:paraId="7C99FFE0" w14:textId="1DA2167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7" w:history="1">
        <w:r w:rsidRPr="001F0789">
          <w:rPr>
            <w:rStyle w:val="Hyperlink"/>
            <w:noProof/>
            <w14:scene3d>
              <w14:camera w14:prst="orthographicFront"/>
              <w14:lightRig w14:rig="threePt" w14:dir="t">
                <w14:rot w14:lat="0" w14:lon="0" w14:rev="0"/>
              </w14:lightRig>
            </w14:scene3d>
          </w:rPr>
          <w:t>28.1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_Toc64888667 \h </w:instrText>
        </w:r>
        <w:r>
          <w:rPr>
            <w:noProof/>
            <w:webHidden/>
          </w:rPr>
        </w:r>
        <w:r>
          <w:rPr>
            <w:noProof/>
            <w:webHidden/>
          </w:rPr>
          <w:fldChar w:fldCharType="separate"/>
        </w:r>
        <w:r>
          <w:rPr>
            <w:noProof/>
            <w:webHidden/>
          </w:rPr>
          <w:t>52</w:t>
        </w:r>
        <w:r>
          <w:rPr>
            <w:noProof/>
            <w:webHidden/>
          </w:rPr>
          <w:fldChar w:fldCharType="end"/>
        </w:r>
      </w:hyperlink>
    </w:p>
    <w:p w14:paraId="3AFA2C7C" w14:textId="1202C9D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8" w:history="1">
        <w:r w:rsidRPr="001F0789">
          <w:rPr>
            <w:rStyle w:val="Hyperlink"/>
            <w:noProof/>
            <w14:scene3d>
              <w14:camera w14:prst="orthographicFront"/>
              <w14:lightRig w14:rig="threePt" w14:dir="t">
                <w14:rot w14:lat="0" w14:lon="0" w14:rev="0"/>
              </w14:lightRig>
            </w14:scene3d>
          </w:rPr>
          <w:t>28.2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_Toc64888668 \h </w:instrText>
        </w:r>
        <w:r>
          <w:rPr>
            <w:noProof/>
            <w:webHidden/>
          </w:rPr>
        </w:r>
        <w:r>
          <w:rPr>
            <w:noProof/>
            <w:webHidden/>
          </w:rPr>
          <w:fldChar w:fldCharType="separate"/>
        </w:r>
        <w:r>
          <w:rPr>
            <w:noProof/>
            <w:webHidden/>
          </w:rPr>
          <w:t>52</w:t>
        </w:r>
        <w:r>
          <w:rPr>
            <w:noProof/>
            <w:webHidden/>
          </w:rPr>
          <w:fldChar w:fldCharType="end"/>
        </w:r>
      </w:hyperlink>
    </w:p>
    <w:p w14:paraId="2A89717B" w14:textId="73A631D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69" w:history="1">
        <w:r w:rsidRPr="001F0789">
          <w:rPr>
            <w:rStyle w:val="Hyperlink"/>
            <w:noProof/>
            <w14:scene3d>
              <w14:camera w14:prst="orthographicFront"/>
              <w14:lightRig w14:rig="threePt" w14:dir="t">
                <w14:rot w14:lat="0" w14:lon="0" w14:rev="0"/>
              </w14:lightRig>
            </w14:scene3d>
          </w:rPr>
          <w:t>28.3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_Toc64888669 \h </w:instrText>
        </w:r>
        <w:r>
          <w:rPr>
            <w:noProof/>
            <w:webHidden/>
          </w:rPr>
        </w:r>
        <w:r>
          <w:rPr>
            <w:noProof/>
            <w:webHidden/>
          </w:rPr>
          <w:fldChar w:fldCharType="separate"/>
        </w:r>
        <w:r>
          <w:rPr>
            <w:noProof/>
            <w:webHidden/>
          </w:rPr>
          <w:t>52</w:t>
        </w:r>
        <w:r>
          <w:rPr>
            <w:noProof/>
            <w:webHidden/>
          </w:rPr>
          <w:fldChar w:fldCharType="end"/>
        </w:r>
      </w:hyperlink>
    </w:p>
    <w:p w14:paraId="75D34CC1" w14:textId="459D377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0" w:history="1">
        <w:r w:rsidRPr="001F0789">
          <w:rPr>
            <w:rStyle w:val="Hyperlink"/>
            <w:noProof/>
            <w14:scene3d>
              <w14:camera w14:prst="orthographicFront"/>
              <w14:lightRig w14:rig="threePt" w14:dir="t">
                <w14:rot w14:lat="0" w14:lon="0" w14:rev="0"/>
              </w14:lightRig>
            </w14:scene3d>
          </w:rPr>
          <w:t>28.4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_Toc64888670 \h </w:instrText>
        </w:r>
        <w:r>
          <w:rPr>
            <w:noProof/>
            <w:webHidden/>
          </w:rPr>
        </w:r>
        <w:r>
          <w:rPr>
            <w:noProof/>
            <w:webHidden/>
          </w:rPr>
          <w:fldChar w:fldCharType="separate"/>
        </w:r>
        <w:r>
          <w:rPr>
            <w:noProof/>
            <w:webHidden/>
          </w:rPr>
          <w:t>52</w:t>
        </w:r>
        <w:r>
          <w:rPr>
            <w:noProof/>
            <w:webHidden/>
          </w:rPr>
          <w:fldChar w:fldCharType="end"/>
        </w:r>
      </w:hyperlink>
    </w:p>
    <w:p w14:paraId="4634767C" w14:textId="075F3F1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1" w:history="1">
        <w:r w:rsidRPr="001F0789">
          <w:rPr>
            <w:rStyle w:val="Hyperlink"/>
            <w:noProof/>
            <w14:scene3d>
              <w14:camera w14:prst="orthographicFront"/>
              <w14:lightRig w14:rig="threePt" w14:dir="t">
                <w14:rot w14:lat="0" w14:lon="0" w14:rev="0"/>
              </w14:lightRig>
            </w14:scene3d>
          </w:rPr>
          <w:t>28.5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_Toc64888671 \h </w:instrText>
        </w:r>
        <w:r>
          <w:rPr>
            <w:noProof/>
            <w:webHidden/>
          </w:rPr>
        </w:r>
        <w:r>
          <w:rPr>
            <w:noProof/>
            <w:webHidden/>
          </w:rPr>
          <w:fldChar w:fldCharType="separate"/>
        </w:r>
        <w:r>
          <w:rPr>
            <w:noProof/>
            <w:webHidden/>
          </w:rPr>
          <w:t>52</w:t>
        </w:r>
        <w:r>
          <w:rPr>
            <w:noProof/>
            <w:webHidden/>
          </w:rPr>
          <w:fldChar w:fldCharType="end"/>
        </w:r>
      </w:hyperlink>
    </w:p>
    <w:p w14:paraId="65B23BF3" w14:textId="326C8EE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2" w:history="1">
        <w:r w:rsidRPr="001F0789">
          <w:rPr>
            <w:rStyle w:val="Hyperlink"/>
            <w:noProof/>
            <w14:scene3d>
              <w14:camera w14:prst="orthographicFront"/>
              <w14:lightRig w14:rig="threePt" w14:dir="t">
                <w14:rot w14:lat="0" w14:lon="0" w14:rev="0"/>
              </w14:lightRig>
            </w14:scene3d>
          </w:rPr>
          <w:t>28.6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_Toc64888672 \h </w:instrText>
        </w:r>
        <w:r>
          <w:rPr>
            <w:noProof/>
            <w:webHidden/>
          </w:rPr>
        </w:r>
        <w:r>
          <w:rPr>
            <w:noProof/>
            <w:webHidden/>
          </w:rPr>
          <w:fldChar w:fldCharType="separate"/>
        </w:r>
        <w:r>
          <w:rPr>
            <w:noProof/>
            <w:webHidden/>
          </w:rPr>
          <w:t>52</w:t>
        </w:r>
        <w:r>
          <w:rPr>
            <w:noProof/>
            <w:webHidden/>
          </w:rPr>
          <w:fldChar w:fldCharType="end"/>
        </w:r>
      </w:hyperlink>
    </w:p>
    <w:p w14:paraId="01B2CF5E" w14:textId="6EA23726"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73" w:history="1">
        <w:r w:rsidRPr="001F0789">
          <w:rPr>
            <w:rStyle w:val="Hyperlink"/>
            <w:noProof/>
          </w:rPr>
          <w:t>29</w:t>
        </w:r>
        <w:r>
          <w:rPr>
            <w:rFonts w:asciiTheme="minorHAnsi" w:eastAsiaTheme="minorEastAsia" w:hAnsiTheme="minorHAnsi" w:cstheme="minorBidi"/>
            <w:b w:val="0"/>
            <w:noProof/>
            <w:lang w:eastAsia="sl-SI"/>
          </w:rPr>
          <w:tab/>
        </w:r>
        <w:r w:rsidRPr="001F0789">
          <w:rPr>
            <w:rStyle w:val="Hyperlink"/>
            <w:noProof/>
          </w:rPr>
          <w:t>Menjava dobavitelja najdi vloge v2</w:t>
        </w:r>
        <w:r>
          <w:rPr>
            <w:noProof/>
            <w:webHidden/>
          </w:rPr>
          <w:tab/>
        </w:r>
        <w:r>
          <w:rPr>
            <w:noProof/>
            <w:webHidden/>
          </w:rPr>
          <w:fldChar w:fldCharType="begin"/>
        </w:r>
        <w:r>
          <w:rPr>
            <w:noProof/>
            <w:webHidden/>
          </w:rPr>
          <w:instrText xml:space="preserve"> PAGEREF _Toc64888673 \h </w:instrText>
        </w:r>
        <w:r>
          <w:rPr>
            <w:noProof/>
            <w:webHidden/>
          </w:rPr>
        </w:r>
        <w:r>
          <w:rPr>
            <w:noProof/>
            <w:webHidden/>
          </w:rPr>
          <w:fldChar w:fldCharType="separate"/>
        </w:r>
        <w:r>
          <w:rPr>
            <w:noProof/>
            <w:webHidden/>
          </w:rPr>
          <w:t>53</w:t>
        </w:r>
        <w:r>
          <w:rPr>
            <w:noProof/>
            <w:webHidden/>
          </w:rPr>
          <w:fldChar w:fldCharType="end"/>
        </w:r>
      </w:hyperlink>
    </w:p>
    <w:p w14:paraId="43CA06D1" w14:textId="44C4B6D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4" w:history="1">
        <w:r w:rsidRPr="001F0789">
          <w:rPr>
            <w:rStyle w:val="Hyperlink"/>
            <w:noProof/>
            <w14:scene3d>
              <w14:camera w14:prst="orthographicFront"/>
              <w14:lightRig w14:rig="threePt" w14:dir="t">
                <w14:rot w14:lat="0" w14:lon="0" w14:rev="0"/>
              </w14:lightRig>
            </w14:scene3d>
          </w:rPr>
          <w:t>29.1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_Toc64888674 \h </w:instrText>
        </w:r>
        <w:r>
          <w:rPr>
            <w:noProof/>
            <w:webHidden/>
          </w:rPr>
        </w:r>
        <w:r>
          <w:rPr>
            <w:noProof/>
            <w:webHidden/>
          </w:rPr>
          <w:fldChar w:fldCharType="separate"/>
        </w:r>
        <w:r>
          <w:rPr>
            <w:noProof/>
            <w:webHidden/>
          </w:rPr>
          <w:t>53</w:t>
        </w:r>
        <w:r>
          <w:rPr>
            <w:noProof/>
            <w:webHidden/>
          </w:rPr>
          <w:fldChar w:fldCharType="end"/>
        </w:r>
      </w:hyperlink>
    </w:p>
    <w:p w14:paraId="38744636" w14:textId="7C54D8A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5" w:history="1">
        <w:r w:rsidRPr="001F0789">
          <w:rPr>
            <w:rStyle w:val="Hyperlink"/>
            <w:noProof/>
            <w14:scene3d>
              <w14:camera w14:prst="orthographicFront"/>
              <w14:lightRig w14:rig="threePt" w14:dir="t">
                <w14:rot w14:lat="0" w14:lon="0" w14:rev="0"/>
              </w14:lightRig>
            </w14:scene3d>
          </w:rPr>
          <w:t>29.2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_Toc64888675 \h </w:instrText>
        </w:r>
        <w:r>
          <w:rPr>
            <w:noProof/>
            <w:webHidden/>
          </w:rPr>
        </w:r>
        <w:r>
          <w:rPr>
            <w:noProof/>
            <w:webHidden/>
          </w:rPr>
          <w:fldChar w:fldCharType="separate"/>
        </w:r>
        <w:r>
          <w:rPr>
            <w:noProof/>
            <w:webHidden/>
          </w:rPr>
          <w:t>53</w:t>
        </w:r>
        <w:r>
          <w:rPr>
            <w:noProof/>
            <w:webHidden/>
          </w:rPr>
          <w:fldChar w:fldCharType="end"/>
        </w:r>
      </w:hyperlink>
    </w:p>
    <w:p w14:paraId="5FB65EA1" w14:textId="202CE73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6" w:history="1">
        <w:r w:rsidRPr="001F0789">
          <w:rPr>
            <w:rStyle w:val="Hyperlink"/>
            <w:noProof/>
            <w14:scene3d>
              <w14:camera w14:prst="orthographicFront"/>
              <w14:lightRig w14:rig="threePt" w14:dir="t">
                <w14:rot w14:lat="0" w14:lon="0" w14:rev="0"/>
              </w14:lightRig>
            </w14:scene3d>
          </w:rPr>
          <w:t>29.3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_Toc64888676 \h </w:instrText>
        </w:r>
        <w:r>
          <w:rPr>
            <w:noProof/>
            <w:webHidden/>
          </w:rPr>
        </w:r>
        <w:r>
          <w:rPr>
            <w:noProof/>
            <w:webHidden/>
          </w:rPr>
          <w:fldChar w:fldCharType="separate"/>
        </w:r>
        <w:r>
          <w:rPr>
            <w:noProof/>
            <w:webHidden/>
          </w:rPr>
          <w:t>53</w:t>
        </w:r>
        <w:r>
          <w:rPr>
            <w:noProof/>
            <w:webHidden/>
          </w:rPr>
          <w:fldChar w:fldCharType="end"/>
        </w:r>
      </w:hyperlink>
    </w:p>
    <w:p w14:paraId="72593E98" w14:textId="2DD7AC7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7" w:history="1">
        <w:r w:rsidRPr="001F0789">
          <w:rPr>
            <w:rStyle w:val="Hyperlink"/>
            <w:noProof/>
            <w14:scene3d>
              <w14:camera w14:prst="orthographicFront"/>
              <w14:lightRig w14:rig="threePt" w14:dir="t">
                <w14:rot w14:lat="0" w14:lon="0" w14:rev="0"/>
              </w14:lightRig>
            </w14:scene3d>
          </w:rPr>
          <w:t>29.4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_Toc64888677 \h </w:instrText>
        </w:r>
        <w:r>
          <w:rPr>
            <w:noProof/>
            <w:webHidden/>
          </w:rPr>
        </w:r>
        <w:r>
          <w:rPr>
            <w:noProof/>
            <w:webHidden/>
          </w:rPr>
          <w:fldChar w:fldCharType="separate"/>
        </w:r>
        <w:r>
          <w:rPr>
            <w:noProof/>
            <w:webHidden/>
          </w:rPr>
          <w:t>53</w:t>
        </w:r>
        <w:r>
          <w:rPr>
            <w:noProof/>
            <w:webHidden/>
          </w:rPr>
          <w:fldChar w:fldCharType="end"/>
        </w:r>
      </w:hyperlink>
    </w:p>
    <w:p w14:paraId="64C353F0" w14:textId="57BBF21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8" w:history="1">
        <w:r w:rsidRPr="001F0789">
          <w:rPr>
            <w:rStyle w:val="Hyperlink"/>
            <w:noProof/>
            <w14:scene3d>
              <w14:camera w14:prst="orthographicFront"/>
              <w14:lightRig w14:rig="threePt" w14:dir="t">
                <w14:rot w14:lat="0" w14:lon="0" w14:rev="0"/>
              </w14:lightRig>
            </w14:scene3d>
          </w:rPr>
          <w:t>29.5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_Toc64888678 \h </w:instrText>
        </w:r>
        <w:r>
          <w:rPr>
            <w:noProof/>
            <w:webHidden/>
          </w:rPr>
        </w:r>
        <w:r>
          <w:rPr>
            <w:noProof/>
            <w:webHidden/>
          </w:rPr>
          <w:fldChar w:fldCharType="separate"/>
        </w:r>
        <w:r>
          <w:rPr>
            <w:noProof/>
            <w:webHidden/>
          </w:rPr>
          <w:t>53</w:t>
        </w:r>
        <w:r>
          <w:rPr>
            <w:noProof/>
            <w:webHidden/>
          </w:rPr>
          <w:fldChar w:fldCharType="end"/>
        </w:r>
      </w:hyperlink>
    </w:p>
    <w:p w14:paraId="34780ECE" w14:textId="43A94DB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79" w:history="1">
        <w:r w:rsidRPr="001F0789">
          <w:rPr>
            <w:rStyle w:val="Hyperlink"/>
            <w:noProof/>
            <w14:scene3d>
              <w14:camera w14:prst="orthographicFront"/>
              <w14:lightRig w14:rig="threePt" w14:dir="t">
                <w14:rot w14:lat="0" w14:lon="0" w14:rev="0"/>
              </w14:lightRig>
            </w14:scene3d>
          </w:rPr>
          <w:t>29.6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_Toc64888679 \h </w:instrText>
        </w:r>
        <w:r>
          <w:rPr>
            <w:noProof/>
            <w:webHidden/>
          </w:rPr>
        </w:r>
        <w:r>
          <w:rPr>
            <w:noProof/>
            <w:webHidden/>
          </w:rPr>
          <w:fldChar w:fldCharType="separate"/>
        </w:r>
        <w:r>
          <w:rPr>
            <w:noProof/>
            <w:webHidden/>
          </w:rPr>
          <w:t>54</w:t>
        </w:r>
        <w:r>
          <w:rPr>
            <w:noProof/>
            <w:webHidden/>
          </w:rPr>
          <w:fldChar w:fldCharType="end"/>
        </w:r>
      </w:hyperlink>
    </w:p>
    <w:p w14:paraId="7CDCCEE5" w14:textId="05C79B3C"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80" w:history="1">
        <w:r w:rsidRPr="001F0789">
          <w:rPr>
            <w:rStyle w:val="Hyperlink"/>
            <w:noProof/>
          </w:rPr>
          <w:t>30</w:t>
        </w:r>
        <w:r>
          <w:rPr>
            <w:rFonts w:asciiTheme="minorHAnsi" w:eastAsiaTheme="minorEastAsia" w:hAnsiTheme="minorHAnsi" w:cstheme="minorBidi"/>
            <w:b w:val="0"/>
            <w:noProof/>
            <w:lang w:eastAsia="sl-SI"/>
          </w:rPr>
          <w:tab/>
        </w:r>
        <w:r w:rsidRPr="001F0789">
          <w:rPr>
            <w:rStyle w:val="Hyperlink"/>
            <w:noProof/>
          </w:rPr>
          <w:t>Menjava dobavitelja vrni vlogo</w:t>
        </w:r>
        <w:r>
          <w:rPr>
            <w:noProof/>
            <w:webHidden/>
          </w:rPr>
          <w:tab/>
        </w:r>
        <w:r>
          <w:rPr>
            <w:noProof/>
            <w:webHidden/>
          </w:rPr>
          <w:fldChar w:fldCharType="begin"/>
        </w:r>
        <w:r>
          <w:rPr>
            <w:noProof/>
            <w:webHidden/>
          </w:rPr>
          <w:instrText xml:space="preserve"> PAGEREF _Toc64888680 \h </w:instrText>
        </w:r>
        <w:r>
          <w:rPr>
            <w:noProof/>
            <w:webHidden/>
          </w:rPr>
        </w:r>
        <w:r>
          <w:rPr>
            <w:noProof/>
            <w:webHidden/>
          </w:rPr>
          <w:fldChar w:fldCharType="separate"/>
        </w:r>
        <w:r>
          <w:rPr>
            <w:noProof/>
            <w:webHidden/>
          </w:rPr>
          <w:t>55</w:t>
        </w:r>
        <w:r>
          <w:rPr>
            <w:noProof/>
            <w:webHidden/>
          </w:rPr>
          <w:fldChar w:fldCharType="end"/>
        </w:r>
      </w:hyperlink>
    </w:p>
    <w:p w14:paraId="3DFA3422" w14:textId="4FD0D96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1" w:history="1">
        <w:r w:rsidRPr="001F0789">
          <w:rPr>
            <w:rStyle w:val="Hyperlink"/>
            <w:noProof/>
            <w14:scene3d>
              <w14:camera w14:prst="orthographicFront"/>
              <w14:lightRig w14:rig="threePt" w14:dir="t">
                <w14:rot w14:lat="0" w14:lon="0" w14:rev="0"/>
              </w14:lightRig>
            </w14:scene3d>
          </w:rPr>
          <w:t>30.1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_Toc64888681 \h </w:instrText>
        </w:r>
        <w:r>
          <w:rPr>
            <w:noProof/>
            <w:webHidden/>
          </w:rPr>
        </w:r>
        <w:r>
          <w:rPr>
            <w:noProof/>
            <w:webHidden/>
          </w:rPr>
          <w:fldChar w:fldCharType="separate"/>
        </w:r>
        <w:r>
          <w:rPr>
            <w:noProof/>
            <w:webHidden/>
          </w:rPr>
          <w:t>55</w:t>
        </w:r>
        <w:r>
          <w:rPr>
            <w:noProof/>
            <w:webHidden/>
          </w:rPr>
          <w:fldChar w:fldCharType="end"/>
        </w:r>
      </w:hyperlink>
    </w:p>
    <w:p w14:paraId="42AEC974" w14:textId="352E61B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2" w:history="1">
        <w:r w:rsidRPr="001F0789">
          <w:rPr>
            <w:rStyle w:val="Hyperlink"/>
            <w:noProof/>
            <w14:scene3d>
              <w14:camera w14:prst="orthographicFront"/>
              <w14:lightRig w14:rig="threePt" w14:dir="t">
                <w14:rot w14:lat="0" w14:lon="0" w14:rev="0"/>
              </w14:lightRig>
            </w14:scene3d>
          </w:rPr>
          <w:t>30.2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_Toc64888682 \h </w:instrText>
        </w:r>
        <w:r>
          <w:rPr>
            <w:noProof/>
            <w:webHidden/>
          </w:rPr>
        </w:r>
        <w:r>
          <w:rPr>
            <w:noProof/>
            <w:webHidden/>
          </w:rPr>
          <w:fldChar w:fldCharType="separate"/>
        </w:r>
        <w:r>
          <w:rPr>
            <w:noProof/>
            <w:webHidden/>
          </w:rPr>
          <w:t>55</w:t>
        </w:r>
        <w:r>
          <w:rPr>
            <w:noProof/>
            <w:webHidden/>
          </w:rPr>
          <w:fldChar w:fldCharType="end"/>
        </w:r>
      </w:hyperlink>
    </w:p>
    <w:p w14:paraId="46733D75" w14:textId="33C442C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3" w:history="1">
        <w:r w:rsidRPr="001F0789">
          <w:rPr>
            <w:rStyle w:val="Hyperlink"/>
            <w:noProof/>
            <w14:scene3d>
              <w14:camera w14:prst="orthographicFront"/>
              <w14:lightRig w14:rig="threePt" w14:dir="t">
                <w14:rot w14:lat="0" w14:lon="0" w14:rev="0"/>
              </w14:lightRig>
            </w14:scene3d>
          </w:rPr>
          <w:t>30.3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_Toc64888683 \h </w:instrText>
        </w:r>
        <w:r>
          <w:rPr>
            <w:noProof/>
            <w:webHidden/>
          </w:rPr>
        </w:r>
        <w:r>
          <w:rPr>
            <w:noProof/>
            <w:webHidden/>
          </w:rPr>
          <w:fldChar w:fldCharType="separate"/>
        </w:r>
        <w:r>
          <w:rPr>
            <w:noProof/>
            <w:webHidden/>
          </w:rPr>
          <w:t>55</w:t>
        </w:r>
        <w:r>
          <w:rPr>
            <w:noProof/>
            <w:webHidden/>
          </w:rPr>
          <w:fldChar w:fldCharType="end"/>
        </w:r>
      </w:hyperlink>
    </w:p>
    <w:p w14:paraId="4E0994EF" w14:textId="3F0BC5B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4" w:history="1">
        <w:r w:rsidRPr="001F0789">
          <w:rPr>
            <w:rStyle w:val="Hyperlink"/>
            <w:noProof/>
            <w14:scene3d>
              <w14:camera w14:prst="orthographicFront"/>
              <w14:lightRig w14:rig="threePt" w14:dir="t">
                <w14:rot w14:lat="0" w14:lon="0" w14:rev="0"/>
              </w14:lightRig>
            </w14:scene3d>
          </w:rPr>
          <w:t>30.4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_Toc64888684 \h </w:instrText>
        </w:r>
        <w:r>
          <w:rPr>
            <w:noProof/>
            <w:webHidden/>
          </w:rPr>
        </w:r>
        <w:r>
          <w:rPr>
            <w:noProof/>
            <w:webHidden/>
          </w:rPr>
          <w:fldChar w:fldCharType="separate"/>
        </w:r>
        <w:r>
          <w:rPr>
            <w:noProof/>
            <w:webHidden/>
          </w:rPr>
          <w:t>55</w:t>
        </w:r>
        <w:r>
          <w:rPr>
            <w:noProof/>
            <w:webHidden/>
          </w:rPr>
          <w:fldChar w:fldCharType="end"/>
        </w:r>
      </w:hyperlink>
    </w:p>
    <w:p w14:paraId="60A37016" w14:textId="5C4321C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5" w:history="1">
        <w:r w:rsidRPr="001F0789">
          <w:rPr>
            <w:rStyle w:val="Hyperlink"/>
            <w:noProof/>
            <w14:scene3d>
              <w14:camera w14:prst="orthographicFront"/>
              <w14:lightRig w14:rig="threePt" w14:dir="t">
                <w14:rot w14:lat="0" w14:lon="0" w14:rev="0"/>
              </w14:lightRig>
            </w14:scene3d>
          </w:rPr>
          <w:t>30.5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_Toc64888685 \h </w:instrText>
        </w:r>
        <w:r>
          <w:rPr>
            <w:noProof/>
            <w:webHidden/>
          </w:rPr>
        </w:r>
        <w:r>
          <w:rPr>
            <w:noProof/>
            <w:webHidden/>
          </w:rPr>
          <w:fldChar w:fldCharType="separate"/>
        </w:r>
        <w:r>
          <w:rPr>
            <w:noProof/>
            <w:webHidden/>
          </w:rPr>
          <w:t>55</w:t>
        </w:r>
        <w:r>
          <w:rPr>
            <w:noProof/>
            <w:webHidden/>
          </w:rPr>
          <w:fldChar w:fldCharType="end"/>
        </w:r>
      </w:hyperlink>
    </w:p>
    <w:p w14:paraId="790FDEF8" w14:textId="1FB6435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6" w:history="1">
        <w:r w:rsidRPr="001F0789">
          <w:rPr>
            <w:rStyle w:val="Hyperlink"/>
            <w:noProof/>
            <w14:scene3d>
              <w14:camera w14:prst="orthographicFront"/>
              <w14:lightRig w14:rig="threePt" w14:dir="t">
                <w14:rot w14:lat="0" w14:lon="0" w14:rev="0"/>
              </w14:lightRig>
            </w14:scene3d>
          </w:rPr>
          <w:t>30.6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_Toc64888686 \h </w:instrText>
        </w:r>
        <w:r>
          <w:rPr>
            <w:noProof/>
            <w:webHidden/>
          </w:rPr>
        </w:r>
        <w:r>
          <w:rPr>
            <w:noProof/>
            <w:webHidden/>
          </w:rPr>
          <w:fldChar w:fldCharType="separate"/>
        </w:r>
        <w:r>
          <w:rPr>
            <w:noProof/>
            <w:webHidden/>
          </w:rPr>
          <w:t>55</w:t>
        </w:r>
        <w:r>
          <w:rPr>
            <w:noProof/>
            <w:webHidden/>
          </w:rPr>
          <w:fldChar w:fldCharType="end"/>
        </w:r>
      </w:hyperlink>
    </w:p>
    <w:p w14:paraId="70E9CE45" w14:textId="53BEF403"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87" w:history="1">
        <w:r w:rsidRPr="001F0789">
          <w:rPr>
            <w:rStyle w:val="Hyperlink"/>
            <w:noProof/>
          </w:rPr>
          <w:t>31</w:t>
        </w:r>
        <w:r>
          <w:rPr>
            <w:rFonts w:asciiTheme="minorHAnsi" w:eastAsiaTheme="minorEastAsia" w:hAnsiTheme="minorHAnsi" w:cstheme="minorBidi"/>
            <w:b w:val="0"/>
            <w:noProof/>
            <w:lang w:eastAsia="sl-SI"/>
          </w:rPr>
          <w:tab/>
        </w:r>
        <w:r w:rsidRPr="001F0789">
          <w:rPr>
            <w:rStyle w:val="Hyperlink"/>
            <w:noProof/>
          </w:rPr>
          <w:t>Menjava dobavitelja vrni vlogo v2</w:t>
        </w:r>
        <w:r>
          <w:rPr>
            <w:noProof/>
            <w:webHidden/>
          </w:rPr>
          <w:tab/>
        </w:r>
        <w:r>
          <w:rPr>
            <w:noProof/>
            <w:webHidden/>
          </w:rPr>
          <w:fldChar w:fldCharType="begin"/>
        </w:r>
        <w:r>
          <w:rPr>
            <w:noProof/>
            <w:webHidden/>
          </w:rPr>
          <w:instrText xml:space="preserve"> PAGEREF _Toc64888687 \h </w:instrText>
        </w:r>
        <w:r>
          <w:rPr>
            <w:noProof/>
            <w:webHidden/>
          </w:rPr>
        </w:r>
        <w:r>
          <w:rPr>
            <w:noProof/>
            <w:webHidden/>
          </w:rPr>
          <w:fldChar w:fldCharType="separate"/>
        </w:r>
        <w:r>
          <w:rPr>
            <w:noProof/>
            <w:webHidden/>
          </w:rPr>
          <w:t>56</w:t>
        </w:r>
        <w:r>
          <w:rPr>
            <w:noProof/>
            <w:webHidden/>
          </w:rPr>
          <w:fldChar w:fldCharType="end"/>
        </w:r>
      </w:hyperlink>
    </w:p>
    <w:p w14:paraId="549B28C6" w14:textId="249FDFE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8" w:history="1">
        <w:r w:rsidRPr="001F0789">
          <w:rPr>
            <w:rStyle w:val="Hyperlink"/>
            <w:noProof/>
            <w14:scene3d>
              <w14:camera w14:prst="orthographicFront"/>
              <w14:lightRig w14:rig="threePt" w14:dir="t">
                <w14:rot w14:lat="0" w14:lon="0" w14:rev="0"/>
              </w14:lightRig>
            </w14:scene3d>
          </w:rPr>
          <w:t>31.1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_Toc64888688 \h </w:instrText>
        </w:r>
        <w:r>
          <w:rPr>
            <w:noProof/>
            <w:webHidden/>
          </w:rPr>
        </w:r>
        <w:r>
          <w:rPr>
            <w:noProof/>
            <w:webHidden/>
          </w:rPr>
          <w:fldChar w:fldCharType="separate"/>
        </w:r>
        <w:r>
          <w:rPr>
            <w:noProof/>
            <w:webHidden/>
          </w:rPr>
          <w:t>56</w:t>
        </w:r>
        <w:r>
          <w:rPr>
            <w:noProof/>
            <w:webHidden/>
          </w:rPr>
          <w:fldChar w:fldCharType="end"/>
        </w:r>
      </w:hyperlink>
    </w:p>
    <w:p w14:paraId="5F780992" w14:textId="6E1E557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89" w:history="1">
        <w:r w:rsidRPr="001F0789">
          <w:rPr>
            <w:rStyle w:val="Hyperlink"/>
            <w:noProof/>
            <w14:scene3d>
              <w14:camera w14:prst="orthographicFront"/>
              <w14:lightRig w14:rig="threePt" w14:dir="t">
                <w14:rot w14:lat="0" w14:lon="0" w14:rev="0"/>
              </w14:lightRig>
            </w14:scene3d>
          </w:rPr>
          <w:t>31.2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_Toc64888689 \h </w:instrText>
        </w:r>
        <w:r>
          <w:rPr>
            <w:noProof/>
            <w:webHidden/>
          </w:rPr>
        </w:r>
        <w:r>
          <w:rPr>
            <w:noProof/>
            <w:webHidden/>
          </w:rPr>
          <w:fldChar w:fldCharType="separate"/>
        </w:r>
        <w:r>
          <w:rPr>
            <w:noProof/>
            <w:webHidden/>
          </w:rPr>
          <w:t>56</w:t>
        </w:r>
        <w:r>
          <w:rPr>
            <w:noProof/>
            <w:webHidden/>
          </w:rPr>
          <w:fldChar w:fldCharType="end"/>
        </w:r>
      </w:hyperlink>
    </w:p>
    <w:p w14:paraId="1B14177C" w14:textId="3D5BE42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0" w:history="1">
        <w:r w:rsidRPr="001F0789">
          <w:rPr>
            <w:rStyle w:val="Hyperlink"/>
            <w:noProof/>
            <w14:scene3d>
              <w14:camera w14:prst="orthographicFront"/>
              <w14:lightRig w14:rig="threePt" w14:dir="t">
                <w14:rot w14:lat="0" w14:lon="0" w14:rev="0"/>
              </w14:lightRig>
            </w14:scene3d>
          </w:rPr>
          <w:t>31.3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_Toc64888690 \h </w:instrText>
        </w:r>
        <w:r>
          <w:rPr>
            <w:noProof/>
            <w:webHidden/>
          </w:rPr>
        </w:r>
        <w:r>
          <w:rPr>
            <w:noProof/>
            <w:webHidden/>
          </w:rPr>
          <w:fldChar w:fldCharType="separate"/>
        </w:r>
        <w:r>
          <w:rPr>
            <w:noProof/>
            <w:webHidden/>
          </w:rPr>
          <w:t>56</w:t>
        </w:r>
        <w:r>
          <w:rPr>
            <w:noProof/>
            <w:webHidden/>
          </w:rPr>
          <w:fldChar w:fldCharType="end"/>
        </w:r>
      </w:hyperlink>
    </w:p>
    <w:p w14:paraId="6CD5A3AC" w14:textId="0E030E0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1" w:history="1">
        <w:r w:rsidRPr="001F0789">
          <w:rPr>
            <w:rStyle w:val="Hyperlink"/>
            <w:noProof/>
            <w14:scene3d>
              <w14:camera w14:prst="orthographicFront"/>
              <w14:lightRig w14:rig="threePt" w14:dir="t">
                <w14:rot w14:lat="0" w14:lon="0" w14:rev="0"/>
              </w14:lightRig>
            </w14:scene3d>
          </w:rPr>
          <w:t>31.4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_Toc64888691 \h </w:instrText>
        </w:r>
        <w:r>
          <w:rPr>
            <w:noProof/>
            <w:webHidden/>
          </w:rPr>
        </w:r>
        <w:r>
          <w:rPr>
            <w:noProof/>
            <w:webHidden/>
          </w:rPr>
          <w:fldChar w:fldCharType="separate"/>
        </w:r>
        <w:r>
          <w:rPr>
            <w:noProof/>
            <w:webHidden/>
          </w:rPr>
          <w:t>56</w:t>
        </w:r>
        <w:r>
          <w:rPr>
            <w:noProof/>
            <w:webHidden/>
          </w:rPr>
          <w:fldChar w:fldCharType="end"/>
        </w:r>
      </w:hyperlink>
    </w:p>
    <w:p w14:paraId="5AF4DD17" w14:textId="70BE361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2" w:history="1">
        <w:r w:rsidRPr="001F0789">
          <w:rPr>
            <w:rStyle w:val="Hyperlink"/>
            <w:noProof/>
            <w14:scene3d>
              <w14:camera w14:prst="orthographicFront"/>
              <w14:lightRig w14:rig="threePt" w14:dir="t">
                <w14:rot w14:lat="0" w14:lon="0" w14:rev="0"/>
              </w14:lightRig>
            </w14:scene3d>
          </w:rPr>
          <w:t>31.5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_Toc64888692 \h </w:instrText>
        </w:r>
        <w:r>
          <w:rPr>
            <w:noProof/>
            <w:webHidden/>
          </w:rPr>
        </w:r>
        <w:r>
          <w:rPr>
            <w:noProof/>
            <w:webHidden/>
          </w:rPr>
          <w:fldChar w:fldCharType="separate"/>
        </w:r>
        <w:r>
          <w:rPr>
            <w:noProof/>
            <w:webHidden/>
          </w:rPr>
          <w:t>56</w:t>
        </w:r>
        <w:r>
          <w:rPr>
            <w:noProof/>
            <w:webHidden/>
          </w:rPr>
          <w:fldChar w:fldCharType="end"/>
        </w:r>
      </w:hyperlink>
    </w:p>
    <w:p w14:paraId="7ED2B2DD" w14:textId="7174897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3" w:history="1">
        <w:r w:rsidRPr="001F0789">
          <w:rPr>
            <w:rStyle w:val="Hyperlink"/>
            <w:noProof/>
            <w14:scene3d>
              <w14:camera w14:prst="orthographicFront"/>
              <w14:lightRig w14:rig="threePt" w14:dir="t">
                <w14:rot w14:lat="0" w14:lon="0" w14:rev="0"/>
              </w14:lightRig>
            </w14:scene3d>
          </w:rPr>
          <w:t>31.6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_Toc64888693 \h </w:instrText>
        </w:r>
        <w:r>
          <w:rPr>
            <w:noProof/>
            <w:webHidden/>
          </w:rPr>
        </w:r>
        <w:r>
          <w:rPr>
            <w:noProof/>
            <w:webHidden/>
          </w:rPr>
          <w:fldChar w:fldCharType="separate"/>
        </w:r>
        <w:r>
          <w:rPr>
            <w:noProof/>
            <w:webHidden/>
          </w:rPr>
          <w:t>56</w:t>
        </w:r>
        <w:r>
          <w:rPr>
            <w:noProof/>
            <w:webHidden/>
          </w:rPr>
          <w:fldChar w:fldCharType="end"/>
        </w:r>
      </w:hyperlink>
    </w:p>
    <w:p w14:paraId="7424BD9F" w14:textId="3B9CD364"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694" w:history="1">
        <w:r w:rsidRPr="001F0789">
          <w:rPr>
            <w:rStyle w:val="Hyperlink"/>
            <w:noProof/>
          </w:rPr>
          <w:t>32</w:t>
        </w:r>
        <w:r>
          <w:rPr>
            <w:rFonts w:asciiTheme="minorHAnsi" w:eastAsiaTheme="minorEastAsia" w:hAnsiTheme="minorHAnsi" w:cstheme="minorBidi"/>
            <w:b w:val="0"/>
            <w:noProof/>
            <w:lang w:eastAsia="sl-SI"/>
          </w:rPr>
          <w:tab/>
        </w:r>
        <w:r w:rsidRPr="001F0789">
          <w:rPr>
            <w:rStyle w:val="Hyperlink"/>
            <w:noProof/>
          </w:rPr>
          <w:t>Menjava dobavitelja oddaja dopolnjene vloge</w:t>
        </w:r>
        <w:r>
          <w:rPr>
            <w:noProof/>
            <w:webHidden/>
          </w:rPr>
          <w:tab/>
        </w:r>
        <w:r>
          <w:rPr>
            <w:noProof/>
            <w:webHidden/>
          </w:rPr>
          <w:fldChar w:fldCharType="begin"/>
        </w:r>
        <w:r>
          <w:rPr>
            <w:noProof/>
            <w:webHidden/>
          </w:rPr>
          <w:instrText xml:space="preserve"> PAGEREF _Toc64888694 \h </w:instrText>
        </w:r>
        <w:r>
          <w:rPr>
            <w:noProof/>
            <w:webHidden/>
          </w:rPr>
        </w:r>
        <w:r>
          <w:rPr>
            <w:noProof/>
            <w:webHidden/>
          </w:rPr>
          <w:fldChar w:fldCharType="separate"/>
        </w:r>
        <w:r>
          <w:rPr>
            <w:noProof/>
            <w:webHidden/>
          </w:rPr>
          <w:t>57</w:t>
        </w:r>
        <w:r>
          <w:rPr>
            <w:noProof/>
            <w:webHidden/>
          </w:rPr>
          <w:fldChar w:fldCharType="end"/>
        </w:r>
      </w:hyperlink>
    </w:p>
    <w:p w14:paraId="408B67FC" w14:textId="0F19864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5" w:history="1">
        <w:r w:rsidRPr="001F0789">
          <w:rPr>
            <w:rStyle w:val="Hyperlink"/>
            <w:noProof/>
            <w14:scene3d>
              <w14:camera w14:prst="orthographicFront"/>
              <w14:lightRig w14:rig="threePt" w14:dir="t">
                <w14:rot w14:lat="0" w14:lon="0" w14:rev="0"/>
              </w14:lightRig>
            </w14:scene3d>
          </w:rPr>
          <w:t>32.1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_Toc64888695 \h </w:instrText>
        </w:r>
        <w:r>
          <w:rPr>
            <w:noProof/>
            <w:webHidden/>
          </w:rPr>
        </w:r>
        <w:r>
          <w:rPr>
            <w:noProof/>
            <w:webHidden/>
          </w:rPr>
          <w:fldChar w:fldCharType="separate"/>
        </w:r>
        <w:r>
          <w:rPr>
            <w:noProof/>
            <w:webHidden/>
          </w:rPr>
          <w:t>57</w:t>
        </w:r>
        <w:r>
          <w:rPr>
            <w:noProof/>
            <w:webHidden/>
          </w:rPr>
          <w:fldChar w:fldCharType="end"/>
        </w:r>
      </w:hyperlink>
    </w:p>
    <w:p w14:paraId="3F2105B0" w14:textId="6943BA9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6" w:history="1">
        <w:r w:rsidRPr="001F0789">
          <w:rPr>
            <w:rStyle w:val="Hyperlink"/>
            <w:noProof/>
            <w14:scene3d>
              <w14:camera w14:prst="orthographicFront"/>
              <w14:lightRig w14:rig="threePt" w14:dir="t">
                <w14:rot w14:lat="0" w14:lon="0" w14:rev="0"/>
              </w14:lightRig>
            </w14:scene3d>
          </w:rPr>
          <w:t>32.2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_Toc64888696 \h </w:instrText>
        </w:r>
        <w:r>
          <w:rPr>
            <w:noProof/>
            <w:webHidden/>
          </w:rPr>
        </w:r>
        <w:r>
          <w:rPr>
            <w:noProof/>
            <w:webHidden/>
          </w:rPr>
          <w:fldChar w:fldCharType="separate"/>
        </w:r>
        <w:r>
          <w:rPr>
            <w:noProof/>
            <w:webHidden/>
          </w:rPr>
          <w:t>57</w:t>
        </w:r>
        <w:r>
          <w:rPr>
            <w:noProof/>
            <w:webHidden/>
          </w:rPr>
          <w:fldChar w:fldCharType="end"/>
        </w:r>
      </w:hyperlink>
    </w:p>
    <w:p w14:paraId="70E4144A" w14:textId="6CA5356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7" w:history="1">
        <w:r w:rsidRPr="001F0789">
          <w:rPr>
            <w:rStyle w:val="Hyperlink"/>
            <w:noProof/>
            <w14:scene3d>
              <w14:camera w14:prst="orthographicFront"/>
              <w14:lightRig w14:rig="threePt" w14:dir="t">
                <w14:rot w14:lat="0" w14:lon="0" w14:rev="0"/>
              </w14:lightRig>
            </w14:scene3d>
          </w:rPr>
          <w:t>32.3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_Toc64888697 \h </w:instrText>
        </w:r>
        <w:r>
          <w:rPr>
            <w:noProof/>
            <w:webHidden/>
          </w:rPr>
        </w:r>
        <w:r>
          <w:rPr>
            <w:noProof/>
            <w:webHidden/>
          </w:rPr>
          <w:fldChar w:fldCharType="separate"/>
        </w:r>
        <w:r>
          <w:rPr>
            <w:noProof/>
            <w:webHidden/>
          </w:rPr>
          <w:t>57</w:t>
        </w:r>
        <w:r>
          <w:rPr>
            <w:noProof/>
            <w:webHidden/>
          </w:rPr>
          <w:fldChar w:fldCharType="end"/>
        </w:r>
      </w:hyperlink>
    </w:p>
    <w:p w14:paraId="78EB558A" w14:textId="791F2AD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8" w:history="1">
        <w:r w:rsidRPr="001F0789">
          <w:rPr>
            <w:rStyle w:val="Hyperlink"/>
            <w:noProof/>
            <w14:scene3d>
              <w14:camera w14:prst="orthographicFront"/>
              <w14:lightRig w14:rig="threePt" w14:dir="t">
                <w14:rot w14:lat="0" w14:lon="0" w14:rev="0"/>
              </w14:lightRig>
            </w14:scene3d>
          </w:rPr>
          <w:t>32.4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_Toc64888698 \h </w:instrText>
        </w:r>
        <w:r>
          <w:rPr>
            <w:noProof/>
            <w:webHidden/>
          </w:rPr>
        </w:r>
        <w:r>
          <w:rPr>
            <w:noProof/>
            <w:webHidden/>
          </w:rPr>
          <w:fldChar w:fldCharType="separate"/>
        </w:r>
        <w:r>
          <w:rPr>
            <w:noProof/>
            <w:webHidden/>
          </w:rPr>
          <w:t>57</w:t>
        </w:r>
        <w:r>
          <w:rPr>
            <w:noProof/>
            <w:webHidden/>
          </w:rPr>
          <w:fldChar w:fldCharType="end"/>
        </w:r>
      </w:hyperlink>
    </w:p>
    <w:p w14:paraId="773D764E" w14:textId="465BB5D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699" w:history="1">
        <w:r w:rsidRPr="001F0789">
          <w:rPr>
            <w:rStyle w:val="Hyperlink"/>
            <w:noProof/>
            <w14:scene3d>
              <w14:camera w14:prst="orthographicFront"/>
              <w14:lightRig w14:rig="threePt" w14:dir="t">
                <w14:rot w14:lat="0" w14:lon="0" w14:rev="0"/>
              </w14:lightRig>
            </w14:scene3d>
          </w:rPr>
          <w:t>32.5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_Toc64888699 \h </w:instrText>
        </w:r>
        <w:r>
          <w:rPr>
            <w:noProof/>
            <w:webHidden/>
          </w:rPr>
        </w:r>
        <w:r>
          <w:rPr>
            <w:noProof/>
            <w:webHidden/>
          </w:rPr>
          <w:fldChar w:fldCharType="separate"/>
        </w:r>
        <w:r>
          <w:rPr>
            <w:noProof/>
            <w:webHidden/>
          </w:rPr>
          <w:t>57</w:t>
        </w:r>
        <w:r>
          <w:rPr>
            <w:noProof/>
            <w:webHidden/>
          </w:rPr>
          <w:fldChar w:fldCharType="end"/>
        </w:r>
      </w:hyperlink>
    </w:p>
    <w:p w14:paraId="0BF09330" w14:textId="4071CF0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0" w:history="1">
        <w:r w:rsidRPr="001F0789">
          <w:rPr>
            <w:rStyle w:val="Hyperlink"/>
            <w:noProof/>
            <w14:scene3d>
              <w14:camera w14:prst="orthographicFront"/>
              <w14:lightRig w14:rig="threePt" w14:dir="t">
                <w14:rot w14:lat="0" w14:lon="0" w14:rev="0"/>
              </w14:lightRig>
            </w14:scene3d>
          </w:rPr>
          <w:t>32.6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_Toc64888700 \h </w:instrText>
        </w:r>
        <w:r>
          <w:rPr>
            <w:noProof/>
            <w:webHidden/>
          </w:rPr>
        </w:r>
        <w:r>
          <w:rPr>
            <w:noProof/>
            <w:webHidden/>
          </w:rPr>
          <w:fldChar w:fldCharType="separate"/>
        </w:r>
        <w:r>
          <w:rPr>
            <w:noProof/>
            <w:webHidden/>
          </w:rPr>
          <w:t>57</w:t>
        </w:r>
        <w:r>
          <w:rPr>
            <w:noProof/>
            <w:webHidden/>
          </w:rPr>
          <w:fldChar w:fldCharType="end"/>
        </w:r>
      </w:hyperlink>
    </w:p>
    <w:p w14:paraId="274B4DDD" w14:textId="3CFB987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01" w:history="1">
        <w:r w:rsidRPr="001F0789">
          <w:rPr>
            <w:rStyle w:val="Hyperlink"/>
            <w:noProof/>
          </w:rPr>
          <w:t>33</w:t>
        </w:r>
        <w:r>
          <w:rPr>
            <w:rFonts w:asciiTheme="minorHAnsi" w:eastAsiaTheme="minorEastAsia" w:hAnsiTheme="minorHAnsi" w:cstheme="minorBidi"/>
            <w:b w:val="0"/>
            <w:noProof/>
            <w:lang w:eastAsia="sl-SI"/>
          </w:rPr>
          <w:tab/>
        </w:r>
        <w:r w:rsidRPr="001F0789">
          <w:rPr>
            <w:rStyle w:val="Hyperlink"/>
            <w:noProof/>
          </w:rPr>
          <w:t>Menjava dobavitelja oddaja dopolnjene vloge v2</w:t>
        </w:r>
        <w:r>
          <w:rPr>
            <w:noProof/>
            <w:webHidden/>
          </w:rPr>
          <w:tab/>
        </w:r>
        <w:r>
          <w:rPr>
            <w:noProof/>
            <w:webHidden/>
          </w:rPr>
          <w:fldChar w:fldCharType="begin"/>
        </w:r>
        <w:r>
          <w:rPr>
            <w:noProof/>
            <w:webHidden/>
          </w:rPr>
          <w:instrText xml:space="preserve"> PAGEREF _Toc64888701 \h </w:instrText>
        </w:r>
        <w:r>
          <w:rPr>
            <w:noProof/>
            <w:webHidden/>
          </w:rPr>
        </w:r>
        <w:r>
          <w:rPr>
            <w:noProof/>
            <w:webHidden/>
          </w:rPr>
          <w:fldChar w:fldCharType="separate"/>
        </w:r>
        <w:r>
          <w:rPr>
            <w:noProof/>
            <w:webHidden/>
          </w:rPr>
          <w:t>58</w:t>
        </w:r>
        <w:r>
          <w:rPr>
            <w:noProof/>
            <w:webHidden/>
          </w:rPr>
          <w:fldChar w:fldCharType="end"/>
        </w:r>
      </w:hyperlink>
    </w:p>
    <w:p w14:paraId="0EF6DE52" w14:textId="54B3F12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2" w:history="1">
        <w:r w:rsidRPr="001F0789">
          <w:rPr>
            <w:rStyle w:val="Hyperlink"/>
            <w:noProof/>
            <w14:scene3d>
              <w14:camera w14:prst="orthographicFront"/>
              <w14:lightRig w14:rig="threePt" w14:dir="t">
                <w14:rot w14:lat="0" w14:lon="0" w14:rev="0"/>
              </w14:lightRig>
            </w14:scene3d>
          </w:rPr>
          <w:t>33.1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_Toc64888702 \h </w:instrText>
        </w:r>
        <w:r>
          <w:rPr>
            <w:noProof/>
            <w:webHidden/>
          </w:rPr>
        </w:r>
        <w:r>
          <w:rPr>
            <w:noProof/>
            <w:webHidden/>
          </w:rPr>
          <w:fldChar w:fldCharType="separate"/>
        </w:r>
        <w:r>
          <w:rPr>
            <w:noProof/>
            <w:webHidden/>
          </w:rPr>
          <w:t>58</w:t>
        </w:r>
        <w:r>
          <w:rPr>
            <w:noProof/>
            <w:webHidden/>
          </w:rPr>
          <w:fldChar w:fldCharType="end"/>
        </w:r>
      </w:hyperlink>
    </w:p>
    <w:p w14:paraId="2FBBAAC2" w14:textId="6E72201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3" w:history="1">
        <w:r w:rsidRPr="001F0789">
          <w:rPr>
            <w:rStyle w:val="Hyperlink"/>
            <w:noProof/>
            <w14:scene3d>
              <w14:camera w14:prst="orthographicFront"/>
              <w14:lightRig w14:rig="threePt" w14:dir="t">
                <w14:rot w14:lat="0" w14:lon="0" w14:rev="0"/>
              </w14:lightRig>
            </w14:scene3d>
          </w:rPr>
          <w:t>33.2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_Toc64888703 \h </w:instrText>
        </w:r>
        <w:r>
          <w:rPr>
            <w:noProof/>
            <w:webHidden/>
          </w:rPr>
        </w:r>
        <w:r>
          <w:rPr>
            <w:noProof/>
            <w:webHidden/>
          </w:rPr>
          <w:fldChar w:fldCharType="separate"/>
        </w:r>
        <w:r>
          <w:rPr>
            <w:noProof/>
            <w:webHidden/>
          </w:rPr>
          <w:t>58</w:t>
        </w:r>
        <w:r>
          <w:rPr>
            <w:noProof/>
            <w:webHidden/>
          </w:rPr>
          <w:fldChar w:fldCharType="end"/>
        </w:r>
      </w:hyperlink>
    </w:p>
    <w:p w14:paraId="4D92AC71" w14:textId="53B98D6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4" w:history="1">
        <w:r w:rsidRPr="001F0789">
          <w:rPr>
            <w:rStyle w:val="Hyperlink"/>
            <w:noProof/>
            <w14:scene3d>
              <w14:camera w14:prst="orthographicFront"/>
              <w14:lightRig w14:rig="threePt" w14:dir="t">
                <w14:rot w14:lat="0" w14:lon="0" w14:rev="0"/>
              </w14:lightRig>
            </w14:scene3d>
          </w:rPr>
          <w:t>33.3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_Toc64888704 \h </w:instrText>
        </w:r>
        <w:r>
          <w:rPr>
            <w:noProof/>
            <w:webHidden/>
          </w:rPr>
        </w:r>
        <w:r>
          <w:rPr>
            <w:noProof/>
            <w:webHidden/>
          </w:rPr>
          <w:fldChar w:fldCharType="separate"/>
        </w:r>
        <w:r>
          <w:rPr>
            <w:noProof/>
            <w:webHidden/>
          </w:rPr>
          <w:t>58</w:t>
        </w:r>
        <w:r>
          <w:rPr>
            <w:noProof/>
            <w:webHidden/>
          </w:rPr>
          <w:fldChar w:fldCharType="end"/>
        </w:r>
      </w:hyperlink>
    </w:p>
    <w:p w14:paraId="0EEE4E56" w14:textId="1CFFEF9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5" w:history="1">
        <w:r w:rsidRPr="001F0789">
          <w:rPr>
            <w:rStyle w:val="Hyperlink"/>
            <w:noProof/>
            <w14:scene3d>
              <w14:camera w14:prst="orthographicFront"/>
              <w14:lightRig w14:rig="threePt" w14:dir="t">
                <w14:rot w14:lat="0" w14:lon="0" w14:rev="0"/>
              </w14:lightRig>
            </w14:scene3d>
          </w:rPr>
          <w:t>33.4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_Toc64888705 \h </w:instrText>
        </w:r>
        <w:r>
          <w:rPr>
            <w:noProof/>
            <w:webHidden/>
          </w:rPr>
        </w:r>
        <w:r>
          <w:rPr>
            <w:noProof/>
            <w:webHidden/>
          </w:rPr>
          <w:fldChar w:fldCharType="separate"/>
        </w:r>
        <w:r>
          <w:rPr>
            <w:noProof/>
            <w:webHidden/>
          </w:rPr>
          <w:t>58</w:t>
        </w:r>
        <w:r>
          <w:rPr>
            <w:noProof/>
            <w:webHidden/>
          </w:rPr>
          <w:fldChar w:fldCharType="end"/>
        </w:r>
      </w:hyperlink>
    </w:p>
    <w:p w14:paraId="673FE034" w14:textId="14EAA10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6" w:history="1">
        <w:r w:rsidRPr="001F0789">
          <w:rPr>
            <w:rStyle w:val="Hyperlink"/>
            <w:noProof/>
            <w14:scene3d>
              <w14:camera w14:prst="orthographicFront"/>
              <w14:lightRig w14:rig="threePt" w14:dir="t">
                <w14:rot w14:lat="0" w14:lon="0" w14:rev="0"/>
              </w14:lightRig>
            </w14:scene3d>
          </w:rPr>
          <w:t>33.5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_Toc64888706 \h </w:instrText>
        </w:r>
        <w:r>
          <w:rPr>
            <w:noProof/>
            <w:webHidden/>
          </w:rPr>
        </w:r>
        <w:r>
          <w:rPr>
            <w:noProof/>
            <w:webHidden/>
          </w:rPr>
          <w:fldChar w:fldCharType="separate"/>
        </w:r>
        <w:r>
          <w:rPr>
            <w:noProof/>
            <w:webHidden/>
          </w:rPr>
          <w:t>58</w:t>
        </w:r>
        <w:r>
          <w:rPr>
            <w:noProof/>
            <w:webHidden/>
          </w:rPr>
          <w:fldChar w:fldCharType="end"/>
        </w:r>
      </w:hyperlink>
    </w:p>
    <w:p w14:paraId="1889161E" w14:textId="3ECCD39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7" w:history="1">
        <w:r w:rsidRPr="001F0789">
          <w:rPr>
            <w:rStyle w:val="Hyperlink"/>
            <w:noProof/>
            <w14:scene3d>
              <w14:camera w14:prst="orthographicFront"/>
              <w14:lightRig w14:rig="threePt" w14:dir="t">
                <w14:rot w14:lat="0" w14:lon="0" w14:rev="0"/>
              </w14:lightRig>
            </w14:scene3d>
          </w:rPr>
          <w:t>33.6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_Toc64888707 \h </w:instrText>
        </w:r>
        <w:r>
          <w:rPr>
            <w:noProof/>
            <w:webHidden/>
          </w:rPr>
        </w:r>
        <w:r>
          <w:rPr>
            <w:noProof/>
            <w:webHidden/>
          </w:rPr>
          <w:fldChar w:fldCharType="separate"/>
        </w:r>
        <w:r>
          <w:rPr>
            <w:noProof/>
            <w:webHidden/>
          </w:rPr>
          <w:t>58</w:t>
        </w:r>
        <w:r>
          <w:rPr>
            <w:noProof/>
            <w:webHidden/>
          </w:rPr>
          <w:fldChar w:fldCharType="end"/>
        </w:r>
      </w:hyperlink>
    </w:p>
    <w:p w14:paraId="5E222D9A" w14:textId="7CC5A82E"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08" w:history="1">
        <w:r w:rsidRPr="001F0789">
          <w:rPr>
            <w:rStyle w:val="Hyperlink"/>
            <w:noProof/>
            <w:highlight w:val="yellow"/>
          </w:rPr>
          <w:t>34</w:t>
        </w:r>
        <w:r>
          <w:rPr>
            <w:rFonts w:asciiTheme="minorHAnsi" w:eastAsiaTheme="minorEastAsia" w:hAnsiTheme="minorHAnsi" w:cstheme="minorBidi"/>
            <w:b w:val="0"/>
            <w:noProof/>
            <w:lang w:eastAsia="sl-SI"/>
          </w:rPr>
          <w:tab/>
        </w:r>
        <w:r w:rsidRPr="001F0789">
          <w:rPr>
            <w:rStyle w:val="Hyperlink"/>
            <w:noProof/>
            <w:highlight w:val="yellow"/>
          </w:rPr>
          <w:t>Menjava dobavitelja</w:t>
        </w:r>
        <w:r>
          <w:rPr>
            <w:noProof/>
            <w:webHidden/>
          </w:rPr>
          <w:tab/>
        </w:r>
        <w:r>
          <w:rPr>
            <w:noProof/>
            <w:webHidden/>
          </w:rPr>
          <w:fldChar w:fldCharType="begin"/>
        </w:r>
        <w:r>
          <w:rPr>
            <w:noProof/>
            <w:webHidden/>
          </w:rPr>
          <w:instrText xml:space="preserve"> PAGEREF _Toc64888708 \h </w:instrText>
        </w:r>
        <w:r>
          <w:rPr>
            <w:noProof/>
            <w:webHidden/>
          </w:rPr>
        </w:r>
        <w:r>
          <w:rPr>
            <w:noProof/>
            <w:webHidden/>
          </w:rPr>
          <w:fldChar w:fldCharType="separate"/>
        </w:r>
        <w:r>
          <w:rPr>
            <w:noProof/>
            <w:webHidden/>
          </w:rPr>
          <w:t>59</w:t>
        </w:r>
        <w:r>
          <w:rPr>
            <w:noProof/>
            <w:webHidden/>
          </w:rPr>
          <w:fldChar w:fldCharType="end"/>
        </w:r>
      </w:hyperlink>
    </w:p>
    <w:p w14:paraId="603C4955" w14:textId="0D90539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09" w:history="1">
        <w:r w:rsidRPr="001F0789">
          <w:rPr>
            <w:rStyle w:val="Hyperlink"/>
            <w:noProof/>
            <w14:scene3d>
              <w14:camera w14:prst="orthographicFront"/>
              <w14:lightRig w14:rig="threePt" w14:dir="t">
                <w14:rot w14:lat="0" w14:lon="0" w14:rev="0"/>
              </w14:lightRig>
            </w14:scene3d>
          </w:rPr>
          <w:t>34.1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_Toc64888709 \h </w:instrText>
        </w:r>
        <w:r>
          <w:rPr>
            <w:noProof/>
            <w:webHidden/>
          </w:rPr>
        </w:r>
        <w:r>
          <w:rPr>
            <w:noProof/>
            <w:webHidden/>
          </w:rPr>
          <w:fldChar w:fldCharType="separate"/>
        </w:r>
        <w:r>
          <w:rPr>
            <w:noProof/>
            <w:webHidden/>
          </w:rPr>
          <w:t>59</w:t>
        </w:r>
        <w:r>
          <w:rPr>
            <w:noProof/>
            <w:webHidden/>
          </w:rPr>
          <w:fldChar w:fldCharType="end"/>
        </w:r>
      </w:hyperlink>
    </w:p>
    <w:p w14:paraId="03D61A4C" w14:textId="334BF17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10" w:history="1">
        <w:r w:rsidRPr="001F0789">
          <w:rPr>
            <w:rStyle w:val="Hyperlink"/>
            <w:noProof/>
            <w14:scene3d>
              <w14:camera w14:prst="orthographicFront"/>
              <w14:lightRig w14:rig="threePt" w14:dir="t">
                <w14:rot w14:lat="0" w14:lon="0" w14:rev="0"/>
              </w14:lightRig>
            </w14:scene3d>
          </w:rPr>
          <w:t>34.2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_Toc64888710 \h </w:instrText>
        </w:r>
        <w:r>
          <w:rPr>
            <w:noProof/>
            <w:webHidden/>
          </w:rPr>
        </w:r>
        <w:r>
          <w:rPr>
            <w:noProof/>
            <w:webHidden/>
          </w:rPr>
          <w:fldChar w:fldCharType="separate"/>
        </w:r>
        <w:r>
          <w:rPr>
            <w:noProof/>
            <w:webHidden/>
          </w:rPr>
          <w:t>59</w:t>
        </w:r>
        <w:r>
          <w:rPr>
            <w:noProof/>
            <w:webHidden/>
          </w:rPr>
          <w:fldChar w:fldCharType="end"/>
        </w:r>
      </w:hyperlink>
    </w:p>
    <w:p w14:paraId="47BB95F9" w14:textId="02552C1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11" w:history="1">
        <w:r w:rsidRPr="001F0789">
          <w:rPr>
            <w:rStyle w:val="Hyperlink"/>
            <w:noProof/>
            <w14:scene3d>
              <w14:camera w14:prst="orthographicFront"/>
              <w14:lightRig w14:rig="threePt" w14:dir="t">
                <w14:rot w14:lat="0" w14:lon="0" w14:rev="0"/>
              </w14:lightRig>
            </w14:scene3d>
          </w:rPr>
          <w:t>34.3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_Toc64888711 \h </w:instrText>
        </w:r>
        <w:r>
          <w:rPr>
            <w:noProof/>
            <w:webHidden/>
          </w:rPr>
        </w:r>
        <w:r>
          <w:rPr>
            <w:noProof/>
            <w:webHidden/>
          </w:rPr>
          <w:fldChar w:fldCharType="separate"/>
        </w:r>
        <w:r>
          <w:rPr>
            <w:noProof/>
            <w:webHidden/>
          </w:rPr>
          <w:t>60</w:t>
        </w:r>
        <w:r>
          <w:rPr>
            <w:noProof/>
            <w:webHidden/>
          </w:rPr>
          <w:fldChar w:fldCharType="end"/>
        </w:r>
      </w:hyperlink>
    </w:p>
    <w:p w14:paraId="02754C6D" w14:textId="26DA522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12" w:history="1">
        <w:r w:rsidRPr="001F0789">
          <w:rPr>
            <w:rStyle w:val="Hyperlink"/>
            <w:noProof/>
            <w14:scene3d>
              <w14:camera w14:prst="orthographicFront"/>
              <w14:lightRig w14:rig="threePt" w14:dir="t">
                <w14:rot w14:lat="0" w14:lon="0" w14:rev="0"/>
              </w14:lightRig>
            </w14:scene3d>
          </w:rPr>
          <w:t>34.4</w:t>
        </w:r>
        <w:r>
          <w:rPr>
            <w:rFonts w:asciiTheme="minorHAnsi" w:eastAsiaTheme="minorEastAsia" w:hAnsiTheme="minorHAnsi" w:cstheme="minorBidi"/>
            <w:noProof/>
            <w:lang w:eastAsia="sl-SI"/>
          </w:rPr>
          <w:tab/>
        </w:r>
        <w:r w:rsidRPr="001F0789">
          <w:rPr>
            <w:rStyle w:val="Hyperlink"/>
            <w:noProof/>
          </w:rPr>
          <w:t>Izpostavljene operacije</w:t>
        </w:r>
        <w:r>
          <w:rPr>
            <w:noProof/>
            <w:webHidden/>
          </w:rPr>
          <w:tab/>
        </w:r>
        <w:r>
          <w:rPr>
            <w:noProof/>
            <w:webHidden/>
          </w:rPr>
          <w:fldChar w:fldCharType="begin"/>
        </w:r>
        <w:r>
          <w:rPr>
            <w:noProof/>
            <w:webHidden/>
          </w:rPr>
          <w:instrText xml:space="preserve"> PAGEREF _Toc64888712 \h </w:instrText>
        </w:r>
        <w:r>
          <w:rPr>
            <w:noProof/>
            <w:webHidden/>
          </w:rPr>
        </w:r>
        <w:r>
          <w:rPr>
            <w:noProof/>
            <w:webHidden/>
          </w:rPr>
          <w:fldChar w:fldCharType="separate"/>
        </w:r>
        <w:r>
          <w:rPr>
            <w:noProof/>
            <w:webHidden/>
          </w:rPr>
          <w:t>60</w:t>
        </w:r>
        <w:r>
          <w:rPr>
            <w:noProof/>
            <w:webHidden/>
          </w:rPr>
          <w:fldChar w:fldCharType="end"/>
        </w:r>
      </w:hyperlink>
    </w:p>
    <w:p w14:paraId="69019257" w14:textId="1F354B7C"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3" w:history="1">
        <w:r w:rsidRPr="001F0789">
          <w:rPr>
            <w:rStyle w:val="Hyperlink"/>
            <w:noProof/>
          </w:rPr>
          <w:t>34.4.1</w:t>
        </w:r>
        <w:r>
          <w:rPr>
            <w:rFonts w:asciiTheme="minorHAnsi" w:eastAsiaTheme="minorEastAsia" w:hAnsiTheme="minorHAnsi" w:cstheme="minorBidi"/>
            <w:noProof/>
            <w:lang w:eastAsia="sl-SI"/>
          </w:rPr>
          <w:tab/>
        </w:r>
        <w:r w:rsidRPr="001F0789">
          <w:rPr>
            <w:rStyle w:val="Hyperlink"/>
            <w:noProof/>
          </w:rPr>
          <w:t>OddajVlogo</w:t>
        </w:r>
        <w:r>
          <w:rPr>
            <w:noProof/>
            <w:webHidden/>
          </w:rPr>
          <w:tab/>
        </w:r>
        <w:r>
          <w:rPr>
            <w:noProof/>
            <w:webHidden/>
          </w:rPr>
          <w:fldChar w:fldCharType="begin"/>
        </w:r>
        <w:r>
          <w:rPr>
            <w:noProof/>
            <w:webHidden/>
          </w:rPr>
          <w:instrText xml:space="preserve"> PAGEREF _Toc64888713 \h </w:instrText>
        </w:r>
        <w:r>
          <w:rPr>
            <w:noProof/>
            <w:webHidden/>
          </w:rPr>
        </w:r>
        <w:r>
          <w:rPr>
            <w:noProof/>
            <w:webHidden/>
          </w:rPr>
          <w:fldChar w:fldCharType="separate"/>
        </w:r>
        <w:r>
          <w:rPr>
            <w:noProof/>
            <w:webHidden/>
          </w:rPr>
          <w:t>60</w:t>
        </w:r>
        <w:r>
          <w:rPr>
            <w:noProof/>
            <w:webHidden/>
          </w:rPr>
          <w:fldChar w:fldCharType="end"/>
        </w:r>
      </w:hyperlink>
    </w:p>
    <w:p w14:paraId="7C57FBE8" w14:textId="49ED4447"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4" w:history="1">
        <w:r w:rsidRPr="001F0789">
          <w:rPr>
            <w:rStyle w:val="Hyperlink"/>
            <w:noProof/>
          </w:rPr>
          <w:t>34.4.2</w:t>
        </w:r>
        <w:r>
          <w:rPr>
            <w:rFonts w:asciiTheme="minorHAnsi" w:eastAsiaTheme="minorEastAsia" w:hAnsiTheme="minorHAnsi" w:cstheme="minorBidi"/>
            <w:noProof/>
            <w:lang w:eastAsia="sl-SI"/>
          </w:rPr>
          <w:tab/>
        </w:r>
        <w:r w:rsidRPr="001F0789">
          <w:rPr>
            <w:rStyle w:val="Hyperlink"/>
            <w:noProof/>
          </w:rPr>
          <w:t>NajdiVloge</w:t>
        </w:r>
        <w:r>
          <w:rPr>
            <w:noProof/>
            <w:webHidden/>
          </w:rPr>
          <w:tab/>
        </w:r>
        <w:r>
          <w:rPr>
            <w:noProof/>
            <w:webHidden/>
          </w:rPr>
          <w:fldChar w:fldCharType="begin"/>
        </w:r>
        <w:r>
          <w:rPr>
            <w:noProof/>
            <w:webHidden/>
          </w:rPr>
          <w:instrText xml:space="preserve"> PAGEREF _Toc64888714 \h </w:instrText>
        </w:r>
        <w:r>
          <w:rPr>
            <w:noProof/>
            <w:webHidden/>
          </w:rPr>
        </w:r>
        <w:r>
          <w:rPr>
            <w:noProof/>
            <w:webHidden/>
          </w:rPr>
          <w:fldChar w:fldCharType="separate"/>
        </w:r>
        <w:r>
          <w:rPr>
            <w:noProof/>
            <w:webHidden/>
          </w:rPr>
          <w:t>61</w:t>
        </w:r>
        <w:r>
          <w:rPr>
            <w:noProof/>
            <w:webHidden/>
          </w:rPr>
          <w:fldChar w:fldCharType="end"/>
        </w:r>
      </w:hyperlink>
    </w:p>
    <w:p w14:paraId="5667DE21" w14:textId="453526BF"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5" w:history="1">
        <w:r w:rsidRPr="001F0789">
          <w:rPr>
            <w:rStyle w:val="Hyperlink"/>
            <w:noProof/>
          </w:rPr>
          <w:t>34.4.3</w:t>
        </w:r>
        <w:r>
          <w:rPr>
            <w:rFonts w:asciiTheme="minorHAnsi" w:eastAsiaTheme="minorEastAsia" w:hAnsiTheme="minorHAnsi" w:cstheme="minorBidi"/>
            <w:noProof/>
            <w:lang w:eastAsia="sl-SI"/>
          </w:rPr>
          <w:tab/>
        </w:r>
        <w:r w:rsidRPr="001F0789">
          <w:rPr>
            <w:rStyle w:val="Hyperlink"/>
            <w:noProof/>
          </w:rPr>
          <w:t>VrniVlogo</w:t>
        </w:r>
        <w:r>
          <w:rPr>
            <w:noProof/>
            <w:webHidden/>
          </w:rPr>
          <w:tab/>
        </w:r>
        <w:r>
          <w:rPr>
            <w:noProof/>
            <w:webHidden/>
          </w:rPr>
          <w:fldChar w:fldCharType="begin"/>
        </w:r>
        <w:r>
          <w:rPr>
            <w:noProof/>
            <w:webHidden/>
          </w:rPr>
          <w:instrText xml:space="preserve"> PAGEREF _Toc64888715 \h </w:instrText>
        </w:r>
        <w:r>
          <w:rPr>
            <w:noProof/>
            <w:webHidden/>
          </w:rPr>
        </w:r>
        <w:r>
          <w:rPr>
            <w:noProof/>
            <w:webHidden/>
          </w:rPr>
          <w:fldChar w:fldCharType="separate"/>
        </w:r>
        <w:r>
          <w:rPr>
            <w:noProof/>
            <w:webHidden/>
          </w:rPr>
          <w:t>61</w:t>
        </w:r>
        <w:r>
          <w:rPr>
            <w:noProof/>
            <w:webHidden/>
          </w:rPr>
          <w:fldChar w:fldCharType="end"/>
        </w:r>
      </w:hyperlink>
    </w:p>
    <w:p w14:paraId="69C172B9" w14:textId="0CC2A727"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6" w:history="1">
        <w:r w:rsidRPr="001F0789">
          <w:rPr>
            <w:rStyle w:val="Hyperlink"/>
            <w:noProof/>
          </w:rPr>
          <w:t>34.4.4</w:t>
        </w:r>
        <w:r>
          <w:rPr>
            <w:rFonts w:asciiTheme="minorHAnsi" w:eastAsiaTheme="minorEastAsia" w:hAnsiTheme="minorHAnsi" w:cstheme="minorBidi"/>
            <w:noProof/>
            <w:lang w:eastAsia="sl-SI"/>
          </w:rPr>
          <w:tab/>
        </w:r>
        <w:r w:rsidRPr="001F0789">
          <w:rPr>
            <w:rStyle w:val="Hyperlink"/>
            <w:noProof/>
          </w:rPr>
          <w:t>Odstopi</w:t>
        </w:r>
        <w:r>
          <w:rPr>
            <w:noProof/>
            <w:webHidden/>
          </w:rPr>
          <w:tab/>
        </w:r>
        <w:r>
          <w:rPr>
            <w:noProof/>
            <w:webHidden/>
          </w:rPr>
          <w:fldChar w:fldCharType="begin"/>
        </w:r>
        <w:r>
          <w:rPr>
            <w:noProof/>
            <w:webHidden/>
          </w:rPr>
          <w:instrText xml:space="preserve"> PAGEREF _Toc64888716 \h </w:instrText>
        </w:r>
        <w:r>
          <w:rPr>
            <w:noProof/>
            <w:webHidden/>
          </w:rPr>
        </w:r>
        <w:r>
          <w:rPr>
            <w:noProof/>
            <w:webHidden/>
          </w:rPr>
          <w:fldChar w:fldCharType="separate"/>
        </w:r>
        <w:r>
          <w:rPr>
            <w:noProof/>
            <w:webHidden/>
          </w:rPr>
          <w:t>61</w:t>
        </w:r>
        <w:r>
          <w:rPr>
            <w:noProof/>
            <w:webHidden/>
          </w:rPr>
          <w:fldChar w:fldCharType="end"/>
        </w:r>
      </w:hyperlink>
    </w:p>
    <w:p w14:paraId="3D5B2223" w14:textId="76072170"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7" w:history="1">
        <w:r w:rsidRPr="001F0789">
          <w:rPr>
            <w:rStyle w:val="Hyperlink"/>
            <w:noProof/>
          </w:rPr>
          <w:t>34.4.5</w:t>
        </w:r>
        <w:r>
          <w:rPr>
            <w:rFonts w:asciiTheme="minorHAnsi" w:eastAsiaTheme="minorEastAsia" w:hAnsiTheme="minorHAnsi" w:cstheme="minorBidi"/>
            <w:noProof/>
            <w:lang w:eastAsia="sl-SI"/>
          </w:rPr>
          <w:tab/>
        </w:r>
        <w:r w:rsidRPr="001F0789">
          <w:rPr>
            <w:rStyle w:val="Hyperlink"/>
            <w:noProof/>
          </w:rPr>
          <w:t>ZahtevajRocnoOdcitavanjeEDP</w:t>
        </w:r>
        <w:r>
          <w:rPr>
            <w:noProof/>
            <w:webHidden/>
          </w:rPr>
          <w:tab/>
        </w:r>
        <w:r>
          <w:rPr>
            <w:noProof/>
            <w:webHidden/>
          </w:rPr>
          <w:fldChar w:fldCharType="begin"/>
        </w:r>
        <w:r>
          <w:rPr>
            <w:noProof/>
            <w:webHidden/>
          </w:rPr>
          <w:instrText xml:space="preserve"> PAGEREF _Toc64888717 \h </w:instrText>
        </w:r>
        <w:r>
          <w:rPr>
            <w:noProof/>
            <w:webHidden/>
          </w:rPr>
        </w:r>
        <w:r>
          <w:rPr>
            <w:noProof/>
            <w:webHidden/>
          </w:rPr>
          <w:fldChar w:fldCharType="separate"/>
        </w:r>
        <w:r>
          <w:rPr>
            <w:noProof/>
            <w:webHidden/>
          </w:rPr>
          <w:t>62</w:t>
        </w:r>
        <w:r>
          <w:rPr>
            <w:noProof/>
            <w:webHidden/>
          </w:rPr>
          <w:fldChar w:fldCharType="end"/>
        </w:r>
      </w:hyperlink>
    </w:p>
    <w:p w14:paraId="6C396703" w14:textId="4C05BDF9"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8" w:history="1">
        <w:r w:rsidRPr="001F0789">
          <w:rPr>
            <w:rStyle w:val="Hyperlink"/>
            <w:noProof/>
          </w:rPr>
          <w:t>34.4.6</w:t>
        </w:r>
        <w:r>
          <w:rPr>
            <w:rFonts w:asciiTheme="minorHAnsi" w:eastAsiaTheme="minorEastAsia" w:hAnsiTheme="minorHAnsi" w:cstheme="minorBidi"/>
            <w:noProof/>
            <w:lang w:eastAsia="sl-SI"/>
          </w:rPr>
          <w:tab/>
        </w:r>
        <w:r w:rsidRPr="001F0789">
          <w:rPr>
            <w:rStyle w:val="Hyperlink"/>
            <w:noProof/>
          </w:rPr>
          <w:t>OddajMasovnoVlogo</w:t>
        </w:r>
        <w:r>
          <w:rPr>
            <w:noProof/>
            <w:webHidden/>
          </w:rPr>
          <w:tab/>
        </w:r>
        <w:r>
          <w:rPr>
            <w:noProof/>
            <w:webHidden/>
          </w:rPr>
          <w:fldChar w:fldCharType="begin"/>
        </w:r>
        <w:r>
          <w:rPr>
            <w:noProof/>
            <w:webHidden/>
          </w:rPr>
          <w:instrText xml:space="preserve"> PAGEREF _Toc64888718 \h </w:instrText>
        </w:r>
        <w:r>
          <w:rPr>
            <w:noProof/>
            <w:webHidden/>
          </w:rPr>
        </w:r>
        <w:r>
          <w:rPr>
            <w:noProof/>
            <w:webHidden/>
          </w:rPr>
          <w:fldChar w:fldCharType="separate"/>
        </w:r>
        <w:r>
          <w:rPr>
            <w:noProof/>
            <w:webHidden/>
          </w:rPr>
          <w:t>62</w:t>
        </w:r>
        <w:r>
          <w:rPr>
            <w:noProof/>
            <w:webHidden/>
          </w:rPr>
          <w:fldChar w:fldCharType="end"/>
        </w:r>
      </w:hyperlink>
    </w:p>
    <w:p w14:paraId="7131D72C" w14:textId="04092BE7"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719" w:history="1">
        <w:r w:rsidRPr="001F0789">
          <w:rPr>
            <w:rStyle w:val="Hyperlink"/>
            <w:noProof/>
          </w:rPr>
          <w:t>34.4.7</w:t>
        </w:r>
        <w:r>
          <w:rPr>
            <w:rFonts w:asciiTheme="minorHAnsi" w:eastAsiaTheme="minorEastAsia" w:hAnsiTheme="minorHAnsi" w:cstheme="minorBidi"/>
            <w:noProof/>
            <w:lang w:eastAsia="sl-SI"/>
          </w:rPr>
          <w:tab/>
        </w:r>
        <w:r w:rsidRPr="001F0789">
          <w:rPr>
            <w:rStyle w:val="Hyperlink"/>
            <w:noProof/>
          </w:rPr>
          <w:t>VrniInfoZaMasovnoVlogo</w:t>
        </w:r>
        <w:r>
          <w:rPr>
            <w:noProof/>
            <w:webHidden/>
          </w:rPr>
          <w:tab/>
        </w:r>
        <w:r>
          <w:rPr>
            <w:noProof/>
            <w:webHidden/>
          </w:rPr>
          <w:fldChar w:fldCharType="begin"/>
        </w:r>
        <w:r>
          <w:rPr>
            <w:noProof/>
            <w:webHidden/>
          </w:rPr>
          <w:instrText xml:space="preserve"> PAGEREF _Toc64888719 \h </w:instrText>
        </w:r>
        <w:r>
          <w:rPr>
            <w:noProof/>
            <w:webHidden/>
          </w:rPr>
        </w:r>
        <w:r>
          <w:rPr>
            <w:noProof/>
            <w:webHidden/>
          </w:rPr>
          <w:fldChar w:fldCharType="separate"/>
        </w:r>
        <w:r>
          <w:rPr>
            <w:noProof/>
            <w:webHidden/>
          </w:rPr>
          <w:t>62</w:t>
        </w:r>
        <w:r>
          <w:rPr>
            <w:noProof/>
            <w:webHidden/>
          </w:rPr>
          <w:fldChar w:fldCharType="end"/>
        </w:r>
      </w:hyperlink>
    </w:p>
    <w:p w14:paraId="2018A135" w14:textId="3E68812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0" w:history="1">
        <w:r w:rsidRPr="001F0789">
          <w:rPr>
            <w:rStyle w:val="Hyperlink"/>
            <w:noProof/>
            <w14:scene3d>
              <w14:camera w14:prst="orthographicFront"/>
              <w14:lightRig w14:rig="threePt" w14:dir="t">
                <w14:rot w14:lat="0" w14:lon="0" w14:rev="0"/>
              </w14:lightRig>
            </w14:scene3d>
          </w:rPr>
          <w:t>34.5</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_Toc64888720 \h </w:instrText>
        </w:r>
        <w:r>
          <w:rPr>
            <w:noProof/>
            <w:webHidden/>
          </w:rPr>
        </w:r>
        <w:r>
          <w:rPr>
            <w:noProof/>
            <w:webHidden/>
          </w:rPr>
          <w:fldChar w:fldCharType="separate"/>
        </w:r>
        <w:r>
          <w:rPr>
            <w:noProof/>
            <w:webHidden/>
          </w:rPr>
          <w:t>63</w:t>
        </w:r>
        <w:r>
          <w:rPr>
            <w:noProof/>
            <w:webHidden/>
          </w:rPr>
          <w:fldChar w:fldCharType="end"/>
        </w:r>
      </w:hyperlink>
    </w:p>
    <w:p w14:paraId="6BED2938" w14:textId="1EBC25B6"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21" w:history="1">
        <w:r w:rsidRPr="001F0789">
          <w:rPr>
            <w:rStyle w:val="Hyperlink"/>
            <w:noProof/>
          </w:rPr>
          <w:t>35</w:t>
        </w:r>
        <w:r>
          <w:rPr>
            <w:rFonts w:asciiTheme="minorHAnsi" w:eastAsiaTheme="minorEastAsia" w:hAnsiTheme="minorHAnsi" w:cstheme="minorBidi"/>
            <w:b w:val="0"/>
            <w:noProof/>
            <w:lang w:eastAsia="sl-SI"/>
          </w:rPr>
          <w:tab/>
        </w:r>
        <w:r w:rsidRPr="001F0789">
          <w:rPr>
            <w:rStyle w:val="Hyperlink"/>
            <w:noProof/>
          </w:rPr>
          <w:t>Evidenca zahtev iskanje zahteve</w:t>
        </w:r>
        <w:r>
          <w:rPr>
            <w:noProof/>
            <w:webHidden/>
          </w:rPr>
          <w:tab/>
        </w:r>
        <w:r>
          <w:rPr>
            <w:noProof/>
            <w:webHidden/>
          </w:rPr>
          <w:fldChar w:fldCharType="begin"/>
        </w:r>
        <w:r>
          <w:rPr>
            <w:noProof/>
            <w:webHidden/>
          </w:rPr>
          <w:instrText xml:space="preserve"> PAGEREF _Toc64888721 \h </w:instrText>
        </w:r>
        <w:r>
          <w:rPr>
            <w:noProof/>
            <w:webHidden/>
          </w:rPr>
        </w:r>
        <w:r>
          <w:rPr>
            <w:noProof/>
            <w:webHidden/>
          </w:rPr>
          <w:fldChar w:fldCharType="separate"/>
        </w:r>
        <w:r>
          <w:rPr>
            <w:noProof/>
            <w:webHidden/>
          </w:rPr>
          <w:t>64</w:t>
        </w:r>
        <w:r>
          <w:rPr>
            <w:noProof/>
            <w:webHidden/>
          </w:rPr>
          <w:fldChar w:fldCharType="end"/>
        </w:r>
      </w:hyperlink>
    </w:p>
    <w:p w14:paraId="045347AD" w14:textId="05D7397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2" w:history="1">
        <w:r w:rsidRPr="001F0789">
          <w:rPr>
            <w:rStyle w:val="Hyperlink"/>
            <w:noProof/>
            <w14:scene3d>
              <w14:camera w14:prst="orthographicFront"/>
              <w14:lightRig w14:rig="threePt" w14:dir="t">
                <w14:rot w14:lat="0" w14:lon="0" w14:rev="0"/>
              </w14:lightRig>
            </w14:scene3d>
          </w:rPr>
          <w:t>35.1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_Toc64888722 \h </w:instrText>
        </w:r>
        <w:r>
          <w:rPr>
            <w:noProof/>
            <w:webHidden/>
          </w:rPr>
        </w:r>
        <w:r>
          <w:rPr>
            <w:noProof/>
            <w:webHidden/>
          </w:rPr>
          <w:fldChar w:fldCharType="separate"/>
        </w:r>
        <w:r>
          <w:rPr>
            <w:noProof/>
            <w:webHidden/>
          </w:rPr>
          <w:t>64</w:t>
        </w:r>
        <w:r>
          <w:rPr>
            <w:noProof/>
            <w:webHidden/>
          </w:rPr>
          <w:fldChar w:fldCharType="end"/>
        </w:r>
      </w:hyperlink>
    </w:p>
    <w:p w14:paraId="09F174EB" w14:textId="7F29425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3" w:history="1">
        <w:r w:rsidRPr="001F0789">
          <w:rPr>
            <w:rStyle w:val="Hyperlink"/>
            <w:noProof/>
            <w14:scene3d>
              <w14:camera w14:prst="orthographicFront"/>
              <w14:lightRig w14:rig="threePt" w14:dir="t">
                <w14:rot w14:lat="0" w14:lon="0" w14:rev="0"/>
              </w14:lightRig>
            </w14:scene3d>
          </w:rPr>
          <w:t>35.2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_Toc64888723 \h </w:instrText>
        </w:r>
        <w:r>
          <w:rPr>
            <w:noProof/>
            <w:webHidden/>
          </w:rPr>
        </w:r>
        <w:r>
          <w:rPr>
            <w:noProof/>
            <w:webHidden/>
          </w:rPr>
          <w:fldChar w:fldCharType="separate"/>
        </w:r>
        <w:r>
          <w:rPr>
            <w:noProof/>
            <w:webHidden/>
          </w:rPr>
          <w:t>64</w:t>
        </w:r>
        <w:r>
          <w:rPr>
            <w:noProof/>
            <w:webHidden/>
          </w:rPr>
          <w:fldChar w:fldCharType="end"/>
        </w:r>
      </w:hyperlink>
    </w:p>
    <w:p w14:paraId="0F1F1046" w14:textId="5BADA30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4" w:history="1">
        <w:r w:rsidRPr="001F0789">
          <w:rPr>
            <w:rStyle w:val="Hyperlink"/>
            <w:noProof/>
            <w14:scene3d>
              <w14:camera w14:prst="orthographicFront"/>
              <w14:lightRig w14:rig="threePt" w14:dir="t">
                <w14:rot w14:lat="0" w14:lon="0" w14:rev="0"/>
              </w14:lightRig>
            </w14:scene3d>
          </w:rPr>
          <w:t>35.3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_Toc64888724 \h </w:instrText>
        </w:r>
        <w:r>
          <w:rPr>
            <w:noProof/>
            <w:webHidden/>
          </w:rPr>
        </w:r>
        <w:r>
          <w:rPr>
            <w:noProof/>
            <w:webHidden/>
          </w:rPr>
          <w:fldChar w:fldCharType="separate"/>
        </w:r>
        <w:r>
          <w:rPr>
            <w:noProof/>
            <w:webHidden/>
          </w:rPr>
          <w:t>64</w:t>
        </w:r>
        <w:r>
          <w:rPr>
            <w:noProof/>
            <w:webHidden/>
          </w:rPr>
          <w:fldChar w:fldCharType="end"/>
        </w:r>
      </w:hyperlink>
    </w:p>
    <w:p w14:paraId="35C00A0C" w14:textId="07270A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5" w:history="1">
        <w:r w:rsidRPr="001F0789">
          <w:rPr>
            <w:rStyle w:val="Hyperlink"/>
            <w:noProof/>
            <w14:scene3d>
              <w14:camera w14:prst="orthographicFront"/>
              <w14:lightRig w14:rig="threePt" w14:dir="t">
                <w14:rot w14:lat="0" w14:lon="0" w14:rev="0"/>
              </w14:lightRig>
            </w14:scene3d>
          </w:rPr>
          <w:t>35.4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_Toc64888725 \h </w:instrText>
        </w:r>
        <w:r>
          <w:rPr>
            <w:noProof/>
            <w:webHidden/>
          </w:rPr>
        </w:r>
        <w:r>
          <w:rPr>
            <w:noProof/>
            <w:webHidden/>
          </w:rPr>
          <w:fldChar w:fldCharType="separate"/>
        </w:r>
        <w:r>
          <w:rPr>
            <w:noProof/>
            <w:webHidden/>
          </w:rPr>
          <w:t>64</w:t>
        </w:r>
        <w:r>
          <w:rPr>
            <w:noProof/>
            <w:webHidden/>
          </w:rPr>
          <w:fldChar w:fldCharType="end"/>
        </w:r>
      </w:hyperlink>
    </w:p>
    <w:p w14:paraId="234E462D" w14:textId="104682E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6" w:history="1">
        <w:r w:rsidRPr="001F0789">
          <w:rPr>
            <w:rStyle w:val="Hyperlink"/>
            <w:noProof/>
            <w14:scene3d>
              <w14:camera w14:prst="orthographicFront"/>
              <w14:lightRig w14:rig="threePt" w14:dir="t">
                <w14:rot w14:lat="0" w14:lon="0" w14:rev="0"/>
              </w14:lightRig>
            </w14:scene3d>
          </w:rPr>
          <w:t>35.5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_Toc64888726 \h </w:instrText>
        </w:r>
        <w:r>
          <w:rPr>
            <w:noProof/>
            <w:webHidden/>
          </w:rPr>
        </w:r>
        <w:r>
          <w:rPr>
            <w:noProof/>
            <w:webHidden/>
          </w:rPr>
          <w:fldChar w:fldCharType="separate"/>
        </w:r>
        <w:r>
          <w:rPr>
            <w:noProof/>
            <w:webHidden/>
          </w:rPr>
          <w:t>64</w:t>
        </w:r>
        <w:r>
          <w:rPr>
            <w:noProof/>
            <w:webHidden/>
          </w:rPr>
          <w:fldChar w:fldCharType="end"/>
        </w:r>
      </w:hyperlink>
    </w:p>
    <w:p w14:paraId="0CE701B2" w14:textId="7498F22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7" w:history="1">
        <w:r w:rsidRPr="001F0789">
          <w:rPr>
            <w:rStyle w:val="Hyperlink"/>
            <w:noProof/>
            <w14:scene3d>
              <w14:camera w14:prst="orthographicFront"/>
              <w14:lightRig w14:rig="threePt" w14:dir="t">
                <w14:rot w14:lat="0" w14:lon="0" w14:rev="0"/>
              </w14:lightRig>
            </w14:scene3d>
          </w:rPr>
          <w:t>35.6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_Toc64888727 \h </w:instrText>
        </w:r>
        <w:r>
          <w:rPr>
            <w:noProof/>
            <w:webHidden/>
          </w:rPr>
        </w:r>
        <w:r>
          <w:rPr>
            <w:noProof/>
            <w:webHidden/>
          </w:rPr>
          <w:fldChar w:fldCharType="separate"/>
        </w:r>
        <w:r>
          <w:rPr>
            <w:noProof/>
            <w:webHidden/>
          </w:rPr>
          <w:t>64</w:t>
        </w:r>
        <w:r>
          <w:rPr>
            <w:noProof/>
            <w:webHidden/>
          </w:rPr>
          <w:fldChar w:fldCharType="end"/>
        </w:r>
      </w:hyperlink>
    </w:p>
    <w:p w14:paraId="1538B8DF" w14:textId="51DF312E"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28" w:history="1">
        <w:r w:rsidRPr="001F0789">
          <w:rPr>
            <w:rStyle w:val="Hyperlink"/>
            <w:noProof/>
          </w:rPr>
          <w:t>36</w:t>
        </w:r>
        <w:r>
          <w:rPr>
            <w:rFonts w:asciiTheme="minorHAnsi" w:eastAsiaTheme="minorEastAsia" w:hAnsiTheme="minorHAnsi" w:cstheme="minorBidi"/>
            <w:b w:val="0"/>
            <w:noProof/>
            <w:lang w:eastAsia="sl-SI"/>
          </w:rPr>
          <w:tab/>
        </w:r>
        <w:r w:rsidRPr="001F0789">
          <w:rPr>
            <w:rStyle w:val="Hyperlink"/>
            <w:noProof/>
          </w:rPr>
          <w:t>Evidenca zahtev iskanje zahteve v2</w:t>
        </w:r>
        <w:r>
          <w:rPr>
            <w:noProof/>
            <w:webHidden/>
          </w:rPr>
          <w:tab/>
        </w:r>
        <w:r>
          <w:rPr>
            <w:noProof/>
            <w:webHidden/>
          </w:rPr>
          <w:fldChar w:fldCharType="begin"/>
        </w:r>
        <w:r>
          <w:rPr>
            <w:noProof/>
            <w:webHidden/>
          </w:rPr>
          <w:instrText xml:space="preserve"> PAGEREF _Toc64888728 \h </w:instrText>
        </w:r>
        <w:r>
          <w:rPr>
            <w:noProof/>
            <w:webHidden/>
          </w:rPr>
        </w:r>
        <w:r>
          <w:rPr>
            <w:noProof/>
            <w:webHidden/>
          </w:rPr>
          <w:fldChar w:fldCharType="separate"/>
        </w:r>
        <w:r>
          <w:rPr>
            <w:noProof/>
            <w:webHidden/>
          </w:rPr>
          <w:t>65</w:t>
        </w:r>
        <w:r>
          <w:rPr>
            <w:noProof/>
            <w:webHidden/>
          </w:rPr>
          <w:fldChar w:fldCharType="end"/>
        </w:r>
      </w:hyperlink>
    </w:p>
    <w:p w14:paraId="3C19071F" w14:textId="75ED08F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29" w:history="1">
        <w:r w:rsidRPr="001F0789">
          <w:rPr>
            <w:rStyle w:val="Hyperlink"/>
            <w:noProof/>
            <w14:scene3d>
              <w14:camera w14:prst="orthographicFront"/>
              <w14:lightRig w14:rig="threePt" w14:dir="t">
                <w14:rot w14:lat="0" w14:lon="0" w14:rev="0"/>
              </w14:lightRig>
            </w14:scene3d>
          </w:rPr>
          <w:t>36.1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_Toc64888729 \h </w:instrText>
        </w:r>
        <w:r>
          <w:rPr>
            <w:noProof/>
            <w:webHidden/>
          </w:rPr>
        </w:r>
        <w:r>
          <w:rPr>
            <w:noProof/>
            <w:webHidden/>
          </w:rPr>
          <w:fldChar w:fldCharType="separate"/>
        </w:r>
        <w:r>
          <w:rPr>
            <w:noProof/>
            <w:webHidden/>
          </w:rPr>
          <w:t>65</w:t>
        </w:r>
        <w:r>
          <w:rPr>
            <w:noProof/>
            <w:webHidden/>
          </w:rPr>
          <w:fldChar w:fldCharType="end"/>
        </w:r>
      </w:hyperlink>
    </w:p>
    <w:p w14:paraId="27330E60" w14:textId="4AB2CCA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0" w:history="1">
        <w:r w:rsidRPr="001F0789">
          <w:rPr>
            <w:rStyle w:val="Hyperlink"/>
            <w:noProof/>
            <w14:scene3d>
              <w14:camera w14:prst="orthographicFront"/>
              <w14:lightRig w14:rig="threePt" w14:dir="t">
                <w14:rot w14:lat="0" w14:lon="0" w14:rev="0"/>
              </w14:lightRig>
            </w14:scene3d>
          </w:rPr>
          <w:t>36.2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_Toc64888730 \h </w:instrText>
        </w:r>
        <w:r>
          <w:rPr>
            <w:noProof/>
            <w:webHidden/>
          </w:rPr>
        </w:r>
        <w:r>
          <w:rPr>
            <w:noProof/>
            <w:webHidden/>
          </w:rPr>
          <w:fldChar w:fldCharType="separate"/>
        </w:r>
        <w:r>
          <w:rPr>
            <w:noProof/>
            <w:webHidden/>
          </w:rPr>
          <w:t>65</w:t>
        </w:r>
        <w:r>
          <w:rPr>
            <w:noProof/>
            <w:webHidden/>
          </w:rPr>
          <w:fldChar w:fldCharType="end"/>
        </w:r>
      </w:hyperlink>
    </w:p>
    <w:p w14:paraId="6CBB31BE" w14:textId="50A944D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1" w:history="1">
        <w:r w:rsidRPr="001F0789">
          <w:rPr>
            <w:rStyle w:val="Hyperlink"/>
            <w:noProof/>
            <w14:scene3d>
              <w14:camera w14:prst="orthographicFront"/>
              <w14:lightRig w14:rig="threePt" w14:dir="t">
                <w14:rot w14:lat="0" w14:lon="0" w14:rev="0"/>
              </w14:lightRig>
            </w14:scene3d>
          </w:rPr>
          <w:t>36.3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_Toc64888731 \h </w:instrText>
        </w:r>
        <w:r>
          <w:rPr>
            <w:noProof/>
            <w:webHidden/>
          </w:rPr>
        </w:r>
        <w:r>
          <w:rPr>
            <w:noProof/>
            <w:webHidden/>
          </w:rPr>
          <w:fldChar w:fldCharType="separate"/>
        </w:r>
        <w:r>
          <w:rPr>
            <w:noProof/>
            <w:webHidden/>
          </w:rPr>
          <w:t>65</w:t>
        </w:r>
        <w:r>
          <w:rPr>
            <w:noProof/>
            <w:webHidden/>
          </w:rPr>
          <w:fldChar w:fldCharType="end"/>
        </w:r>
      </w:hyperlink>
    </w:p>
    <w:p w14:paraId="6470410E" w14:textId="12762BE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2" w:history="1">
        <w:r w:rsidRPr="001F0789">
          <w:rPr>
            <w:rStyle w:val="Hyperlink"/>
            <w:noProof/>
            <w14:scene3d>
              <w14:camera w14:prst="orthographicFront"/>
              <w14:lightRig w14:rig="threePt" w14:dir="t">
                <w14:rot w14:lat="0" w14:lon="0" w14:rev="0"/>
              </w14:lightRig>
            </w14:scene3d>
          </w:rPr>
          <w:t>36.4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_Toc64888732 \h </w:instrText>
        </w:r>
        <w:r>
          <w:rPr>
            <w:noProof/>
            <w:webHidden/>
          </w:rPr>
        </w:r>
        <w:r>
          <w:rPr>
            <w:noProof/>
            <w:webHidden/>
          </w:rPr>
          <w:fldChar w:fldCharType="separate"/>
        </w:r>
        <w:r>
          <w:rPr>
            <w:noProof/>
            <w:webHidden/>
          </w:rPr>
          <w:t>65</w:t>
        </w:r>
        <w:r>
          <w:rPr>
            <w:noProof/>
            <w:webHidden/>
          </w:rPr>
          <w:fldChar w:fldCharType="end"/>
        </w:r>
      </w:hyperlink>
    </w:p>
    <w:p w14:paraId="417C99D1" w14:textId="057ED25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3" w:history="1">
        <w:r w:rsidRPr="001F0789">
          <w:rPr>
            <w:rStyle w:val="Hyperlink"/>
            <w:noProof/>
            <w14:scene3d>
              <w14:camera w14:prst="orthographicFront"/>
              <w14:lightRig w14:rig="threePt" w14:dir="t">
                <w14:rot w14:lat="0" w14:lon="0" w14:rev="0"/>
              </w14:lightRig>
            </w14:scene3d>
          </w:rPr>
          <w:t>36.5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_Toc64888733 \h </w:instrText>
        </w:r>
        <w:r>
          <w:rPr>
            <w:noProof/>
            <w:webHidden/>
          </w:rPr>
        </w:r>
        <w:r>
          <w:rPr>
            <w:noProof/>
            <w:webHidden/>
          </w:rPr>
          <w:fldChar w:fldCharType="separate"/>
        </w:r>
        <w:r>
          <w:rPr>
            <w:noProof/>
            <w:webHidden/>
          </w:rPr>
          <w:t>65</w:t>
        </w:r>
        <w:r>
          <w:rPr>
            <w:noProof/>
            <w:webHidden/>
          </w:rPr>
          <w:fldChar w:fldCharType="end"/>
        </w:r>
      </w:hyperlink>
    </w:p>
    <w:p w14:paraId="6425B7B2" w14:textId="1140996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4" w:history="1">
        <w:r w:rsidRPr="001F0789">
          <w:rPr>
            <w:rStyle w:val="Hyperlink"/>
            <w:noProof/>
            <w14:scene3d>
              <w14:camera w14:prst="orthographicFront"/>
              <w14:lightRig w14:rig="threePt" w14:dir="t">
                <w14:rot w14:lat="0" w14:lon="0" w14:rev="0"/>
              </w14:lightRig>
            </w14:scene3d>
          </w:rPr>
          <w:t>36.6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_Toc64888734 \h </w:instrText>
        </w:r>
        <w:r>
          <w:rPr>
            <w:noProof/>
            <w:webHidden/>
          </w:rPr>
        </w:r>
        <w:r>
          <w:rPr>
            <w:noProof/>
            <w:webHidden/>
          </w:rPr>
          <w:fldChar w:fldCharType="separate"/>
        </w:r>
        <w:r>
          <w:rPr>
            <w:noProof/>
            <w:webHidden/>
          </w:rPr>
          <w:t>65</w:t>
        </w:r>
        <w:r>
          <w:rPr>
            <w:noProof/>
            <w:webHidden/>
          </w:rPr>
          <w:fldChar w:fldCharType="end"/>
        </w:r>
      </w:hyperlink>
    </w:p>
    <w:p w14:paraId="16052087" w14:textId="04973AA0"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35" w:history="1">
        <w:r w:rsidRPr="001F0789">
          <w:rPr>
            <w:rStyle w:val="Hyperlink"/>
            <w:noProof/>
          </w:rPr>
          <w:t>37</w:t>
        </w:r>
        <w:r>
          <w:rPr>
            <w:rFonts w:asciiTheme="minorHAnsi" w:eastAsiaTheme="minorEastAsia" w:hAnsiTheme="minorHAnsi" w:cstheme="minorBidi"/>
            <w:b w:val="0"/>
            <w:noProof/>
            <w:lang w:eastAsia="sl-SI"/>
          </w:rPr>
          <w:tab/>
        </w:r>
        <w:r w:rsidRPr="001F0789">
          <w:rPr>
            <w:rStyle w:val="Hyperlink"/>
            <w:noProof/>
          </w:rPr>
          <w:t>Evidenca zahtev vnos zahteve</w:t>
        </w:r>
        <w:r>
          <w:rPr>
            <w:noProof/>
            <w:webHidden/>
          </w:rPr>
          <w:tab/>
        </w:r>
        <w:r>
          <w:rPr>
            <w:noProof/>
            <w:webHidden/>
          </w:rPr>
          <w:fldChar w:fldCharType="begin"/>
        </w:r>
        <w:r>
          <w:rPr>
            <w:noProof/>
            <w:webHidden/>
          </w:rPr>
          <w:instrText xml:space="preserve"> PAGEREF _Toc64888735 \h </w:instrText>
        </w:r>
        <w:r>
          <w:rPr>
            <w:noProof/>
            <w:webHidden/>
          </w:rPr>
        </w:r>
        <w:r>
          <w:rPr>
            <w:noProof/>
            <w:webHidden/>
          </w:rPr>
          <w:fldChar w:fldCharType="separate"/>
        </w:r>
        <w:r>
          <w:rPr>
            <w:noProof/>
            <w:webHidden/>
          </w:rPr>
          <w:t>66</w:t>
        </w:r>
        <w:r>
          <w:rPr>
            <w:noProof/>
            <w:webHidden/>
          </w:rPr>
          <w:fldChar w:fldCharType="end"/>
        </w:r>
      </w:hyperlink>
    </w:p>
    <w:p w14:paraId="5DBD8DFE" w14:textId="4D1E687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6" w:history="1">
        <w:r w:rsidRPr="001F0789">
          <w:rPr>
            <w:rStyle w:val="Hyperlink"/>
            <w:noProof/>
            <w14:scene3d>
              <w14:camera w14:prst="orthographicFront"/>
              <w14:lightRig w14:rig="threePt" w14:dir="t">
                <w14:rot w14:lat="0" w14:lon="0" w14:rev="0"/>
              </w14:lightRig>
            </w14:scene3d>
          </w:rPr>
          <w:t>37.1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_Toc64888736 \h </w:instrText>
        </w:r>
        <w:r>
          <w:rPr>
            <w:noProof/>
            <w:webHidden/>
          </w:rPr>
        </w:r>
        <w:r>
          <w:rPr>
            <w:noProof/>
            <w:webHidden/>
          </w:rPr>
          <w:fldChar w:fldCharType="separate"/>
        </w:r>
        <w:r>
          <w:rPr>
            <w:noProof/>
            <w:webHidden/>
          </w:rPr>
          <w:t>66</w:t>
        </w:r>
        <w:r>
          <w:rPr>
            <w:noProof/>
            <w:webHidden/>
          </w:rPr>
          <w:fldChar w:fldCharType="end"/>
        </w:r>
      </w:hyperlink>
    </w:p>
    <w:p w14:paraId="4BFD36E5" w14:textId="56D142D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7" w:history="1">
        <w:r w:rsidRPr="001F0789">
          <w:rPr>
            <w:rStyle w:val="Hyperlink"/>
            <w:noProof/>
            <w14:scene3d>
              <w14:camera w14:prst="orthographicFront"/>
              <w14:lightRig w14:rig="threePt" w14:dir="t">
                <w14:rot w14:lat="0" w14:lon="0" w14:rev="0"/>
              </w14:lightRig>
            </w14:scene3d>
          </w:rPr>
          <w:t>37.2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_Toc64888737 \h </w:instrText>
        </w:r>
        <w:r>
          <w:rPr>
            <w:noProof/>
            <w:webHidden/>
          </w:rPr>
        </w:r>
        <w:r>
          <w:rPr>
            <w:noProof/>
            <w:webHidden/>
          </w:rPr>
          <w:fldChar w:fldCharType="separate"/>
        </w:r>
        <w:r>
          <w:rPr>
            <w:noProof/>
            <w:webHidden/>
          </w:rPr>
          <w:t>66</w:t>
        </w:r>
        <w:r>
          <w:rPr>
            <w:noProof/>
            <w:webHidden/>
          </w:rPr>
          <w:fldChar w:fldCharType="end"/>
        </w:r>
      </w:hyperlink>
    </w:p>
    <w:p w14:paraId="4C2FBF11" w14:textId="38760C7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8" w:history="1">
        <w:r w:rsidRPr="001F0789">
          <w:rPr>
            <w:rStyle w:val="Hyperlink"/>
            <w:noProof/>
            <w14:scene3d>
              <w14:camera w14:prst="orthographicFront"/>
              <w14:lightRig w14:rig="threePt" w14:dir="t">
                <w14:rot w14:lat="0" w14:lon="0" w14:rev="0"/>
              </w14:lightRig>
            </w14:scene3d>
          </w:rPr>
          <w:t>37.3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_Toc64888738 \h </w:instrText>
        </w:r>
        <w:r>
          <w:rPr>
            <w:noProof/>
            <w:webHidden/>
          </w:rPr>
        </w:r>
        <w:r>
          <w:rPr>
            <w:noProof/>
            <w:webHidden/>
          </w:rPr>
          <w:fldChar w:fldCharType="separate"/>
        </w:r>
        <w:r>
          <w:rPr>
            <w:noProof/>
            <w:webHidden/>
          </w:rPr>
          <w:t>66</w:t>
        </w:r>
        <w:r>
          <w:rPr>
            <w:noProof/>
            <w:webHidden/>
          </w:rPr>
          <w:fldChar w:fldCharType="end"/>
        </w:r>
      </w:hyperlink>
    </w:p>
    <w:p w14:paraId="5EC1BAC7" w14:textId="08DF231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39" w:history="1">
        <w:r w:rsidRPr="001F0789">
          <w:rPr>
            <w:rStyle w:val="Hyperlink"/>
            <w:noProof/>
            <w14:scene3d>
              <w14:camera w14:prst="orthographicFront"/>
              <w14:lightRig w14:rig="threePt" w14:dir="t">
                <w14:rot w14:lat="0" w14:lon="0" w14:rev="0"/>
              </w14:lightRig>
            </w14:scene3d>
          </w:rPr>
          <w:t>37.4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_Toc64888739 \h </w:instrText>
        </w:r>
        <w:r>
          <w:rPr>
            <w:noProof/>
            <w:webHidden/>
          </w:rPr>
        </w:r>
        <w:r>
          <w:rPr>
            <w:noProof/>
            <w:webHidden/>
          </w:rPr>
          <w:fldChar w:fldCharType="separate"/>
        </w:r>
        <w:r>
          <w:rPr>
            <w:noProof/>
            <w:webHidden/>
          </w:rPr>
          <w:t>66</w:t>
        </w:r>
        <w:r>
          <w:rPr>
            <w:noProof/>
            <w:webHidden/>
          </w:rPr>
          <w:fldChar w:fldCharType="end"/>
        </w:r>
      </w:hyperlink>
    </w:p>
    <w:p w14:paraId="492748B2" w14:textId="66AF423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0" w:history="1">
        <w:r w:rsidRPr="001F0789">
          <w:rPr>
            <w:rStyle w:val="Hyperlink"/>
            <w:noProof/>
            <w14:scene3d>
              <w14:camera w14:prst="orthographicFront"/>
              <w14:lightRig w14:rig="threePt" w14:dir="t">
                <w14:rot w14:lat="0" w14:lon="0" w14:rev="0"/>
              </w14:lightRig>
            </w14:scene3d>
          </w:rPr>
          <w:t>37.5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_Toc64888740 \h </w:instrText>
        </w:r>
        <w:r>
          <w:rPr>
            <w:noProof/>
            <w:webHidden/>
          </w:rPr>
        </w:r>
        <w:r>
          <w:rPr>
            <w:noProof/>
            <w:webHidden/>
          </w:rPr>
          <w:fldChar w:fldCharType="separate"/>
        </w:r>
        <w:r>
          <w:rPr>
            <w:noProof/>
            <w:webHidden/>
          </w:rPr>
          <w:t>66</w:t>
        </w:r>
        <w:r>
          <w:rPr>
            <w:noProof/>
            <w:webHidden/>
          </w:rPr>
          <w:fldChar w:fldCharType="end"/>
        </w:r>
      </w:hyperlink>
    </w:p>
    <w:p w14:paraId="031CBDCB" w14:textId="021F131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1" w:history="1">
        <w:r w:rsidRPr="001F0789">
          <w:rPr>
            <w:rStyle w:val="Hyperlink"/>
            <w:noProof/>
            <w14:scene3d>
              <w14:camera w14:prst="orthographicFront"/>
              <w14:lightRig w14:rig="threePt" w14:dir="t">
                <w14:rot w14:lat="0" w14:lon="0" w14:rev="0"/>
              </w14:lightRig>
            </w14:scene3d>
          </w:rPr>
          <w:t>37.6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_Toc64888741 \h </w:instrText>
        </w:r>
        <w:r>
          <w:rPr>
            <w:noProof/>
            <w:webHidden/>
          </w:rPr>
        </w:r>
        <w:r>
          <w:rPr>
            <w:noProof/>
            <w:webHidden/>
          </w:rPr>
          <w:fldChar w:fldCharType="separate"/>
        </w:r>
        <w:r>
          <w:rPr>
            <w:noProof/>
            <w:webHidden/>
          </w:rPr>
          <w:t>66</w:t>
        </w:r>
        <w:r>
          <w:rPr>
            <w:noProof/>
            <w:webHidden/>
          </w:rPr>
          <w:fldChar w:fldCharType="end"/>
        </w:r>
      </w:hyperlink>
    </w:p>
    <w:p w14:paraId="00A9C228" w14:textId="2FB13601"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42" w:history="1">
        <w:r w:rsidRPr="001F0789">
          <w:rPr>
            <w:rStyle w:val="Hyperlink"/>
            <w:noProof/>
          </w:rPr>
          <w:t>38</w:t>
        </w:r>
        <w:r>
          <w:rPr>
            <w:rFonts w:asciiTheme="minorHAnsi" w:eastAsiaTheme="minorEastAsia" w:hAnsiTheme="minorHAnsi" w:cstheme="minorBidi"/>
            <w:b w:val="0"/>
            <w:noProof/>
            <w:lang w:eastAsia="sl-SI"/>
          </w:rPr>
          <w:tab/>
        </w:r>
        <w:r w:rsidRPr="001F0789">
          <w:rPr>
            <w:rStyle w:val="Hyperlink"/>
            <w:noProof/>
          </w:rPr>
          <w:t>Evidenca zahtev vnos zahteve v2</w:t>
        </w:r>
        <w:r>
          <w:rPr>
            <w:noProof/>
            <w:webHidden/>
          </w:rPr>
          <w:tab/>
        </w:r>
        <w:r>
          <w:rPr>
            <w:noProof/>
            <w:webHidden/>
          </w:rPr>
          <w:fldChar w:fldCharType="begin"/>
        </w:r>
        <w:r>
          <w:rPr>
            <w:noProof/>
            <w:webHidden/>
          </w:rPr>
          <w:instrText xml:space="preserve"> PAGEREF _Toc64888742 \h </w:instrText>
        </w:r>
        <w:r>
          <w:rPr>
            <w:noProof/>
            <w:webHidden/>
          </w:rPr>
        </w:r>
        <w:r>
          <w:rPr>
            <w:noProof/>
            <w:webHidden/>
          </w:rPr>
          <w:fldChar w:fldCharType="separate"/>
        </w:r>
        <w:r>
          <w:rPr>
            <w:noProof/>
            <w:webHidden/>
          </w:rPr>
          <w:t>67</w:t>
        </w:r>
        <w:r>
          <w:rPr>
            <w:noProof/>
            <w:webHidden/>
          </w:rPr>
          <w:fldChar w:fldCharType="end"/>
        </w:r>
      </w:hyperlink>
    </w:p>
    <w:p w14:paraId="0B8A2EDC" w14:textId="12DCDB9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3" w:history="1">
        <w:r w:rsidRPr="001F0789">
          <w:rPr>
            <w:rStyle w:val="Hyperlink"/>
            <w:noProof/>
            <w14:scene3d>
              <w14:camera w14:prst="orthographicFront"/>
              <w14:lightRig w14:rig="threePt" w14:dir="t">
                <w14:rot w14:lat="0" w14:lon="0" w14:rev="0"/>
              </w14:lightRig>
            </w14:scene3d>
          </w:rPr>
          <w:t>38.1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_Toc64888743 \h </w:instrText>
        </w:r>
        <w:r>
          <w:rPr>
            <w:noProof/>
            <w:webHidden/>
          </w:rPr>
        </w:r>
        <w:r>
          <w:rPr>
            <w:noProof/>
            <w:webHidden/>
          </w:rPr>
          <w:fldChar w:fldCharType="separate"/>
        </w:r>
        <w:r>
          <w:rPr>
            <w:noProof/>
            <w:webHidden/>
          </w:rPr>
          <w:t>67</w:t>
        </w:r>
        <w:r>
          <w:rPr>
            <w:noProof/>
            <w:webHidden/>
          </w:rPr>
          <w:fldChar w:fldCharType="end"/>
        </w:r>
      </w:hyperlink>
    </w:p>
    <w:p w14:paraId="4F346C7B" w14:textId="50A422E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4" w:history="1">
        <w:r w:rsidRPr="001F0789">
          <w:rPr>
            <w:rStyle w:val="Hyperlink"/>
            <w:noProof/>
            <w14:scene3d>
              <w14:camera w14:prst="orthographicFront"/>
              <w14:lightRig w14:rig="threePt" w14:dir="t">
                <w14:rot w14:lat="0" w14:lon="0" w14:rev="0"/>
              </w14:lightRig>
            </w14:scene3d>
          </w:rPr>
          <w:t>38.2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_Toc64888744 \h </w:instrText>
        </w:r>
        <w:r>
          <w:rPr>
            <w:noProof/>
            <w:webHidden/>
          </w:rPr>
        </w:r>
        <w:r>
          <w:rPr>
            <w:noProof/>
            <w:webHidden/>
          </w:rPr>
          <w:fldChar w:fldCharType="separate"/>
        </w:r>
        <w:r>
          <w:rPr>
            <w:noProof/>
            <w:webHidden/>
          </w:rPr>
          <w:t>67</w:t>
        </w:r>
        <w:r>
          <w:rPr>
            <w:noProof/>
            <w:webHidden/>
          </w:rPr>
          <w:fldChar w:fldCharType="end"/>
        </w:r>
      </w:hyperlink>
    </w:p>
    <w:p w14:paraId="29328B19" w14:textId="33A4843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5" w:history="1">
        <w:r w:rsidRPr="001F0789">
          <w:rPr>
            <w:rStyle w:val="Hyperlink"/>
            <w:noProof/>
            <w14:scene3d>
              <w14:camera w14:prst="orthographicFront"/>
              <w14:lightRig w14:rig="threePt" w14:dir="t">
                <w14:rot w14:lat="0" w14:lon="0" w14:rev="0"/>
              </w14:lightRig>
            </w14:scene3d>
          </w:rPr>
          <w:t>38.3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_Toc64888745 \h </w:instrText>
        </w:r>
        <w:r>
          <w:rPr>
            <w:noProof/>
            <w:webHidden/>
          </w:rPr>
        </w:r>
        <w:r>
          <w:rPr>
            <w:noProof/>
            <w:webHidden/>
          </w:rPr>
          <w:fldChar w:fldCharType="separate"/>
        </w:r>
        <w:r>
          <w:rPr>
            <w:noProof/>
            <w:webHidden/>
          </w:rPr>
          <w:t>67</w:t>
        </w:r>
        <w:r>
          <w:rPr>
            <w:noProof/>
            <w:webHidden/>
          </w:rPr>
          <w:fldChar w:fldCharType="end"/>
        </w:r>
      </w:hyperlink>
    </w:p>
    <w:p w14:paraId="130F1706" w14:textId="54306FB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6" w:history="1">
        <w:r w:rsidRPr="001F0789">
          <w:rPr>
            <w:rStyle w:val="Hyperlink"/>
            <w:noProof/>
            <w14:scene3d>
              <w14:camera w14:prst="orthographicFront"/>
              <w14:lightRig w14:rig="threePt" w14:dir="t">
                <w14:rot w14:lat="0" w14:lon="0" w14:rev="0"/>
              </w14:lightRig>
            </w14:scene3d>
          </w:rPr>
          <w:t>38.4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_Toc64888746 \h </w:instrText>
        </w:r>
        <w:r>
          <w:rPr>
            <w:noProof/>
            <w:webHidden/>
          </w:rPr>
        </w:r>
        <w:r>
          <w:rPr>
            <w:noProof/>
            <w:webHidden/>
          </w:rPr>
          <w:fldChar w:fldCharType="separate"/>
        </w:r>
        <w:r>
          <w:rPr>
            <w:noProof/>
            <w:webHidden/>
          </w:rPr>
          <w:t>67</w:t>
        </w:r>
        <w:r>
          <w:rPr>
            <w:noProof/>
            <w:webHidden/>
          </w:rPr>
          <w:fldChar w:fldCharType="end"/>
        </w:r>
      </w:hyperlink>
    </w:p>
    <w:p w14:paraId="44F30BF5" w14:textId="435D076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7" w:history="1">
        <w:r w:rsidRPr="001F0789">
          <w:rPr>
            <w:rStyle w:val="Hyperlink"/>
            <w:noProof/>
            <w14:scene3d>
              <w14:camera w14:prst="orthographicFront"/>
              <w14:lightRig w14:rig="threePt" w14:dir="t">
                <w14:rot w14:lat="0" w14:lon="0" w14:rev="0"/>
              </w14:lightRig>
            </w14:scene3d>
          </w:rPr>
          <w:t>38.5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_Toc64888747 \h </w:instrText>
        </w:r>
        <w:r>
          <w:rPr>
            <w:noProof/>
            <w:webHidden/>
          </w:rPr>
        </w:r>
        <w:r>
          <w:rPr>
            <w:noProof/>
            <w:webHidden/>
          </w:rPr>
          <w:fldChar w:fldCharType="separate"/>
        </w:r>
        <w:r>
          <w:rPr>
            <w:noProof/>
            <w:webHidden/>
          </w:rPr>
          <w:t>67</w:t>
        </w:r>
        <w:r>
          <w:rPr>
            <w:noProof/>
            <w:webHidden/>
          </w:rPr>
          <w:fldChar w:fldCharType="end"/>
        </w:r>
      </w:hyperlink>
    </w:p>
    <w:p w14:paraId="3B1E9A7C" w14:textId="108D7B6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48" w:history="1">
        <w:r w:rsidRPr="001F0789">
          <w:rPr>
            <w:rStyle w:val="Hyperlink"/>
            <w:noProof/>
            <w14:scene3d>
              <w14:camera w14:prst="orthographicFront"/>
              <w14:lightRig w14:rig="threePt" w14:dir="t">
                <w14:rot w14:lat="0" w14:lon="0" w14:rev="0"/>
              </w14:lightRig>
            </w14:scene3d>
          </w:rPr>
          <w:t>38.6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_Toc64888748 \h </w:instrText>
        </w:r>
        <w:r>
          <w:rPr>
            <w:noProof/>
            <w:webHidden/>
          </w:rPr>
        </w:r>
        <w:r>
          <w:rPr>
            <w:noProof/>
            <w:webHidden/>
          </w:rPr>
          <w:fldChar w:fldCharType="separate"/>
        </w:r>
        <w:r>
          <w:rPr>
            <w:noProof/>
            <w:webHidden/>
          </w:rPr>
          <w:t>67</w:t>
        </w:r>
        <w:r>
          <w:rPr>
            <w:noProof/>
            <w:webHidden/>
          </w:rPr>
          <w:fldChar w:fldCharType="end"/>
        </w:r>
      </w:hyperlink>
    </w:p>
    <w:p w14:paraId="201950C7" w14:textId="49D20678"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49" w:history="1">
        <w:r w:rsidRPr="001F0789">
          <w:rPr>
            <w:rStyle w:val="Hyperlink"/>
            <w:noProof/>
          </w:rPr>
          <w:t>39</w:t>
        </w:r>
        <w:r>
          <w:rPr>
            <w:rFonts w:asciiTheme="minorHAnsi" w:eastAsiaTheme="minorEastAsia" w:hAnsiTheme="minorHAnsi" w:cstheme="minorBidi"/>
            <w:b w:val="0"/>
            <w:noProof/>
            <w:lang w:eastAsia="sl-SI"/>
          </w:rPr>
          <w:tab/>
        </w:r>
        <w:r w:rsidRPr="001F0789">
          <w:rPr>
            <w:rStyle w:val="Hyperlink"/>
            <w:noProof/>
          </w:rPr>
          <w:t>Evidenca zahtev vrni zahteva</w:t>
        </w:r>
        <w:r>
          <w:rPr>
            <w:noProof/>
            <w:webHidden/>
          </w:rPr>
          <w:tab/>
        </w:r>
        <w:r>
          <w:rPr>
            <w:noProof/>
            <w:webHidden/>
          </w:rPr>
          <w:fldChar w:fldCharType="begin"/>
        </w:r>
        <w:r>
          <w:rPr>
            <w:noProof/>
            <w:webHidden/>
          </w:rPr>
          <w:instrText xml:space="preserve"> PAGEREF _Toc64888749 \h </w:instrText>
        </w:r>
        <w:r>
          <w:rPr>
            <w:noProof/>
            <w:webHidden/>
          </w:rPr>
        </w:r>
        <w:r>
          <w:rPr>
            <w:noProof/>
            <w:webHidden/>
          </w:rPr>
          <w:fldChar w:fldCharType="separate"/>
        </w:r>
        <w:r>
          <w:rPr>
            <w:noProof/>
            <w:webHidden/>
          </w:rPr>
          <w:t>68</w:t>
        </w:r>
        <w:r>
          <w:rPr>
            <w:noProof/>
            <w:webHidden/>
          </w:rPr>
          <w:fldChar w:fldCharType="end"/>
        </w:r>
      </w:hyperlink>
    </w:p>
    <w:p w14:paraId="063CB1F2" w14:textId="4C4E6C5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0" w:history="1">
        <w:r w:rsidRPr="001F0789">
          <w:rPr>
            <w:rStyle w:val="Hyperlink"/>
            <w:noProof/>
            <w14:scene3d>
              <w14:camera w14:prst="orthographicFront"/>
              <w14:lightRig w14:rig="threePt" w14:dir="t">
                <w14:rot w14:lat="0" w14:lon="0" w14:rev="0"/>
              </w14:lightRig>
            </w14:scene3d>
          </w:rPr>
          <w:t>39.1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_Toc64888750 \h </w:instrText>
        </w:r>
        <w:r>
          <w:rPr>
            <w:noProof/>
            <w:webHidden/>
          </w:rPr>
        </w:r>
        <w:r>
          <w:rPr>
            <w:noProof/>
            <w:webHidden/>
          </w:rPr>
          <w:fldChar w:fldCharType="separate"/>
        </w:r>
        <w:r>
          <w:rPr>
            <w:noProof/>
            <w:webHidden/>
          </w:rPr>
          <w:t>68</w:t>
        </w:r>
        <w:r>
          <w:rPr>
            <w:noProof/>
            <w:webHidden/>
          </w:rPr>
          <w:fldChar w:fldCharType="end"/>
        </w:r>
      </w:hyperlink>
    </w:p>
    <w:p w14:paraId="6183479C" w14:textId="3AFFB15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1" w:history="1">
        <w:r w:rsidRPr="001F0789">
          <w:rPr>
            <w:rStyle w:val="Hyperlink"/>
            <w:noProof/>
            <w14:scene3d>
              <w14:camera w14:prst="orthographicFront"/>
              <w14:lightRig w14:rig="threePt" w14:dir="t">
                <w14:rot w14:lat="0" w14:lon="0" w14:rev="0"/>
              </w14:lightRig>
            </w14:scene3d>
          </w:rPr>
          <w:t>39.2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_Toc64888751 \h </w:instrText>
        </w:r>
        <w:r>
          <w:rPr>
            <w:noProof/>
            <w:webHidden/>
          </w:rPr>
        </w:r>
        <w:r>
          <w:rPr>
            <w:noProof/>
            <w:webHidden/>
          </w:rPr>
          <w:fldChar w:fldCharType="separate"/>
        </w:r>
        <w:r>
          <w:rPr>
            <w:noProof/>
            <w:webHidden/>
          </w:rPr>
          <w:t>68</w:t>
        </w:r>
        <w:r>
          <w:rPr>
            <w:noProof/>
            <w:webHidden/>
          </w:rPr>
          <w:fldChar w:fldCharType="end"/>
        </w:r>
      </w:hyperlink>
    </w:p>
    <w:p w14:paraId="045F1C71" w14:textId="1A0DC0E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2" w:history="1">
        <w:r w:rsidRPr="001F0789">
          <w:rPr>
            <w:rStyle w:val="Hyperlink"/>
            <w:noProof/>
            <w14:scene3d>
              <w14:camera w14:prst="orthographicFront"/>
              <w14:lightRig w14:rig="threePt" w14:dir="t">
                <w14:rot w14:lat="0" w14:lon="0" w14:rev="0"/>
              </w14:lightRig>
            </w14:scene3d>
          </w:rPr>
          <w:t>39.3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_Toc64888752 \h </w:instrText>
        </w:r>
        <w:r>
          <w:rPr>
            <w:noProof/>
            <w:webHidden/>
          </w:rPr>
        </w:r>
        <w:r>
          <w:rPr>
            <w:noProof/>
            <w:webHidden/>
          </w:rPr>
          <w:fldChar w:fldCharType="separate"/>
        </w:r>
        <w:r>
          <w:rPr>
            <w:noProof/>
            <w:webHidden/>
          </w:rPr>
          <w:t>68</w:t>
        </w:r>
        <w:r>
          <w:rPr>
            <w:noProof/>
            <w:webHidden/>
          </w:rPr>
          <w:fldChar w:fldCharType="end"/>
        </w:r>
      </w:hyperlink>
    </w:p>
    <w:p w14:paraId="4FD2DCB0" w14:textId="4A80412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3" w:history="1">
        <w:r w:rsidRPr="001F0789">
          <w:rPr>
            <w:rStyle w:val="Hyperlink"/>
            <w:noProof/>
            <w14:scene3d>
              <w14:camera w14:prst="orthographicFront"/>
              <w14:lightRig w14:rig="threePt" w14:dir="t">
                <w14:rot w14:lat="0" w14:lon="0" w14:rev="0"/>
              </w14:lightRig>
            </w14:scene3d>
          </w:rPr>
          <w:t>39.4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_Toc64888753 \h </w:instrText>
        </w:r>
        <w:r>
          <w:rPr>
            <w:noProof/>
            <w:webHidden/>
          </w:rPr>
        </w:r>
        <w:r>
          <w:rPr>
            <w:noProof/>
            <w:webHidden/>
          </w:rPr>
          <w:fldChar w:fldCharType="separate"/>
        </w:r>
        <w:r>
          <w:rPr>
            <w:noProof/>
            <w:webHidden/>
          </w:rPr>
          <w:t>68</w:t>
        </w:r>
        <w:r>
          <w:rPr>
            <w:noProof/>
            <w:webHidden/>
          </w:rPr>
          <w:fldChar w:fldCharType="end"/>
        </w:r>
      </w:hyperlink>
    </w:p>
    <w:p w14:paraId="67692A45" w14:textId="7ACED72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4" w:history="1">
        <w:r w:rsidRPr="001F0789">
          <w:rPr>
            <w:rStyle w:val="Hyperlink"/>
            <w:noProof/>
            <w14:scene3d>
              <w14:camera w14:prst="orthographicFront"/>
              <w14:lightRig w14:rig="threePt" w14:dir="t">
                <w14:rot w14:lat="0" w14:lon="0" w14:rev="0"/>
              </w14:lightRig>
            </w14:scene3d>
          </w:rPr>
          <w:t>39.5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_Toc64888754 \h </w:instrText>
        </w:r>
        <w:r>
          <w:rPr>
            <w:noProof/>
            <w:webHidden/>
          </w:rPr>
        </w:r>
        <w:r>
          <w:rPr>
            <w:noProof/>
            <w:webHidden/>
          </w:rPr>
          <w:fldChar w:fldCharType="separate"/>
        </w:r>
        <w:r>
          <w:rPr>
            <w:noProof/>
            <w:webHidden/>
          </w:rPr>
          <w:t>68</w:t>
        </w:r>
        <w:r>
          <w:rPr>
            <w:noProof/>
            <w:webHidden/>
          </w:rPr>
          <w:fldChar w:fldCharType="end"/>
        </w:r>
      </w:hyperlink>
    </w:p>
    <w:p w14:paraId="48878D34" w14:textId="242EE1F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5" w:history="1">
        <w:r w:rsidRPr="001F0789">
          <w:rPr>
            <w:rStyle w:val="Hyperlink"/>
            <w:noProof/>
            <w14:scene3d>
              <w14:camera w14:prst="orthographicFront"/>
              <w14:lightRig w14:rig="threePt" w14:dir="t">
                <w14:rot w14:lat="0" w14:lon="0" w14:rev="0"/>
              </w14:lightRig>
            </w14:scene3d>
          </w:rPr>
          <w:t>39.6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_Toc64888755 \h </w:instrText>
        </w:r>
        <w:r>
          <w:rPr>
            <w:noProof/>
            <w:webHidden/>
          </w:rPr>
        </w:r>
        <w:r>
          <w:rPr>
            <w:noProof/>
            <w:webHidden/>
          </w:rPr>
          <w:fldChar w:fldCharType="separate"/>
        </w:r>
        <w:r>
          <w:rPr>
            <w:noProof/>
            <w:webHidden/>
          </w:rPr>
          <w:t>68</w:t>
        </w:r>
        <w:r>
          <w:rPr>
            <w:noProof/>
            <w:webHidden/>
          </w:rPr>
          <w:fldChar w:fldCharType="end"/>
        </w:r>
      </w:hyperlink>
    </w:p>
    <w:p w14:paraId="1340F290" w14:textId="5AFE9C85"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56" w:history="1">
        <w:r w:rsidRPr="001F0789">
          <w:rPr>
            <w:rStyle w:val="Hyperlink"/>
            <w:noProof/>
          </w:rPr>
          <w:t>40</w:t>
        </w:r>
        <w:r>
          <w:rPr>
            <w:rFonts w:asciiTheme="minorHAnsi" w:eastAsiaTheme="minorEastAsia" w:hAnsiTheme="minorHAnsi" w:cstheme="minorBidi"/>
            <w:b w:val="0"/>
            <w:noProof/>
            <w:lang w:eastAsia="sl-SI"/>
          </w:rPr>
          <w:tab/>
        </w:r>
        <w:r w:rsidRPr="001F0789">
          <w:rPr>
            <w:rStyle w:val="Hyperlink"/>
            <w:noProof/>
          </w:rPr>
          <w:t>Evidenca zahtev vrni zahteva v2</w:t>
        </w:r>
        <w:r>
          <w:rPr>
            <w:noProof/>
            <w:webHidden/>
          </w:rPr>
          <w:tab/>
        </w:r>
        <w:r>
          <w:rPr>
            <w:noProof/>
            <w:webHidden/>
          </w:rPr>
          <w:fldChar w:fldCharType="begin"/>
        </w:r>
        <w:r>
          <w:rPr>
            <w:noProof/>
            <w:webHidden/>
          </w:rPr>
          <w:instrText xml:space="preserve"> PAGEREF _Toc64888756 \h </w:instrText>
        </w:r>
        <w:r>
          <w:rPr>
            <w:noProof/>
            <w:webHidden/>
          </w:rPr>
        </w:r>
        <w:r>
          <w:rPr>
            <w:noProof/>
            <w:webHidden/>
          </w:rPr>
          <w:fldChar w:fldCharType="separate"/>
        </w:r>
        <w:r>
          <w:rPr>
            <w:noProof/>
            <w:webHidden/>
          </w:rPr>
          <w:t>69</w:t>
        </w:r>
        <w:r>
          <w:rPr>
            <w:noProof/>
            <w:webHidden/>
          </w:rPr>
          <w:fldChar w:fldCharType="end"/>
        </w:r>
      </w:hyperlink>
    </w:p>
    <w:p w14:paraId="3DA63CA7" w14:textId="7594B60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7" w:history="1">
        <w:r w:rsidRPr="001F0789">
          <w:rPr>
            <w:rStyle w:val="Hyperlink"/>
            <w:noProof/>
            <w14:scene3d>
              <w14:camera w14:prst="orthographicFront"/>
              <w14:lightRig w14:rig="threePt" w14:dir="t">
                <w14:rot w14:lat="0" w14:lon="0" w14:rev="0"/>
              </w14:lightRig>
            </w14:scene3d>
          </w:rPr>
          <w:t>40.1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_Toc64888757 \h </w:instrText>
        </w:r>
        <w:r>
          <w:rPr>
            <w:noProof/>
            <w:webHidden/>
          </w:rPr>
        </w:r>
        <w:r>
          <w:rPr>
            <w:noProof/>
            <w:webHidden/>
          </w:rPr>
          <w:fldChar w:fldCharType="separate"/>
        </w:r>
        <w:r>
          <w:rPr>
            <w:noProof/>
            <w:webHidden/>
          </w:rPr>
          <w:t>69</w:t>
        </w:r>
        <w:r>
          <w:rPr>
            <w:noProof/>
            <w:webHidden/>
          </w:rPr>
          <w:fldChar w:fldCharType="end"/>
        </w:r>
      </w:hyperlink>
    </w:p>
    <w:p w14:paraId="2D71B14E" w14:textId="6C13FF0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8" w:history="1">
        <w:r w:rsidRPr="001F0789">
          <w:rPr>
            <w:rStyle w:val="Hyperlink"/>
            <w:noProof/>
            <w14:scene3d>
              <w14:camera w14:prst="orthographicFront"/>
              <w14:lightRig w14:rig="threePt" w14:dir="t">
                <w14:rot w14:lat="0" w14:lon="0" w14:rev="0"/>
              </w14:lightRig>
            </w14:scene3d>
          </w:rPr>
          <w:t>40.2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_Toc64888758 \h </w:instrText>
        </w:r>
        <w:r>
          <w:rPr>
            <w:noProof/>
            <w:webHidden/>
          </w:rPr>
        </w:r>
        <w:r>
          <w:rPr>
            <w:noProof/>
            <w:webHidden/>
          </w:rPr>
          <w:fldChar w:fldCharType="separate"/>
        </w:r>
        <w:r>
          <w:rPr>
            <w:noProof/>
            <w:webHidden/>
          </w:rPr>
          <w:t>69</w:t>
        </w:r>
        <w:r>
          <w:rPr>
            <w:noProof/>
            <w:webHidden/>
          </w:rPr>
          <w:fldChar w:fldCharType="end"/>
        </w:r>
      </w:hyperlink>
    </w:p>
    <w:p w14:paraId="7DABC09E" w14:textId="26D8B90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59" w:history="1">
        <w:r w:rsidRPr="001F0789">
          <w:rPr>
            <w:rStyle w:val="Hyperlink"/>
            <w:noProof/>
            <w14:scene3d>
              <w14:camera w14:prst="orthographicFront"/>
              <w14:lightRig w14:rig="threePt" w14:dir="t">
                <w14:rot w14:lat="0" w14:lon="0" w14:rev="0"/>
              </w14:lightRig>
            </w14:scene3d>
          </w:rPr>
          <w:t>40.3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_Toc64888759 \h </w:instrText>
        </w:r>
        <w:r>
          <w:rPr>
            <w:noProof/>
            <w:webHidden/>
          </w:rPr>
        </w:r>
        <w:r>
          <w:rPr>
            <w:noProof/>
            <w:webHidden/>
          </w:rPr>
          <w:fldChar w:fldCharType="separate"/>
        </w:r>
        <w:r>
          <w:rPr>
            <w:noProof/>
            <w:webHidden/>
          </w:rPr>
          <w:t>69</w:t>
        </w:r>
        <w:r>
          <w:rPr>
            <w:noProof/>
            <w:webHidden/>
          </w:rPr>
          <w:fldChar w:fldCharType="end"/>
        </w:r>
      </w:hyperlink>
    </w:p>
    <w:p w14:paraId="410971F2" w14:textId="5749397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0" w:history="1">
        <w:r w:rsidRPr="001F0789">
          <w:rPr>
            <w:rStyle w:val="Hyperlink"/>
            <w:noProof/>
            <w14:scene3d>
              <w14:camera w14:prst="orthographicFront"/>
              <w14:lightRig w14:rig="threePt" w14:dir="t">
                <w14:rot w14:lat="0" w14:lon="0" w14:rev="0"/>
              </w14:lightRig>
            </w14:scene3d>
          </w:rPr>
          <w:t>40.4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_Toc64888760 \h </w:instrText>
        </w:r>
        <w:r>
          <w:rPr>
            <w:noProof/>
            <w:webHidden/>
          </w:rPr>
        </w:r>
        <w:r>
          <w:rPr>
            <w:noProof/>
            <w:webHidden/>
          </w:rPr>
          <w:fldChar w:fldCharType="separate"/>
        </w:r>
        <w:r>
          <w:rPr>
            <w:noProof/>
            <w:webHidden/>
          </w:rPr>
          <w:t>69</w:t>
        </w:r>
        <w:r>
          <w:rPr>
            <w:noProof/>
            <w:webHidden/>
          </w:rPr>
          <w:fldChar w:fldCharType="end"/>
        </w:r>
      </w:hyperlink>
    </w:p>
    <w:p w14:paraId="22653731" w14:textId="6E28CA4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1" w:history="1">
        <w:r w:rsidRPr="001F0789">
          <w:rPr>
            <w:rStyle w:val="Hyperlink"/>
            <w:noProof/>
            <w14:scene3d>
              <w14:camera w14:prst="orthographicFront"/>
              <w14:lightRig w14:rig="threePt" w14:dir="t">
                <w14:rot w14:lat="0" w14:lon="0" w14:rev="0"/>
              </w14:lightRig>
            </w14:scene3d>
          </w:rPr>
          <w:t>40.5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_Toc64888761 \h </w:instrText>
        </w:r>
        <w:r>
          <w:rPr>
            <w:noProof/>
            <w:webHidden/>
          </w:rPr>
        </w:r>
        <w:r>
          <w:rPr>
            <w:noProof/>
            <w:webHidden/>
          </w:rPr>
          <w:fldChar w:fldCharType="separate"/>
        </w:r>
        <w:r>
          <w:rPr>
            <w:noProof/>
            <w:webHidden/>
          </w:rPr>
          <w:t>69</w:t>
        </w:r>
        <w:r>
          <w:rPr>
            <w:noProof/>
            <w:webHidden/>
          </w:rPr>
          <w:fldChar w:fldCharType="end"/>
        </w:r>
      </w:hyperlink>
    </w:p>
    <w:p w14:paraId="20032A52" w14:textId="0039C37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2" w:history="1">
        <w:r w:rsidRPr="001F0789">
          <w:rPr>
            <w:rStyle w:val="Hyperlink"/>
            <w:noProof/>
            <w14:scene3d>
              <w14:camera w14:prst="orthographicFront"/>
              <w14:lightRig w14:rig="threePt" w14:dir="t">
                <w14:rot w14:lat="0" w14:lon="0" w14:rev="0"/>
              </w14:lightRig>
            </w14:scene3d>
          </w:rPr>
          <w:t>40.6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_Toc64888762 \h </w:instrText>
        </w:r>
        <w:r>
          <w:rPr>
            <w:noProof/>
            <w:webHidden/>
          </w:rPr>
        </w:r>
        <w:r>
          <w:rPr>
            <w:noProof/>
            <w:webHidden/>
          </w:rPr>
          <w:fldChar w:fldCharType="separate"/>
        </w:r>
        <w:r>
          <w:rPr>
            <w:noProof/>
            <w:webHidden/>
          </w:rPr>
          <w:t>69</w:t>
        </w:r>
        <w:r>
          <w:rPr>
            <w:noProof/>
            <w:webHidden/>
          </w:rPr>
          <w:fldChar w:fldCharType="end"/>
        </w:r>
      </w:hyperlink>
    </w:p>
    <w:p w14:paraId="347B4543" w14:textId="54D5374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63" w:history="1">
        <w:r w:rsidRPr="001F0789">
          <w:rPr>
            <w:rStyle w:val="Hyperlink"/>
            <w:noProof/>
          </w:rPr>
          <w:t>41</w:t>
        </w:r>
        <w:r>
          <w:rPr>
            <w:rFonts w:asciiTheme="minorHAnsi" w:eastAsiaTheme="minorEastAsia" w:hAnsiTheme="minorHAnsi" w:cstheme="minorBidi"/>
            <w:b w:val="0"/>
            <w:noProof/>
            <w:lang w:eastAsia="sl-SI"/>
          </w:rPr>
          <w:tab/>
        </w:r>
        <w:r w:rsidRPr="001F0789">
          <w:rPr>
            <w:rStyle w:val="Hyperlink"/>
            <w:noProof/>
          </w:rPr>
          <w:t>Evidenca zahtev masovna oddaja zahtev</w:t>
        </w:r>
        <w:r>
          <w:rPr>
            <w:noProof/>
            <w:webHidden/>
          </w:rPr>
          <w:tab/>
        </w:r>
        <w:r>
          <w:rPr>
            <w:noProof/>
            <w:webHidden/>
          </w:rPr>
          <w:fldChar w:fldCharType="begin"/>
        </w:r>
        <w:r>
          <w:rPr>
            <w:noProof/>
            <w:webHidden/>
          </w:rPr>
          <w:instrText xml:space="preserve"> PAGEREF _Toc64888763 \h </w:instrText>
        </w:r>
        <w:r>
          <w:rPr>
            <w:noProof/>
            <w:webHidden/>
          </w:rPr>
        </w:r>
        <w:r>
          <w:rPr>
            <w:noProof/>
            <w:webHidden/>
          </w:rPr>
          <w:fldChar w:fldCharType="separate"/>
        </w:r>
        <w:r>
          <w:rPr>
            <w:noProof/>
            <w:webHidden/>
          </w:rPr>
          <w:t>70</w:t>
        </w:r>
        <w:r>
          <w:rPr>
            <w:noProof/>
            <w:webHidden/>
          </w:rPr>
          <w:fldChar w:fldCharType="end"/>
        </w:r>
      </w:hyperlink>
    </w:p>
    <w:p w14:paraId="781CDB07" w14:textId="727BDC7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4" w:history="1">
        <w:r w:rsidRPr="001F0789">
          <w:rPr>
            <w:rStyle w:val="Hyperlink"/>
            <w:noProof/>
            <w14:scene3d>
              <w14:camera w14:prst="orthographicFront"/>
              <w14:lightRig w14:rig="threePt" w14:dir="t">
                <w14:rot w14:lat="0" w14:lon="0" w14:rev="0"/>
              </w14:lightRig>
            </w14:scene3d>
          </w:rPr>
          <w:t>41.1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_Toc64888764 \h </w:instrText>
        </w:r>
        <w:r>
          <w:rPr>
            <w:noProof/>
            <w:webHidden/>
          </w:rPr>
        </w:r>
        <w:r>
          <w:rPr>
            <w:noProof/>
            <w:webHidden/>
          </w:rPr>
          <w:fldChar w:fldCharType="separate"/>
        </w:r>
        <w:r>
          <w:rPr>
            <w:noProof/>
            <w:webHidden/>
          </w:rPr>
          <w:t>70</w:t>
        </w:r>
        <w:r>
          <w:rPr>
            <w:noProof/>
            <w:webHidden/>
          </w:rPr>
          <w:fldChar w:fldCharType="end"/>
        </w:r>
      </w:hyperlink>
    </w:p>
    <w:p w14:paraId="060B8485" w14:textId="1864176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5" w:history="1">
        <w:r w:rsidRPr="001F0789">
          <w:rPr>
            <w:rStyle w:val="Hyperlink"/>
            <w:noProof/>
            <w14:scene3d>
              <w14:camera w14:prst="orthographicFront"/>
              <w14:lightRig w14:rig="threePt" w14:dir="t">
                <w14:rot w14:lat="0" w14:lon="0" w14:rev="0"/>
              </w14:lightRig>
            </w14:scene3d>
          </w:rPr>
          <w:t>41.2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_Toc64888765 \h </w:instrText>
        </w:r>
        <w:r>
          <w:rPr>
            <w:noProof/>
            <w:webHidden/>
          </w:rPr>
        </w:r>
        <w:r>
          <w:rPr>
            <w:noProof/>
            <w:webHidden/>
          </w:rPr>
          <w:fldChar w:fldCharType="separate"/>
        </w:r>
        <w:r>
          <w:rPr>
            <w:noProof/>
            <w:webHidden/>
          </w:rPr>
          <w:t>70</w:t>
        </w:r>
        <w:r>
          <w:rPr>
            <w:noProof/>
            <w:webHidden/>
          </w:rPr>
          <w:fldChar w:fldCharType="end"/>
        </w:r>
      </w:hyperlink>
    </w:p>
    <w:p w14:paraId="02E7A83B" w14:textId="5A2560C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6" w:history="1">
        <w:r w:rsidRPr="001F0789">
          <w:rPr>
            <w:rStyle w:val="Hyperlink"/>
            <w:noProof/>
            <w14:scene3d>
              <w14:camera w14:prst="orthographicFront"/>
              <w14:lightRig w14:rig="threePt" w14:dir="t">
                <w14:rot w14:lat="0" w14:lon="0" w14:rev="0"/>
              </w14:lightRig>
            </w14:scene3d>
          </w:rPr>
          <w:t>41.3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_Toc64888766 \h </w:instrText>
        </w:r>
        <w:r>
          <w:rPr>
            <w:noProof/>
            <w:webHidden/>
          </w:rPr>
        </w:r>
        <w:r>
          <w:rPr>
            <w:noProof/>
            <w:webHidden/>
          </w:rPr>
          <w:fldChar w:fldCharType="separate"/>
        </w:r>
        <w:r>
          <w:rPr>
            <w:noProof/>
            <w:webHidden/>
          </w:rPr>
          <w:t>70</w:t>
        </w:r>
        <w:r>
          <w:rPr>
            <w:noProof/>
            <w:webHidden/>
          </w:rPr>
          <w:fldChar w:fldCharType="end"/>
        </w:r>
      </w:hyperlink>
    </w:p>
    <w:p w14:paraId="0C2D7E9B" w14:textId="376A598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7" w:history="1">
        <w:r w:rsidRPr="001F0789">
          <w:rPr>
            <w:rStyle w:val="Hyperlink"/>
            <w:noProof/>
            <w14:scene3d>
              <w14:camera w14:prst="orthographicFront"/>
              <w14:lightRig w14:rig="threePt" w14:dir="t">
                <w14:rot w14:lat="0" w14:lon="0" w14:rev="0"/>
              </w14:lightRig>
            </w14:scene3d>
          </w:rPr>
          <w:t>41.4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_Toc64888767 \h </w:instrText>
        </w:r>
        <w:r>
          <w:rPr>
            <w:noProof/>
            <w:webHidden/>
          </w:rPr>
        </w:r>
        <w:r>
          <w:rPr>
            <w:noProof/>
            <w:webHidden/>
          </w:rPr>
          <w:fldChar w:fldCharType="separate"/>
        </w:r>
        <w:r>
          <w:rPr>
            <w:noProof/>
            <w:webHidden/>
          </w:rPr>
          <w:t>70</w:t>
        </w:r>
        <w:r>
          <w:rPr>
            <w:noProof/>
            <w:webHidden/>
          </w:rPr>
          <w:fldChar w:fldCharType="end"/>
        </w:r>
      </w:hyperlink>
    </w:p>
    <w:p w14:paraId="485EC95E" w14:textId="5F59078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8" w:history="1">
        <w:r w:rsidRPr="001F0789">
          <w:rPr>
            <w:rStyle w:val="Hyperlink"/>
            <w:noProof/>
            <w14:scene3d>
              <w14:camera w14:prst="orthographicFront"/>
              <w14:lightRig w14:rig="threePt" w14:dir="t">
                <w14:rot w14:lat="0" w14:lon="0" w14:rev="0"/>
              </w14:lightRig>
            </w14:scene3d>
          </w:rPr>
          <w:t>41.5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_Toc64888768 \h </w:instrText>
        </w:r>
        <w:r>
          <w:rPr>
            <w:noProof/>
            <w:webHidden/>
          </w:rPr>
        </w:r>
        <w:r>
          <w:rPr>
            <w:noProof/>
            <w:webHidden/>
          </w:rPr>
          <w:fldChar w:fldCharType="separate"/>
        </w:r>
        <w:r>
          <w:rPr>
            <w:noProof/>
            <w:webHidden/>
          </w:rPr>
          <w:t>70</w:t>
        </w:r>
        <w:r>
          <w:rPr>
            <w:noProof/>
            <w:webHidden/>
          </w:rPr>
          <w:fldChar w:fldCharType="end"/>
        </w:r>
      </w:hyperlink>
    </w:p>
    <w:p w14:paraId="775FE970" w14:textId="1F7A71C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69" w:history="1">
        <w:r w:rsidRPr="001F0789">
          <w:rPr>
            <w:rStyle w:val="Hyperlink"/>
            <w:noProof/>
            <w14:scene3d>
              <w14:camera w14:prst="orthographicFront"/>
              <w14:lightRig w14:rig="threePt" w14:dir="t">
                <w14:rot w14:lat="0" w14:lon="0" w14:rev="0"/>
              </w14:lightRig>
            </w14:scene3d>
          </w:rPr>
          <w:t>41.6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_Toc64888769 \h </w:instrText>
        </w:r>
        <w:r>
          <w:rPr>
            <w:noProof/>
            <w:webHidden/>
          </w:rPr>
        </w:r>
        <w:r>
          <w:rPr>
            <w:noProof/>
            <w:webHidden/>
          </w:rPr>
          <w:fldChar w:fldCharType="separate"/>
        </w:r>
        <w:r>
          <w:rPr>
            <w:noProof/>
            <w:webHidden/>
          </w:rPr>
          <w:t>70</w:t>
        </w:r>
        <w:r>
          <w:rPr>
            <w:noProof/>
            <w:webHidden/>
          </w:rPr>
          <w:fldChar w:fldCharType="end"/>
        </w:r>
      </w:hyperlink>
    </w:p>
    <w:p w14:paraId="358B577D" w14:textId="1E7A182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70" w:history="1">
        <w:r w:rsidRPr="001F0789">
          <w:rPr>
            <w:rStyle w:val="Hyperlink"/>
            <w:noProof/>
          </w:rPr>
          <w:t>42</w:t>
        </w:r>
        <w:r>
          <w:rPr>
            <w:rFonts w:asciiTheme="minorHAnsi" w:eastAsiaTheme="minorEastAsia" w:hAnsiTheme="minorHAnsi" w:cstheme="minorBidi"/>
            <w:b w:val="0"/>
            <w:noProof/>
            <w:lang w:eastAsia="sl-SI"/>
          </w:rPr>
          <w:tab/>
        </w:r>
        <w:r w:rsidRPr="001F0789">
          <w:rPr>
            <w:rStyle w:val="Hyperlink"/>
            <w:noProof/>
          </w:rPr>
          <w:t>Evidenca zahtev masovna oddaja zahtev v2</w:t>
        </w:r>
        <w:r>
          <w:rPr>
            <w:noProof/>
            <w:webHidden/>
          </w:rPr>
          <w:tab/>
        </w:r>
        <w:r>
          <w:rPr>
            <w:noProof/>
            <w:webHidden/>
          </w:rPr>
          <w:fldChar w:fldCharType="begin"/>
        </w:r>
        <w:r>
          <w:rPr>
            <w:noProof/>
            <w:webHidden/>
          </w:rPr>
          <w:instrText xml:space="preserve"> PAGEREF _Toc64888770 \h </w:instrText>
        </w:r>
        <w:r>
          <w:rPr>
            <w:noProof/>
            <w:webHidden/>
          </w:rPr>
        </w:r>
        <w:r>
          <w:rPr>
            <w:noProof/>
            <w:webHidden/>
          </w:rPr>
          <w:fldChar w:fldCharType="separate"/>
        </w:r>
        <w:r>
          <w:rPr>
            <w:noProof/>
            <w:webHidden/>
          </w:rPr>
          <w:t>71</w:t>
        </w:r>
        <w:r>
          <w:rPr>
            <w:noProof/>
            <w:webHidden/>
          </w:rPr>
          <w:fldChar w:fldCharType="end"/>
        </w:r>
      </w:hyperlink>
    </w:p>
    <w:p w14:paraId="3DA81C2B" w14:textId="7C50431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1" w:history="1">
        <w:r w:rsidRPr="001F0789">
          <w:rPr>
            <w:rStyle w:val="Hyperlink"/>
            <w:noProof/>
            <w14:scene3d>
              <w14:camera w14:prst="orthographicFront"/>
              <w14:lightRig w14:rig="threePt" w14:dir="t">
                <w14:rot w14:lat="0" w14:lon="0" w14:rev="0"/>
              </w14:lightRig>
            </w14:scene3d>
          </w:rPr>
          <w:t>42.1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_Toc64888771 \h </w:instrText>
        </w:r>
        <w:r>
          <w:rPr>
            <w:noProof/>
            <w:webHidden/>
          </w:rPr>
        </w:r>
        <w:r>
          <w:rPr>
            <w:noProof/>
            <w:webHidden/>
          </w:rPr>
          <w:fldChar w:fldCharType="separate"/>
        </w:r>
        <w:r>
          <w:rPr>
            <w:noProof/>
            <w:webHidden/>
          </w:rPr>
          <w:t>71</w:t>
        </w:r>
        <w:r>
          <w:rPr>
            <w:noProof/>
            <w:webHidden/>
          </w:rPr>
          <w:fldChar w:fldCharType="end"/>
        </w:r>
      </w:hyperlink>
    </w:p>
    <w:p w14:paraId="754D7B94" w14:textId="3608AE6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2" w:history="1">
        <w:r w:rsidRPr="001F0789">
          <w:rPr>
            <w:rStyle w:val="Hyperlink"/>
            <w:noProof/>
            <w14:scene3d>
              <w14:camera w14:prst="orthographicFront"/>
              <w14:lightRig w14:rig="threePt" w14:dir="t">
                <w14:rot w14:lat="0" w14:lon="0" w14:rev="0"/>
              </w14:lightRig>
            </w14:scene3d>
          </w:rPr>
          <w:t>42.2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_Toc64888772 \h </w:instrText>
        </w:r>
        <w:r>
          <w:rPr>
            <w:noProof/>
            <w:webHidden/>
          </w:rPr>
        </w:r>
        <w:r>
          <w:rPr>
            <w:noProof/>
            <w:webHidden/>
          </w:rPr>
          <w:fldChar w:fldCharType="separate"/>
        </w:r>
        <w:r>
          <w:rPr>
            <w:noProof/>
            <w:webHidden/>
          </w:rPr>
          <w:t>71</w:t>
        </w:r>
        <w:r>
          <w:rPr>
            <w:noProof/>
            <w:webHidden/>
          </w:rPr>
          <w:fldChar w:fldCharType="end"/>
        </w:r>
      </w:hyperlink>
    </w:p>
    <w:p w14:paraId="388AD46D" w14:textId="273F0B4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3" w:history="1">
        <w:r w:rsidRPr="001F0789">
          <w:rPr>
            <w:rStyle w:val="Hyperlink"/>
            <w:noProof/>
            <w14:scene3d>
              <w14:camera w14:prst="orthographicFront"/>
              <w14:lightRig w14:rig="threePt" w14:dir="t">
                <w14:rot w14:lat="0" w14:lon="0" w14:rev="0"/>
              </w14:lightRig>
            </w14:scene3d>
          </w:rPr>
          <w:t>42.3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_Toc64888773 \h </w:instrText>
        </w:r>
        <w:r>
          <w:rPr>
            <w:noProof/>
            <w:webHidden/>
          </w:rPr>
        </w:r>
        <w:r>
          <w:rPr>
            <w:noProof/>
            <w:webHidden/>
          </w:rPr>
          <w:fldChar w:fldCharType="separate"/>
        </w:r>
        <w:r>
          <w:rPr>
            <w:noProof/>
            <w:webHidden/>
          </w:rPr>
          <w:t>71</w:t>
        </w:r>
        <w:r>
          <w:rPr>
            <w:noProof/>
            <w:webHidden/>
          </w:rPr>
          <w:fldChar w:fldCharType="end"/>
        </w:r>
      </w:hyperlink>
    </w:p>
    <w:p w14:paraId="41043695" w14:textId="1D1EA56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4" w:history="1">
        <w:r w:rsidRPr="001F0789">
          <w:rPr>
            <w:rStyle w:val="Hyperlink"/>
            <w:noProof/>
            <w14:scene3d>
              <w14:camera w14:prst="orthographicFront"/>
              <w14:lightRig w14:rig="threePt" w14:dir="t">
                <w14:rot w14:lat="0" w14:lon="0" w14:rev="0"/>
              </w14:lightRig>
            </w14:scene3d>
          </w:rPr>
          <w:t>42.4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_Toc64888774 \h </w:instrText>
        </w:r>
        <w:r>
          <w:rPr>
            <w:noProof/>
            <w:webHidden/>
          </w:rPr>
        </w:r>
        <w:r>
          <w:rPr>
            <w:noProof/>
            <w:webHidden/>
          </w:rPr>
          <w:fldChar w:fldCharType="separate"/>
        </w:r>
        <w:r>
          <w:rPr>
            <w:noProof/>
            <w:webHidden/>
          </w:rPr>
          <w:t>71</w:t>
        </w:r>
        <w:r>
          <w:rPr>
            <w:noProof/>
            <w:webHidden/>
          </w:rPr>
          <w:fldChar w:fldCharType="end"/>
        </w:r>
      </w:hyperlink>
    </w:p>
    <w:p w14:paraId="59AEDBED" w14:textId="4C12C2C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5" w:history="1">
        <w:r w:rsidRPr="001F0789">
          <w:rPr>
            <w:rStyle w:val="Hyperlink"/>
            <w:noProof/>
            <w14:scene3d>
              <w14:camera w14:prst="orthographicFront"/>
              <w14:lightRig w14:rig="threePt" w14:dir="t">
                <w14:rot w14:lat="0" w14:lon="0" w14:rev="0"/>
              </w14:lightRig>
            </w14:scene3d>
          </w:rPr>
          <w:t>42.5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_Toc64888775 \h </w:instrText>
        </w:r>
        <w:r>
          <w:rPr>
            <w:noProof/>
            <w:webHidden/>
          </w:rPr>
        </w:r>
        <w:r>
          <w:rPr>
            <w:noProof/>
            <w:webHidden/>
          </w:rPr>
          <w:fldChar w:fldCharType="separate"/>
        </w:r>
        <w:r>
          <w:rPr>
            <w:noProof/>
            <w:webHidden/>
          </w:rPr>
          <w:t>71</w:t>
        </w:r>
        <w:r>
          <w:rPr>
            <w:noProof/>
            <w:webHidden/>
          </w:rPr>
          <w:fldChar w:fldCharType="end"/>
        </w:r>
      </w:hyperlink>
    </w:p>
    <w:p w14:paraId="2437FF39" w14:textId="360EC4F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6" w:history="1">
        <w:r w:rsidRPr="001F0789">
          <w:rPr>
            <w:rStyle w:val="Hyperlink"/>
            <w:noProof/>
            <w14:scene3d>
              <w14:camera w14:prst="orthographicFront"/>
              <w14:lightRig w14:rig="threePt" w14:dir="t">
                <w14:rot w14:lat="0" w14:lon="0" w14:rev="0"/>
              </w14:lightRig>
            </w14:scene3d>
          </w:rPr>
          <w:t>42.6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_Toc64888776 \h </w:instrText>
        </w:r>
        <w:r>
          <w:rPr>
            <w:noProof/>
            <w:webHidden/>
          </w:rPr>
        </w:r>
        <w:r>
          <w:rPr>
            <w:noProof/>
            <w:webHidden/>
          </w:rPr>
          <w:fldChar w:fldCharType="separate"/>
        </w:r>
        <w:r>
          <w:rPr>
            <w:noProof/>
            <w:webHidden/>
          </w:rPr>
          <w:t>71</w:t>
        </w:r>
        <w:r>
          <w:rPr>
            <w:noProof/>
            <w:webHidden/>
          </w:rPr>
          <w:fldChar w:fldCharType="end"/>
        </w:r>
      </w:hyperlink>
    </w:p>
    <w:p w14:paraId="1346E54F" w14:textId="2EC677F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77" w:history="1">
        <w:r w:rsidRPr="001F0789">
          <w:rPr>
            <w:rStyle w:val="Hyperlink"/>
            <w:noProof/>
          </w:rPr>
          <w:t>43</w:t>
        </w:r>
        <w:r>
          <w:rPr>
            <w:rFonts w:asciiTheme="minorHAnsi" w:eastAsiaTheme="minorEastAsia" w:hAnsiTheme="minorHAnsi" w:cstheme="minorBidi"/>
            <w:b w:val="0"/>
            <w:noProof/>
            <w:lang w:eastAsia="sl-SI"/>
          </w:rPr>
          <w:tab/>
        </w:r>
        <w:r w:rsidRPr="001F0789">
          <w:rPr>
            <w:rStyle w:val="Hyperlink"/>
            <w:noProof/>
          </w:rPr>
          <w:t>Odpoved pogodbe o dobavi</w:t>
        </w:r>
        <w:r>
          <w:rPr>
            <w:noProof/>
            <w:webHidden/>
          </w:rPr>
          <w:tab/>
        </w:r>
        <w:r>
          <w:rPr>
            <w:noProof/>
            <w:webHidden/>
          </w:rPr>
          <w:fldChar w:fldCharType="begin"/>
        </w:r>
        <w:r>
          <w:rPr>
            <w:noProof/>
            <w:webHidden/>
          </w:rPr>
          <w:instrText xml:space="preserve"> PAGEREF _Toc64888777 \h </w:instrText>
        </w:r>
        <w:r>
          <w:rPr>
            <w:noProof/>
            <w:webHidden/>
          </w:rPr>
        </w:r>
        <w:r>
          <w:rPr>
            <w:noProof/>
            <w:webHidden/>
          </w:rPr>
          <w:fldChar w:fldCharType="separate"/>
        </w:r>
        <w:r>
          <w:rPr>
            <w:noProof/>
            <w:webHidden/>
          </w:rPr>
          <w:t>72</w:t>
        </w:r>
        <w:r>
          <w:rPr>
            <w:noProof/>
            <w:webHidden/>
          </w:rPr>
          <w:fldChar w:fldCharType="end"/>
        </w:r>
      </w:hyperlink>
    </w:p>
    <w:p w14:paraId="21D7B2A3" w14:textId="0F44747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8" w:history="1">
        <w:r w:rsidRPr="001F0789">
          <w:rPr>
            <w:rStyle w:val="Hyperlink"/>
            <w:noProof/>
            <w14:scene3d>
              <w14:camera w14:prst="orthographicFront"/>
              <w14:lightRig w14:rig="threePt" w14:dir="t">
                <w14:rot w14:lat="0" w14:lon="0" w14:rev="0"/>
              </w14:lightRig>
            </w14:scene3d>
          </w:rPr>
          <w:t>43.1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_Toc64888778 \h </w:instrText>
        </w:r>
        <w:r>
          <w:rPr>
            <w:noProof/>
            <w:webHidden/>
          </w:rPr>
        </w:r>
        <w:r>
          <w:rPr>
            <w:noProof/>
            <w:webHidden/>
          </w:rPr>
          <w:fldChar w:fldCharType="separate"/>
        </w:r>
        <w:r>
          <w:rPr>
            <w:noProof/>
            <w:webHidden/>
          </w:rPr>
          <w:t>72</w:t>
        </w:r>
        <w:r>
          <w:rPr>
            <w:noProof/>
            <w:webHidden/>
          </w:rPr>
          <w:fldChar w:fldCharType="end"/>
        </w:r>
      </w:hyperlink>
    </w:p>
    <w:p w14:paraId="6AECCDC3" w14:textId="3157756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79" w:history="1">
        <w:r w:rsidRPr="001F0789">
          <w:rPr>
            <w:rStyle w:val="Hyperlink"/>
            <w:noProof/>
            <w14:scene3d>
              <w14:camera w14:prst="orthographicFront"/>
              <w14:lightRig w14:rig="threePt" w14:dir="t">
                <w14:rot w14:lat="0" w14:lon="0" w14:rev="0"/>
              </w14:lightRig>
            </w14:scene3d>
          </w:rPr>
          <w:t>43.2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_Toc64888779 \h </w:instrText>
        </w:r>
        <w:r>
          <w:rPr>
            <w:noProof/>
            <w:webHidden/>
          </w:rPr>
        </w:r>
        <w:r>
          <w:rPr>
            <w:noProof/>
            <w:webHidden/>
          </w:rPr>
          <w:fldChar w:fldCharType="separate"/>
        </w:r>
        <w:r>
          <w:rPr>
            <w:noProof/>
            <w:webHidden/>
          </w:rPr>
          <w:t>72</w:t>
        </w:r>
        <w:r>
          <w:rPr>
            <w:noProof/>
            <w:webHidden/>
          </w:rPr>
          <w:fldChar w:fldCharType="end"/>
        </w:r>
      </w:hyperlink>
    </w:p>
    <w:p w14:paraId="199E94AC" w14:textId="0769D21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0" w:history="1">
        <w:r w:rsidRPr="001F0789">
          <w:rPr>
            <w:rStyle w:val="Hyperlink"/>
            <w:noProof/>
            <w14:scene3d>
              <w14:camera w14:prst="orthographicFront"/>
              <w14:lightRig w14:rig="threePt" w14:dir="t">
                <w14:rot w14:lat="0" w14:lon="0" w14:rev="0"/>
              </w14:lightRig>
            </w14:scene3d>
          </w:rPr>
          <w:t>43.3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_Toc64888780 \h </w:instrText>
        </w:r>
        <w:r>
          <w:rPr>
            <w:noProof/>
            <w:webHidden/>
          </w:rPr>
        </w:r>
        <w:r>
          <w:rPr>
            <w:noProof/>
            <w:webHidden/>
          </w:rPr>
          <w:fldChar w:fldCharType="separate"/>
        </w:r>
        <w:r>
          <w:rPr>
            <w:noProof/>
            <w:webHidden/>
          </w:rPr>
          <w:t>72</w:t>
        </w:r>
        <w:r>
          <w:rPr>
            <w:noProof/>
            <w:webHidden/>
          </w:rPr>
          <w:fldChar w:fldCharType="end"/>
        </w:r>
      </w:hyperlink>
    </w:p>
    <w:p w14:paraId="73BA5470" w14:textId="125E0E9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1" w:history="1">
        <w:r w:rsidRPr="001F0789">
          <w:rPr>
            <w:rStyle w:val="Hyperlink"/>
            <w:noProof/>
            <w14:scene3d>
              <w14:camera w14:prst="orthographicFront"/>
              <w14:lightRig w14:rig="threePt" w14:dir="t">
                <w14:rot w14:lat="0" w14:lon="0" w14:rev="0"/>
              </w14:lightRig>
            </w14:scene3d>
          </w:rPr>
          <w:t>43.4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_Toc64888781 \h </w:instrText>
        </w:r>
        <w:r>
          <w:rPr>
            <w:noProof/>
            <w:webHidden/>
          </w:rPr>
        </w:r>
        <w:r>
          <w:rPr>
            <w:noProof/>
            <w:webHidden/>
          </w:rPr>
          <w:fldChar w:fldCharType="separate"/>
        </w:r>
        <w:r>
          <w:rPr>
            <w:noProof/>
            <w:webHidden/>
          </w:rPr>
          <w:t>72</w:t>
        </w:r>
        <w:r>
          <w:rPr>
            <w:noProof/>
            <w:webHidden/>
          </w:rPr>
          <w:fldChar w:fldCharType="end"/>
        </w:r>
      </w:hyperlink>
    </w:p>
    <w:p w14:paraId="4E46313E" w14:textId="57AA913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2" w:history="1">
        <w:r w:rsidRPr="001F0789">
          <w:rPr>
            <w:rStyle w:val="Hyperlink"/>
            <w:noProof/>
            <w14:scene3d>
              <w14:camera w14:prst="orthographicFront"/>
              <w14:lightRig w14:rig="threePt" w14:dir="t">
                <w14:rot w14:lat="0" w14:lon="0" w14:rev="0"/>
              </w14:lightRig>
            </w14:scene3d>
          </w:rPr>
          <w:t>43.5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_Toc64888782 \h </w:instrText>
        </w:r>
        <w:r>
          <w:rPr>
            <w:noProof/>
            <w:webHidden/>
          </w:rPr>
        </w:r>
        <w:r>
          <w:rPr>
            <w:noProof/>
            <w:webHidden/>
          </w:rPr>
          <w:fldChar w:fldCharType="separate"/>
        </w:r>
        <w:r>
          <w:rPr>
            <w:noProof/>
            <w:webHidden/>
          </w:rPr>
          <w:t>72</w:t>
        </w:r>
        <w:r>
          <w:rPr>
            <w:noProof/>
            <w:webHidden/>
          </w:rPr>
          <w:fldChar w:fldCharType="end"/>
        </w:r>
      </w:hyperlink>
    </w:p>
    <w:p w14:paraId="75DBE85E" w14:textId="5D3FA11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3" w:history="1">
        <w:r w:rsidRPr="001F0789">
          <w:rPr>
            <w:rStyle w:val="Hyperlink"/>
            <w:noProof/>
            <w14:scene3d>
              <w14:camera w14:prst="orthographicFront"/>
              <w14:lightRig w14:rig="threePt" w14:dir="t">
                <w14:rot w14:lat="0" w14:lon="0" w14:rev="0"/>
              </w14:lightRig>
            </w14:scene3d>
          </w:rPr>
          <w:t>43.6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_Toc64888783 \h </w:instrText>
        </w:r>
        <w:r>
          <w:rPr>
            <w:noProof/>
            <w:webHidden/>
          </w:rPr>
        </w:r>
        <w:r>
          <w:rPr>
            <w:noProof/>
            <w:webHidden/>
          </w:rPr>
          <w:fldChar w:fldCharType="separate"/>
        </w:r>
        <w:r>
          <w:rPr>
            <w:noProof/>
            <w:webHidden/>
          </w:rPr>
          <w:t>72</w:t>
        </w:r>
        <w:r>
          <w:rPr>
            <w:noProof/>
            <w:webHidden/>
          </w:rPr>
          <w:fldChar w:fldCharType="end"/>
        </w:r>
      </w:hyperlink>
    </w:p>
    <w:p w14:paraId="106E5DFB" w14:textId="0193FFD1"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84" w:history="1">
        <w:r w:rsidRPr="001F0789">
          <w:rPr>
            <w:rStyle w:val="Hyperlink"/>
            <w:noProof/>
          </w:rPr>
          <w:t>44</w:t>
        </w:r>
        <w:r>
          <w:rPr>
            <w:rFonts w:asciiTheme="minorHAnsi" w:eastAsiaTheme="minorEastAsia" w:hAnsiTheme="minorHAnsi" w:cstheme="minorBidi"/>
            <w:b w:val="0"/>
            <w:noProof/>
            <w:lang w:eastAsia="sl-SI"/>
          </w:rPr>
          <w:tab/>
        </w:r>
        <w:r w:rsidRPr="001F0789">
          <w:rPr>
            <w:rStyle w:val="Hyperlink"/>
            <w:noProof/>
          </w:rPr>
          <w:t>Odpoved pogodbe o dobavi v3</w:t>
        </w:r>
        <w:r>
          <w:rPr>
            <w:noProof/>
            <w:webHidden/>
          </w:rPr>
          <w:tab/>
        </w:r>
        <w:r>
          <w:rPr>
            <w:noProof/>
            <w:webHidden/>
          </w:rPr>
          <w:fldChar w:fldCharType="begin"/>
        </w:r>
        <w:r>
          <w:rPr>
            <w:noProof/>
            <w:webHidden/>
          </w:rPr>
          <w:instrText xml:space="preserve"> PAGEREF _Toc64888784 \h </w:instrText>
        </w:r>
        <w:r>
          <w:rPr>
            <w:noProof/>
            <w:webHidden/>
          </w:rPr>
        </w:r>
        <w:r>
          <w:rPr>
            <w:noProof/>
            <w:webHidden/>
          </w:rPr>
          <w:fldChar w:fldCharType="separate"/>
        </w:r>
        <w:r>
          <w:rPr>
            <w:noProof/>
            <w:webHidden/>
          </w:rPr>
          <w:t>73</w:t>
        </w:r>
        <w:r>
          <w:rPr>
            <w:noProof/>
            <w:webHidden/>
          </w:rPr>
          <w:fldChar w:fldCharType="end"/>
        </w:r>
      </w:hyperlink>
    </w:p>
    <w:p w14:paraId="75181529" w14:textId="3A8EAA8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5" w:history="1">
        <w:r w:rsidRPr="001F0789">
          <w:rPr>
            <w:rStyle w:val="Hyperlink"/>
            <w:noProof/>
            <w14:scene3d>
              <w14:camera w14:prst="orthographicFront"/>
              <w14:lightRig w14:rig="threePt" w14:dir="t">
                <w14:rot w14:lat="0" w14:lon="0" w14:rev="0"/>
              </w14:lightRig>
            </w14:scene3d>
          </w:rPr>
          <w:t>44.1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_Toc64888785 \h </w:instrText>
        </w:r>
        <w:r>
          <w:rPr>
            <w:noProof/>
            <w:webHidden/>
          </w:rPr>
        </w:r>
        <w:r>
          <w:rPr>
            <w:noProof/>
            <w:webHidden/>
          </w:rPr>
          <w:fldChar w:fldCharType="separate"/>
        </w:r>
        <w:r>
          <w:rPr>
            <w:noProof/>
            <w:webHidden/>
          </w:rPr>
          <w:t>73</w:t>
        </w:r>
        <w:r>
          <w:rPr>
            <w:noProof/>
            <w:webHidden/>
          </w:rPr>
          <w:fldChar w:fldCharType="end"/>
        </w:r>
      </w:hyperlink>
    </w:p>
    <w:p w14:paraId="37F0C1D4" w14:textId="745D43B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6" w:history="1">
        <w:r w:rsidRPr="001F0789">
          <w:rPr>
            <w:rStyle w:val="Hyperlink"/>
            <w:noProof/>
            <w14:scene3d>
              <w14:camera w14:prst="orthographicFront"/>
              <w14:lightRig w14:rig="threePt" w14:dir="t">
                <w14:rot w14:lat="0" w14:lon="0" w14:rev="0"/>
              </w14:lightRig>
            </w14:scene3d>
          </w:rPr>
          <w:t>44.2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_Toc64888786 \h </w:instrText>
        </w:r>
        <w:r>
          <w:rPr>
            <w:noProof/>
            <w:webHidden/>
          </w:rPr>
        </w:r>
        <w:r>
          <w:rPr>
            <w:noProof/>
            <w:webHidden/>
          </w:rPr>
          <w:fldChar w:fldCharType="separate"/>
        </w:r>
        <w:r>
          <w:rPr>
            <w:noProof/>
            <w:webHidden/>
          </w:rPr>
          <w:t>73</w:t>
        </w:r>
        <w:r>
          <w:rPr>
            <w:noProof/>
            <w:webHidden/>
          </w:rPr>
          <w:fldChar w:fldCharType="end"/>
        </w:r>
      </w:hyperlink>
    </w:p>
    <w:p w14:paraId="2A48A647" w14:textId="5C88D1A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7" w:history="1">
        <w:r w:rsidRPr="001F0789">
          <w:rPr>
            <w:rStyle w:val="Hyperlink"/>
            <w:noProof/>
            <w14:scene3d>
              <w14:camera w14:prst="orthographicFront"/>
              <w14:lightRig w14:rig="threePt" w14:dir="t">
                <w14:rot w14:lat="0" w14:lon="0" w14:rev="0"/>
              </w14:lightRig>
            </w14:scene3d>
          </w:rPr>
          <w:t>44.3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_Toc64888787 \h </w:instrText>
        </w:r>
        <w:r>
          <w:rPr>
            <w:noProof/>
            <w:webHidden/>
          </w:rPr>
        </w:r>
        <w:r>
          <w:rPr>
            <w:noProof/>
            <w:webHidden/>
          </w:rPr>
          <w:fldChar w:fldCharType="separate"/>
        </w:r>
        <w:r>
          <w:rPr>
            <w:noProof/>
            <w:webHidden/>
          </w:rPr>
          <w:t>73</w:t>
        </w:r>
        <w:r>
          <w:rPr>
            <w:noProof/>
            <w:webHidden/>
          </w:rPr>
          <w:fldChar w:fldCharType="end"/>
        </w:r>
      </w:hyperlink>
    </w:p>
    <w:p w14:paraId="401FB77A" w14:textId="659156A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8" w:history="1">
        <w:r w:rsidRPr="001F0789">
          <w:rPr>
            <w:rStyle w:val="Hyperlink"/>
            <w:noProof/>
            <w14:scene3d>
              <w14:camera w14:prst="orthographicFront"/>
              <w14:lightRig w14:rig="threePt" w14:dir="t">
                <w14:rot w14:lat="0" w14:lon="0" w14:rev="0"/>
              </w14:lightRig>
            </w14:scene3d>
          </w:rPr>
          <w:t>44.4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_Toc64888788 \h </w:instrText>
        </w:r>
        <w:r>
          <w:rPr>
            <w:noProof/>
            <w:webHidden/>
          </w:rPr>
        </w:r>
        <w:r>
          <w:rPr>
            <w:noProof/>
            <w:webHidden/>
          </w:rPr>
          <w:fldChar w:fldCharType="separate"/>
        </w:r>
        <w:r>
          <w:rPr>
            <w:noProof/>
            <w:webHidden/>
          </w:rPr>
          <w:t>73</w:t>
        </w:r>
        <w:r>
          <w:rPr>
            <w:noProof/>
            <w:webHidden/>
          </w:rPr>
          <w:fldChar w:fldCharType="end"/>
        </w:r>
      </w:hyperlink>
    </w:p>
    <w:p w14:paraId="1BCE9A51" w14:textId="2E16FC9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89" w:history="1">
        <w:r w:rsidRPr="001F0789">
          <w:rPr>
            <w:rStyle w:val="Hyperlink"/>
            <w:noProof/>
            <w14:scene3d>
              <w14:camera w14:prst="orthographicFront"/>
              <w14:lightRig w14:rig="threePt" w14:dir="t">
                <w14:rot w14:lat="0" w14:lon="0" w14:rev="0"/>
              </w14:lightRig>
            </w14:scene3d>
          </w:rPr>
          <w:t>44.5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_Toc64888789 \h </w:instrText>
        </w:r>
        <w:r>
          <w:rPr>
            <w:noProof/>
            <w:webHidden/>
          </w:rPr>
        </w:r>
        <w:r>
          <w:rPr>
            <w:noProof/>
            <w:webHidden/>
          </w:rPr>
          <w:fldChar w:fldCharType="separate"/>
        </w:r>
        <w:r>
          <w:rPr>
            <w:noProof/>
            <w:webHidden/>
          </w:rPr>
          <w:t>73</w:t>
        </w:r>
        <w:r>
          <w:rPr>
            <w:noProof/>
            <w:webHidden/>
          </w:rPr>
          <w:fldChar w:fldCharType="end"/>
        </w:r>
      </w:hyperlink>
    </w:p>
    <w:p w14:paraId="6002C47B" w14:textId="7DB04FF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0" w:history="1">
        <w:r w:rsidRPr="001F0789">
          <w:rPr>
            <w:rStyle w:val="Hyperlink"/>
            <w:noProof/>
            <w14:scene3d>
              <w14:camera w14:prst="orthographicFront"/>
              <w14:lightRig w14:rig="threePt" w14:dir="t">
                <w14:rot w14:lat="0" w14:lon="0" w14:rev="0"/>
              </w14:lightRig>
            </w14:scene3d>
          </w:rPr>
          <w:t>44.6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_Toc64888790 \h </w:instrText>
        </w:r>
        <w:r>
          <w:rPr>
            <w:noProof/>
            <w:webHidden/>
          </w:rPr>
        </w:r>
        <w:r>
          <w:rPr>
            <w:noProof/>
            <w:webHidden/>
          </w:rPr>
          <w:fldChar w:fldCharType="separate"/>
        </w:r>
        <w:r>
          <w:rPr>
            <w:noProof/>
            <w:webHidden/>
          </w:rPr>
          <w:t>73</w:t>
        </w:r>
        <w:r>
          <w:rPr>
            <w:noProof/>
            <w:webHidden/>
          </w:rPr>
          <w:fldChar w:fldCharType="end"/>
        </w:r>
      </w:hyperlink>
    </w:p>
    <w:p w14:paraId="65387F38" w14:textId="18D219C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91" w:history="1">
        <w:r w:rsidRPr="001F0789">
          <w:rPr>
            <w:rStyle w:val="Hyperlink"/>
            <w:noProof/>
          </w:rPr>
          <w:t>45</w:t>
        </w:r>
        <w:r>
          <w:rPr>
            <w:rFonts w:asciiTheme="minorHAnsi" w:eastAsiaTheme="minorEastAsia" w:hAnsiTheme="minorHAnsi" w:cstheme="minorBidi"/>
            <w:b w:val="0"/>
            <w:noProof/>
            <w:lang w:eastAsia="sl-SI"/>
          </w:rPr>
          <w:tab/>
        </w:r>
        <w:r w:rsidRPr="001F0789">
          <w:rPr>
            <w:rStyle w:val="Hyperlink"/>
            <w:noProof/>
          </w:rPr>
          <w:t>Sklepanje PoD prvi priklop</w:t>
        </w:r>
        <w:r>
          <w:rPr>
            <w:noProof/>
            <w:webHidden/>
          </w:rPr>
          <w:tab/>
        </w:r>
        <w:r>
          <w:rPr>
            <w:noProof/>
            <w:webHidden/>
          </w:rPr>
          <w:fldChar w:fldCharType="begin"/>
        </w:r>
        <w:r>
          <w:rPr>
            <w:noProof/>
            <w:webHidden/>
          </w:rPr>
          <w:instrText xml:space="preserve"> PAGEREF _Toc64888791 \h </w:instrText>
        </w:r>
        <w:r>
          <w:rPr>
            <w:noProof/>
            <w:webHidden/>
          </w:rPr>
        </w:r>
        <w:r>
          <w:rPr>
            <w:noProof/>
            <w:webHidden/>
          </w:rPr>
          <w:fldChar w:fldCharType="separate"/>
        </w:r>
        <w:r>
          <w:rPr>
            <w:noProof/>
            <w:webHidden/>
          </w:rPr>
          <w:t>74</w:t>
        </w:r>
        <w:r>
          <w:rPr>
            <w:noProof/>
            <w:webHidden/>
          </w:rPr>
          <w:fldChar w:fldCharType="end"/>
        </w:r>
      </w:hyperlink>
    </w:p>
    <w:p w14:paraId="43756DB2" w14:textId="5F7A051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2" w:history="1">
        <w:r w:rsidRPr="001F0789">
          <w:rPr>
            <w:rStyle w:val="Hyperlink"/>
            <w:noProof/>
            <w14:scene3d>
              <w14:camera w14:prst="orthographicFront"/>
              <w14:lightRig w14:rig="threePt" w14:dir="t">
                <w14:rot w14:lat="0" w14:lon="0" w14:rev="0"/>
              </w14:lightRig>
            </w14:scene3d>
          </w:rPr>
          <w:t>45.1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_Toc64888792 \h </w:instrText>
        </w:r>
        <w:r>
          <w:rPr>
            <w:noProof/>
            <w:webHidden/>
          </w:rPr>
        </w:r>
        <w:r>
          <w:rPr>
            <w:noProof/>
            <w:webHidden/>
          </w:rPr>
          <w:fldChar w:fldCharType="separate"/>
        </w:r>
        <w:r>
          <w:rPr>
            <w:noProof/>
            <w:webHidden/>
          </w:rPr>
          <w:t>74</w:t>
        </w:r>
        <w:r>
          <w:rPr>
            <w:noProof/>
            <w:webHidden/>
          </w:rPr>
          <w:fldChar w:fldCharType="end"/>
        </w:r>
      </w:hyperlink>
    </w:p>
    <w:p w14:paraId="0AFE2427" w14:textId="4C5C5F0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3" w:history="1">
        <w:r w:rsidRPr="001F0789">
          <w:rPr>
            <w:rStyle w:val="Hyperlink"/>
            <w:noProof/>
            <w14:scene3d>
              <w14:camera w14:prst="orthographicFront"/>
              <w14:lightRig w14:rig="threePt" w14:dir="t">
                <w14:rot w14:lat="0" w14:lon="0" w14:rev="0"/>
              </w14:lightRig>
            </w14:scene3d>
          </w:rPr>
          <w:t>45.2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_Toc64888793 \h </w:instrText>
        </w:r>
        <w:r>
          <w:rPr>
            <w:noProof/>
            <w:webHidden/>
          </w:rPr>
        </w:r>
        <w:r>
          <w:rPr>
            <w:noProof/>
            <w:webHidden/>
          </w:rPr>
          <w:fldChar w:fldCharType="separate"/>
        </w:r>
        <w:r>
          <w:rPr>
            <w:noProof/>
            <w:webHidden/>
          </w:rPr>
          <w:t>74</w:t>
        </w:r>
        <w:r>
          <w:rPr>
            <w:noProof/>
            <w:webHidden/>
          </w:rPr>
          <w:fldChar w:fldCharType="end"/>
        </w:r>
      </w:hyperlink>
    </w:p>
    <w:p w14:paraId="52BDA184" w14:textId="56EC31B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4" w:history="1">
        <w:r w:rsidRPr="001F0789">
          <w:rPr>
            <w:rStyle w:val="Hyperlink"/>
            <w:noProof/>
            <w14:scene3d>
              <w14:camera w14:prst="orthographicFront"/>
              <w14:lightRig w14:rig="threePt" w14:dir="t">
                <w14:rot w14:lat="0" w14:lon="0" w14:rev="0"/>
              </w14:lightRig>
            </w14:scene3d>
          </w:rPr>
          <w:t>45.3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_Toc64888794 \h </w:instrText>
        </w:r>
        <w:r>
          <w:rPr>
            <w:noProof/>
            <w:webHidden/>
          </w:rPr>
        </w:r>
        <w:r>
          <w:rPr>
            <w:noProof/>
            <w:webHidden/>
          </w:rPr>
          <w:fldChar w:fldCharType="separate"/>
        </w:r>
        <w:r>
          <w:rPr>
            <w:noProof/>
            <w:webHidden/>
          </w:rPr>
          <w:t>74</w:t>
        </w:r>
        <w:r>
          <w:rPr>
            <w:noProof/>
            <w:webHidden/>
          </w:rPr>
          <w:fldChar w:fldCharType="end"/>
        </w:r>
      </w:hyperlink>
    </w:p>
    <w:p w14:paraId="4FEA2B61" w14:textId="2B553F5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5" w:history="1">
        <w:r w:rsidRPr="001F0789">
          <w:rPr>
            <w:rStyle w:val="Hyperlink"/>
            <w:noProof/>
            <w14:scene3d>
              <w14:camera w14:prst="orthographicFront"/>
              <w14:lightRig w14:rig="threePt" w14:dir="t">
                <w14:rot w14:lat="0" w14:lon="0" w14:rev="0"/>
              </w14:lightRig>
            </w14:scene3d>
          </w:rPr>
          <w:t>45.4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_Toc64888795 \h </w:instrText>
        </w:r>
        <w:r>
          <w:rPr>
            <w:noProof/>
            <w:webHidden/>
          </w:rPr>
        </w:r>
        <w:r>
          <w:rPr>
            <w:noProof/>
            <w:webHidden/>
          </w:rPr>
          <w:fldChar w:fldCharType="separate"/>
        </w:r>
        <w:r>
          <w:rPr>
            <w:noProof/>
            <w:webHidden/>
          </w:rPr>
          <w:t>74</w:t>
        </w:r>
        <w:r>
          <w:rPr>
            <w:noProof/>
            <w:webHidden/>
          </w:rPr>
          <w:fldChar w:fldCharType="end"/>
        </w:r>
      </w:hyperlink>
    </w:p>
    <w:p w14:paraId="658F0DB0" w14:textId="4FF3ADE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6" w:history="1">
        <w:r w:rsidRPr="001F0789">
          <w:rPr>
            <w:rStyle w:val="Hyperlink"/>
            <w:noProof/>
            <w14:scene3d>
              <w14:camera w14:prst="orthographicFront"/>
              <w14:lightRig w14:rig="threePt" w14:dir="t">
                <w14:rot w14:lat="0" w14:lon="0" w14:rev="0"/>
              </w14:lightRig>
            </w14:scene3d>
          </w:rPr>
          <w:t>45.5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_Toc64888796 \h </w:instrText>
        </w:r>
        <w:r>
          <w:rPr>
            <w:noProof/>
            <w:webHidden/>
          </w:rPr>
        </w:r>
        <w:r>
          <w:rPr>
            <w:noProof/>
            <w:webHidden/>
          </w:rPr>
          <w:fldChar w:fldCharType="separate"/>
        </w:r>
        <w:r>
          <w:rPr>
            <w:noProof/>
            <w:webHidden/>
          </w:rPr>
          <w:t>74</w:t>
        </w:r>
        <w:r>
          <w:rPr>
            <w:noProof/>
            <w:webHidden/>
          </w:rPr>
          <w:fldChar w:fldCharType="end"/>
        </w:r>
      </w:hyperlink>
    </w:p>
    <w:p w14:paraId="3C0D16E4" w14:textId="2E4B440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7" w:history="1">
        <w:r w:rsidRPr="001F0789">
          <w:rPr>
            <w:rStyle w:val="Hyperlink"/>
            <w:noProof/>
            <w14:scene3d>
              <w14:camera w14:prst="orthographicFront"/>
              <w14:lightRig w14:rig="threePt" w14:dir="t">
                <w14:rot w14:lat="0" w14:lon="0" w14:rev="0"/>
              </w14:lightRig>
            </w14:scene3d>
          </w:rPr>
          <w:t>45.6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_Toc64888797 \h </w:instrText>
        </w:r>
        <w:r>
          <w:rPr>
            <w:noProof/>
            <w:webHidden/>
          </w:rPr>
        </w:r>
        <w:r>
          <w:rPr>
            <w:noProof/>
            <w:webHidden/>
          </w:rPr>
          <w:fldChar w:fldCharType="separate"/>
        </w:r>
        <w:r>
          <w:rPr>
            <w:noProof/>
            <w:webHidden/>
          </w:rPr>
          <w:t>74</w:t>
        </w:r>
        <w:r>
          <w:rPr>
            <w:noProof/>
            <w:webHidden/>
          </w:rPr>
          <w:fldChar w:fldCharType="end"/>
        </w:r>
      </w:hyperlink>
    </w:p>
    <w:p w14:paraId="5D340FA1" w14:textId="5308CDD9"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798" w:history="1">
        <w:r w:rsidRPr="001F0789">
          <w:rPr>
            <w:rStyle w:val="Hyperlink"/>
            <w:noProof/>
          </w:rPr>
          <w:t>46</w:t>
        </w:r>
        <w:r>
          <w:rPr>
            <w:rFonts w:asciiTheme="minorHAnsi" w:eastAsiaTheme="minorEastAsia" w:hAnsiTheme="minorHAnsi" w:cstheme="minorBidi"/>
            <w:b w:val="0"/>
            <w:noProof/>
            <w:lang w:eastAsia="sl-SI"/>
          </w:rPr>
          <w:tab/>
        </w:r>
        <w:r w:rsidRPr="001F0789">
          <w:rPr>
            <w:rStyle w:val="Hyperlink"/>
            <w:noProof/>
          </w:rPr>
          <w:t>Sklepanje PoD prvi priklop v2</w:t>
        </w:r>
        <w:r>
          <w:rPr>
            <w:noProof/>
            <w:webHidden/>
          </w:rPr>
          <w:tab/>
        </w:r>
        <w:r>
          <w:rPr>
            <w:noProof/>
            <w:webHidden/>
          </w:rPr>
          <w:fldChar w:fldCharType="begin"/>
        </w:r>
        <w:r>
          <w:rPr>
            <w:noProof/>
            <w:webHidden/>
          </w:rPr>
          <w:instrText xml:space="preserve"> PAGEREF _Toc64888798 \h </w:instrText>
        </w:r>
        <w:r>
          <w:rPr>
            <w:noProof/>
            <w:webHidden/>
          </w:rPr>
        </w:r>
        <w:r>
          <w:rPr>
            <w:noProof/>
            <w:webHidden/>
          </w:rPr>
          <w:fldChar w:fldCharType="separate"/>
        </w:r>
        <w:r>
          <w:rPr>
            <w:noProof/>
            <w:webHidden/>
          </w:rPr>
          <w:t>75</w:t>
        </w:r>
        <w:r>
          <w:rPr>
            <w:noProof/>
            <w:webHidden/>
          </w:rPr>
          <w:fldChar w:fldCharType="end"/>
        </w:r>
      </w:hyperlink>
    </w:p>
    <w:p w14:paraId="3148756C" w14:textId="66A1CA7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799" w:history="1">
        <w:r w:rsidRPr="001F0789">
          <w:rPr>
            <w:rStyle w:val="Hyperlink"/>
            <w:noProof/>
            <w14:scene3d>
              <w14:camera w14:prst="orthographicFront"/>
              <w14:lightRig w14:rig="threePt" w14:dir="t">
                <w14:rot w14:lat="0" w14:lon="0" w14:rev="0"/>
              </w14:lightRig>
            </w14:scene3d>
          </w:rPr>
          <w:t>46.1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_Toc64888799 \h </w:instrText>
        </w:r>
        <w:r>
          <w:rPr>
            <w:noProof/>
            <w:webHidden/>
          </w:rPr>
        </w:r>
        <w:r>
          <w:rPr>
            <w:noProof/>
            <w:webHidden/>
          </w:rPr>
          <w:fldChar w:fldCharType="separate"/>
        </w:r>
        <w:r>
          <w:rPr>
            <w:noProof/>
            <w:webHidden/>
          </w:rPr>
          <w:t>75</w:t>
        </w:r>
        <w:r>
          <w:rPr>
            <w:noProof/>
            <w:webHidden/>
          </w:rPr>
          <w:fldChar w:fldCharType="end"/>
        </w:r>
      </w:hyperlink>
    </w:p>
    <w:p w14:paraId="43CD7338" w14:textId="664FD59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0" w:history="1">
        <w:r w:rsidRPr="001F0789">
          <w:rPr>
            <w:rStyle w:val="Hyperlink"/>
            <w:noProof/>
            <w14:scene3d>
              <w14:camera w14:prst="orthographicFront"/>
              <w14:lightRig w14:rig="threePt" w14:dir="t">
                <w14:rot w14:lat="0" w14:lon="0" w14:rev="0"/>
              </w14:lightRig>
            </w14:scene3d>
          </w:rPr>
          <w:t>46.2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_Toc64888800 \h </w:instrText>
        </w:r>
        <w:r>
          <w:rPr>
            <w:noProof/>
            <w:webHidden/>
          </w:rPr>
        </w:r>
        <w:r>
          <w:rPr>
            <w:noProof/>
            <w:webHidden/>
          </w:rPr>
          <w:fldChar w:fldCharType="separate"/>
        </w:r>
        <w:r>
          <w:rPr>
            <w:noProof/>
            <w:webHidden/>
          </w:rPr>
          <w:t>75</w:t>
        </w:r>
        <w:r>
          <w:rPr>
            <w:noProof/>
            <w:webHidden/>
          </w:rPr>
          <w:fldChar w:fldCharType="end"/>
        </w:r>
      </w:hyperlink>
    </w:p>
    <w:p w14:paraId="3BCA1405" w14:textId="54DC939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1" w:history="1">
        <w:r w:rsidRPr="001F0789">
          <w:rPr>
            <w:rStyle w:val="Hyperlink"/>
            <w:noProof/>
            <w14:scene3d>
              <w14:camera w14:prst="orthographicFront"/>
              <w14:lightRig w14:rig="threePt" w14:dir="t">
                <w14:rot w14:lat="0" w14:lon="0" w14:rev="0"/>
              </w14:lightRig>
            </w14:scene3d>
          </w:rPr>
          <w:t>46.3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_Toc64888801 \h </w:instrText>
        </w:r>
        <w:r>
          <w:rPr>
            <w:noProof/>
            <w:webHidden/>
          </w:rPr>
        </w:r>
        <w:r>
          <w:rPr>
            <w:noProof/>
            <w:webHidden/>
          </w:rPr>
          <w:fldChar w:fldCharType="separate"/>
        </w:r>
        <w:r>
          <w:rPr>
            <w:noProof/>
            <w:webHidden/>
          </w:rPr>
          <w:t>75</w:t>
        </w:r>
        <w:r>
          <w:rPr>
            <w:noProof/>
            <w:webHidden/>
          </w:rPr>
          <w:fldChar w:fldCharType="end"/>
        </w:r>
      </w:hyperlink>
    </w:p>
    <w:p w14:paraId="526ED424" w14:textId="50664F7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2" w:history="1">
        <w:r w:rsidRPr="001F0789">
          <w:rPr>
            <w:rStyle w:val="Hyperlink"/>
            <w:noProof/>
            <w14:scene3d>
              <w14:camera w14:prst="orthographicFront"/>
              <w14:lightRig w14:rig="threePt" w14:dir="t">
                <w14:rot w14:lat="0" w14:lon="0" w14:rev="0"/>
              </w14:lightRig>
            </w14:scene3d>
          </w:rPr>
          <w:t>46.4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_Toc64888802 \h </w:instrText>
        </w:r>
        <w:r>
          <w:rPr>
            <w:noProof/>
            <w:webHidden/>
          </w:rPr>
        </w:r>
        <w:r>
          <w:rPr>
            <w:noProof/>
            <w:webHidden/>
          </w:rPr>
          <w:fldChar w:fldCharType="separate"/>
        </w:r>
        <w:r>
          <w:rPr>
            <w:noProof/>
            <w:webHidden/>
          </w:rPr>
          <w:t>75</w:t>
        </w:r>
        <w:r>
          <w:rPr>
            <w:noProof/>
            <w:webHidden/>
          </w:rPr>
          <w:fldChar w:fldCharType="end"/>
        </w:r>
      </w:hyperlink>
    </w:p>
    <w:p w14:paraId="00CD3822" w14:textId="6D97777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3" w:history="1">
        <w:r w:rsidRPr="001F0789">
          <w:rPr>
            <w:rStyle w:val="Hyperlink"/>
            <w:noProof/>
            <w14:scene3d>
              <w14:camera w14:prst="orthographicFront"/>
              <w14:lightRig w14:rig="threePt" w14:dir="t">
                <w14:rot w14:lat="0" w14:lon="0" w14:rev="0"/>
              </w14:lightRig>
            </w14:scene3d>
          </w:rPr>
          <w:t>46.5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_Toc64888803 \h </w:instrText>
        </w:r>
        <w:r>
          <w:rPr>
            <w:noProof/>
            <w:webHidden/>
          </w:rPr>
        </w:r>
        <w:r>
          <w:rPr>
            <w:noProof/>
            <w:webHidden/>
          </w:rPr>
          <w:fldChar w:fldCharType="separate"/>
        </w:r>
        <w:r>
          <w:rPr>
            <w:noProof/>
            <w:webHidden/>
          </w:rPr>
          <w:t>75</w:t>
        </w:r>
        <w:r>
          <w:rPr>
            <w:noProof/>
            <w:webHidden/>
          </w:rPr>
          <w:fldChar w:fldCharType="end"/>
        </w:r>
      </w:hyperlink>
    </w:p>
    <w:p w14:paraId="5BEF15AA" w14:textId="1143FEC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4" w:history="1">
        <w:r w:rsidRPr="001F0789">
          <w:rPr>
            <w:rStyle w:val="Hyperlink"/>
            <w:noProof/>
            <w14:scene3d>
              <w14:camera w14:prst="orthographicFront"/>
              <w14:lightRig w14:rig="threePt" w14:dir="t">
                <w14:rot w14:lat="0" w14:lon="0" w14:rev="0"/>
              </w14:lightRig>
            </w14:scene3d>
          </w:rPr>
          <w:t>46.6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_Toc64888804 \h </w:instrText>
        </w:r>
        <w:r>
          <w:rPr>
            <w:noProof/>
            <w:webHidden/>
          </w:rPr>
        </w:r>
        <w:r>
          <w:rPr>
            <w:noProof/>
            <w:webHidden/>
          </w:rPr>
          <w:fldChar w:fldCharType="separate"/>
        </w:r>
        <w:r>
          <w:rPr>
            <w:noProof/>
            <w:webHidden/>
          </w:rPr>
          <w:t>75</w:t>
        </w:r>
        <w:r>
          <w:rPr>
            <w:noProof/>
            <w:webHidden/>
          </w:rPr>
          <w:fldChar w:fldCharType="end"/>
        </w:r>
      </w:hyperlink>
    </w:p>
    <w:p w14:paraId="7E1F0621" w14:textId="76EAA071"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05" w:history="1">
        <w:r w:rsidRPr="001F0789">
          <w:rPr>
            <w:rStyle w:val="Hyperlink"/>
            <w:noProof/>
          </w:rPr>
          <w:t>47</w:t>
        </w:r>
        <w:r>
          <w:rPr>
            <w:rFonts w:asciiTheme="minorHAnsi" w:eastAsiaTheme="minorEastAsia" w:hAnsiTheme="minorHAnsi" w:cstheme="minorBidi"/>
            <w:b w:val="0"/>
            <w:noProof/>
            <w:lang w:eastAsia="sl-SI"/>
          </w:rPr>
          <w:tab/>
        </w:r>
        <w:r w:rsidRPr="001F0789">
          <w:rPr>
            <w:rStyle w:val="Hyperlink"/>
            <w:noProof/>
          </w:rPr>
          <w:t>Sklepanje PoD nova pogodba o dostopu</w:t>
        </w:r>
        <w:r>
          <w:rPr>
            <w:noProof/>
            <w:webHidden/>
          </w:rPr>
          <w:tab/>
        </w:r>
        <w:r>
          <w:rPr>
            <w:noProof/>
            <w:webHidden/>
          </w:rPr>
          <w:fldChar w:fldCharType="begin"/>
        </w:r>
        <w:r>
          <w:rPr>
            <w:noProof/>
            <w:webHidden/>
          </w:rPr>
          <w:instrText xml:space="preserve"> PAGEREF _Toc64888805 \h </w:instrText>
        </w:r>
        <w:r>
          <w:rPr>
            <w:noProof/>
            <w:webHidden/>
          </w:rPr>
        </w:r>
        <w:r>
          <w:rPr>
            <w:noProof/>
            <w:webHidden/>
          </w:rPr>
          <w:fldChar w:fldCharType="separate"/>
        </w:r>
        <w:r>
          <w:rPr>
            <w:noProof/>
            <w:webHidden/>
          </w:rPr>
          <w:t>76</w:t>
        </w:r>
        <w:r>
          <w:rPr>
            <w:noProof/>
            <w:webHidden/>
          </w:rPr>
          <w:fldChar w:fldCharType="end"/>
        </w:r>
      </w:hyperlink>
    </w:p>
    <w:p w14:paraId="073B1076" w14:textId="348A71E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6" w:history="1">
        <w:r w:rsidRPr="001F0789">
          <w:rPr>
            <w:rStyle w:val="Hyperlink"/>
            <w:noProof/>
            <w14:scene3d>
              <w14:camera w14:prst="orthographicFront"/>
              <w14:lightRig w14:rig="threePt" w14:dir="t">
                <w14:rot w14:lat="0" w14:lon="0" w14:rev="0"/>
              </w14:lightRig>
            </w14:scene3d>
          </w:rPr>
          <w:t>47.1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_Toc64888806 \h </w:instrText>
        </w:r>
        <w:r>
          <w:rPr>
            <w:noProof/>
            <w:webHidden/>
          </w:rPr>
        </w:r>
        <w:r>
          <w:rPr>
            <w:noProof/>
            <w:webHidden/>
          </w:rPr>
          <w:fldChar w:fldCharType="separate"/>
        </w:r>
        <w:r>
          <w:rPr>
            <w:noProof/>
            <w:webHidden/>
          </w:rPr>
          <w:t>76</w:t>
        </w:r>
        <w:r>
          <w:rPr>
            <w:noProof/>
            <w:webHidden/>
          </w:rPr>
          <w:fldChar w:fldCharType="end"/>
        </w:r>
      </w:hyperlink>
    </w:p>
    <w:p w14:paraId="7FF324B4" w14:textId="0472E90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7" w:history="1">
        <w:r w:rsidRPr="001F0789">
          <w:rPr>
            <w:rStyle w:val="Hyperlink"/>
            <w:noProof/>
            <w14:scene3d>
              <w14:camera w14:prst="orthographicFront"/>
              <w14:lightRig w14:rig="threePt" w14:dir="t">
                <w14:rot w14:lat="0" w14:lon="0" w14:rev="0"/>
              </w14:lightRig>
            </w14:scene3d>
          </w:rPr>
          <w:t>47.2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_Toc64888807 \h </w:instrText>
        </w:r>
        <w:r>
          <w:rPr>
            <w:noProof/>
            <w:webHidden/>
          </w:rPr>
        </w:r>
        <w:r>
          <w:rPr>
            <w:noProof/>
            <w:webHidden/>
          </w:rPr>
          <w:fldChar w:fldCharType="separate"/>
        </w:r>
        <w:r>
          <w:rPr>
            <w:noProof/>
            <w:webHidden/>
          </w:rPr>
          <w:t>76</w:t>
        </w:r>
        <w:r>
          <w:rPr>
            <w:noProof/>
            <w:webHidden/>
          </w:rPr>
          <w:fldChar w:fldCharType="end"/>
        </w:r>
      </w:hyperlink>
    </w:p>
    <w:p w14:paraId="2DD4032E" w14:textId="20568C3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8" w:history="1">
        <w:r w:rsidRPr="001F0789">
          <w:rPr>
            <w:rStyle w:val="Hyperlink"/>
            <w:noProof/>
            <w14:scene3d>
              <w14:camera w14:prst="orthographicFront"/>
              <w14:lightRig w14:rig="threePt" w14:dir="t">
                <w14:rot w14:lat="0" w14:lon="0" w14:rev="0"/>
              </w14:lightRig>
            </w14:scene3d>
          </w:rPr>
          <w:t>47.3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_Toc64888808 \h </w:instrText>
        </w:r>
        <w:r>
          <w:rPr>
            <w:noProof/>
            <w:webHidden/>
          </w:rPr>
        </w:r>
        <w:r>
          <w:rPr>
            <w:noProof/>
            <w:webHidden/>
          </w:rPr>
          <w:fldChar w:fldCharType="separate"/>
        </w:r>
        <w:r>
          <w:rPr>
            <w:noProof/>
            <w:webHidden/>
          </w:rPr>
          <w:t>76</w:t>
        </w:r>
        <w:r>
          <w:rPr>
            <w:noProof/>
            <w:webHidden/>
          </w:rPr>
          <w:fldChar w:fldCharType="end"/>
        </w:r>
      </w:hyperlink>
    </w:p>
    <w:p w14:paraId="398AC3DE" w14:textId="61930A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09" w:history="1">
        <w:r w:rsidRPr="001F0789">
          <w:rPr>
            <w:rStyle w:val="Hyperlink"/>
            <w:noProof/>
            <w14:scene3d>
              <w14:camera w14:prst="orthographicFront"/>
              <w14:lightRig w14:rig="threePt" w14:dir="t">
                <w14:rot w14:lat="0" w14:lon="0" w14:rev="0"/>
              </w14:lightRig>
            </w14:scene3d>
          </w:rPr>
          <w:t>47.4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_Toc64888809 \h </w:instrText>
        </w:r>
        <w:r>
          <w:rPr>
            <w:noProof/>
            <w:webHidden/>
          </w:rPr>
        </w:r>
        <w:r>
          <w:rPr>
            <w:noProof/>
            <w:webHidden/>
          </w:rPr>
          <w:fldChar w:fldCharType="separate"/>
        </w:r>
        <w:r>
          <w:rPr>
            <w:noProof/>
            <w:webHidden/>
          </w:rPr>
          <w:t>76</w:t>
        </w:r>
        <w:r>
          <w:rPr>
            <w:noProof/>
            <w:webHidden/>
          </w:rPr>
          <w:fldChar w:fldCharType="end"/>
        </w:r>
      </w:hyperlink>
    </w:p>
    <w:p w14:paraId="1B88F26B" w14:textId="2AC1F2C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0" w:history="1">
        <w:r w:rsidRPr="001F0789">
          <w:rPr>
            <w:rStyle w:val="Hyperlink"/>
            <w:noProof/>
            <w14:scene3d>
              <w14:camera w14:prst="orthographicFront"/>
              <w14:lightRig w14:rig="threePt" w14:dir="t">
                <w14:rot w14:lat="0" w14:lon="0" w14:rev="0"/>
              </w14:lightRig>
            </w14:scene3d>
          </w:rPr>
          <w:t>47.5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_Toc64888810 \h </w:instrText>
        </w:r>
        <w:r>
          <w:rPr>
            <w:noProof/>
            <w:webHidden/>
          </w:rPr>
        </w:r>
        <w:r>
          <w:rPr>
            <w:noProof/>
            <w:webHidden/>
          </w:rPr>
          <w:fldChar w:fldCharType="separate"/>
        </w:r>
        <w:r>
          <w:rPr>
            <w:noProof/>
            <w:webHidden/>
          </w:rPr>
          <w:t>76</w:t>
        </w:r>
        <w:r>
          <w:rPr>
            <w:noProof/>
            <w:webHidden/>
          </w:rPr>
          <w:fldChar w:fldCharType="end"/>
        </w:r>
      </w:hyperlink>
    </w:p>
    <w:p w14:paraId="6FC8B362" w14:textId="4EEE020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1" w:history="1">
        <w:r w:rsidRPr="001F0789">
          <w:rPr>
            <w:rStyle w:val="Hyperlink"/>
            <w:noProof/>
            <w14:scene3d>
              <w14:camera w14:prst="orthographicFront"/>
              <w14:lightRig w14:rig="threePt" w14:dir="t">
                <w14:rot w14:lat="0" w14:lon="0" w14:rev="0"/>
              </w14:lightRig>
            </w14:scene3d>
          </w:rPr>
          <w:t>47.6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_Toc64888811 \h </w:instrText>
        </w:r>
        <w:r>
          <w:rPr>
            <w:noProof/>
            <w:webHidden/>
          </w:rPr>
        </w:r>
        <w:r>
          <w:rPr>
            <w:noProof/>
            <w:webHidden/>
          </w:rPr>
          <w:fldChar w:fldCharType="separate"/>
        </w:r>
        <w:r>
          <w:rPr>
            <w:noProof/>
            <w:webHidden/>
          </w:rPr>
          <w:t>76</w:t>
        </w:r>
        <w:r>
          <w:rPr>
            <w:noProof/>
            <w:webHidden/>
          </w:rPr>
          <w:fldChar w:fldCharType="end"/>
        </w:r>
      </w:hyperlink>
    </w:p>
    <w:p w14:paraId="01969F81" w14:textId="2EF18AB3"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12" w:history="1">
        <w:r w:rsidRPr="001F0789">
          <w:rPr>
            <w:rStyle w:val="Hyperlink"/>
            <w:noProof/>
          </w:rPr>
          <w:t>48</w:t>
        </w:r>
        <w:r>
          <w:rPr>
            <w:rFonts w:asciiTheme="minorHAnsi" w:eastAsiaTheme="minorEastAsia" w:hAnsiTheme="minorHAnsi" w:cstheme="minorBidi"/>
            <w:b w:val="0"/>
            <w:noProof/>
            <w:lang w:eastAsia="sl-SI"/>
          </w:rPr>
          <w:tab/>
        </w:r>
        <w:r w:rsidRPr="001F0789">
          <w:rPr>
            <w:rStyle w:val="Hyperlink"/>
            <w:noProof/>
          </w:rPr>
          <w:t>Sklepanje PoD nova pogodba o dostopu v2</w:t>
        </w:r>
        <w:r>
          <w:rPr>
            <w:noProof/>
            <w:webHidden/>
          </w:rPr>
          <w:tab/>
        </w:r>
        <w:r>
          <w:rPr>
            <w:noProof/>
            <w:webHidden/>
          </w:rPr>
          <w:fldChar w:fldCharType="begin"/>
        </w:r>
        <w:r>
          <w:rPr>
            <w:noProof/>
            <w:webHidden/>
          </w:rPr>
          <w:instrText xml:space="preserve"> PAGEREF _Toc64888812 \h </w:instrText>
        </w:r>
        <w:r>
          <w:rPr>
            <w:noProof/>
            <w:webHidden/>
          </w:rPr>
        </w:r>
        <w:r>
          <w:rPr>
            <w:noProof/>
            <w:webHidden/>
          </w:rPr>
          <w:fldChar w:fldCharType="separate"/>
        </w:r>
        <w:r>
          <w:rPr>
            <w:noProof/>
            <w:webHidden/>
          </w:rPr>
          <w:t>77</w:t>
        </w:r>
        <w:r>
          <w:rPr>
            <w:noProof/>
            <w:webHidden/>
          </w:rPr>
          <w:fldChar w:fldCharType="end"/>
        </w:r>
      </w:hyperlink>
    </w:p>
    <w:p w14:paraId="0A71D6BB" w14:textId="704C767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3" w:history="1">
        <w:r w:rsidRPr="001F0789">
          <w:rPr>
            <w:rStyle w:val="Hyperlink"/>
            <w:noProof/>
            <w14:scene3d>
              <w14:camera w14:prst="orthographicFront"/>
              <w14:lightRig w14:rig="threePt" w14:dir="t">
                <w14:rot w14:lat="0" w14:lon="0" w14:rev="0"/>
              </w14:lightRig>
            </w14:scene3d>
          </w:rPr>
          <w:t>48.1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_Toc64888813 \h </w:instrText>
        </w:r>
        <w:r>
          <w:rPr>
            <w:noProof/>
            <w:webHidden/>
          </w:rPr>
        </w:r>
        <w:r>
          <w:rPr>
            <w:noProof/>
            <w:webHidden/>
          </w:rPr>
          <w:fldChar w:fldCharType="separate"/>
        </w:r>
        <w:r>
          <w:rPr>
            <w:noProof/>
            <w:webHidden/>
          </w:rPr>
          <w:t>77</w:t>
        </w:r>
        <w:r>
          <w:rPr>
            <w:noProof/>
            <w:webHidden/>
          </w:rPr>
          <w:fldChar w:fldCharType="end"/>
        </w:r>
      </w:hyperlink>
    </w:p>
    <w:p w14:paraId="4C47869F" w14:textId="04EC12C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4" w:history="1">
        <w:r w:rsidRPr="001F0789">
          <w:rPr>
            <w:rStyle w:val="Hyperlink"/>
            <w:noProof/>
            <w14:scene3d>
              <w14:camera w14:prst="orthographicFront"/>
              <w14:lightRig w14:rig="threePt" w14:dir="t">
                <w14:rot w14:lat="0" w14:lon="0" w14:rev="0"/>
              </w14:lightRig>
            </w14:scene3d>
          </w:rPr>
          <w:t>48.2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_Toc64888814 \h </w:instrText>
        </w:r>
        <w:r>
          <w:rPr>
            <w:noProof/>
            <w:webHidden/>
          </w:rPr>
        </w:r>
        <w:r>
          <w:rPr>
            <w:noProof/>
            <w:webHidden/>
          </w:rPr>
          <w:fldChar w:fldCharType="separate"/>
        </w:r>
        <w:r>
          <w:rPr>
            <w:noProof/>
            <w:webHidden/>
          </w:rPr>
          <w:t>77</w:t>
        </w:r>
        <w:r>
          <w:rPr>
            <w:noProof/>
            <w:webHidden/>
          </w:rPr>
          <w:fldChar w:fldCharType="end"/>
        </w:r>
      </w:hyperlink>
    </w:p>
    <w:p w14:paraId="6F045A10" w14:textId="253BE54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5" w:history="1">
        <w:r w:rsidRPr="001F0789">
          <w:rPr>
            <w:rStyle w:val="Hyperlink"/>
            <w:noProof/>
            <w14:scene3d>
              <w14:camera w14:prst="orthographicFront"/>
              <w14:lightRig w14:rig="threePt" w14:dir="t">
                <w14:rot w14:lat="0" w14:lon="0" w14:rev="0"/>
              </w14:lightRig>
            </w14:scene3d>
          </w:rPr>
          <w:t>48.3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_Toc64888815 \h </w:instrText>
        </w:r>
        <w:r>
          <w:rPr>
            <w:noProof/>
            <w:webHidden/>
          </w:rPr>
        </w:r>
        <w:r>
          <w:rPr>
            <w:noProof/>
            <w:webHidden/>
          </w:rPr>
          <w:fldChar w:fldCharType="separate"/>
        </w:r>
        <w:r>
          <w:rPr>
            <w:noProof/>
            <w:webHidden/>
          </w:rPr>
          <w:t>77</w:t>
        </w:r>
        <w:r>
          <w:rPr>
            <w:noProof/>
            <w:webHidden/>
          </w:rPr>
          <w:fldChar w:fldCharType="end"/>
        </w:r>
      </w:hyperlink>
    </w:p>
    <w:p w14:paraId="1500074F" w14:textId="3E6C5F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6" w:history="1">
        <w:r w:rsidRPr="001F0789">
          <w:rPr>
            <w:rStyle w:val="Hyperlink"/>
            <w:noProof/>
            <w14:scene3d>
              <w14:camera w14:prst="orthographicFront"/>
              <w14:lightRig w14:rig="threePt" w14:dir="t">
                <w14:rot w14:lat="0" w14:lon="0" w14:rev="0"/>
              </w14:lightRig>
            </w14:scene3d>
          </w:rPr>
          <w:t>48.4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_Toc64888816 \h </w:instrText>
        </w:r>
        <w:r>
          <w:rPr>
            <w:noProof/>
            <w:webHidden/>
          </w:rPr>
        </w:r>
        <w:r>
          <w:rPr>
            <w:noProof/>
            <w:webHidden/>
          </w:rPr>
          <w:fldChar w:fldCharType="separate"/>
        </w:r>
        <w:r>
          <w:rPr>
            <w:noProof/>
            <w:webHidden/>
          </w:rPr>
          <w:t>77</w:t>
        </w:r>
        <w:r>
          <w:rPr>
            <w:noProof/>
            <w:webHidden/>
          </w:rPr>
          <w:fldChar w:fldCharType="end"/>
        </w:r>
      </w:hyperlink>
    </w:p>
    <w:p w14:paraId="3D251FF7" w14:textId="2663993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7" w:history="1">
        <w:r w:rsidRPr="001F0789">
          <w:rPr>
            <w:rStyle w:val="Hyperlink"/>
            <w:noProof/>
            <w14:scene3d>
              <w14:camera w14:prst="orthographicFront"/>
              <w14:lightRig w14:rig="threePt" w14:dir="t">
                <w14:rot w14:lat="0" w14:lon="0" w14:rev="0"/>
              </w14:lightRig>
            </w14:scene3d>
          </w:rPr>
          <w:t>48.5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_Toc64888817 \h </w:instrText>
        </w:r>
        <w:r>
          <w:rPr>
            <w:noProof/>
            <w:webHidden/>
          </w:rPr>
        </w:r>
        <w:r>
          <w:rPr>
            <w:noProof/>
            <w:webHidden/>
          </w:rPr>
          <w:fldChar w:fldCharType="separate"/>
        </w:r>
        <w:r>
          <w:rPr>
            <w:noProof/>
            <w:webHidden/>
          </w:rPr>
          <w:t>77</w:t>
        </w:r>
        <w:r>
          <w:rPr>
            <w:noProof/>
            <w:webHidden/>
          </w:rPr>
          <w:fldChar w:fldCharType="end"/>
        </w:r>
      </w:hyperlink>
    </w:p>
    <w:p w14:paraId="54481E65" w14:textId="5342C84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18" w:history="1">
        <w:r w:rsidRPr="001F0789">
          <w:rPr>
            <w:rStyle w:val="Hyperlink"/>
            <w:noProof/>
            <w14:scene3d>
              <w14:camera w14:prst="orthographicFront"/>
              <w14:lightRig w14:rig="threePt" w14:dir="t">
                <w14:rot w14:lat="0" w14:lon="0" w14:rev="0"/>
              </w14:lightRig>
            </w14:scene3d>
          </w:rPr>
          <w:t>48.6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_Toc64888818 \h </w:instrText>
        </w:r>
        <w:r>
          <w:rPr>
            <w:noProof/>
            <w:webHidden/>
          </w:rPr>
        </w:r>
        <w:r>
          <w:rPr>
            <w:noProof/>
            <w:webHidden/>
          </w:rPr>
          <w:fldChar w:fldCharType="separate"/>
        </w:r>
        <w:r>
          <w:rPr>
            <w:noProof/>
            <w:webHidden/>
          </w:rPr>
          <w:t>77</w:t>
        </w:r>
        <w:r>
          <w:rPr>
            <w:noProof/>
            <w:webHidden/>
          </w:rPr>
          <w:fldChar w:fldCharType="end"/>
        </w:r>
      </w:hyperlink>
    </w:p>
    <w:p w14:paraId="6DC2F675" w14:textId="7A965632"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19" w:history="1">
        <w:r w:rsidRPr="001F0789">
          <w:rPr>
            <w:rStyle w:val="Hyperlink"/>
            <w:noProof/>
          </w:rPr>
          <w:t>49</w:t>
        </w:r>
        <w:r>
          <w:rPr>
            <w:rFonts w:asciiTheme="minorHAnsi" w:eastAsiaTheme="minorEastAsia" w:hAnsiTheme="minorHAnsi" w:cstheme="minorBidi"/>
            <w:b w:val="0"/>
            <w:noProof/>
            <w:lang w:eastAsia="sl-SI"/>
          </w:rPr>
          <w:tab/>
        </w:r>
        <w:r w:rsidRPr="001F0789">
          <w:rPr>
            <w:rStyle w:val="Hyperlink"/>
            <w:noProof/>
          </w:rPr>
          <w:t>Sklepanje PoD sprememba bremenitve</w:t>
        </w:r>
        <w:r>
          <w:rPr>
            <w:noProof/>
            <w:webHidden/>
          </w:rPr>
          <w:tab/>
        </w:r>
        <w:r>
          <w:rPr>
            <w:noProof/>
            <w:webHidden/>
          </w:rPr>
          <w:fldChar w:fldCharType="begin"/>
        </w:r>
        <w:r>
          <w:rPr>
            <w:noProof/>
            <w:webHidden/>
          </w:rPr>
          <w:instrText xml:space="preserve"> PAGEREF _Toc64888819 \h </w:instrText>
        </w:r>
        <w:r>
          <w:rPr>
            <w:noProof/>
            <w:webHidden/>
          </w:rPr>
        </w:r>
        <w:r>
          <w:rPr>
            <w:noProof/>
            <w:webHidden/>
          </w:rPr>
          <w:fldChar w:fldCharType="separate"/>
        </w:r>
        <w:r>
          <w:rPr>
            <w:noProof/>
            <w:webHidden/>
          </w:rPr>
          <w:t>78</w:t>
        </w:r>
        <w:r>
          <w:rPr>
            <w:noProof/>
            <w:webHidden/>
          </w:rPr>
          <w:fldChar w:fldCharType="end"/>
        </w:r>
      </w:hyperlink>
    </w:p>
    <w:p w14:paraId="6B75EAAD" w14:textId="1B7EF03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0" w:history="1">
        <w:r w:rsidRPr="001F0789">
          <w:rPr>
            <w:rStyle w:val="Hyperlink"/>
            <w:noProof/>
            <w14:scene3d>
              <w14:camera w14:prst="orthographicFront"/>
              <w14:lightRig w14:rig="threePt" w14:dir="t">
                <w14:rot w14:lat="0" w14:lon="0" w14:rev="0"/>
              </w14:lightRig>
            </w14:scene3d>
          </w:rPr>
          <w:t>49.1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_Toc64888820 \h </w:instrText>
        </w:r>
        <w:r>
          <w:rPr>
            <w:noProof/>
            <w:webHidden/>
          </w:rPr>
        </w:r>
        <w:r>
          <w:rPr>
            <w:noProof/>
            <w:webHidden/>
          </w:rPr>
          <w:fldChar w:fldCharType="separate"/>
        </w:r>
        <w:r>
          <w:rPr>
            <w:noProof/>
            <w:webHidden/>
          </w:rPr>
          <w:t>78</w:t>
        </w:r>
        <w:r>
          <w:rPr>
            <w:noProof/>
            <w:webHidden/>
          </w:rPr>
          <w:fldChar w:fldCharType="end"/>
        </w:r>
      </w:hyperlink>
    </w:p>
    <w:p w14:paraId="25B8D893" w14:textId="7FB9605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1" w:history="1">
        <w:r w:rsidRPr="001F0789">
          <w:rPr>
            <w:rStyle w:val="Hyperlink"/>
            <w:noProof/>
            <w14:scene3d>
              <w14:camera w14:prst="orthographicFront"/>
              <w14:lightRig w14:rig="threePt" w14:dir="t">
                <w14:rot w14:lat="0" w14:lon="0" w14:rev="0"/>
              </w14:lightRig>
            </w14:scene3d>
          </w:rPr>
          <w:t>49.2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_Toc64888821 \h </w:instrText>
        </w:r>
        <w:r>
          <w:rPr>
            <w:noProof/>
            <w:webHidden/>
          </w:rPr>
        </w:r>
        <w:r>
          <w:rPr>
            <w:noProof/>
            <w:webHidden/>
          </w:rPr>
          <w:fldChar w:fldCharType="separate"/>
        </w:r>
        <w:r>
          <w:rPr>
            <w:noProof/>
            <w:webHidden/>
          </w:rPr>
          <w:t>78</w:t>
        </w:r>
        <w:r>
          <w:rPr>
            <w:noProof/>
            <w:webHidden/>
          </w:rPr>
          <w:fldChar w:fldCharType="end"/>
        </w:r>
      </w:hyperlink>
    </w:p>
    <w:p w14:paraId="3F593E44" w14:textId="46671A9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2" w:history="1">
        <w:r w:rsidRPr="001F0789">
          <w:rPr>
            <w:rStyle w:val="Hyperlink"/>
            <w:noProof/>
            <w14:scene3d>
              <w14:camera w14:prst="orthographicFront"/>
              <w14:lightRig w14:rig="threePt" w14:dir="t">
                <w14:rot w14:lat="0" w14:lon="0" w14:rev="0"/>
              </w14:lightRig>
            </w14:scene3d>
          </w:rPr>
          <w:t>49.3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_Toc64888822 \h </w:instrText>
        </w:r>
        <w:r>
          <w:rPr>
            <w:noProof/>
            <w:webHidden/>
          </w:rPr>
        </w:r>
        <w:r>
          <w:rPr>
            <w:noProof/>
            <w:webHidden/>
          </w:rPr>
          <w:fldChar w:fldCharType="separate"/>
        </w:r>
        <w:r>
          <w:rPr>
            <w:noProof/>
            <w:webHidden/>
          </w:rPr>
          <w:t>78</w:t>
        </w:r>
        <w:r>
          <w:rPr>
            <w:noProof/>
            <w:webHidden/>
          </w:rPr>
          <w:fldChar w:fldCharType="end"/>
        </w:r>
      </w:hyperlink>
    </w:p>
    <w:p w14:paraId="5DB69FC0" w14:textId="76F9882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3" w:history="1">
        <w:r w:rsidRPr="001F0789">
          <w:rPr>
            <w:rStyle w:val="Hyperlink"/>
            <w:noProof/>
            <w14:scene3d>
              <w14:camera w14:prst="orthographicFront"/>
              <w14:lightRig w14:rig="threePt" w14:dir="t">
                <w14:rot w14:lat="0" w14:lon="0" w14:rev="0"/>
              </w14:lightRig>
            </w14:scene3d>
          </w:rPr>
          <w:t>49.4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_Toc64888823 \h </w:instrText>
        </w:r>
        <w:r>
          <w:rPr>
            <w:noProof/>
            <w:webHidden/>
          </w:rPr>
        </w:r>
        <w:r>
          <w:rPr>
            <w:noProof/>
            <w:webHidden/>
          </w:rPr>
          <w:fldChar w:fldCharType="separate"/>
        </w:r>
        <w:r>
          <w:rPr>
            <w:noProof/>
            <w:webHidden/>
          </w:rPr>
          <w:t>78</w:t>
        </w:r>
        <w:r>
          <w:rPr>
            <w:noProof/>
            <w:webHidden/>
          </w:rPr>
          <w:fldChar w:fldCharType="end"/>
        </w:r>
      </w:hyperlink>
    </w:p>
    <w:p w14:paraId="421B7BEA" w14:textId="47EAAE4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4" w:history="1">
        <w:r w:rsidRPr="001F0789">
          <w:rPr>
            <w:rStyle w:val="Hyperlink"/>
            <w:noProof/>
            <w14:scene3d>
              <w14:camera w14:prst="orthographicFront"/>
              <w14:lightRig w14:rig="threePt" w14:dir="t">
                <w14:rot w14:lat="0" w14:lon="0" w14:rev="0"/>
              </w14:lightRig>
            </w14:scene3d>
          </w:rPr>
          <w:t>49.5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_Toc64888824 \h </w:instrText>
        </w:r>
        <w:r>
          <w:rPr>
            <w:noProof/>
            <w:webHidden/>
          </w:rPr>
        </w:r>
        <w:r>
          <w:rPr>
            <w:noProof/>
            <w:webHidden/>
          </w:rPr>
          <w:fldChar w:fldCharType="separate"/>
        </w:r>
        <w:r>
          <w:rPr>
            <w:noProof/>
            <w:webHidden/>
          </w:rPr>
          <w:t>78</w:t>
        </w:r>
        <w:r>
          <w:rPr>
            <w:noProof/>
            <w:webHidden/>
          </w:rPr>
          <w:fldChar w:fldCharType="end"/>
        </w:r>
      </w:hyperlink>
    </w:p>
    <w:p w14:paraId="336DA0D1" w14:textId="52C90FE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5" w:history="1">
        <w:r w:rsidRPr="001F0789">
          <w:rPr>
            <w:rStyle w:val="Hyperlink"/>
            <w:noProof/>
            <w14:scene3d>
              <w14:camera w14:prst="orthographicFront"/>
              <w14:lightRig w14:rig="threePt" w14:dir="t">
                <w14:rot w14:lat="0" w14:lon="0" w14:rev="0"/>
              </w14:lightRig>
            </w14:scene3d>
          </w:rPr>
          <w:t>49.6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_Toc64888825 \h </w:instrText>
        </w:r>
        <w:r>
          <w:rPr>
            <w:noProof/>
            <w:webHidden/>
          </w:rPr>
        </w:r>
        <w:r>
          <w:rPr>
            <w:noProof/>
            <w:webHidden/>
          </w:rPr>
          <w:fldChar w:fldCharType="separate"/>
        </w:r>
        <w:r>
          <w:rPr>
            <w:noProof/>
            <w:webHidden/>
          </w:rPr>
          <w:t>78</w:t>
        </w:r>
        <w:r>
          <w:rPr>
            <w:noProof/>
            <w:webHidden/>
          </w:rPr>
          <w:fldChar w:fldCharType="end"/>
        </w:r>
      </w:hyperlink>
    </w:p>
    <w:p w14:paraId="0FBF3F7B" w14:textId="7DF100AD"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26" w:history="1">
        <w:r w:rsidRPr="001F0789">
          <w:rPr>
            <w:rStyle w:val="Hyperlink"/>
            <w:noProof/>
          </w:rPr>
          <w:t>50</w:t>
        </w:r>
        <w:r>
          <w:rPr>
            <w:rFonts w:asciiTheme="minorHAnsi" w:eastAsiaTheme="minorEastAsia" w:hAnsiTheme="minorHAnsi" w:cstheme="minorBidi"/>
            <w:b w:val="0"/>
            <w:noProof/>
            <w:lang w:eastAsia="sl-SI"/>
          </w:rPr>
          <w:tab/>
        </w:r>
        <w:r w:rsidRPr="001F0789">
          <w:rPr>
            <w:rStyle w:val="Hyperlink"/>
            <w:noProof/>
          </w:rPr>
          <w:t>Sklepanje PoD sprememba bremenitve v2</w:t>
        </w:r>
        <w:r>
          <w:rPr>
            <w:noProof/>
            <w:webHidden/>
          </w:rPr>
          <w:tab/>
        </w:r>
        <w:r>
          <w:rPr>
            <w:noProof/>
            <w:webHidden/>
          </w:rPr>
          <w:fldChar w:fldCharType="begin"/>
        </w:r>
        <w:r>
          <w:rPr>
            <w:noProof/>
            <w:webHidden/>
          </w:rPr>
          <w:instrText xml:space="preserve"> PAGEREF _Toc64888826 \h </w:instrText>
        </w:r>
        <w:r>
          <w:rPr>
            <w:noProof/>
            <w:webHidden/>
          </w:rPr>
        </w:r>
        <w:r>
          <w:rPr>
            <w:noProof/>
            <w:webHidden/>
          </w:rPr>
          <w:fldChar w:fldCharType="separate"/>
        </w:r>
        <w:r>
          <w:rPr>
            <w:noProof/>
            <w:webHidden/>
          </w:rPr>
          <w:t>79</w:t>
        </w:r>
        <w:r>
          <w:rPr>
            <w:noProof/>
            <w:webHidden/>
          </w:rPr>
          <w:fldChar w:fldCharType="end"/>
        </w:r>
      </w:hyperlink>
    </w:p>
    <w:p w14:paraId="36F30516" w14:textId="52D4665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7" w:history="1">
        <w:r w:rsidRPr="001F0789">
          <w:rPr>
            <w:rStyle w:val="Hyperlink"/>
            <w:noProof/>
            <w14:scene3d>
              <w14:camera w14:prst="orthographicFront"/>
              <w14:lightRig w14:rig="threePt" w14:dir="t">
                <w14:rot w14:lat="0" w14:lon="0" w14:rev="0"/>
              </w14:lightRig>
            </w14:scene3d>
          </w:rPr>
          <w:t>50.1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_Toc64888827 \h </w:instrText>
        </w:r>
        <w:r>
          <w:rPr>
            <w:noProof/>
            <w:webHidden/>
          </w:rPr>
        </w:r>
        <w:r>
          <w:rPr>
            <w:noProof/>
            <w:webHidden/>
          </w:rPr>
          <w:fldChar w:fldCharType="separate"/>
        </w:r>
        <w:r>
          <w:rPr>
            <w:noProof/>
            <w:webHidden/>
          </w:rPr>
          <w:t>79</w:t>
        </w:r>
        <w:r>
          <w:rPr>
            <w:noProof/>
            <w:webHidden/>
          </w:rPr>
          <w:fldChar w:fldCharType="end"/>
        </w:r>
      </w:hyperlink>
    </w:p>
    <w:p w14:paraId="2416E7B3" w14:textId="06C0BD8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8" w:history="1">
        <w:r w:rsidRPr="001F0789">
          <w:rPr>
            <w:rStyle w:val="Hyperlink"/>
            <w:noProof/>
            <w14:scene3d>
              <w14:camera w14:prst="orthographicFront"/>
              <w14:lightRig w14:rig="threePt" w14:dir="t">
                <w14:rot w14:lat="0" w14:lon="0" w14:rev="0"/>
              </w14:lightRig>
            </w14:scene3d>
          </w:rPr>
          <w:t>50.2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_Toc64888828 \h </w:instrText>
        </w:r>
        <w:r>
          <w:rPr>
            <w:noProof/>
            <w:webHidden/>
          </w:rPr>
        </w:r>
        <w:r>
          <w:rPr>
            <w:noProof/>
            <w:webHidden/>
          </w:rPr>
          <w:fldChar w:fldCharType="separate"/>
        </w:r>
        <w:r>
          <w:rPr>
            <w:noProof/>
            <w:webHidden/>
          </w:rPr>
          <w:t>79</w:t>
        </w:r>
        <w:r>
          <w:rPr>
            <w:noProof/>
            <w:webHidden/>
          </w:rPr>
          <w:fldChar w:fldCharType="end"/>
        </w:r>
      </w:hyperlink>
    </w:p>
    <w:p w14:paraId="1DC3752D" w14:textId="09689DD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29" w:history="1">
        <w:r w:rsidRPr="001F0789">
          <w:rPr>
            <w:rStyle w:val="Hyperlink"/>
            <w:noProof/>
            <w14:scene3d>
              <w14:camera w14:prst="orthographicFront"/>
              <w14:lightRig w14:rig="threePt" w14:dir="t">
                <w14:rot w14:lat="0" w14:lon="0" w14:rev="0"/>
              </w14:lightRig>
            </w14:scene3d>
          </w:rPr>
          <w:t>50.3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_Toc64888829 \h </w:instrText>
        </w:r>
        <w:r>
          <w:rPr>
            <w:noProof/>
            <w:webHidden/>
          </w:rPr>
        </w:r>
        <w:r>
          <w:rPr>
            <w:noProof/>
            <w:webHidden/>
          </w:rPr>
          <w:fldChar w:fldCharType="separate"/>
        </w:r>
        <w:r>
          <w:rPr>
            <w:noProof/>
            <w:webHidden/>
          </w:rPr>
          <w:t>79</w:t>
        </w:r>
        <w:r>
          <w:rPr>
            <w:noProof/>
            <w:webHidden/>
          </w:rPr>
          <w:fldChar w:fldCharType="end"/>
        </w:r>
      </w:hyperlink>
    </w:p>
    <w:p w14:paraId="6E730D32" w14:textId="3D72150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0" w:history="1">
        <w:r w:rsidRPr="001F0789">
          <w:rPr>
            <w:rStyle w:val="Hyperlink"/>
            <w:noProof/>
            <w14:scene3d>
              <w14:camera w14:prst="orthographicFront"/>
              <w14:lightRig w14:rig="threePt" w14:dir="t">
                <w14:rot w14:lat="0" w14:lon="0" w14:rev="0"/>
              </w14:lightRig>
            </w14:scene3d>
          </w:rPr>
          <w:t>50.4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_Toc64888830 \h </w:instrText>
        </w:r>
        <w:r>
          <w:rPr>
            <w:noProof/>
            <w:webHidden/>
          </w:rPr>
        </w:r>
        <w:r>
          <w:rPr>
            <w:noProof/>
            <w:webHidden/>
          </w:rPr>
          <w:fldChar w:fldCharType="separate"/>
        </w:r>
        <w:r>
          <w:rPr>
            <w:noProof/>
            <w:webHidden/>
          </w:rPr>
          <w:t>79</w:t>
        </w:r>
        <w:r>
          <w:rPr>
            <w:noProof/>
            <w:webHidden/>
          </w:rPr>
          <w:fldChar w:fldCharType="end"/>
        </w:r>
      </w:hyperlink>
    </w:p>
    <w:p w14:paraId="4ECE2CCD" w14:textId="7310958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1" w:history="1">
        <w:r w:rsidRPr="001F0789">
          <w:rPr>
            <w:rStyle w:val="Hyperlink"/>
            <w:noProof/>
            <w14:scene3d>
              <w14:camera w14:prst="orthographicFront"/>
              <w14:lightRig w14:rig="threePt" w14:dir="t">
                <w14:rot w14:lat="0" w14:lon="0" w14:rev="0"/>
              </w14:lightRig>
            </w14:scene3d>
          </w:rPr>
          <w:t>50.5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_Toc64888831 \h </w:instrText>
        </w:r>
        <w:r>
          <w:rPr>
            <w:noProof/>
            <w:webHidden/>
          </w:rPr>
        </w:r>
        <w:r>
          <w:rPr>
            <w:noProof/>
            <w:webHidden/>
          </w:rPr>
          <w:fldChar w:fldCharType="separate"/>
        </w:r>
        <w:r>
          <w:rPr>
            <w:noProof/>
            <w:webHidden/>
          </w:rPr>
          <w:t>79</w:t>
        </w:r>
        <w:r>
          <w:rPr>
            <w:noProof/>
            <w:webHidden/>
          </w:rPr>
          <w:fldChar w:fldCharType="end"/>
        </w:r>
      </w:hyperlink>
    </w:p>
    <w:p w14:paraId="56999534" w14:textId="450E11F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2" w:history="1">
        <w:r w:rsidRPr="001F0789">
          <w:rPr>
            <w:rStyle w:val="Hyperlink"/>
            <w:noProof/>
            <w14:scene3d>
              <w14:camera w14:prst="orthographicFront"/>
              <w14:lightRig w14:rig="threePt" w14:dir="t">
                <w14:rot w14:lat="0" w14:lon="0" w14:rev="0"/>
              </w14:lightRig>
            </w14:scene3d>
          </w:rPr>
          <w:t>50.6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_Toc64888832 \h </w:instrText>
        </w:r>
        <w:r>
          <w:rPr>
            <w:noProof/>
            <w:webHidden/>
          </w:rPr>
        </w:r>
        <w:r>
          <w:rPr>
            <w:noProof/>
            <w:webHidden/>
          </w:rPr>
          <w:fldChar w:fldCharType="separate"/>
        </w:r>
        <w:r>
          <w:rPr>
            <w:noProof/>
            <w:webHidden/>
          </w:rPr>
          <w:t>79</w:t>
        </w:r>
        <w:r>
          <w:rPr>
            <w:noProof/>
            <w:webHidden/>
          </w:rPr>
          <w:fldChar w:fldCharType="end"/>
        </w:r>
      </w:hyperlink>
    </w:p>
    <w:p w14:paraId="5CFDD8D6" w14:textId="59B2DCE5"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33" w:history="1">
        <w:r w:rsidRPr="001F0789">
          <w:rPr>
            <w:rStyle w:val="Hyperlink"/>
            <w:noProof/>
          </w:rPr>
          <w:t>51</w:t>
        </w:r>
        <w:r>
          <w:rPr>
            <w:rFonts w:asciiTheme="minorHAnsi" w:eastAsiaTheme="minorEastAsia" w:hAnsiTheme="minorHAnsi" w:cstheme="minorBidi"/>
            <w:b w:val="0"/>
            <w:noProof/>
            <w:lang w:eastAsia="sl-SI"/>
          </w:rPr>
          <w:tab/>
        </w:r>
        <w:r w:rsidRPr="001F0789">
          <w:rPr>
            <w:rStyle w:val="Hyperlink"/>
            <w:noProof/>
          </w:rPr>
          <w:t>Sklepanje PoD odjava plačnika (storitev je umaknjena iz uporabe)</w:t>
        </w:r>
        <w:r>
          <w:rPr>
            <w:noProof/>
            <w:webHidden/>
          </w:rPr>
          <w:tab/>
        </w:r>
        <w:r>
          <w:rPr>
            <w:noProof/>
            <w:webHidden/>
          </w:rPr>
          <w:fldChar w:fldCharType="begin"/>
        </w:r>
        <w:r>
          <w:rPr>
            <w:noProof/>
            <w:webHidden/>
          </w:rPr>
          <w:instrText xml:space="preserve"> PAGEREF _Toc64888833 \h </w:instrText>
        </w:r>
        <w:r>
          <w:rPr>
            <w:noProof/>
            <w:webHidden/>
          </w:rPr>
        </w:r>
        <w:r>
          <w:rPr>
            <w:noProof/>
            <w:webHidden/>
          </w:rPr>
          <w:fldChar w:fldCharType="separate"/>
        </w:r>
        <w:r>
          <w:rPr>
            <w:noProof/>
            <w:webHidden/>
          </w:rPr>
          <w:t>80</w:t>
        </w:r>
        <w:r>
          <w:rPr>
            <w:noProof/>
            <w:webHidden/>
          </w:rPr>
          <w:fldChar w:fldCharType="end"/>
        </w:r>
      </w:hyperlink>
    </w:p>
    <w:p w14:paraId="117467A1" w14:textId="31FC008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4" w:history="1">
        <w:r w:rsidRPr="001F0789">
          <w:rPr>
            <w:rStyle w:val="Hyperlink"/>
            <w:noProof/>
            <w14:scene3d>
              <w14:camera w14:prst="orthographicFront"/>
              <w14:lightRig w14:rig="threePt" w14:dir="t">
                <w14:rot w14:lat="0" w14:lon="0" w14:rev="0"/>
              </w14:lightRig>
            </w14:scene3d>
          </w:rPr>
          <w:t>51.1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_Toc64888834 \h </w:instrText>
        </w:r>
        <w:r>
          <w:rPr>
            <w:noProof/>
            <w:webHidden/>
          </w:rPr>
        </w:r>
        <w:r>
          <w:rPr>
            <w:noProof/>
            <w:webHidden/>
          </w:rPr>
          <w:fldChar w:fldCharType="separate"/>
        </w:r>
        <w:r>
          <w:rPr>
            <w:noProof/>
            <w:webHidden/>
          </w:rPr>
          <w:t>80</w:t>
        </w:r>
        <w:r>
          <w:rPr>
            <w:noProof/>
            <w:webHidden/>
          </w:rPr>
          <w:fldChar w:fldCharType="end"/>
        </w:r>
      </w:hyperlink>
    </w:p>
    <w:p w14:paraId="39B855D1" w14:textId="3A35482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5" w:history="1">
        <w:r w:rsidRPr="001F0789">
          <w:rPr>
            <w:rStyle w:val="Hyperlink"/>
            <w:noProof/>
            <w14:scene3d>
              <w14:camera w14:prst="orthographicFront"/>
              <w14:lightRig w14:rig="threePt" w14:dir="t">
                <w14:rot w14:lat="0" w14:lon="0" w14:rev="0"/>
              </w14:lightRig>
            </w14:scene3d>
          </w:rPr>
          <w:t>51.2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_Toc64888835 \h </w:instrText>
        </w:r>
        <w:r>
          <w:rPr>
            <w:noProof/>
            <w:webHidden/>
          </w:rPr>
        </w:r>
        <w:r>
          <w:rPr>
            <w:noProof/>
            <w:webHidden/>
          </w:rPr>
          <w:fldChar w:fldCharType="separate"/>
        </w:r>
        <w:r>
          <w:rPr>
            <w:noProof/>
            <w:webHidden/>
          </w:rPr>
          <w:t>80</w:t>
        </w:r>
        <w:r>
          <w:rPr>
            <w:noProof/>
            <w:webHidden/>
          </w:rPr>
          <w:fldChar w:fldCharType="end"/>
        </w:r>
      </w:hyperlink>
    </w:p>
    <w:p w14:paraId="6FC113F5" w14:textId="35A5BB7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6" w:history="1">
        <w:r w:rsidRPr="001F0789">
          <w:rPr>
            <w:rStyle w:val="Hyperlink"/>
            <w:noProof/>
            <w14:scene3d>
              <w14:camera w14:prst="orthographicFront"/>
              <w14:lightRig w14:rig="threePt" w14:dir="t">
                <w14:rot w14:lat="0" w14:lon="0" w14:rev="0"/>
              </w14:lightRig>
            </w14:scene3d>
          </w:rPr>
          <w:t>51.3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_Toc64888836 \h </w:instrText>
        </w:r>
        <w:r>
          <w:rPr>
            <w:noProof/>
            <w:webHidden/>
          </w:rPr>
        </w:r>
        <w:r>
          <w:rPr>
            <w:noProof/>
            <w:webHidden/>
          </w:rPr>
          <w:fldChar w:fldCharType="separate"/>
        </w:r>
        <w:r>
          <w:rPr>
            <w:noProof/>
            <w:webHidden/>
          </w:rPr>
          <w:t>80</w:t>
        </w:r>
        <w:r>
          <w:rPr>
            <w:noProof/>
            <w:webHidden/>
          </w:rPr>
          <w:fldChar w:fldCharType="end"/>
        </w:r>
      </w:hyperlink>
    </w:p>
    <w:p w14:paraId="5D278075" w14:textId="46DFA05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7" w:history="1">
        <w:r w:rsidRPr="001F0789">
          <w:rPr>
            <w:rStyle w:val="Hyperlink"/>
            <w:noProof/>
            <w14:scene3d>
              <w14:camera w14:prst="orthographicFront"/>
              <w14:lightRig w14:rig="threePt" w14:dir="t">
                <w14:rot w14:lat="0" w14:lon="0" w14:rev="0"/>
              </w14:lightRig>
            </w14:scene3d>
          </w:rPr>
          <w:t>51.4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_Toc64888837 \h </w:instrText>
        </w:r>
        <w:r>
          <w:rPr>
            <w:noProof/>
            <w:webHidden/>
          </w:rPr>
        </w:r>
        <w:r>
          <w:rPr>
            <w:noProof/>
            <w:webHidden/>
          </w:rPr>
          <w:fldChar w:fldCharType="separate"/>
        </w:r>
        <w:r>
          <w:rPr>
            <w:noProof/>
            <w:webHidden/>
          </w:rPr>
          <w:t>80</w:t>
        </w:r>
        <w:r>
          <w:rPr>
            <w:noProof/>
            <w:webHidden/>
          </w:rPr>
          <w:fldChar w:fldCharType="end"/>
        </w:r>
      </w:hyperlink>
    </w:p>
    <w:p w14:paraId="4F77FC6B" w14:textId="0E97BDB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8" w:history="1">
        <w:r w:rsidRPr="001F0789">
          <w:rPr>
            <w:rStyle w:val="Hyperlink"/>
            <w:noProof/>
            <w14:scene3d>
              <w14:camera w14:prst="orthographicFront"/>
              <w14:lightRig w14:rig="threePt" w14:dir="t">
                <w14:rot w14:lat="0" w14:lon="0" w14:rev="0"/>
              </w14:lightRig>
            </w14:scene3d>
          </w:rPr>
          <w:t>51.5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_Toc64888838 \h </w:instrText>
        </w:r>
        <w:r>
          <w:rPr>
            <w:noProof/>
            <w:webHidden/>
          </w:rPr>
        </w:r>
        <w:r>
          <w:rPr>
            <w:noProof/>
            <w:webHidden/>
          </w:rPr>
          <w:fldChar w:fldCharType="separate"/>
        </w:r>
        <w:r>
          <w:rPr>
            <w:noProof/>
            <w:webHidden/>
          </w:rPr>
          <w:t>80</w:t>
        </w:r>
        <w:r>
          <w:rPr>
            <w:noProof/>
            <w:webHidden/>
          </w:rPr>
          <w:fldChar w:fldCharType="end"/>
        </w:r>
      </w:hyperlink>
    </w:p>
    <w:p w14:paraId="491B6EA3" w14:textId="4B4FD73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39" w:history="1">
        <w:r w:rsidRPr="001F0789">
          <w:rPr>
            <w:rStyle w:val="Hyperlink"/>
            <w:noProof/>
            <w14:scene3d>
              <w14:camera w14:prst="orthographicFront"/>
              <w14:lightRig w14:rig="threePt" w14:dir="t">
                <w14:rot w14:lat="0" w14:lon="0" w14:rev="0"/>
              </w14:lightRig>
            </w14:scene3d>
          </w:rPr>
          <w:t>51.6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_Toc64888839 \h </w:instrText>
        </w:r>
        <w:r>
          <w:rPr>
            <w:noProof/>
            <w:webHidden/>
          </w:rPr>
        </w:r>
        <w:r>
          <w:rPr>
            <w:noProof/>
            <w:webHidden/>
          </w:rPr>
          <w:fldChar w:fldCharType="separate"/>
        </w:r>
        <w:r>
          <w:rPr>
            <w:noProof/>
            <w:webHidden/>
          </w:rPr>
          <w:t>80</w:t>
        </w:r>
        <w:r>
          <w:rPr>
            <w:noProof/>
            <w:webHidden/>
          </w:rPr>
          <w:fldChar w:fldCharType="end"/>
        </w:r>
      </w:hyperlink>
    </w:p>
    <w:p w14:paraId="3C702DEB" w14:textId="1EC67985"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40" w:history="1">
        <w:r w:rsidRPr="001F0789">
          <w:rPr>
            <w:rStyle w:val="Hyperlink"/>
            <w:noProof/>
          </w:rPr>
          <w:t>52</w:t>
        </w:r>
        <w:r>
          <w:rPr>
            <w:rFonts w:asciiTheme="minorHAnsi" w:eastAsiaTheme="minorEastAsia" w:hAnsiTheme="minorHAnsi" w:cstheme="minorBidi"/>
            <w:b w:val="0"/>
            <w:noProof/>
            <w:lang w:eastAsia="sl-SI"/>
          </w:rPr>
          <w:tab/>
        </w:r>
        <w:r w:rsidRPr="001F0789">
          <w:rPr>
            <w:rStyle w:val="Hyperlink"/>
            <w:noProof/>
          </w:rPr>
          <w:t>Evidenca sprememb vrni seznam sprememb MM</w:t>
        </w:r>
        <w:r>
          <w:rPr>
            <w:noProof/>
            <w:webHidden/>
          </w:rPr>
          <w:tab/>
        </w:r>
        <w:r>
          <w:rPr>
            <w:noProof/>
            <w:webHidden/>
          </w:rPr>
          <w:fldChar w:fldCharType="begin"/>
        </w:r>
        <w:r>
          <w:rPr>
            <w:noProof/>
            <w:webHidden/>
          </w:rPr>
          <w:instrText xml:space="preserve"> PAGEREF _Toc64888840 \h </w:instrText>
        </w:r>
        <w:r>
          <w:rPr>
            <w:noProof/>
            <w:webHidden/>
          </w:rPr>
        </w:r>
        <w:r>
          <w:rPr>
            <w:noProof/>
            <w:webHidden/>
          </w:rPr>
          <w:fldChar w:fldCharType="separate"/>
        </w:r>
        <w:r>
          <w:rPr>
            <w:noProof/>
            <w:webHidden/>
          </w:rPr>
          <w:t>81</w:t>
        </w:r>
        <w:r>
          <w:rPr>
            <w:noProof/>
            <w:webHidden/>
          </w:rPr>
          <w:fldChar w:fldCharType="end"/>
        </w:r>
      </w:hyperlink>
    </w:p>
    <w:p w14:paraId="369E6DE2" w14:textId="51F914E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1" w:history="1">
        <w:r w:rsidRPr="001F0789">
          <w:rPr>
            <w:rStyle w:val="Hyperlink"/>
            <w:noProof/>
            <w14:scene3d>
              <w14:camera w14:prst="orthographicFront"/>
              <w14:lightRig w14:rig="threePt" w14:dir="t">
                <w14:rot w14:lat="0" w14:lon="0" w14:rev="0"/>
              </w14:lightRig>
            </w14:scene3d>
          </w:rPr>
          <w:t>52.1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_Toc64888841 \h </w:instrText>
        </w:r>
        <w:r>
          <w:rPr>
            <w:noProof/>
            <w:webHidden/>
          </w:rPr>
        </w:r>
        <w:r>
          <w:rPr>
            <w:noProof/>
            <w:webHidden/>
          </w:rPr>
          <w:fldChar w:fldCharType="separate"/>
        </w:r>
        <w:r>
          <w:rPr>
            <w:noProof/>
            <w:webHidden/>
          </w:rPr>
          <w:t>81</w:t>
        </w:r>
        <w:r>
          <w:rPr>
            <w:noProof/>
            <w:webHidden/>
          </w:rPr>
          <w:fldChar w:fldCharType="end"/>
        </w:r>
      </w:hyperlink>
    </w:p>
    <w:p w14:paraId="76EA44F3" w14:textId="4435968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2" w:history="1">
        <w:r w:rsidRPr="001F0789">
          <w:rPr>
            <w:rStyle w:val="Hyperlink"/>
            <w:noProof/>
            <w14:scene3d>
              <w14:camera w14:prst="orthographicFront"/>
              <w14:lightRig w14:rig="threePt" w14:dir="t">
                <w14:rot w14:lat="0" w14:lon="0" w14:rev="0"/>
              </w14:lightRig>
            </w14:scene3d>
          </w:rPr>
          <w:t>52.2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_Toc64888842 \h </w:instrText>
        </w:r>
        <w:r>
          <w:rPr>
            <w:noProof/>
            <w:webHidden/>
          </w:rPr>
        </w:r>
        <w:r>
          <w:rPr>
            <w:noProof/>
            <w:webHidden/>
          </w:rPr>
          <w:fldChar w:fldCharType="separate"/>
        </w:r>
        <w:r>
          <w:rPr>
            <w:noProof/>
            <w:webHidden/>
          </w:rPr>
          <w:t>81</w:t>
        </w:r>
        <w:r>
          <w:rPr>
            <w:noProof/>
            <w:webHidden/>
          </w:rPr>
          <w:fldChar w:fldCharType="end"/>
        </w:r>
      </w:hyperlink>
    </w:p>
    <w:p w14:paraId="146413EB" w14:textId="40FFDA2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3" w:history="1">
        <w:r w:rsidRPr="001F0789">
          <w:rPr>
            <w:rStyle w:val="Hyperlink"/>
            <w:noProof/>
            <w14:scene3d>
              <w14:camera w14:prst="orthographicFront"/>
              <w14:lightRig w14:rig="threePt" w14:dir="t">
                <w14:rot w14:lat="0" w14:lon="0" w14:rev="0"/>
              </w14:lightRig>
            </w14:scene3d>
          </w:rPr>
          <w:t>52.3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_Toc64888843 \h </w:instrText>
        </w:r>
        <w:r>
          <w:rPr>
            <w:noProof/>
            <w:webHidden/>
          </w:rPr>
        </w:r>
        <w:r>
          <w:rPr>
            <w:noProof/>
            <w:webHidden/>
          </w:rPr>
          <w:fldChar w:fldCharType="separate"/>
        </w:r>
        <w:r>
          <w:rPr>
            <w:noProof/>
            <w:webHidden/>
          </w:rPr>
          <w:t>81</w:t>
        </w:r>
        <w:r>
          <w:rPr>
            <w:noProof/>
            <w:webHidden/>
          </w:rPr>
          <w:fldChar w:fldCharType="end"/>
        </w:r>
      </w:hyperlink>
    </w:p>
    <w:p w14:paraId="5E5CD8BD" w14:textId="2A2CF0F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4" w:history="1">
        <w:r w:rsidRPr="001F0789">
          <w:rPr>
            <w:rStyle w:val="Hyperlink"/>
            <w:noProof/>
            <w14:scene3d>
              <w14:camera w14:prst="orthographicFront"/>
              <w14:lightRig w14:rig="threePt" w14:dir="t">
                <w14:rot w14:lat="0" w14:lon="0" w14:rev="0"/>
              </w14:lightRig>
            </w14:scene3d>
          </w:rPr>
          <w:t>52.4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_Toc64888844 \h </w:instrText>
        </w:r>
        <w:r>
          <w:rPr>
            <w:noProof/>
            <w:webHidden/>
          </w:rPr>
        </w:r>
        <w:r>
          <w:rPr>
            <w:noProof/>
            <w:webHidden/>
          </w:rPr>
          <w:fldChar w:fldCharType="separate"/>
        </w:r>
        <w:r>
          <w:rPr>
            <w:noProof/>
            <w:webHidden/>
          </w:rPr>
          <w:t>81</w:t>
        </w:r>
        <w:r>
          <w:rPr>
            <w:noProof/>
            <w:webHidden/>
          </w:rPr>
          <w:fldChar w:fldCharType="end"/>
        </w:r>
      </w:hyperlink>
    </w:p>
    <w:p w14:paraId="2AF3B79C" w14:textId="0BA70B1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5" w:history="1">
        <w:r w:rsidRPr="001F0789">
          <w:rPr>
            <w:rStyle w:val="Hyperlink"/>
            <w:noProof/>
            <w14:scene3d>
              <w14:camera w14:prst="orthographicFront"/>
              <w14:lightRig w14:rig="threePt" w14:dir="t">
                <w14:rot w14:lat="0" w14:lon="0" w14:rev="0"/>
              </w14:lightRig>
            </w14:scene3d>
          </w:rPr>
          <w:t>52.5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_Toc64888845 \h </w:instrText>
        </w:r>
        <w:r>
          <w:rPr>
            <w:noProof/>
            <w:webHidden/>
          </w:rPr>
        </w:r>
        <w:r>
          <w:rPr>
            <w:noProof/>
            <w:webHidden/>
          </w:rPr>
          <w:fldChar w:fldCharType="separate"/>
        </w:r>
        <w:r>
          <w:rPr>
            <w:noProof/>
            <w:webHidden/>
          </w:rPr>
          <w:t>81</w:t>
        </w:r>
        <w:r>
          <w:rPr>
            <w:noProof/>
            <w:webHidden/>
          </w:rPr>
          <w:fldChar w:fldCharType="end"/>
        </w:r>
      </w:hyperlink>
    </w:p>
    <w:p w14:paraId="62D79331" w14:textId="53482D5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6" w:history="1">
        <w:r w:rsidRPr="001F0789">
          <w:rPr>
            <w:rStyle w:val="Hyperlink"/>
            <w:noProof/>
            <w14:scene3d>
              <w14:camera w14:prst="orthographicFront"/>
              <w14:lightRig w14:rig="threePt" w14:dir="t">
                <w14:rot w14:lat="0" w14:lon="0" w14:rev="0"/>
              </w14:lightRig>
            </w14:scene3d>
          </w:rPr>
          <w:t>52.6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_Toc64888846 \h </w:instrText>
        </w:r>
        <w:r>
          <w:rPr>
            <w:noProof/>
            <w:webHidden/>
          </w:rPr>
        </w:r>
        <w:r>
          <w:rPr>
            <w:noProof/>
            <w:webHidden/>
          </w:rPr>
          <w:fldChar w:fldCharType="separate"/>
        </w:r>
        <w:r>
          <w:rPr>
            <w:noProof/>
            <w:webHidden/>
          </w:rPr>
          <w:t>81</w:t>
        </w:r>
        <w:r>
          <w:rPr>
            <w:noProof/>
            <w:webHidden/>
          </w:rPr>
          <w:fldChar w:fldCharType="end"/>
        </w:r>
      </w:hyperlink>
    </w:p>
    <w:p w14:paraId="0336AF7F" w14:textId="00A6CA34"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47" w:history="1">
        <w:r w:rsidRPr="001F0789">
          <w:rPr>
            <w:rStyle w:val="Hyperlink"/>
            <w:noProof/>
          </w:rPr>
          <w:t>53</w:t>
        </w:r>
        <w:r>
          <w:rPr>
            <w:rFonts w:asciiTheme="minorHAnsi" w:eastAsiaTheme="minorEastAsia" w:hAnsiTheme="minorHAnsi" w:cstheme="minorBidi"/>
            <w:b w:val="0"/>
            <w:noProof/>
            <w:lang w:eastAsia="sl-SI"/>
          </w:rPr>
          <w:tab/>
        </w:r>
        <w:r w:rsidRPr="001F0789">
          <w:rPr>
            <w:rStyle w:val="Hyperlink"/>
            <w:noProof/>
          </w:rPr>
          <w:t>Evidenca sprememb vrni seznam sprememb MM v3</w:t>
        </w:r>
        <w:r>
          <w:rPr>
            <w:noProof/>
            <w:webHidden/>
          </w:rPr>
          <w:tab/>
        </w:r>
        <w:r>
          <w:rPr>
            <w:noProof/>
            <w:webHidden/>
          </w:rPr>
          <w:fldChar w:fldCharType="begin"/>
        </w:r>
        <w:r>
          <w:rPr>
            <w:noProof/>
            <w:webHidden/>
          </w:rPr>
          <w:instrText xml:space="preserve"> PAGEREF _Toc64888847 \h </w:instrText>
        </w:r>
        <w:r>
          <w:rPr>
            <w:noProof/>
            <w:webHidden/>
          </w:rPr>
        </w:r>
        <w:r>
          <w:rPr>
            <w:noProof/>
            <w:webHidden/>
          </w:rPr>
          <w:fldChar w:fldCharType="separate"/>
        </w:r>
        <w:r>
          <w:rPr>
            <w:noProof/>
            <w:webHidden/>
          </w:rPr>
          <w:t>82</w:t>
        </w:r>
        <w:r>
          <w:rPr>
            <w:noProof/>
            <w:webHidden/>
          </w:rPr>
          <w:fldChar w:fldCharType="end"/>
        </w:r>
      </w:hyperlink>
    </w:p>
    <w:p w14:paraId="63F755CE" w14:textId="5402538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8" w:history="1">
        <w:r w:rsidRPr="001F0789">
          <w:rPr>
            <w:rStyle w:val="Hyperlink"/>
            <w:noProof/>
            <w14:scene3d>
              <w14:camera w14:prst="orthographicFront"/>
              <w14:lightRig w14:rig="threePt" w14:dir="t">
                <w14:rot w14:lat="0" w14:lon="0" w14:rev="0"/>
              </w14:lightRig>
            </w14:scene3d>
          </w:rPr>
          <w:t>53.1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_Toc64888848 \h </w:instrText>
        </w:r>
        <w:r>
          <w:rPr>
            <w:noProof/>
            <w:webHidden/>
          </w:rPr>
        </w:r>
        <w:r>
          <w:rPr>
            <w:noProof/>
            <w:webHidden/>
          </w:rPr>
          <w:fldChar w:fldCharType="separate"/>
        </w:r>
        <w:r>
          <w:rPr>
            <w:noProof/>
            <w:webHidden/>
          </w:rPr>
          <w:t>82</w:t>
        </w:r>
        <w:r>
          <w:rPr>
            <w:noProof/>
            <w:webHidden/>
          </w:rPr>
          <w:fldChar w:fldCharType="end"/>
        </w:r>
      </w:hyperlink>
    </w:p>
    <w:p w14:paraId="22A3A24C" w14:textId="30B17DF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49" w:history="1">
        <w:r w:rsidRPr="001F0789">
          <w:rPr>
            <w:rStyle w:val="Hyperlink"/>
            <w:noProof/>
            <w14:scene3d>
              <w14:camera w14:prst="orthographicFront"/>
              <w14:lightRig w14:rig="threePt" w14:dir="t">
                <w14:rot w14:lat="0" w14:lon="0" w14:rev="0"/>
              </w14:lightRig>
            </w14:scene3d>
          </w:rPr>
          <w:t>53.2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_Toc64888849 \h </w:instrText>
        </w:r>
        <w:r>
          <w:rPr>
            <w:noProof/>
            <w:webHidden/>
          </w:rPr>
        </w:r>
        <w:r>
          <w:rPr>
            <w:noProof/>
            <w:webHidden/>
          </w:rPr>
          <w:fldChar w:fldCharType="separate"/>
        </w:r>
        <w:r>
          <w:rPr>
            <w:noProof/>
            <w:webHidden/>
          </w:rPr>
          <w:t>82</w:t>
        </w:r>
        <w:r>
          <w:rPr>
            <w:noProof/>
            <w:webHidden/>
          </w:rPr>
          <w:fldChar w:fldCharType="end"/>
        </w:r>
      </w:hyperlink>
    </w:p>
    <w:p w14:paraId="7A95FBA6" w14:textId="249890D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0" w:history="1">
        <w:r w:rsidRPr="001F0789">
          <w:rPr>
            <w:rStyle w:val="Hyperlink"/>
            <w:noProof/>
            <w14:scene3d>
              <w14:camera w14:prst="orthographicFront"/>
              <w14:lightRig w14:rig="threePt" w14:dir="t">
                <w14:rot w14:lat="0" w14:lon="0" w14:rev="0"/>
              </w14:lightRig>
            </w14:scene3d>
          </w:rPr>
          <w:t>53.3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_Toc64888850 \h </w:instrText>
        </w:r>
        <w:r>
          <w:rPr>
            <w:noProof/>
            <w:webHidden/>
          </w:rPr>
        </w:r>
        <w:r>
          <w:rPr>
            <w:noProof/>
            <w:webHidden/>
          </w:rPr>
          <w:fldChar w:fldCharType="separate"/>
        </w:r>
        <w:r>
          <w:rPr>
            <w:noProof/>
            <w:webHidden/>
          </w:rPr>
          <w:t>82</w:t>
        </w:r>
        <w:r>
          <w:rPr>
            <w:noProof/>
            <w:webHidden/>
          </w:rPr>
          <w:fldChar w:fldCharType="end"/>
        </w:r>
      </w:hyperlink>
    </w:p>
    <w:p w14:paraId="66E3F86D" w14:textId="3954D3D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1" w:history="1">
        <w:r w:rsidRPr="001F0789">
          <w:rPr>
            <w:rStyle w:val="Hyperlink"/>
            <w:noProof/>
            <w14:scene3d>
              <w14:camera w14:prst="orthographicFront"/>
              <w14:lightRig w14:rig="threePt" w14:dir="t">
                <w14:rot w14:lat="0" w14:lon="0" w14:rev="0"/>
              </w14:lightRig>
            </w14:scene3d>
          </w:rPr>
          <w:t>53.4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_Toc64888851 \h </w:instrText>
        </w:r>
        <w:r>
          <w:rPr>
            <w:noProof/>
            <w:webHidden/>
          </w:rPr>
        </w:r>
        <w:r>
          <w:rPr>
            <w:noProof/>
            <w:webHidden/>
          </w:rPr>
          <w:fldChar w:fldCharType="separate"/>
        </w:r>
        <w:r>
          <w:rPr>
            <w:noProof/>
            <w:webHidden/>
          </w:rPr>
          <w:t>82</w:t>
        </w:r>
        <w:r>
          <w:rPr>
            <w:noProof/>
            <w:webHidden/>
          </w:rPr>
          <w:fldChar w:fldCharType="end"/>
        </w:r>
      </w:hyperlink>
    </w:p>
    <w:p w14:paraId="52BE67CE" w14:textId="0A39FD8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2" w:history="1">
        <w:r w:rsidRPr="001F0789">
          <w:rPr>
            <w:rStyle w:val="Hyperlink"/>
            <w:noProof/>
            <w14:scene3d>
              <w14:camera w14:prst="orthographicFront"/>
              <w14:lightRig w14:rig="threePt" w14:dir="t">
                <w14:rot w14:lat="0" w14:lon="0" w14:rev="0"/>
              </w14:lightRig>
            </w14:scene3d>
          </w:rPr>
          <w:t>53.5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_Toc64888852 \h </w:instrText>
        </w:r>
        <w:r>
          <w:rPr>
            <w:noProof/>
            <w:webHidden/>
          </w:rPr>
        </w:r>
        <w:r>
          <w:rPr>
            <w:noProof/>
            <w:webHidden/>
          </w:rPr>
          <w:fldChar w:fldCharType="separate"/>
        </w:r>
        <w:r>
          <w:rPr>
            <w:noProof/>
            <w:webHidden/>
          </w:rPr>
          <w:t>82</w:t>
        </w:r>
        <w:r>
          <w:rPr>
            <w:noProof/>
            <w:webHidden/>
          </w:rPr>
          <w:fldChar w:fldCharType="end"/>
        </w:r>
      </w:hyperlink>
    </w:p>
    <w:p w14:paraId="6DA12D7D" w14:textId="18FEFD4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3" w:history="1">
        <w:r w:rsidRPr="001F0789">
          <w:rPr>
            <w:rStyle w:val="Hyperlink"/>
            <w:noProof/>
            <w14:scene3d>
              <w14:camera w14:prst="orthographicFront"/>
              <w14:lightRig w14:rig="threePt" w14:dir="t">
                <w14:rot w14:lat="0" w14:lon="0" w14:rev="0"/>
              </w14:lightRig>
            </w14:scene3d>
          </w:rPr>
          <w:t>53.6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_Toc64888853 \h </w:instrText>
        </w:r>
        <w:r>
          <w:rPr>
            <w:noProof/>
            <w:webHidden/>
          </w:rPr>
        </w:r>
        <w:r>
          <w:rPr>
            <w:noProof/>
            <w:webHidden/>
          </w:rPr>
          <w:fldChar w:fldCharType="separate"/>
        </w:r>
        <w:r>
          <w:rPr>
            <w:noProof/>
            <w:webHidden/>
          </w:rPr>
          <w:t>82</w:t>
        </w:r>
        <w:r>
          <w:rPr>
            <w:noProof/>
            <w:webHidden/>
          </w:rPr>
          <w:fldChar w:fldCharType="end"/>
        </w:r>
      </w:hyperlink>
    </w:p>
    <w:p w14:paraId="5B5B0494" w14:textId="513D48EC"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54" w:history="1">
        <w:r w:rsidRPr="001F0789">
          <w:rPr>
            <w:rStyle w:val="Hyperlink"/>
            <w:noProof/>
          </w:rPr>
          <w:t>54</w:t>
        </w:r>
        <w:r>
          <w:rPr>
            <w:rFonts w:asciiTheme="minorHAnsi" w:eastAsiaTheme="minorEastAsia" w:hAnsiTheme="minorHAnsi" w:cstheme="minorBidi"/>
            <w:b w:val="0"/>
            <w:noProof/>
            <w:lang w:eastAsia="sl-SI"/>
          </w:rPr>
          <w:tab/>
        </w:r>
        <w:r w:rsidRPr="001F0789">
          <w:rPr>
            <w:rStyle w:val="Hyperlink"/>
            <w:noProof/>
          </w:rPr>
          <w:t>Evidenca sprememb vrni seznam sprememb MM podrobno</w:t>
        </w:r>
        <w:r>
          <w:rPr>
            <w:noProof/>
            <w:webHidden/>
          </w:rPr>
          <w:tab/>
        </w:r>
        <w:r>
          <w:rPr>
            <w:noProof/>
            <w:webHidden/>
          </w:rPr>
          <w:fldChar w:fldCharType="begin"/>
        </w:r>
        <w:r>
          <w:rPr>
            <w:noProof/>
            <w:webHidden/>
          </w:rPr>
          <w:instrText xml:space="preserve"> PAGEREF _Toc64888854 \h </w:instrText>
        </w:r>
        <w:r>
          <w:rPr>
            <w:noProof/>
            <w:webHidden/>
          </w:rPr>
        </w:r>
        <w:r>
          <w:rPr>
            <w:noProof/>
            <w:webHidden/>
          </w:rPr>
          <w:fldChar w:fldCharType="separate"/>
        </w:r>
        <w:r>
          <w:rPr>
            <w:noProof/>
            <w:webHidden/>
          </w:rPr>
          <w:t>83</w:t>
        </w:r>
        <w:r>
          <w:rPr>
            <w:noProof/>
            <w:webHidden/>
          </w:rPr>
          <w:fldChar w:fldCharType="end"/>
        </w:r>
      </w:hyperlink>
    </w:p>
    <w:p w14:paraId="4DCB7875" w14:textId="3255F15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5" w:history="1">
        <w:r w:rsidRPr="001F0789">
          <w:rPr>
            <w:rStyle w:val="Hyperlink"/>
            <w:noProof/>
            <w14:scene3d>
              <w14:camera w14:prst="orthographicFront"/>
              <w14:lightRig w14:rig="threePt" w14:dir="t">
                <w14:rot w14:lat="0" w14:lon="0" w14:rev="0"/>
              </w14:lightRig>
            </w14:scene3d>
          </w:rPr>
          <w:t>54.1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_Toc64888855 \h </w:instrText>
        </w:r>
        <w:r>
          <w:rPr>
            <w:noProof/>
            <w:webHidden/>
          </w:rPr>
        </w:r>
        <w:r>
          <w:rPr>
            <w:noProof/>
            <w:webHidden/>
          </w:rPr>
          <w:fldChar w:fldCharType="separate"/>
        </w:r>
        <w:r>
          <w:rPr>
            <w:noProof/>
            <w:webHidden/>
          </w:rPr>
          <w:t>83</w:t>
        </w:r>
        <w:r>
          <w:rPr>
            <w:noProof/>
            <w:webHidden/>
          </w:rPr>
          <w:fldChar w:fldCharType="end"/>
        </w:r>
      </w:hyperlink>
    </w:p>
    <w:p w14:paraId="11D9006A" w14:textId="56B704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6" w:history="1">
        <w:r w:rsidRPr="001F0789">
          <w:rPr>
            <w:rStyle w:val="Hyperlink"/>
            <w:noProof/>
            <w14:scene3d>
              <w14:camera w14:prst="orthographicFront"/>
              <w14:lightRig w14:rig="threePt" w14:dir="t">
                <w14:rot w14:lat="0" w14:lon="0" w14:rev="0"/>
              </w14:lightRig>
            </w14:scene3d>
          </w:rPr>
          <w:t>54.2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_Toc64888856 \h </w:instrText>
        </w:r>
        <w:r>
          <w:rPr>
            <w:noProof/>
            <w:webHidden/>
          </w:rPr>
        </w:r>
        <w:r>
          <w:rPr>
            <w:noProof/>
            <w:webHidden/>
          </w:rPr>
          <w:fldChar w:fldCharType="separate"/>
        </w:r>
        <w:r>
          <w:rPr>
            <w:noProof/>
            <w:webHidden/>
          </w:rPr>
          <w:t>83</w:t>
        </w:r>
        <w:r>
          <w:rPr>
            <w:noProof/>
            <w:webHidden/>
          </w:rPr>
          <w:fldChar w:fldCharType="end"/>
        </w:r>
      </w:hyperlink>
    </w:p>
    <w:p w14:paraId="4CF1A92A" w14:textId="1E2BDF4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7" w:history="1">
        <w:r w:rsidRPr="001F0789">
          <w:rPr>
            <w:rStyle w:val="Hyperlink"/>
            <w:noProof/>
            <w14:scene3d>
              <w14:camera w14:prst="orthographicFront"/>
              <w14:lightRig w14:rig="threePt" w14:dir="t">
                <w14:rot w14:lat="0" w14:lon="0" w14:rev="0"/>
              </w14:lightRig>
            </w14:scene3d>
          </w:rPr>
          <w:t>54.3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_Toc64888857 \h </w:instrText>
        </w:r>
        <w:r>
          <w:rPr>
            <w:noProof/>
            <w:webHidden/>
          </w:rPr>
        </w:r>
        <w:r>
          <w:rPr>
            <w:noProof/>
            <w:webHidden/>
          </w:rPr>
          <w:fldChar w:fldCharType="separate"/>
        </w:r>
        <w:r>
          <w:rPr>
            <w:noProof/>
            <w:webHidden/>
          </w:rPr>
          <w:t>83</w:t>
        </w:r>
        <w:r>
          <w:rPr>
            <w:noProof/>
            <w:webHidden/>
          </w:rPr>
          <w:fldChar w:fldCharType="end"/>
        </w:r>
      </w:hyperlink>
    </w:p>
    <w:p w14:paraId="6DF3951C" w14:textId="245405B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8" w:history="1">
        <w:r w:rsidRPr="001F0789">
          <w:rPr>
            <w:rStyle w:val="Hyperlink"/>
            <w:noProof/>
            <w14:scene3d>
              <w14:camera w14:prst="orthographicFront"/>
              <w14:lightRig w14:rig="threePt" w14:dir="t">
                <w14:rot w14:lat="0" w14:lon="0" w14:rev="0"/>
              </w14:lightRig>
            </w14:scene3d>
          </w:rPr>
          <w:t>54.4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_Toc64888858 \h </w:instrText>
        </w:r>
        <w:r>
          <w:rPr>
            <w:noProof/>
            <w:webHidden/>
          </w:rPr>
        </w:r>
        <w:r>
          <w:rPr>
            <w:noProof/>
            <w:webHidden/>
          </w:rPr>
          <w:fldChar w:fldCharType="separate"/>
        </w:r>
        <w:r>
          <w:rPr>
            <w:noProof/>
            <w:webHidden/>
          </w:rPr>
          <w:t>83</w:t>
        </w:r>
        <w:r>
          <w:rPr>
            <w:noProof/>
            <w:webHidden/>
          </w:rPr>
          <w:fldChar w:fldCharType="end"/>
        </w:r>
      </w:hyperlink>
    </w:p>
    <w:p w14:paraId="34AC3FBE" w14:textId="68A8C02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59" w:history="1">
        <w:r w:rsidRPr="001F0789">
          <w:rPr>
            <w:rStyle w:val="Hyperlink"/>
            <w:noProof/>
            <w14:scene3d>
              <w14:camera w14:prst="orthographicFront"/>
              <w14:lightRig w14:rig="threePt" w14:dir="t">
                <w14:rot w14:lat="0" w14:lon="0" w14:rev="0"/>
              </w14:lightRig>
            </w14:scene3d>
          </w:rPr>
          <w:t>54.5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_Toc64888859 \h </w:instrText>
        </w:r>
        <w:r>
          <w:rPr>
            <w:noProof/>
            <w:webHidden/>
          </w:rPr>
        </w:r>
        <w:r>
          <w:rPr>
            <w:noProof/>
            <w:webHidden/>
          </w:rPr>
          <w:fldChar w:fldCharType="separate"/>
        </w:r>
        <w:r>
          <w:rPr>
            <w:noProof/>
            <w:webHidden/>
          </w:rPr>
          <w:t>83</w:t>
        </w:r>
        <w:r>
          <w:rPr>
            <w:noProof/>
            <w:webHidden/>
          </w:rPr>
          <w:fldChar w:fldCharType="end"/>
        </w:r>
      </w:hyperlink>
    </w:p>
    <w:p w14:paraId="4F163D81" w14:textId="377DC64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0" w:history="1">
        <w:r w:rsidRPr="001F0789">
          <w:rPr>
            <w:rStyle w:val="Hyperlink"/>
            <w:noProof/>
            <w14:scene3d>
              <w14:camera w14:prst="orthographicFront"/>
              <w14:lightRig w14:rig="threePt" w14:dir="t">
                <w14:rot w14:lat="0" w14:lon="0" w14:rev="0"/>
              </w14:lightRig>
            </w14:scene3d>
          </w:rPr>
          <w:t>54.6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_Toc64888860 \h </w:instrText>
        </w:r>
        <w:r>
          <w:rPr>
            <w:noProof/>
            <w:webHidden/>
          </w:rPr>
        </w:r>
        <w:r>
          <w:rPr>
            <w:noProof/>
            <w:webHidden/>
          </w:rPr>
          <w:fldChar w:fldCharType="separate"/>
        </w:r>
        <w:r>
          <w:rPr>
            <w:noProof/>
            <w:webHidden/>
          </w:rPr>
          <w:t>83</w:t>
        </w:r>
        <w:r>
          <w:rPr>
            <w:noProof/>
            <w:webHidden/>
          </w:rPr>
          <w:fldChar w:fldCharType="end"/>
        </w:r>
      </w:hyperlink>
    </w:p>
    <w:p w14:paraId="234263C5" w14:textId="17E8AA42"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61" w:history="1">
        <w:r w:rsidRPr="001F0789">
          <w:rPr>
            <w:rStyle w:val="Hyperlink"/>
            <w:noProof/>
          </w:rPr>
          <w:t>55</w:t>
        </w:r>
        <w:r>
          <w:rPr>
            <w:rFonts w:asciiTheme="minorHAnsi" w:eastAsiaTheme="minorEastAsia" w:hAnsiTheme="minorHAnsi" w:cstheme="minorBidi"/>
            <w:b w:val="0"/>
            <w:noProof/>
            <w:lang w:eastAsia="sl-SI"/>
          </w:rPr>
          <w:tab/>
        </w:r>
        <w:r w:rsidRPr="001F0789">
          <w:rPr>
            <w:rStyle w:val="Hyperlink"/>
            <w:noProof/>
          </w:rPr>
          <w:t>Evidenca sprememb vrni seznam sprememb MM podrobno v3</w:t>
        </w:r>
        <w:r>
          <w:rPr>
            <w:noProof/>
            <w:webHidden/>
          </w:rPr>
          <w:tab/>
        </w:r>
        <w:r>
          <w:rPr>
            <w:noProof/>
            <w:webHidden/>
          </w:rPr>
          <w:fldChar w:fldCharType="begin"/>
        </w:r>
        <w:r>
          <w:rPr>
            <w:noProof/>
            <w:webHidden/>
          </w:rPr>
          <w:instrText xml:space="preserve"> PAGEREF _Toc64888861 \h </w:instrText>
        </w:r>
        <w:r>
          <w:rPr>
            <w:noProof/>
            <w:webHidden/>
          </w:rPr>
        </w:r>
        <w:r>
          <w:rPr>
            <w:noProof/>
            <w:webHidden/>
          </w:rPr>
          <w:fldChar w:fldCharType="separate"/>
        </w:r>
        <w:r>
          <w:rPr>
            <w:noProof/>
            <w:webHidden/>
          </w:rPr>
          <w:t>84</w:t>
        </w:r>
        <w:r>
          <w:rPr>
            <w:noProof/>
            <w:webHidden/>
          </w:rPr>
          <w:fldChar w:fldCharType="end"/>
        </w:r>
      </w:hyperlink>
    </w:p>
    <w:p w14:paraId="44FA313E" w14:textId="155DA26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2" w:history="1">
        <w:r w:rsidRPr="001F0789">
          <w:rPr>
            <w:rStyle w:val="Hyperlink"/>
            <w:noProof/>
            <w14:scene3d>
              <w14:camera w14:prst="orthographicFront"/>
              <w14:lightRig w14:rig="threePt" w14:dir="t">
                <w14:rot w14:lat="0" w14:lon="0" w14:rev="0"/>
              </w14:lightRig>
            </w14:scene3d>
          </w:rPr>
          <w:t>55.1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_Toc64888862 \h </w:instrText>
        </w:r>
        <w:r>
          <w:rPr>
            <w:noProof/>
            <w:webHidden/>
          </w:rPr>
        </w:r>
        <w:r>
          <w:rPr>
            <w:noProof/>
            <w:webHidden/>
          </w:rPr>
          <w:fldChar w:fldCharType="separate"/>
        </w:r>
        <w:r>
          <w:rPr>
            <w:noProof/>
            <w:webHidden/>
          </w:rPr>
          <w:t>84</w:t>
        </w:r>
        <w:r>
          <w:rPr>
            <w:noProof/>
            <w:webHidden/>
          </w:rPr>
          <w:fldChar w:fldCharType="end"/>
        </w:r>
      </w:hyperlink>
    </w:p>
    <w:p w14:paraId="4D3FE599" w14:textId="6347D4A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3" w:history="1">
        <w:r w:rsidRPr="001F0789">
          <w:rPr>
            <w:rStyle w:val="Hyperlink"/>
            <w:noProof/>
            <w14:scene3d>
              <w14:camera w14:prst="orthographicFront"/>
              <w14:lightRig w14:rig="threePt" w14:dir="t">
                <w14:rot w14:lat="0" w14:lon="0" w14:rev="0"/>
              </w14:lightRig>
            </w14:scene3d>
          </w:rPr>
          <w:t>55.2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_Toc64888863 \h </w:instrText>
        </w:r>
        <w:r>
          <w:rPr>
            <w:noProof/>
            <w:webHidden/>
          </w:rPr>
        </w:r>
        <w:r>
          <w:rPr>
            <w:noProof/>
            <w:webHidden/>
          </w:rPr>
          <w:fldChar w:fldCharType="separate"/>
        </w:r>
        <w:r>
          <w:rPr>
            <w:noProof/>
            <w:webHidden/>
          </w:rPr>
          <w:t>84</w:t>
        </w:r>
        <w:r>
          <w:rPr>
            <w:noProof/>
            <w:webHidden/>
          </w:rPr>
          <w:fldChar w:fldCharType="end"/>
        </w:r>
      </w:hyperlink>
    </w:p>
    <w:p w14:paraId="275802C3" w14:textId="2F33F6F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4" w:history="1">
        <w:r w:rsidRPr="001F0789">
          <w:rPr>
            <w:rStyle w:val="Hyperlink"/>
            <w:noProof/>
            <w14:scene3d>
              <w14:camera w14:prst="orthographicFront"/>
              <w14:lightRig w14:rig="threePt" w14:dir="t">
                <w14:rot w14:lat="0" w14:lon="0" w14:rev="0"/>
              </w14:lightRig>
            </w14:scene3d>
          </w:rPr>
          <w:t>55.3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_Toc64888864 \h </w:instrText>
        </w:r>
        <w:r>
          <w:rPr>
            <w:noProof/>
            <w:webHidden/>
          </w:rPr>
        </w:r>
        <w:r>
          <w:rPr>
            <w:noProof/>
            <w:webHidden/>
          </w:rPr>
          <w:fldChar w:fldCharType="separate"/>
        </w:r>
        <w:r>
          <w:rPr>
            <w:noProof/>
            <w:webHidden/>
          </w:rPr>
          <w:t>84</w:t>
        </w:r>
        <w:r>
          <w:rPr>
            <w:noProof/>
            <w:webHidden/>
          </w:rPr>
          <w:fldChar w:fldCharType="end"/>
        </w:r>
      </w:hyperlink>
    </w:p>
    <w:p w14:paraId="766EC70E" w14:textId="45C4619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5" w:history="1">
        <w:r w:rsidRPr="001F0789">
          <w:rPr>
            <w:rStyle w:val="Hyperlink"/>
            <w:noProof/>
            <w14:scene3d>
              <w14:camera w14:prst="orthographicFront"/>
              <w14:lightRig w14:rig="threePt" w14:dir="t">
                <w14:rot w14:lat="0" w14:lon="0" w14:rev="0"/>
              </w14:lightRig>
            </w14:scene3d>
          </w:rPr>
          <w:t>55.4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_Toc64888865 \h </w:instrText>
        </w:r>
        <w:r>
          <w:rPr>
            <w:noProof/>
            <w:webHidden/>
          </w:rPr>
        </w:r>
        <w:r>
          <w:rPr>
            <w:noProof/>
            <w:webHidden/>
          </w:rPr>
          <w:fldChar w:fldCharType="separate"/>
        </w:r>
        <w:r>
          <w:rPr>
            <w:noProof/>
            <w:webHidden/>
          </w:rPr>
          <w:t>84</w:t>
        </w:r>
        <w:r>
          <w:rPr>
            <w:noProof/>
            <w:webHidden/>
          </w:rPr>
          <w:fldChar w:fldCharType="end"/>
        </w:r>
      </w:hyperlink>
    </w:p>
    <w:p w14:paraId="12D76A96" w14:textId="70AD196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6" w:history="1">
        <w:r w:rsidRPr="001F0789">
          <w:rPr>
            <w:rStyle w:val="Hyperlink"/>
            <w:noProof/>
            <w14:scene3d>
              <w14:camera w14:prst="orthographicFront"/>
              <w14:lightRig w14:rig="threePt" w14:dir="t">
                <w14:rot w14:lat="0" w14:lon="0" w14:rev="0"/>
              </w14:lightRig>
            </w14:scene3d>
          </w:rPr>
          <w:t>55.5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_Toc64888866 \h </w:instrText>
        </w:r>
        <w:r>
          <w:rPr>
            <w:noProof/>
            <w:webHidden/>
          </w:rPr>
        </w:r>
        <w:r>
          <w:rPr>
            <w:noProof/>
            <w:webHidden/>
          </w:rPr>
          <w:fldChar w:fldCharType="separate"/>
        </w:r>
        <w:r>
          <w:rPr>
            <w:noProof/>
            <w:webHidden/>
          </w:rPr>
          <w:t>84</w:t>
        </w:r>
        <w:r>
          <w:rPr>
            <w:noProof/>
            <w:webHidden/>
          </w:rPr>
          <w:fldChar w:fldCharType="end"/>
        </w:r>
      </w:hyperlink>
    </w:p>
    <w:p w14:paraId="6D20B1C4" w14:textId="42FF653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7" w:history="1">
        <w:r w:rsidRPr="001F0789">
          <w:rPr>
            <w:rStyle w:val="Hyperlink"/>
            <w:noProof/>
            <w14:scene3d>
              <w14:camera w14:prst="orthographicFront"/>
              <w14:lightRig w14:rig="threePt" w14:dir="t">
                <w14:rot w14:lat="0" w14:lon="0" w14:rev="0"/>
              </w14:lightRig>
            </w14:scene3d>
          </w:rPr>
          <w:t>55.6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_Toc64888867 \h </w:instrText>
        </w:r>
        <w:r>
          <w:rPr>
            <w:noProof/>
            <w:webHidden/>
          </w:rPr>
        </w:r>
        <w:r>
          <w:rPr>
            <w:noProof/>
            <w:webHidden/>
          </w:rPr>
          <w:fldChar w:fldCharType="separate"/>
        </w:r>
        <w:r>
          <w:rPr>
            <w:noProof/>
            <w:webHidden/>
          </w:rPr>
          <w:t>84</w:t>
        </w:r>
        <w:r>
          <w:rPr>
            <w:noProof/>
            <w:webHidden/>
          </w:rPr>
          <w:fldChar w:fldCharType="end"/>
        </w:r>
      </w:hyperlink>
    </w:p>
    <w:p w14:paraId="1A508BAA" w14:textId="38047BC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68" w:history="1">
        <w:r w:rsidRPr="001F0789">
          <w:rPr>
            <w:rStyle w:val="Hyperlink"/>
            <w:noProof/>
          </w:rPr>
          <w:t>56</w:t>
        </w:r>
        <w:r>
          <w:rPr>
            <w:rFonts w:asciiTheme="minorHAnsi" w:eastAsiaTheme="minorEastAsia" w:hAnsiTheme="minorHAnsi" w:cstheme="minorBidi"/>
            <w:b w:val="0"/>
            <w:noProof/>
            <w:lang w:eastAsia="sl-SI"/>
          </w:rPr>
          <w:tab/>
        </w:r>
        <w:r w:rsidRPr="001F0789">
          <w:rPr>
            <w:rStyle w:val="Hyperlink"/>
            <w:noProof/>
          </w:rPr>
          <w:t>Evidenca sprememb vrni seznam sprememb MM glede na datum kreiranja</w:t>
        </w:r>
        <w:r>
          <w:rPr>
            <w:noProof/>
            <w:webHidden/>
          </w:rPr>
          <w:tab/>
        </w:r>
        <w:r>
          <w:rPr>
            <w:noProof/>
            <w:webHidden/>
          </w:rPr>
          <w:fldChar w:fldCharType="begin"/>
        </w:r>
        <w:r>
          <w:rPr>
            <w:noProof/>
            <w:webHidden/>
          </w:rPr>
          <w:instrText xml:space="preserve"> PAGEREF _Toc64888868 \h </w:instrText>
        </w:r>
        <w:r>
          <w:rPr>
            <w:noProof/>
            <w:webHidden/>
          </w:rPr>
        </w:r>
        <w:r>
          <w:rPr>
            <w:noProof/>
            <w:webHidden/>
          </w:rPr>
          <w:fldChar w:fldCharType="separate"/>
        </w:r>
        <w:r>
          <w:rPr>
            <w:noProof/>
            <w:webHidden/>
          </w:rPr>
          <w:t>85</w:t>
        </w:r>
        <w:r>
          <w:rPr>
            <w:noProof/>
            <w:webHidden/>
          </w:rPr>
          <w:fldChar w:fldCharType="end"/>
        </w:r>
      </w:hyperlink>
    </w:p>
    <w:p w14:paraId="1F0ABC1F" w14:textId="659EB91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69" w:history="1">
        <w:r w:rsidRPr="001F0789">
          <w:rPr>
            <w:rStyle w:val="Hyperlink"/>
            <w:noProof/>
            <w14:scene3d>
              <w14:camera w14:prst="orthographicFront"/>
              <w14:lightRig w14:rig="threePt" w14:dir="t">
                <w14:rot w14:lat="0" w14:lon="0" w14:rev="0"/>
              </w14:lightRig>
            </w14:scene3d>
          </w:rPr>
          <w:t>56.1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_Toc64888869 \h </w:instrText>
        </w:r>
        <w:r>
          <w:rPr>
            <w:noProof/>
            <w:webHidden/>
          </w:rPr>
        </w:r>
        <w:r>
          <w:rPr>
            <w:noProof/>
            <w:webHidden/>
          </w:rPr>
          <w:fldChar w:fldCharType="separate"/>
        </w:r>
        <w:r>
          <w:rPr>
            <w:noProof/>
            <w:webHidden/>
          </w:rPr>
          <w:t>85</w:t>
        </w:r>
        <w:r>
          <w:rPr>
            <w:noProof/>
            <w:webHidden/>
          </w:rPr>
          <w:fldChar w:fldCharType="end"/>
        </w:r>
      </w:hyperlink>
    </w:p>
    <w:p w14:paraId="79DFB00C" w14:textId="066791B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0" w:history="1">
        <w:r w:rsidRPr="001F0789">
          <w:rPr>
            <w:rStyle w:val="Hyperlink"/>
            <w:noProof/>
            <w14:scene3d>
              <w14:camera w14:prst="orthographicFront"/>
              <w14:lightRig w14:rig="threePt" w14:dir="t">
                <w14:rot w14:lat="0" w14:lon="0" w14:rev="0"/>
              </w14:lightRig>
            </w14:scene3d>
          </w:rPr>
          <w:t>56.2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_Toc64888870 \h </w:instrText>
        </w:r>
        <w:r>
          <w:rPr>
            <w:noProof/>
            <w:webHidden/>
          </w:rPr>
        </w:r>
        <w:r>
          <w:rPr>
            <w:noProof/>
            <w:webHidden/>
          </w:rPr>
          <w:fldChar w:fldCharType="separate"/>
        </w:r>
        <w:r>
          <w:rPr>
            <w:noProof/>
            <w:webHidden/>
          </w:rPr>
          <w:t>85</w:t>
        </w:r>
        <w:r>
          <w:rPr>
            <w:noProof/>
            <w:webHidden/>
          </w:rPr>
          <w:fldChar w:fldCharType="end"/>
        </w:r>
      </w:hyperlink>
    </w:p>
    <w:p w14:paraId="1571C4CF" w14:textId="0E15DAD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1" w:history="1">
        <w:r w:rsidRPr="001F0789">
          <w:rPr>
            <w:rStyle w:val="Hyperlink"/>
            <w:noProof/>
            <w14:scene3d>
              <w14:camera w14:prst="orthographicFront"/>
              <w14:lightRig w14:rig="threePt" w14:dir="t">
                <w14:rot w14:lat="0" w14:lon="0" w14:rev="0"/>
              </w14:lightRig>
            </w14:scene3d>
          </w:rPr>
          <w:t>56.3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_Toc64888871 \h </w:instrText>
        </w:r>
        <w:r>
          <w:rPr>
            <w:noProof/>
            <w:webHidden/>
          </w:rPr>
        </w:r>
        <w:r>
          <w:rPr>
            <w:noProof/>
            <w:webHidden/>
          </w:rPr>
          <w:fldChar w:fldCharType="separate"/>
        </w:r>
        <w:r>
          <w:rPr>
            <w:noProof/>
            <w:webHidden/>
          </w:rPr>
          <w:t>85</w:t>
        </w:r>
        <w:r>
          <w:rPr>
            <w:noProof/>
            <w:webHidden/>
          </w:rPr>
          <w:fldChar w:fldCharType="end"/>
        </w:r>
      </w:hyperlink>
    </w:p>
    <w:p w14:paraId="4897E3D5" w14:textId="2E757AC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2" w:history="1">
        <w:r w:rsidRPr="001F0789">
          <w:rPr>
            <w:rStyle w:val="Hyperlink"/>
            <w:noProof/>
            <w14:scene3d>
              <w14:camera w14:prst="orthographicFront"/>
              <w14:lightRig w14:rig="threePt" w14:dir="t">
                <w14:rot w14:lat="0" w14:lon="0" w14:rev="0"/>
              </w14:lightRig>
            </w14:scene3d>
          </w:rPr>
          <w:t>56.4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_Toc64888872 \h </w:instrText>
        </w:r>
        <w:r>
          <w:rPr>
            <w:noProof/>
            <w:webHidden/>
          </w:rPr>
        </w:r>
        <w:r>
          <w:rPr>
            <w:noProof/>
            <w:webHidden/>
          </w:rPr>
          <w:fldChar w:fldCharType="separate"/>
        </w:r>
        <w:r>
          <w:rPr>
            <w:noProof/>
            <w:webHidden/>
          </w:rPr>
          <w:t>85</w:t>
        </w:r>
        <w:r>
          <w:rPr>
            <w:noProof/>
            <w:webHidden/>
          </w:rPr>
          <w:fldChar w:fldCharType="end"/>
        </w:r>
      </w:hyperlink>
    </w:p>
    <w:p w14:paraId="060C49C9" w14:textId="366E884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3" w:history="1">
        <w:r w:rsidRPr="001F0789">
          <w:rPr>
            <w:rStyle w:val="Hyperlink"/>
            <w:noProof/>
            <w14:scene3d>
              <w14:camera w14:prst="orthographicFront"/>
              <w14:lightRig w14:rig="threePt" w14:dir="t">
                <w14:rot w14:lat="0" w14:lon="0" w14:rev="0"/>
              </w14:lightRig>
            </w14:scene3d>
          </w:rPr>
          <w:t>56.5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_Toc64888873 \h </w:instrText>
        </w:r>
        <w:r>
          <w:rPr>
            <w:noProof/>
            <w:webHidden/>
          </w:rPr>
        </w:r>
        <w:r>
          <w:rPr>
            <w:noProof/>
            <w:webHidden/>
          </w:rPr>
          <w:fldChar w:fldCharType="separate"/>
        </w:r>
        <w:r>
          <w:rPr>
            <w:noProof/>
            <w:webHidden/>
          </w:rPr>
          <w:t>85</w:t>
        </w:r>
        <w:r>
          <w:rPr>
            <w:noProof/>
            <w:webHidden/>
          </w:rPr>
          <w:fldChar w:fldCharType="end"/>
        </w:r>
      </w:hyperlink>
    </w:p>
    <w:p w14:paraId="20774A9C" w14:textId="03200F4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4" w:history="1">
        <w:r w:rsidRPr="001F0789">
          <w:rPr>
            <w:rStyle w:val="Hyperlink"/>
            <w:noProof/>
            <w14:scene3d>
              <w14:camera w14:prst="orthographicFront"/>
              <w14:lightRig w14:rig="threePt" w14:dir="t">
                <w14:rot w14:lat="0" w14:lon="0" w14:rev="0"/>
              </w14:lightRig>
            </w14:scene3d>
          </w:rPr>
          <w:t>56.6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_Toc64888874 \h </w:instrText>
        </w:r>
        <w:r>
          <w:rPr>
            <w:noProof/>
            <w:webHidden/>
          </w:rPr>
        </w:r>
        <w:r>
          <w:rPr>
            <w:noProof/>
            <w:webHidden/>
          </w:rPr>
          <w:fldChar w:fldCharType="separate"/>
        </w:r>
        <w:r>
          <w:rPr>
            <w:noProof/>
            <w:webHidden/>
          </w:rPr>
          <w:t>85</w:t>
        </w:r>
        <w:r>
          <w:rPr>
            <w:noProof/>
            <w:webHidden/>
          </w:rPr>
          <w:fldChar w:fldCharType="end"/>
        </w:r>
      </w:hyperlink>
    </w:p>
    <w:p w14:paraId="1B760B0E" w14:textId="42C4CD5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75" w:history="1">
        <w:r w:rsidRPr="001F0789">
          <w:rPr>
            <w:rStyle w:val="Hyperlink"/>
            <w:noProof/>
          </w:rPr>
          <w:t>57</w:t>
        </w:r>
        <w:r>
          <w:rPr>
            <w:rFonts w:asciiTheme="minorHAnsi" w:eastAsiaTheme="minorEastAsia" w:hAnsiTheme="minorHAnsi" w:cstheme="minorBidi"/>
            <w:b w:val="0"/>
            <w:noProof/>
            <w:lang w:eastAsia="sl-SI"/>
          </w:rPr>
          <w:tab/>
        </w:r>
        <w:r w:rsidRPr="001F0789">
          <w:rPr>
            <w:rStyle w:val="Hyperlink"/>
            <w:noProof/>
          </w:rPr>
          <w:t>Evidenca sprememb vrni seznam sprememb MM glede na datum kreiranja v3</w:t>
        </w:r>
        <w:r>
          <w:rPr>
            <w:noProof/>
            <w:webHidden/>
          </w:rPr>
          <w:tab/>
        </w:r>
        <w:r>
          <w:rPr>
            <w:noProof/>
            <w:webHidden/>
          </w:rPr>
          <w:fldChar w:fldCharType="begin"/>
        </w:r>
        <w:r>
          <w:rPr>
            <w:noProof/>
            <w:webHidden/>
          </w:rPr>
          <w:instrText xml:space="preserve"> PAGEREF _Toc64888875 \h </w:instrText>
        </w:r>
        <w:r>
          <w:rPr>
            <w:noProof/>
            <w:webHidden/>
          </w:rPr>
        </w:r>
        <w:r>
          <w:rPr>
            <w:noProof/>
            <w:webHidden/>
          </w:rPr>
          <w:fldChar w:fldCharType="separate"/>
        </w:r>
        <w:r>
          <w:rPr>
            <w:noProof/>
            <w:webHidden/>
          </w:rPr>
          <w:t>86</w:t>
        </w:r>
        <w:r>
          <w:rPr>
            <w:noProof/>
            <w:webHidden/>
          </w:rPr>
          <w:fldChar w:fldCharType="end"/>
        </w:r>
      </w:hyperlink>
    </w:p>
    <w:p w14:paraId="1A92DD66" w14:textId="532C7E1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6" w:history="1">
        <w:r w:rsidRPr="001F0789">
          <w:rPr>
            <w:rStyle w:val="Hyperlink"/>
            <w:noProof/>
            <w14:scene3d>
              <w14:camera w14:prst="orthographicFront"/>
              <w14:lightRig w14:rig="threePt" w14:dir="t">
                <w14:rot w14:lat="0" w14:lon="0" w14:rev="0"/>
              </w14:lightRig>
            </w14:scene3d>
          </w:rPr>
          <w:t>57.1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_Toc64888876 \h </w:instrText>
        </w:r>
        <w:r>
          <w:rPr>
            <w:noProof/>
            <w:webHidden/>
          </w:rPr>
        </w:r>
        <w:r>
          <w:rPr>
            <w:noProof/>
            <w:webHidden/>
          </w:rPr>
          <w:fldChar w:fldCharType="separate"/>
        </w:r>
        <w:r>
          <w:rPr>
            <w:noProof/>
            <w:webHidden/>
          </w:rPr>
          <w:t>86</w:t>
        </w:r>
        <w:r>
          <w:rPr>
            <w:noProof/>
            <w:webHidden/>
          </w:rPr>
          <w:fldChar w:fldCharType="end"/>
        </w:r>
      </w:hyperlink>
    </w:p>
    <w:p w14:paraId="0F444635" w14:textId="28CAD2A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7" w:history="1">
        <w:r w:rsidRPr="001F0789">
          <w:rPr>
            <w:rStyle w:val="Hyperlink"/>
            <w:noProof/>
            <w14:scene3d>
              <w14:camera w14:prst="orthographicFront"/>
              <w14:lightRig w14:rig="threePt" w14:dir="t">
                <w14:rot w14:lat="0" w14:lon="0" w14:rev="0"/>
              </w14:lightRig>
            </w14:scene3d>
          </w:rPr>
          <w:t>57.2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_Toc64888877 \h </w:instrText>
        </w:r>
        <w:r>
          <w:rPr>
            <w:noProof/>
            <w:webHidden/>
          </w:rPr>
        </w:r>
        <w:r>
          <w:rPr>
            <w:noProof/>
            <w:webHidden/>
          </w:rPr>
          <w:fldChar w:fldCharType="separate"/>
        </w:r>
        <w:r>
          <w:rPr>
            <w:noProof/>
            <w:webHidden/>
          </w:rPr>
          <w:t>86</w:t>
        </w:r>
        <w:r>
          <w:rPr>
            <w:noProof/>
            <w:webHidden/>
          </w:rPr>
          <w:fldChar w:fldCharType="end"/>
        </w:r>
      </w:hyperlink>
    </w:p>
    <w:p w14:paraId="494622EA" w14:textId="11B9231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8" w:history="1">
        <w:r w:rsidRPr="001F0789">
          <w:rPr>
            <w:rStyle w:val="Hyperlink"/>
            <w:noProof/>
            <w14:scene3d>
              <w14:camera w14:prst="orthographicFront"/>
              <w14:lightRig w14:rig="threePt" w14:dir="t">
                <w14:rot w14:lat="0" w14:lon="0" w14:rev="0"/>
              </w14:lightRig>
            </w14:scene3d>
          </w:rPr>
          <w:t>57.3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_Toc64888878 \h </w:instrText>
        </w:r>
        <w:r>
          <w:rPr>
            <w:noProof/>
            <w:webHidden/>
          </w:rPr>
        </w:r>
        <w:r>
          <w:rPr>
            <w:noProof/>
            <w:webHidden/>
          </w:rPr>
          <w:fldChar w:fldCharType="separate"/>
        </w:r>
        <w:r>
          <w:rPr>
            <w:noProof/>
            <w:webHidden/>
          </w:rPr>
          <w:t>86</w:t>
        </w:r>
        <w:r>
          <w:rPr>
            <w:noProof/>
            <w:webHidden/>
          </w:rPr>
          <w:fldChar w:fldCharType="end"/>
        </w:r>
      </w:hyperlink>
    </w:p>
    <w:p w14:paraId="22B645AC" w14:textId="73EDC12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79" w:history="1">
        <w:r w:rsidRPr="001F0789">
          <w:rPr>
            <w:rStyle w:val="Hyperlink"/>
            <w:noProof/>
            <w14:scene3d>
              <w14:camera w14:prst="orthographicFront"/>
              <w14:lightRig w14:rig="threePt" w14:dir="t">
                <w14:rot w14:lat="0" w14:lon="0" w14:rev="0"/>
              </w14:lightRig>
            </w14:scene3d>
          </w:rPr>
          <w:t>57.4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_Toc64888879 \h </w:instrText>
        </w:r>
        <w:r>
          <w:rPr>
            <w:noProof/>
            <w:webHidden/>
          </w:rPr>
        </w:r>
        <w:r>
          <w:rPr>
            <w:noProof/>
            <w:webHidden/>
          </w:rPr>
          <w:fldChar w:fldCharType="separate"/>
        </w:r>
        <w:r>
          <w:rPr>
            <w:noProof/>
            <w:webHidden/>
          </w:rPr>
          <w:t>86</w:t>
        </w:r>
        <w:r>
          <w:rPr>
            <w:noProof/>
            <w:webHidden/>
          </w:rPr>
          <w:fldChar w:fldCharType="end"/>
        </w:r>
      </w:hyperlink>
    </w:p>
    <w:p w14:paraId="459BA915" w14:textId="5875775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0" w:history="1">
        <w:r w:rsidRPr="001F0789">
          <w:rPr>
            <w:rStyle w:val="Hyperlink"/>
            <w:noProof/>
            <w14:scene3d>
              <w14:camera w14:prst="orthographicFront"/>
              <w14:lightRig w14:rig="threePt" w14:dir="t">
                <w14:rot w14:lat="0" w14:lon="0" w14:rev="0"/>
              </w14:lightRig>
            </w14:scene3d>
          </w:rPr>
          <w:t>57.5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_Toc64888880 \h </w:instrText>
        </w:r>
        <w:r>
          <w:rPr>
            <w:noProof/>
            <w:webHidden/>
          </w:rPr>
        </w:r>
        <w:r>
          <w:rPr>
            <w:noProof/>
            <w:webHidden/>
          </w:rPr>
          <w:fldChar w:fldCharType="separate"/>
        </w:r>
        <w:r>
          <w:rPr>
            <w:noProof/>
            <w:webHidden/>
          </w:rPr>
          <w:t>86</w:t>
        </w:r>
        <w:r>
          <w:rPr>
            <w:noProof/>
            <w:webHidden/>
          </w:rPr>
          <w:fldChar w:fldCharType="end"/>
        </w:r>
      </w:hyperlink>
    </w:p>
    <w:p w14:paraId="7FB25D0C" w14:textId="1D7BC0C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1" w:history="1">
        <w:r w:rsidRPr="001F0789">
          <w:rPr>
            <w:rStyle w:val="Hyperlink"/>
            <w:noProof/>
            <w14:scene3d>
              <w14:camera w14:prst="orthographicFront"/>
              <w14:lightRig w14:rig="threePt" w14:dir="t">
                <w14:rot w14:lat="0" w14:lon="0" w14:rev="0"/>
              </w14:lightRig>
            </w14:scene3d>
          </w:rPr>
          <w:t>57.6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_Toc64888881 \h </w:instrText>
        </w:r>
        <w:r>
          <w:rPr>
            <w:noProof/>
            <w:webHidden/>
          </w:rPr>
        </w:r>
        <w:r>
          <w:rPr>
            <w:noProof/>
            <w:webHidden/>
          </w:rPr>
          <w:fldChar w:fldCharType="separate"/>
        </w:r>
        <w:r>
          <w:rPr>
            <w:noProof/>
            <w:webHidden/>
          </w:rPr>
          <w:t>86</w:t>
        </w:r>
        <w:r>
          <w:rPr>
            <w:noProof/>
            <w:webHidden/>
          </w:rPr>
          <w:fldChar w:fldCharType="end"/>
        </w:r>
      </w:hyperlink>
    </w:p>
    <w:p w14:paraId="78A88E11" w14:textId="21B56A4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82" w:history="1">
        <w:r w:rsidRPr="001F0789">
          <w:rPr>
            <w:rStyle w:val="Hyperlink"/>
            <w:noProof/>
          </w:rPr>
          <w:t>58</w:t>
        </w:r>
        <w:r>
          <w:rPr>
            <w:rFonts w:asciiTheme="minorHAnsi" w:eastAsiaTheme="minorEastAsia" w:hAnsiTheme="minorHAnsi" w:cstheme="minorBidi"/>
            <w:b w:val="0"/>
            <w:noProof/>
            <w:lang w:eastAsia="sl-SI"/>
          </w:rPr>
          <w:tab/>
        </w:r>
        <w:r w:rsidRPr="001F0789">
          <w:rPr>
            <w:rStyle w:val="Hyperlink"/>
            <w:noProof/>
          </w:rPr>
          <w:t>Evidenca sprememb vrni spremembo MM glede na ID spremembe v2</w:t>
        </w:r>
        <w:r>
          <w:rPr>
            <w:noProof/>
            <w:webHidden/>
          </w:rPr>
          <w:tab/>
        </w:r>
        <w:r>
          <w:rPr>
            <w:noProof/>
            <w:webHidden/>
          </w:rPr>
          <w:fldChar w:fldCharType="begin"/>
        </w:r>
        <w:r>
          <w:rPr>
            <w:noProof/>
            <w:webHidden/>
          </w:rPr>
          <w:instrText xml:space="preserve"> PAGEREF _Toc64888882 \h </w:instrText>
        </w:r>
        <w:r>
          <w:rPr>
            <w:noProof/>
            <w:webHidden/>
          </w:rPr>
        </w:r>
        <w:r>
          <w:rPr>
            <w:noProof/>
            <w:webHidden/>
          </w:rPr>
          <w:fldChar w:fldCharType="separate"/>
        </w:r>
        <w:r>
          <w:rPr>
            <w:noProof/>
            <w:webHidden/>
          </w:rPr>
          <w:t>87</w:t>
        </w:r>
        <w:r>
          <w:rPr>
            <w:noProof/>
            <w:webHidden/>
          </w:rPr>
          <w:fldChar w:fldCharType="end"/>
        </w:r>
      </w:hyperlink>
    </w:p>
    <w:p w14:paraId="755F13FD" w14:textId="67CE97D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3" w:history="1">
        <w:r w:rsidRPr="001F0789">
          <w:rPr>
            <w:rStyle w:val="Hyperlink"/>
            <w:noProof/>
            <w14:scene3d>
              <w14:camera w14:prst="orthographicFront"/>
              <w14:lightRig w14:rig="threePt" w14:dir="t">
                <w14:rot w14:lat="0" w14:lon="0" w14:rev="0"/>
              </w14:lightRig>
            </w14:scene3d>
          </w:rPr>
          <w:t>58.1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_Toc64888883 \h </w:instrText>
        </w:r>
        <w:r>
          <w:rPr>
            <w:noProof/>
            <w:webHidden/>
          </w:rPr>
        </w:r>
        <w:r>
          <w:rPr>
            <w:noProof/>
            <w:webHidden/>
          </w:rPr>
          <w:fldChar w:fldCharType="separate"/>
        </w:r>
        <w:r>
          <w:rPr>
            <w:noProof/>
            <w:webHidden/>
          </w:rPr>
          <w:t>87</w:t>
        </w:r>
        <w:r>
          <w:rPr>
            <w:noProof/>
            <w:webHidden/>
          </w:rPr>
          <w:fldChar w:fldCharType="end"/>
        </w:r>
      </w:hyperlink>
    </w:p>
    <w:p w14:paraId="5B8ECDD0" w14:textId="5A28AE5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4" w:history="1">
        <w:r w:rsidRPr="001F0789">
          <w:rPr>
            <w:rStyle w:val="Hyperlink"/>
            <w:noProof/>
            <w14:scene3d>
              <w14:camera w14:prst="orthographicFront"/>
              <w14:lightRig w14:rig="threePt" w14:dir="t">
                <w14:rot w14:lat="0" w14:lon="0" w14:rev="0"/>
              </w14:lightRig>
            </w14:scene3d>
          </w:rPr>
          <w:t>58.2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_Toc64888884 \h </w:instrText>
        </w:r>
        <w:r>
          <w:rPr>
            <w:noProof/>
            <w:webHidden/>
          </w:rPr>
        </w:r>
        <w:r>
          <w:rPr>
            <w:noProof/>
            <w:webHidden/>
          </w:rPr>
          <w:fldChar w:fldCharType="separate"/>
        </w:r>
        <w:r>
          <w:rPr>
            <w:noProof/>
            <w:webHidden/>
          </w:rPr>
          <w:t>87</w:t>
        </w:r>
        <w:r>
          <w:rPr>
            <w:noProof/>
            <w:webHidden/>
          </w:rPr>
          <w:fldChar w:fldCharType="end"/>
        </w:r>
      </w:hyperlink>
    </w:p>
    <w:p w14:paraId="107A9CFA" w14:textId="7EA7058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5" w:history="1">
        <w:r w:rsidRPr="001F0789">
          <w:rPr>
            <w:rStyle w:val="Hyperlink"/>
            <w:noProof/>
            <w14:scene3d>
              <w14:camera w14:prst="orthographicFront"/>
              <w14:lightRig w14:rig="threePt" w14:dir="t">
                <w14:rot w14:lat="0" w14:lon="0" w14:rev="0"/>
              </w14:lightRig>
            </w14:scene3d>
          </w:rPr>
          <w:t>58.3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_Toc64888885 \h </w:instrText>
        </w:r>
        <w:r>
          <w:rPr>
            <w:noProof/>
            <w:webHidden/>
          </w:rPr>
        </w:r>
        <w:r>
          <w:rPr>
            <w:noProof/>
            <w:webHidden/>
          </w:rPr>
          <w:fldChar w:fldCharType="separate"/>
        </w:r>
        <w:r>
          <w:rPr>
            <w:noProof/>
            <w:webHidden/>
          </w:rPr>
          <w:t>87</w:t>
        </w:r>
        <w:r>
          <w:rPr>
            <w:noProof/>
            <w:webHidden/>
          </w:rPr>
          <w:fldChar w:fldCharType="end"/>
        </w:r>
      </w:hyperlink>
    </w:p>
    <w:p w14:paraId="4AE4D253" w14:textId="4180C99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6" w:history="1">
        <w:r w:rsidRPr="001F0789">
          <w:rPr>
            <w:rStyle w:val="Hyperlink"/>
            <w:noProof/>
            <w14:scene3d>
              <w14:camera w14:prst="orthographicFront"/>
              <w14:lightRig w14:rig="threePt" w14:dir="t">
                <w14:rot w14:lat="0" w14:lon="0" w14:rev="0"/>
              </w14:lightRig>
            </w14:scene3d>
          </w:rPr>
          <w:t>58.4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_Toc64888886 \h </w:instrText>
        </w:r>
        <w:r>
          <w:rPr>
            <w:noProof/>
            <w:webHidden/>
          </w:rPr>
        </w:r>
        <w:r>
          <w:rPr>
            <w:noProof/>
            <w:webHidden/>
          </w:rPr>
          <w:fldChar w:fldCharType="separate"/>
        </w:r>
        <w:r>
          <w:rPr>
            <w:noProof/>
            <w:webHidden/>
          </w:rPr>
          <w:t>87</w:t>
        </w:r>
        <w:r>
          <w:rPr>
            <w:noProof/>
            <w:webHidden/>
          </w:rPr>
          <w:fldChar w:fldCharType="end"/>
        </w:r>
      </w:hyperlink>
    </w:p>
    <w:p w14:paraId="47659A23" w14:textId="22FB7FE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7" w:history="1">
        <w:r w:rsidRPr="001F0789">
          <w:rPr>
            <w:rStyle w:val="Hyperlink"/>
            <w:noProof/>
            <w14:scene3d>
              <w14:camera w14:prst="orthographicFront"/>
              <w14:lightRig w14:rig="threePt" w14:dir="t">
                <w14:rot w14:lat="0" w14:lon="0" w14:rev="0"/>
              </w14:lightRig>
            </w14:scene3d>
          </w:rPr>
          <w:t>58.5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_Toc64888887 \h </w:instrText>
        </w:r>
        <w:r>
          <w:rPr>
            <w:noProof/>
            <w:webHidden/>
          </w:rPr>
        </w:r>
        <w:r>
          <w:rPr>
            <w:noProof/>
            <w:webHidden/>
          </w:rPr>
          <w:fldChar w:fldCharType="separate"/>
        </w:r>
        <w:r>
          <w:rPr>
            <w:noProof/>
            <w:webHidden/>
          </w:rPr>
          <w:t>87</w:t>
        </w:r>
        <w:r>
          <w:rPr>
            <w:noProof/>
            <w:webHidden/>
          </w:rPr>
          <w:fldChar w:fldCharType="end"/>
        </w:r>
      </w:hyperlink>
    </w:p>
    <w:p w14:paraId="1FD6FE58" w14:textId="20CD805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88" w:history="1">
        <w:r w:rsidRPr="001F0789">
          <w:rPr>
            <w:rStyle w:val="Hyperlink"/>
            <w:noProof/>
            <w14:scene3d>
              <w14:camera w14:prst="orthographicFront"/>
              <w14:lightRig w14:rig="threePt" w14:dir="t">
                <w14:rot w14:lat="0" w14:lon="0" w14:rev="0"/>
              </w14:lightRig>
            </w14:scene3d>
          </w:rPr>
          <w:t>58.6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_Toc64888888 \h </w:instrText>
        </w:r>
        <w:r>
          <w:rPr>
            <w:noProof/>
            <w:webHidden/>
          </w:rPr>
        </w:r>
        <w:r>
          <w:rPr>
            <w:noProof/>
            <w:webHidden/>
          </w:rPr>
          <w:fldChar w:fldCharType="separate"/>
        </w:r>
        <w:r>
          <w:rPr>
            <w:noProof/>
            <w:webHidden/>
          </w:rPr>
          <w:t>87</w:t>
        </w:r>
        <w:r>
          <w:rPr>
            <w:noProof/>
            <w:webHidden/>
          </w:rPr>
          <w:fldChar w:fldCharType="end"/>
        </w:r>
      </w:hyperlink>
    </w:p>
    <w:p w14:paraId="15E83057" w14:textId="770D4DB6"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89" w:history="1">
        <w:r w:rsidRPr="001F0789">
          <w:rPr>
            <w:rStyle w:val="Hyperlink"/>
            <w:noProof/>
            <w:highlight w:val="yellow"/>
          </w:rPr>
          <w:t>59</w:t>
        </w:r>
        <w:r>
          <w:rPr>
            <w:rFonts w:asciiTheme="minorHAnsi" w:eastAsiaTheme="minorEastAsia" w:hAnsiTheme="minorHAnsi" w:cstheme="minorBidi"/>
            <w:b w:val="0"/>
            <w:noProof/>
            <w:lang w:eastAsia="sl-SI"/>
          </w:rPr>
          <w:tab/>
        </w:r>
        <w:r w:rsidRPr="001F0789">
          <w:rPr>
            <w:rStyle w:val="Hyperlink"/>
            <w:noProof/>
            <w:highlight w:val="yellow"/>
          </w:rPr>
          <w:t>Evidenca sprememb</w:t>
        </w:r>
        <w:r>
          <w:rPr>
            <w:noProof/>
            <w:webHidden/>
          </w:rPr>
          <w:tab/>
        </w:r>
        <w:r>
          <w:rPr>
            <w:noProof/>
            <w:webHidden/>
          </w:rPr>
          <w:fldChar w:fldCharType="begin"/>
        </w:r>
        <w:r>
          <w:rPr>
            <w:noProof/>
            <w:webHidden/>
          </w:rPr>
          <w:instrText xml:space="preserve"> PAGEREF _Toc64888889 \h </w:instrText>
        </w:r>
        <w:r>
          <w:rPr>
            <w:noProof/>
            <w:webHidden/>
          </w:rPr>
        </w:r>
        <w:r>
          <w:rPr>
            <w:noProof/>
            <w:webHidden/>
          </w:rPr>
          <w:fldChar w:fldCharType="separate"/>
        </w:r>
        <w:r>
          <w:rPr>
            <w:noProof/>
            <w:webHidden/>
          </w:rPr>
          <w:t>88</w:t>
        </w:r>
        <w:r>
          <w:rPr>
            <w:noProof/>
            <w:webHidden/>
          </w:rPr>
          <w:fldChar w:fldCharType="end"/>
        </w:r>
      </w:hyperlink>
    </w:p>
    <w:p w14:paraId="07934031" w14:textId="322627D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0" w:history="1">
        <w:r w:rsidRPr="001F0789">
          <w:rPr>
            <w:rStyle w:val="Hyperlink"/>
            <w:noProof/>
            <w14:scene3d>
              <w14:camera w14:prst="orthographicFront"/>
              <w14:lightRig w14:rig="threePt" w14:dir="t">
                <w14:rot w14:lat="0" w14:lon="0" w14:rev="0"/>
              </w14:lightRig>
            </w14:scene3d>
          </w:rPr>
          <w:t>59.1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_Toc64888890 \h </w:instrText>
        </w:r>
        <w:r>
          <w:rPr>
            <w:noProof/>
            <w:webHidden/>
          </w:rPr>
        </w:r>
        <w:r>
          <w:rPr>
            <w:noProof/>
            <w:webHidden/>
          </w:rPr>
          <w:fldChar w:fldCharType="separate"/>
        </w:r>
        <w:r>
          <w:rPr>
            <w:noProof/>
            <w:webHidden/>
          </w:rPr>
          <w:t>88</w:t>
        </w:r>
        <w:r>
          <w:rPr>
            <w:noProof/>
            <w:webHidden/>
          </w:rPr>
          <w:fldChar w:fldCharType="end"/>
        </w:r>
      </w:hyperlink>
    </w:p>
    <w:p w14:paraId="37124F53" w14:textId="451A73F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1" w:history="1">
        <w:r w:rsidRPr="001F0789">
          <w:rPr>
            <w:rStyle w:val="Hyperlink"/>
            <w:noProof/>
            <w14:scene3d>
              <w14:camera w14:prst="orthographicFront"/>
              <w14:lightRig w14:rig="threePt" w14:dir="t">
                <w14:rot w14:lat="0" w14:lon="0" w14:rev="0"/>
              </w14:lightRig>
            </w14:scene3d>
          </w:rPr>
          <w:t>59.2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_Toc64888891 \h </w:instrText>
        </w:r>
        <w:r>
          <w:rPr>
            <w:noProof/>
            <w:webHidden/>
          </w:rPr>
        </w:r>
        <w:r>
          <w:rPr>
            <w:noProof/>
            <w:webHidden/>
          </w:rPr>
          <w:fldChar w:fldCharType="separate"/>
        </w:r>
        <w:r>
          <w:rPr>
            <w:noProof/>
            <w:webHidden/>
          </w:rPr>
          <w:t>88</w:t>
        </w:r>
        <w:r>
          <w:rPr>
            <w:noProof/>
            <w:webHidden/>
          </w:rPr>
          <w:fldChar w:fldCharType="end"/>
        </w:r>
      </w:hyperlink>
    </w:p>
    <w:p w14:paraId="5479ED7B" w14:textId="710E35A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2" w:history="1">
        <w:r w:rsidRPr="001F0789">
          <w:rPr>
            <w:rStyle w:val="Hyperlink"/>
            <w:noProof/>
            <w14:scene3d>
              <w14:camera w14:prst="orthographicFront"/>
              <w14:lightRig w14:rig="threePt" w14:dir="t">
                <w14:rot w14:lat="0" w14:lon="0" w14:rev="0"/>
              </w14:lightRig>
            </w14:scene3d>
          </w:rPr>
          <w:t>59.3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_Toc64888892 \h </w:instrText>
        </w:r>
        <w:r>
          <w:rPr>
            <w:noProof/>
            <w:webHidden/>
          </w:rPr>
        </w:r>
        <w:r>
          <w:rPr>
            <w:noProof/>
            <w:webHidden/>
          </w:rPr>
          <w:fldChar w:fldCharType="separate"/>
        </w:r>
        <w:r>
          <w:rPr>
            <w:noProof/>
            <w:webHidden/>
          </w:rPr>
          <w:t>88</w:t>
        </w:r>
        <w:r>
          <w:rPr>
            <w:noProof/>
            <w:webHidden/>
          </w:rPr>
          <w:fldChar w:fldCharType="end"/>
        </w:r>
      </w:hyperlink>
    </w:p>
    <w:p w14:paraId="649868B7" w14:textId="24A3B45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3" w:history="1">
        <w:r w:rsidRPr="001F0789">
          <w:rPr>
            <w:rStyle w:val="Hyperlink"/>
            <w:noProof/>
            <w14:scene3d>
              <w14:camera w14:prst="orthographicFront"/>
              <w14:lightRig w14:rig="threePt" w14:dir="t">
                <w14:rot w14:lat="0" w14:lon="0" w14:rev="0"/>
              </w14:lightRig>
            </w14:scene3d>
          </w:rPr>
          <w:t>59.4</w:t>
        </w:r>
        <w:r>
          <w:rPr>
            <w:rFonts w:asciiTheme="minorHAnsi" w:eastAsiaTheme="minorEastAsia" w:hAnsiTheme="minorHAnsi" w:cstheme="minorBidi"/>
            <w:noProof/>
            <w:lang w:eastAsia="sl-SI"/>
          </w:rPr>
          <w:tab/>
        </w:r>
        <w:r w:rsidRPr="001F0789">
          <w:rPr>
            <w:rStyle w:val="Hyperlink"/>
            <w:noProof/>
          </w:rPr>
          <w:t>Izpostavljene operacije</w:t>
        </w:r>
        <w:r>
          <w:rPr>
            <w:noProof/>
            <w:webHidden/>
          </w:rPr>
          <w:tab/>
        </w:r>
        <w:r>
          <w:rPr>
            <w:noProof/>
            <w:webHidden/>
          </w:rPr>
          <w:fldChar w:fldCharType="begin"/>
        </w:r>
        <w:r>
          <w:rPr>
            <w:noProof/>
            <w:webHidden/>
          </w:rPr>
          <w:instrText xml:space="preserve"> PAGEREF _Toc64888893 \h </w:instrText>
        </w:r>
        <w:r>
          <w:rPr>
            <w:noProof/>
            <w:webHidden/>
          </w:rPr>
        </w:r>
        <w:r>
          <w:rPr>
            <w:noProof/>
            <w:webHidden/>
          </w:rPr>
          <w:fldChar w:fldCharType="separate"/>
        </w:r>
        <w:r>
          <w:rPr>
            <w:noProof/>
            <w:webHidden/>
          </w:rPr>
          <w:t>88</w:t>
        </w:r>
        <w:r>
          <w:rPr>
            <w:noProof/>
            <w:webHidden/>
          </w:rPr>
          <w:fldChar w:fldCharType="end"/>
        </w:r>
      </w:hyperlink>
    </w:p>
    <w:p w14:paraId="45F616F0" w14:textId="5A662DE7" w:rsidR="00765DB7" w:rsidRDefault="00765DB7">
      <w:pPr>
        <w:pStyle w:val="TOC3"/>
        <w:tabs>
          <w:tab w:val="left" w:pos="1320"/>
          <w:tab w:val="right" w:leader="dot" w:pos="9060"/>
        </w:tabs>
        <w:rPr>
          <w:rFonts w:asciiTheme="minorHAnsi" w:eastAsiaTheme="minorEastAsia" w:hAnsiTheme="minorHAnsi" w:cstheme="minorBidi"/>
          <w:noProof/>
          <w:lang w:eastAsia="sl-SI"/>
        </w:rPr>
      </w:pPr>
      <w:hyperlink w:anchor="_Toc64888894" w:history="1">
        <w:r w:rsidRPr="001F0789">
          <w:rPr>
            <w:rStyle w:val="Hyperlink"/>
            <w:noProof/>
          </w:rPr>
          <w:t>59.4.1</w:t>
        </w:r>
        <w:r>
          <w:rPr>
            <w:rFonts w:asciiTheme="minorHAnsi" w:eastAsiaTheme="minorEastAsia" w:hAnsiTheme="minorHAnsi" w:cstheme="minorBidi"/>
            <w:noProof/>
            <w:lang w:eastAsia="sl-SI"/>
          </w:rPr>
          <w:tab/>
        </w:r>
        <w:r w:rsidRPr="001F0789">
          <w:rPr>
            <w:rStyle w:val="Hyperlink"/>
            <w:noProof/>
          </w:rPr>
          <w:t>NajdiPodrobno</w:t>
        </w:r>
        <w:r>
          <w:rPr>
            <w:noProof/>
            <w:webHidden/>
          </w:rPr>
          <w:tab/>
        </w:r>
        <w:r>
          <w:rPr>
            <w:noProof/>
            <w:webHidden/>
          </w:rPr>
          <w:fldChar w:fldCharType="begin"/>
        </w:r>
        <w:r>
          <w:rPr>
            <w:noProof/>
            <w:webHidden/>
          </w:rPr>
          <w:instrText xml:space="preserve"> PAGEREF _Toc64888894 \h </w:instrText>
        </w:r>
        <w:r>
          <w:rPr>
            <w:noProof/>
            <w:webHidden/>
          </w:rPr>
        </w:r>
        <w:r>
          <w:rPr>
            <w:noProof/>
            <w:webHidden/>
          </w:rPr>
          <w:fldChar w:fldCharType="separate"/>
        </w:r>
        <w:r>
          <w:rPr>
            <w:noProof/>
            <w:webHidden/>
          </w:rPr>
          <w:t>88</w:t>
        </w:r>
        <w:r>
          <w:rPr>
            <w:noProof/>
            <w:webHidden/>
          </w:rPr>
          <w:fldChar w:fldCharType="end"/>
        </w:r>
      </w:hyperlink>
    </w:p>
    <w:p w14:paraId="0CDAC298" w14:textId="42F95DE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5" w:history="1">
        <w:r w:rsidRPr="001F0789">
          <w:rPr>
            <w:rStyle w:val="Hyperlink"/>
            <w:noProof/>
            <w14:scene3d>
              <w14:camera w14:prst="orthographicFront"/>
              <w14:lightRig w14:rig="threePt" w14:dir="t">
                <w14:rot w14:lat="0" w14:lon="0" w14:rev="0"/>
              </w14:lightRig>
            </w14:scene3d>
          </w:rPr>
          <w:t>59.5</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_Toc64888895 \h </w:instrText>
        </w:r>
        <w:r>
          <w:rPr>
            <w:noProof/>
            <w:webHidden/>
          </w:rPr>
        </w:r>
        <w:r>
          <w:rPr>
            <w:noProof/>
            <w:webHidden/>
          </w:rPr>
          <w:fldChar w:fldCharType="separate"/>
        </w:r>
        <w:r>
          <w:rPr>
            <w:noProof/>
            <w:webHidden/>
          </w:rPr>
          <w:t>89</w:t>
        </w:r>
        <w:r>
          <w:rPr>
            <w:noProof/>
            <w:webHidden/>
          </w:rPr>
          <w:fldChar w:fldCharType="end"/>
        </w:r>
      </w:hyperlink>
    </w:p>
    <w:p w14:paraId="3F67E6AF" w14:textId="7DC547B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896" w:history="1">
        <w:r w:rsidRPr="001F0789">
          <w:rPr>
            <w:rStyle w:val="Hyperlink"/>
            <w:rFonts w:ascii="Cambria" w:eastAsia="Times New Roman" w:hAnsi="Cambria"/>
            <w:bCs/>
            <w:noProof/>
          </w:rPr>
          <w:t>60</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Informativni obračun z odbirkom</w:t>
        </w:r>
        <w:r>
          <w:rPr>
            <w:noProof/>
            <w:webHidden/>
          </w:rPr>
          <w:tab/>
        </w:r>
        <w:r>
          <w:rPr>
            <w:noProof/>
            <w:webHidden/>
          </w:rPr>
          <w:fldChar w:fldCharType="begin"/>
        </w:r>
        <w:r>
          <w:rPr>
            <w:noProof/>
            <w:webHidden/>
          </w:rPr>
          <w:instrText xml:space="preserve"> PAGEREF _Toc64888896 \h </w:instrText>
        </w:r>
        <w:r>
          <w:rPr>
            <w:noProof/>
            <w:webHidden/>
          </w:rPr>
        </w:r>
        <w:r>
          <w:rPr>
            <w:noProof/>
            <w:webHidden/>
          </w:rPr>
          <w:fldChar w:fldCharType="separate"/>
        </w:r>
        <w:r>
          <w:rPr>
            <w:noProof/>
            <w:webHidden/>
          </w:rPr>
          <w:t>90</w:t>
        </w:r>
        <w:r>
          <w:rPr>
            <w:noProof/>
            <w:webHidden/>
          </w:rPr>
          <w:fldChar w:fldCharType="end"/>
        </w:r>
      </w:hyperlink>
    </w:p>
    <w:p w14:paraId="10099A86" w14:textId="16AED9E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7" w:history="1">
        <w:r w:rsidRPr="001F0789">
          <w:rPr>
            <w:rStyle w:val="Hyperlink"/>
            <w:noProof/>
            <w14:scene3d>
              <w14:camera w14:prst="orthographicFront"/>
              <w14:lightRig w14:rig="threePt" w14:dir="t">
                <w14:rot w14:lat="0" w14:lon="0" w14:rev="0"/>
              </w14:lightRig>
            </w14:scene3d>
          </w:rPr>
          <w:t>60.1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_Toc64888897 \h </w:instrText>
        </w:r>
        <w:r>
          <w:rPr>
            <w:noProof/>
            <w:webHidden/>
          </w:rPr>
        </w:r>
        <w:r>
          <w:rPr>
            <w:noProof/>
            <w:webHidden/>
          </w:rPr>
          <w:fldChar w:fldCharType="separate"/>
        </w:r>
        <w:r>
          <w:rPr>
            <w:noProof/>
            <w:webHidden/>
          </w:rPr>
          <w:t>90</w:t>
        </w:r>
        <w:r>
          <w:rPr>
            <w:noProof/>
            <w:webHidden/>
          </w:rPr>
          <w:fldChar w:fldCharType="end"/>
        </w:r>
      </w:hyperlink>
    </w:p>
    <w:p w14:paraId="5B79BD14" w14:textId="16652C6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8" w:history="1">
        <w:r w:rsidRPr="001F0789">
          <w:rPr>
            <w:rStyle w:val="Hyperlink"/>
            <w:noProof/>
            <w14:scene3d>
              <w14:camera w14:prst="orthographicFront"/>
              <w14:lightRig w14:rig="threePt" w14:dir="t">
                <w14:rot w14:lat="0" w14:lon="0" w14:rev="0"/>
              </w14:lightRig>
            </w14:scene3d>
          </w:rPr>
          <w:t>60.2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_Toc64888898 \h </w:instrText>
        </w:r>
        <w:r>
          <w:rPr>
            <w:noProof/>
            <w:webHidden/>
          </w:rPr>
        </w:r>
        <w:r>
          <w:rPr>
            <w:noProof/>
            <w:webHidden/>
          </w:rPr>
          <w:fldChar w:fldCharType="separate"/>
        </w:r>
        <w:r>
          <w:rPr>
            <w:noProof/>
            <w:webHidden/>
          </w:rPr>
          <w:t>90</w:t>
        </w:r>
        <w:r>
          <w:rPr>
            <w:noProof/>
            <w:webHidden/>
          </w:rPr>
          <w:fldChar w:fldCharType="end"/>
        </w:r>
      </w:hyperlink>
    </w:p>
    <w:p w14:paraId="68577D28" w14:textId="21DE982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899" w:history="1">
        <w:r w:rsidRPr="001F0789">
          <w:rPr>
            <w:rStyle w:val="Hyperlink"/>
            <w:noProof/>
            <w14:scene3d>
              <w14:camera w14:prst="orthographicFront"/>
              <w14:lightRig w14:rig="threePt" w14:dir="t">
                <w14:rot w14:lat="0" w14:lon="0" w14:rev="0"/>
              </w14:lightRig>
            </w14:scene3d>
          </w:rPr>
          <w:t>60.3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_Toc64888899 \h </w:instrText>
        </w:r>
        <w:r>
          <w:rPr>
            <w:noProof/>
            <w:webHidden/>
          </w:rPr>
        </w:r>
        <w:r>
          <w:rPr>
            <w:noProof/>
            <w:webHidden/>
          </w:rPr>
          <w:fldChar w:fldCharType="separate"/>
        </w:r>
        <w:r>
          <w:rPr>
            <w:noProof/>
            <w:webHidden/>
          </w:rPr>
          <w:t>90</w:t>
        </w:r>
        <w:r>
          <w:rPr>
            <w:noProof/>
            <w:webHidden/>
          </w:rPr>
          <w:fldChar w:fldCharType="end"/>
        </w:r>
      </w:hyperlink>
    </w:p>
    <w:p w14:paraId="7F696003" w14:textId="2A95E58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0" w:history="1">
        <w:r w:rsidRPr="001F0789">
          <w:rPr>
            <w:rStyle w:val="Hyperlink"/>
            <w:noProof/>
            <w14:scene3d>
              <w14:camera w14:prst="orthographicFront"/>
              <w14:lightRig w14:rig="threePt" w14:dir="t">
                <w14:rot w14:lat="0" w14:lon="0" w14:rev="0"/>
              </w14:lightRig>
            </w14:scene3d>
          </w:rPr>
          <w:t>60.4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_Toc64888900 \h </w:instrText>
        </w:r>
        <w:r>
          <w:rPr>
            <w:noProof/>
            <w:webHidden/>
          </w:rPr>
        </w:r>
        <w:r>
          <w:rPr>
            <w:noProof/>
            <w:webHidden/>
          </w:rPr>
          <w:fldChar w:fldCharType="separate"/>
        </w:r>
        <w:r>
          <w:rPr>
            <w:noProof/>
            <w:webHidden/>
          </w:rPr>
          <w:t>90</w:t>
        </w:r>
        <w:r>
          <w:rPr>
            <w:noProof/>
            <w:webHidden/>
          </w:rPr>
          <w:fldChar w:fldCharType="end"/>
        </w:r>
      </w:hyperlink>
    </w:p>
    <w:p w14:paraId="0895564B" w14:textId="49681F0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1" w:history="1">
        <w:r w:rsidRPr="001F0789">
          <w:rPr>
            <w:rStyle w:val="Hyperlink"/>
            <w:noProof/>
            <w14:scene3d>
              <w14:camera w14:prst="orthographicFront"/>
              <w14:lightRig w14:rig="threePt" w14:dir="t">
                <w14:rot w14:lat="0" w14:lon="0" w14:rev="0"/>
              </w14:lightRig>
            </w14:scene3d>
          </w:rPr>
          <w:t>60.5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_Toc64888901 \h </w:instrText>
        </w:r>
        <w:r>
          <w:rPr>
            <w:noProof/>
            <w:webHidden/>
          </w:rPr>
        </w:r>
        <w:r>
          <w:rPr>
            <w:noProof/>
            <w:webHidden/>
          </w:rPr>
          <w:fldChar w:fldCharType="separate"/>
        </w:r>
        <w:r>
          <w:rPr>
            <w:noProof/>
            <w:webHidden/>
          </w:rPr>
          <w:t>90</w:t>
        </w:r>
        <w:r>
          <w:rPr>
            <w:noProof/>
            <w:webHidden/>
          </w:rPr>
          <w:fldChar w:fldCharType="end"/>
        </w:r>
      </w:hyperlink>
    </w:p>
    <w:p w14:paraId="641C30D1" w14:textId="74AD493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2" w:history="1">
        <w:r w:rsidRPr="001F0789">
          <w:rPr>
            <w:rStyle w:val="Hyperlink"/>
            <w:noProof/>
            <w14:scene3d>
              <w14:camera w14:prst="orthographicFront"/>
              <w14:lightRig w14:rig="threePt" w14:dir="t">
                <w14:rot w14:lat="0" w14:lon="0" w14:rev="0"/>
              </w14:lightRig>
            </w14:scene3d>
          </w:rPr>
          <w:t>60.6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_Toc64888902 \h </w:instrText>
        </w:r>
        <w:r>
          <w:rPr>
            <w:noProof/>
            <w:webHidden/>
          </w:rPr>
        </w:r>
        <w:r>
          <w:rPr>
            <w:noProof/>
            <w:webHidden/>
          </w:rPr>
          <w:fldChar w:fldCharType="separate"/>
        </w:r>
        <w:r>
          <w:rPr>
            <w:noProof/>
            <w:webHidden/>
          </w:rPr>
          <w:t>90</w:t>
        </w:r>
        <w:r>
          <w:rPr>
            <w:noProof/>
            <w:webHidden/>
          </w:rPr>
          <w:fldChar w:fldCharType="end"/>
        </w:r>
      </w:hyperlink>
    </w:p>
    <w:p w14:paraId="2889BD42" w14:textId="336F3A4F"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03" w:history="1">
        <w:r w:rsidRPr="001F0789">
          <w:rPr>
            <w:rStyle w:val="Hyperlink"/>
            <w:rFonts w:ascii="Cambria" w:eastAsia="Times New Roman" w:hAnsi="Cambria"/>
            <w:bCs/>
            <w:noProof/>
          </w:rPr>
          <w:t>61</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Informativni obračun z odbirkom 2</w:t>
        </w:r>
        <w:r>
          <w:rPr>
            <w:noProof/>
            <w:webHidden/>
          </w:rPr>
          <w:tab/>
        </w:r>
        <w:r>
          <w:rPr>
            <w:noProof/>
            <w:webHidden/>
          </w:rPr>
          <w:fldChar w:fldCharType="begin"/>
        </w:r>
        <w:r>
          <w:rPr>
            <w:noProof/>
            <w:webHidden/>
          </w:rPr>
          <w:instrText xml:space="preserve"> PAGEREF _Toc64888903 \h </w:instrText>
        </w:r>
        <w:r>
          <w:rPr>
            <w:noProof/>
            <w:webHidden/>
          </w:rPr>
        </w:r>
        <w:r>
          <w:rPr>
            <w:noProof/>
            <w:webHidden/>
          </w:rPr>
          <w:fldChar w:fldCharType="separate"/>
        </w:r>
        <w:r>
          <w:rPr>
            <w:noProof/>
            <w:webHidden/>
          </w:rPr>
          <w:t>91</w:t>
        </w:r>
        <w:r>
          <w:rPr>
            <w:noProof/>
            <w:webHidden/>
          </w:rPr>
          <w:fldChar w:fldCharType="end"/>
        </w:r>
      </w:hyperlink>
    </w:p>
    <w:p w14:paraId="472E6611" w14:textId="4A34DF3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4" w:history="1">
        <w:r w:rsidRPr="001F0789">
          <w:rPr>
            <w:rStyle w:val="Hyperlink"/>
            <w:noProof/>
            <w14:scene3d>
              <w14:camera w14:prst="orthographicFront"/>
              <w14:lightRig w14:rig="threePt" w14:dir="t">
                <w14:rot w14:lat="0" w14:lon="0" w14:rev="0"/>
              </w14:lightRig>
            </w14:scene3d>
          </w:rPr>
          <w:t>61.1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_Toc64888904 \h </w:instrText>
        </w:r>
        <w:r>
          <w:rPr>
            <w:noProof/>
            <w:webHidden/>
          </w:rPr>
        </w:r>
        <w:r>
          <w:rPr>
            <w:noProof/>
            <w:webHidden/>
          </w:rPr>
          <w:fldChar w:fldCharType="separate"/>
        </w:r>
        <w:r>
          <w:rPr>
            <w:noProof/>
            <w:webHidden/>
          </w:rPr>
          <w:t>91</w:t>
        </w:r>
        <w:r>
          <w:rPr>
            <w:noProof/>
            <w:webHidden/>
          </w:rPr>
          <w:fldChar w:fldCharType="end"/>
        </w:r>
      </w:hyperlink>
    </w:p>
    <w:p w14:paraId="5A0E72E4" w14:textId="23B6CBA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5" w:history="1">
        <w:r w:rsidRPr="001F0789">
          <w:rPr>
            <w:rStyle w:val="Hyperlink"/>
            <w:noProof/>
            <w14:scene3d>
              <w14:camera w14:prst="orthographicFront"/>
              <w14:lightRig w14:rig="threePt" w14:dir="t">
                <w14:rot w14:lat="0" w14:lon="0" w14:rev="0"/>
              </w14:lightRig>
            </w14:scene3d>
          </w:rPr>
          <w:t>61.2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_Toc64888905 \h </w:instrText>
        </w:r>
        <w:r>
          <w:rPr>
            <w:noProof/>
            <w:webHidden/>
          </w:rPr>
        </w:r>
        <w:r>
          <w:rPr>
            <w:noProof/>
            <w:webHidden/>
          </w:rPr>
          <w:fldChar w:fldCharType="separate"/>
        </w:r>
        <w:r>
          <w:rPr>
            <w:noProof/>
            <w:webHidden/>
          </w:rPr>
          <w:t>91</w:t>
        </w:r>
        <w:r>
          <w:rPr>
            <w:noProof/>
            <w:webHidden/>
          </w:rPr>
          <w:fldChar w:fldCharType="end"/>
        </w:r>
      </w:hyperlink>
    </w:p>
    <w:p w14:paraId="775A7110" w14:textId="02BDF16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6" w:history="1">
        <w:r w:rsidRPr="001F0789">
          <w:rPr>
            <w:rStyle w:val="Hyperlink"/>
            <w:noProof/>
            <w14:scene3d>
              <w14:camera w14:prst="orthographicFront"/>
              <w14:lightRig w14:rig="threePt" w14:dir="t">
                <w14:rot w14:lat="0" w14:lon="0" w14:rev="0"/>
              </w14:lightRig>
            </w14:scene3d>
          </w:rPr>
          <w:t>61.3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_Toc64888906 \h </w:instrText>
        </w:r>
        <w:r>
          <w:rPr>
            <w:noProof/>
            <w:webHidden/>
          </w:rPr>
        </w:r>
        <w:r>
          <w:rPr>
            <w:noProof/>
            <w:webHidden/>
          </w:rPr>
          <w:fldChar w:fldCharType="separate"/>
        </w:r>
        <w:r>
          <w:rPr>
            <w:noProof/>
            <w:webHidden/>
          </w:rPr>
          <w:t>91</w:t>
        </w:r>
        <w:r>
          <w:rPr>
            <w:noProof/>
            <w:webHidden/>
          </w:rPr>
          <w:fldChar w:fldCharType="end"/>
        </w:r>
      </w:hyperlink>
    </w:p>
    <w:p w14:paraId="63B063A7" w14:textId="7122BB2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7" w:history="1">
        <w:r w:rsidRPr="001F0789">
          <w:rPr>
            <w:rStyle w:val="Hyperlink"/>
            <w:noProof/>
            <w14:scene3d>
              <w14:camera w14:prst="orthographicFront"/>
              <w14:lightRig w14:rig="threePt" w14:dir="t">
                <w14:rot w14:lat="0" w14:lon="0" w14:rev="0"/>
              </w14:lightRig>
            </w14:scene3d>
          </w:rPr>
          <w:t>61.4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_Toc64888907 \h </w:instrText>
        </w:r>
        <w:r>
          <w:rPr>
            <w:noProof/>
            <w:webHidden/>
          </w:rPr>
        </w:r>
        <w:r>
          <w:rPr>
            <w:noProof/>
            <w:webHidden/>
          </w:rPr>
          <w:fldChar w:fldCharType="separate"/>
        </w:r>
        <w:r>
          <w:rPr>
            <w:noProof/>
            <w:webHidden/>
          </w:rPr>
          <w:t>91</w:t>
        </w:r>
        <w:r>
          <w:rPr>
            <w:noProof/>
            <w:webHidden/>
          </w:rPr>
          <w:fldChar w:fldCharType="end"/>
        </w:r>
      </w:hyperlink>
    </w:p>
    <w:p w14:paraId="00EBECCA" w14:textId="7E77FA9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8" w:history="1">
        <w:r w:rsidRPr="001F0789">
          <w:rPr>
            <w:rStyle w:val="Hyperlink"/>
            <w:noProof/>
            <w14:scene3d>
              <w14:camera w14:prst="orthographicFront"/>
              <w14:lightRig w14:rig="threePt" w14:dir="t">
                <w14:rot w14:lat="0" w14:lon="0" w14:rev="0"/>
              </w14:lightRig>
            </w14:scene3d>
          </w:rPr>
          <w:t>61.5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_Toc64888908 \h </w:instrText>
        </w:r>
        <w:r>
          <w:rPr>
            <w:noProof/>
            <w:webHidden/>
          </w:rPr>
        </w:r>
        <w:r>
          <w:rPr>
            <w:noProof/>
            <w:webHidden/>
          </w:rPr>
          <w:fldChar w:fldCharType="separate"/>
        </w:r>
        <w:r>
          <w:rPr>
            <w:noProof/>
            <w:webHidden/>
          </w:rPr>
          <w:t>91</w:t>
        </w:r>
        <w:r>
          <w:rPr>
            <w:noProof/>
            <w:webHidden/>
          </w:rPr>
          <w:fldChar w:fldCharType="end"/>
        </w:r>
      </w:hyperlink>
    </w:p>
    <w:p w14:paraId="75E7C32B" w14:textId="470901C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09" w:history="1">
        <w:r w:rsidRPr="001F0789">
          <w:rPr>
            <w:rStyle w:val="Hyperlink"/>
            <w:noProof/>
            <w14:scene3d>
              <w14:camera w14:prst="orthographicFront"/>
              <w14:lightRig w14:rig="threePt" w14:dir="t">
                <w14:rot w14:lat="0" w14:lon="0" w14:rev="0"/>
              </w14:lightRig>
            </w14:scene3d>
          </w:rPr>
          <w:t>61.6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_Toc64888909 \h </w:instrText>
        </w:r>
        <w:r>
          <w:rPr>
            <w:noProof/>
            <w:webHidden/>
          </w:rPr>
        </w:r>
        <w:r>
          <w:rPr>
            <w:noProof/>
            <w:webHidden/>
          </w:rPr>
          <w:fldChar w:fldCharType="separate"/>
        </w:r>
        <w:r>
          <w:rPr>
            <w:noProof/>
            <w:webHidden/>
          </w:rPr>
          <w:t>91</w:t>
        </w:r>
        <w:r>
          <w:rPr>
            <w:noProof/>
            <w:webHidden/>
          </w:rPr>
          <w:fldChar w:fldCharType="end"/>
        </w:r>
      </w:hyperlink>
    </w:p>
    <w:p w14:paraId="573734E4" w14:textId="04BE936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10" w:history="1">
        <w:r w:rsidRPr="001F0789">
          <w:rPr>
            <w:rStyle w:val="Hyperlink"/>
            <w:rFonts w:ascii="Cambria" w:eastAsia="Times New Roman" w:hAnsi="Cambria"/>
            <w:bCs/>
            <w:noProof/>
          </w:rPr>
          <w:t>62</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Informativni obračun z enostavnim odbirkom</w:t>
        </w:r>
        <w:r>
          <w:rPr>
            <w:noProof/>
            <w:webHidden/>
          </w:rPr>
          <w:tab/>
        </w:r>
        <w:r>
          <w:rPr>
            <w:noProof/>
            <w:webHidden/>
          </w:rPr>
          <w:fldChar w:fldCharType="begin"/>
        </w:r>
        <w:r>
          <w:rPr>
            <w:noProof/>
            <w:webHidden/>
          </w:rPr>
          <w:instrText xml:space="preserve"> PAGEREF _Toc64888910 \h </w:instrText>
        </w:r>
        <w:r>
          <w:rPr>
            <w:noProof/>
            <w:webHidden/>
          </w:rPr>
        </w:r>
        <w:r>
          <w:rPr>
            <w:noProof/>
            <w:webHidden/>
          </w:rPr>
          <w:fldChar w:fldCharType="separate"/>
        </w:r>
        <w:r>
          <w:rPr>
            <w:noProof/>
            <w:webHidden/>
          </w:rPr>
          <w:t>92</w:t>
        </w:r>
        <w:r>
          <w:rPr>
            <w:noProof/>
            <w:webHidden/>
          </w:rPr>
          <w:fldChar w:fldCharType="end"/>
        </w:r>
      </w:hyperlink>
    </w:p>
    <w:p w14:paraId="7BF50656" w14:textId="16E17F3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1" w:history="1">
        <w:r w:rsidRPr="001F0789">
          <w:rPr>
            <w:rStyle w:val="Hyperlink"/>
            <w:noProof/>
            <w14:scene3d>
              <w14:camera w14:prst="orthographicFront"/>
              <w14:lightRig w14:rig="threePt" w14:dir="t">
                <w14:rot w14:lat="0" w14:lon="0" w14:rev="0"/>
              </w14:lightRig>
            </w14:scene3d>
          </w:rPr>
          <w:t>62.1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_Toc64888911 \h </w:instrText>
        </w:r>
        <w:r>
          <w:rPr>
            <w:noProof/>
            <w:webHidden/>
          </w:rPr>
        </w:r>
        <w:r>
          <w:rPr>
            <w:noProof/>
            <w:webHidden/>
          </w:rPr>
          <w:fldChar w:fldCharType="separate"/>
        </w:r>
        <w:r>
          <w:rPr>
            <w:noProof/>
            <w:webHidden/>
          </w:rPr>
          <w:t>92</w:t>
        </w:r>
        <w:r>
          <w:rPr>
            <w:noProof/>
            <w:webHidden/>
          </w:rPr>
          <w:fldChar w:fldCharType="end"/>
        </w:r>
      </w:hyperlink>
    </w:p>
    <w:p w14:paraId="02010696" w14:textId="5EBD829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2" w:history="1">
        <w:r w:rsidRPr="001F0789">
          <w:rPr>
            <w:rStyle w:val="Hyperlink"/>
            <w:noProof/>
            <w14:scene3d>
              <w14:camera w14:prst="orthographicFront"/>
              <w14:lightRig w14:rig="threePt" w14:dir="t">
                <w14:rot w14:lat="0" w14:lon="0" w14:rev="0"/>
              </w14:lightRig>
            </w14:scene3d>
          </w:rPr>
          <w:t>62.2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_Toc64888912 \h </w:instrText>
        </w:r>
        <w:r>
          <w:rPr>
            <w:noProof/>
            <w:webHidden/>
          </w:rPr>
        </w:r>
        <w:r>
          <w:rPr>
            <w:noProof/>
            <w:webHidden/>
          </w:rPr>
          <w:fldChar w:fldCharType="separate"/>
        </w:r>
        <w:r>
          <w:rPr>
            <w:noProof/>
            <w:webHidden/>
          </w:rPr>
          <w:t>92</w:t>
        </w:r>
        <w:r>
          <w:rPr>
            <w:noProof/>
            <w:webHidden/>
          </w:rPr>
          <w:fldChar w:fldCharType="end"/>
        </w:r>
      </w:hyperlink>
    </w:p>
    <w:p w14:paraId="7C6646FC" w14:textId="767A93D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3" w:history="1">
        <w:r w:rsidRPr="001F0789">
          <w:rPr>
            <w:rStyle w:val="Hyperlink"/>
            <w:noProof/>
            <w14:scene3d>
              <w14:camera w14:prst="orthographicFront"/>
              <w14:lightRig w14:rig="threePt" w14:dir="t">
                <w14:rot w14:lat="0" w14:lon="0" w14:rev="0"/>
              </w14:lightRig>
            </w14:scene3d>
          </w:rPr>
          <w:t>62.3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_Toc64888913 \h </w:instrText>
        </w:r>
        <w:r>
          <w:rPr>
            <w:noProof/>
            <w:webHidden/>
          </w:rPr>
        </w:r>
        <w:r>
          <w:rPr>
            <w:noProof/>
            <w:webHidden/>
          </w:rPr>
          <w:fldChar w:fldCharType="separate"/>
        </w:r>
        <w:r>
          <w:rPr>
            <w:noProof/>
            <w:webHidden/>
          </w:rPr>
          <w:t>92</w:t>
        </w:r>
        <w:r>
          <w:rPr>
            <w:noProof/>
            <w:webHidden/>
          </w:rPr>
          <w:fldChar w:fldCharType="end"/>
        </w:r>
      </w:hyperlink>
    </w:p>
    <w:p w14:paraId="7ABE2EFA" w14:textId="5E54FF6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4" w:history="1">
        <w:r w:rsidRPr="001F0789">
          <w:rPr>
            <w:rStyle w:val="Hyperlink"/>
            <w:noProof/>
            <w14:scene3d>
              <w14:camera w14:prst="orthographicFront"/>
              <w14:lightRig w14:rig="threePt" w14:dir="t">
                <w14:rot w14:lat="0" w14:lon="0" w14:rev="0"/>
              </w14:lightRig>
            </w14:scene3d>
          </w:rPr>
          <w:t>62.4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_Toc64888914 \h </w:instrText>
        </w:r>
        <w:r>
          <w:rPr>
            <w:noProof/>
            <w:webHidden/>
          </w:rPr>
        </w:r>
        <w:r>
          <w:rPr>
            <w:noProof/>
            <w:webHidden/>
          </w:rPr>
          <w:fldChar w:fldCharType="separate"/>
        </w:r>
        <w:r>
          <w:rPr>
            <w:noProof/>
            <w:webHidden/>
          </w:rPr>
          <w:t>92</w:t>
        </w:r>
        <w:r>
          <w:rPr>
            <w:noProof/>
            <w:webHidden/>
          </w:rPr>
          <w:fldChar w:fldCharType="end"/>
        </w:r>
      </w:hyperlink>
    </w:p>
    <w:p w14:paraId="6D1D2048" w14:textId="2D74B79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5" w:history="1">
        <w:r w:rsidRPr="001F0789">
          <w:rPr>
            <w:rStyle w:val="Hyperlink"/>
            <w:noProof/>
            <w14:scene3d>
              <w14:camera w14:prst="orthographicFront"/>
              <w14:lightRig w14:rig="threePt" w14:dir="t">
                <w14:rot w14:lat="0" w14:lon="0" w14:rev="0"/>
              </w14:lightRig>
            </w14:scene3d>
          </w:rPr>
          <w:t>62.5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_Toc64888915 \h </w:instrText>
        </w:r>
        <w:r>
          <w:rPr>
            <w:noProof/>
            <w:webHidden/>
          </w:rPr>
        </w:r>
        <w:r>
          <w:rPr>
            <w:noProof/>
            <w:webHidden/>
          </w:rPr>
          <w:fldChar w:fldCharType="separate"/>
        </w:r>
        <w:r>
          <w:rPr>
            <w:noProof/>
            <w:webHidden/>
          </w:rPr>
          <w:t>92</w:t>
        </w:r>
        <w:r>
          <w:rPr>
            <w:noProof/>
            <w:webHidden/>
          </w:rPr>
          <w:fldChar w:fldCharType="end"/>
        </w:r>
      </w:hyperlink>
    </w:p>
    <w:p w14:paraId="116C66EA" w14:textId="5A1CDFC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6" w:history="1">
        <w:r w:rsidRPr="001F0789">
          <w:rPr>
            <w:rStyle w:val="Hyperlink"/>
            <w:noProof/>
            <w14:scene3d>
              <w14:camera w14:prst="orthographicFront"/>
              <w14:lightRig w14:rig="threePt" w14:dir="t">
                <w14:rot w14:lat="0" w14:lon="0" w14:rev="0"/>
              </w14:lightRig>
            </w14:scene3d>
          </w:rPr>
          <w:t>62.6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_Toc64888916 \h </w:instrText>
        </w:r>
        <w:r>
          <w:rPr>
            <w:noProof/>
            <w:webHidden/>
          </w:rPr>
        </w:r>
        <w:r>
          <w:rPr>
            <w:noProof/>
            <w:webHidden/>
          </w:rPr>
          <w:fldChar w:fldCharType="separate"/>
        </w:r>
        <w:r>
          <w:rPr>
            <w:noProof/>
            <w:webHidden/>
          </w:rPr>
          <w:t>92</w:t>
        </w:r>
        <w:r>
          <w:rPr>
            <w:noProof/>
            <w:webHidden/>
          </w:rPr>
          <w:fldChar w:fldCharType="end"/>
        </w:r>
      </w:hyperlink>
    </w:p>
    <w:p w14:paraId="06B4E31F" w14:textId="68BD19CB"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17" w:history="1">
        <w:r w:rsidRPr="001F0789">
          <w:rPr>
            <w:rStyle w:val="Hyperlink"/>
            <w:rFonts w:ascii="Cambria" w:eastAsia="Times New Roman" w:hAnsi="Cambria"/>
            <w:bCs/>
            <w:noProof/>
          </w:rPr>
          <w:t>63</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Informativni obračun s PDP</w:t>
        </w:r>
        <w:r>
          <w:rPr>
            <w:noProof/>
            <w:webHidden/>
          </w:rPr>
          <w:tab/>
        </w:r>
        <w:r>
          <w:rPr>
            <w:noProof/>
            <w:webHidden/>
          </w:rPr>
          <w:fldChar w:fldCharType="begin"/>
        </w:r>
        <w:r>
          <w:rPr>
            <w:noProof/>
            <w:webHidden/>
          </w:rPr>
          <w:instrText xml:space="preserve"> PAGEREF _Toc64888917 \h </w:instrText>
        </w:r>
        <w:r>
          <w:rPr>
            <w:noProof/>
            <w:webHidden/>
          </w:rPr>
        </w:r>
        <w:r>
          <w:rPr>
            <w:noProof/>
            <w:webHidden/>
          </w:rPr>
          <w:fldChar w:fldCharType="separate"/>
        </w:r>
        <w:r>
          <w:rPr>
            <w:noProof/>
            <w:webHidden/>
          </w:rPr>
          <w:t>93</w:t>
        </w:r>
        <w:r>
          <w:rPr>
            <w:noProof/>
            <w:webHidden/>
          </w:rPr>
          <w:fldChar w:fldCharType="end"/>
        </w:r>
      </w:hyperlink>
    </w:p>
    <w:p w14:paraId="6479D402" w14:textId="6DD01FC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8" w:history="1">
        <w:r w:rsidRPr="001F0789">
          <w:rPr>
            <w:rStyle w:val="Hyperlink"/>
            <w:noProof/>
            <w14:scene3d>
              <w14:camera w14:prst="orthographicFront"/>
              <w14:lightRig w14:rig="threePt" w14:dir="t">
                <w14:rot w14:lat="0" w14:lon="0" w14:rev="0"/>
              </w14:lightRig>
            </w14:scene3d>
          </w:rPr>
          <w:t>63.1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_Toc64888918 \h </w:instrText>
        </w:r>
        <w:r>
          <w:rPr>
            <w:noProof/>
            <w:webHidden/>
          </w:rPr>
        </w:r>
        <w:r>
          <w:rPr>
            <w:noProof/>
            <w:webHidden/>
          </w:rPr>
          <w:fldChar w:fldCharType="separate"/>
        </w:r>
        <w:r>
          <w:rPr>
            <w:noProof/>
            <w:webHidden/>
          </w:rPr>
          <w:t>93</w:t>
        </w:r>
        <w:r>
          <w:rPr>
            <w:noProof/>
            <w:webHidden/>
          </w:rPr>
          <w:fldChar w:fldCharType="end"/>
        </w:r>
      </w:hyperlink>
    </w:p>
    <w:p w14:paraId="30C72FF6" w14:textId="457776A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19" w:history="1">
        <w:r w:rsidRPr="001F0789">
          <w:rPr>
            <w:rStyle w:val="Hyperlink"/>
            <w:noProof/>
            <w14:scene3d>
              <w14:camera w14:prst="orthographicFront"/>
              <w14:lightRig w14:rig="threePt" w14:dir="t">
                <w14:rot w14:lat="0" w14:lon="0" w14:rev="0"/>
              </w14:lightRig>
            </w14:scene3d>
          </w:rPr>
          <w:t>63.2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_Toc64888919 \h </w:instrText>
        </w:r>
        <w:r>
          <w:rPr>
            <w:noProof/>
            <w:webHidden/>
          </w:rPr>
        </w:r>
        <w:r>
          <w:rPr>
            <w:noProof/>
            <w:webHidden/>
          </w:rPr>
          <w:fldChar w:fldCharType="separate"/>
        </w:r>
        <w:r>
          <w:rPr>
            <w:noProof/>
            <w:webHidden/>
          </w:rPr>
          <w:t>93</w:t>
        </w:r>
        <w:r>
          <w:rPr>
            <w:noProof/>
            <w:webHidden/>
          </w:rPr>
          <w:fldChar w:fldCharType="end"/>
        </w:r>
      </w:hyperlink>
    </w:p>
    <w:p w14:paraId="6487C509" w14:textId="1BD514B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0" w:history="1">
        <w:r w:rsidRPr="001F0789">
          <w:rPr>
            <w:rStyle w:val="Hyperlink"/>
            <w:noProof/>
            <w14:scene3d>
              <w14:camera w14:prst="orthographicFront"/>
              <w14:lightRig w14:rig="threePt" w14:dir="t">
                <w14:rot w14:lat="0" w14:lon="0" w14:rev="0"/>
              </w14:lightRig>
            </w14:scene3d>
          </w:rPr>
          <w:t>63.3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_Toc64888920 \h </w:instrText>
        </w:r>
        <w:r>
          <w:rPr>
            <w:noProof/>
            <w:webHidden/>
          </w:rPr>
        </w:r>
        <w:r>
          <w:rPr>
            <w:noProof/>
            <w:webHidden/>
          </w:rPr>
          <w:fldChar w:fldCharType="separate"/>
        </w:r>
        <w:r>
          <w:rPr>
            <w:noProof/>
            <w:webHidden/>
          </w:rPr>
          <w:t>93</w:t>
        </w:r>
        <w:r>
          <w:rPr>
            <w:noProof/>
            <w:webHidden/>
          </w:rPr>
          <w:fldChar w:fldCharType="end"/>
        </w:r>
      </w:hyperlink>
    </w:p>
    <w:p w14:paraId="479ECDD9" w14:textId="69576F4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1" w:history="1">
        <w:r w:rsidRPr="001F0789">
          <w:rPr>
            <w:rStyle w:val="Hyperlink"/>
            <w:noProof/>
            <w14:scene3d>
              <w14:camera w14:prst="orthographicFront"/>
              <w14:lightRig w14:rig="threePt" w14:dir="t">
                <w14:rot w14:lat="0" w14:lon="0" w14:rev="0"/>
              </w14:lightRig>
            </w14:scene3d>
          </w:rPr>
          <w:t>63.4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_Toc64888921 \h </w:instrText>
        </w:r>
        <w:r>
          <w:rPr>
            <w:noProof/>
            <w:webHidden/>
          </w:rPr>
        </w:r>
        <w:r>
          <w:rPr>
            <w:noProof/>
            <w:webHidden/>
          </w:rPr>
          <w:fldChar w:fldCharType="separate"/>
        </w:r>
        <w:r>
          <w:rPr>
            <w:noProof/>
            <w:webHidden/>
          </w:rPr>
          <w:t>93</w:t>
        </w:r>
        <w:r>
          <w:rPr>
            <w:noProof/>
            <w:webHidden/>
          </w:rPr>
          <w:fldChar w:fldCharType="end"/>
        </w:r>
      </w:hyperlink>
    </w:p>
    <w:p w14:paraId="324BE708" w14:textId="3DBF169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2" w:history="1">
        <w:r w:rsidRPr="001F0789">
          <w:rPr>
            <w:rStyle w:val="Hyperlink"/>
            <w:noProof/>
            <w14:scene3d>
              <w14:camera w14:prst="orthographicFront"/>
              <w14:lightRig w14:rig="threePt" w14:dir="t">
                <w14:rot w14:lat="0" w14:lon="0" w14:rev="0"/>
              </w14:lightRig>
            </w14:scene3d>
          </w:rPr>
          <w:t>63.5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_Toc64888922 \h </w:instrText>
        </w:r>
        <w:r>
          <w:rPr>
            <w:noProof/>
            <w:webHidden/>
          </w:rPr>
        </w:r>
        <w:r>
          <w:rPr>
            <w:noProof/>
            <w:webHidden/>
          </w:rPr>
          <w:fldChar w:fldCharType="separate"/>
        </w:r>
        <w:r>
          <w:rPr>
            <w:noProof/>
            <w:webHidden/>
          </w:rPr>
          <w:t>93</w:t>
        </w:r>
        <w:r>
          <w:rPr>
            <w:noProof/>
            <w:webHidden/>
          </w:rPr>
          <w:fldChar w:fldCharType="end"/>
        </w:r>
      </w:hyperlink>
    </w:p>
    <w:p w14:paraId="24EAF8A5" w14:textId="5814017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3" w:history="1">
        <w:r w:rsidRPr="001F0789">
          <w:rPr>
            <w:rStyle w:val="Hyperlink"/>
            <w:noProof/>
            <w14:scene3d>
              <w14:camera w14:prst="orthographicFront"/>
              <w14:lightRig w14:rig="threePt" w14:dir="t">
                <w14:rot w14:lat="0" w14:lon="0" w14:rev="0"/>
              </w14:lightRig>
            </w14:scene3d>
          </w:rPr>
          <w:t>63.6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_Toc64888923 \h </w:instrText>
        </w:r>
        <w:r>
          <w:rPr>
            <w:noProof/>
            <w:webHidden/>
          </w:rPr>
        </w:r>
        <w:r>
          <w:rPr>
            <w:noProof/>
            <w:webHidden/>
          </w:rPr>
          <w:fldChar w:fldCharType="separate"/>
        </w:r>
        <w:r>
          <w:rPr>
            <w:noProof/>
            <w:webHidden/>
          </w:rPr>
          <w:t>93</w:t>
        </w:r>
        <w:r>
          <w:rPr>
            <w:noProof/>
            <w:webHidden/>
          </w:rPr>
          <w:fldChar w:fldCharType="end"/>
        </w:r>
      </w:hyperlink>
    </w:p>
    <w:p w14:paraId="6551AA81" w14:textId="031AE101"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24" w:history="1">
        <w:r w:rsidRPr="001F0789">
          <w:rPr>
            <w:rStyle w:val="Hyperlink"/>
            <w:rFonts w:ascii="Cambria" w:eastAsia="Times New Roman" w:hAnsi="Cambria"/>
            <w:bCs/>
            <w:noProof/>
          </w:rPr>
          <w:t>64</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Pridobivanje obračunskih obdobij</w:t>
        </w:r>
        <w:r>
          <w:rPr>
            <w:noProof/>
            <w:webHidden/>
          </w:rPr>
          <w:tab/>
        </w:r>
        <w:r>
          <w:rPr>
            <w:noProof/>
            <w:webHidden/>
          </w:rPr>
          <w:fldChar w:fldCharType="begin"/>
        </w:r>
        <w:r>
          <w:rPr>
            <w:noProof/>
            <w:webHidden/>
          </w:rPr>
          <w:instrText xml:space="preserve"> PAGEREF _Toc64888924 \h </w:instrText>
        </w:r>
        <w:r>
          <w:rPr>
            <w:noProof/>
            <w:webHidden/>
          </w:rPr>
        </w:r>
        <w:r>
          <w:rPr>
            <w:noProof/>
            <w:webHidden/>
          </w:rPr>
          <w:fldChar w:fldCharType="separate"/>
        </w:r>
        <w:r>
          <w:rPr>
            <w:noProof/>
            <w:webHidden/>
          </w:rPr>
          <w:t>94</w:t>
        </w:r>
        <w:r>
          <w:rPr>
            <w:noProof/>
            <w:webHidden/>
          </w:rPr>
          <w:fldChar w:fldCharType="end"/>
        </w:r>
      </w:hyperlink>
    </w:p>
    <w:p w14:paraId="09070B88" w14:textId="09057AC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5" w:history="1">
        <w:r w:rsidRPr="001F0789">
          <w:rPr>
            <w:rStyle w:val="Hyperlink"/>
            <w:noProof/>
            <w14:scene3d>
              <w14:camera w14:prst="orthographicFront"/>
              <w14:lightRig w14:rig="threePt" w14:dir="t">
                <w14:rot w14:lat="0" w14:lon="0" w14:rev="0"/>
              </w14:lightRig>
            </w14:scene3d>
          </w:rPr>
          <w:t>64.1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_Toc64888925 \h </w:instrText>
        </w:r>
        <w:r>
          <w:rPr>
            <w:noProof/>
            <w:webHidden/>
          </w:rPr>
        </w:r>
        <w:r>
          <w:rPr>
            <w:noProof/>
            <w:webHidden/>
          </w:rPr>
          <w:fldChar w:fldCharType="separate"/>
        </w:r>
        <w:r>
          <w:rPr>
            <w:noProof/>
            <w:webHidden/>
          </w:rPr>
          <w:t>94</w:t>
        </w:r>
        <w:r>
          <w:rPr>
            <w:noProof/>
            <w:webHidden/>
          </w:rPr>
          <w:fldChar w:fldCharType="end"/>
        </w:r>
      </w:hyperlink>
    </w:p>
    <w:p w14:paraId="6E520CC3" w14:textId="7C84F3C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6" w:history="1">
        <w:r w:rsidRPr="001F0789">
          <w:rPr>
            <w:rStyle w:val="Hyperlink"/>
            <w:noProof/>
            <w14:scene3d>
              <w14:camera w14:prst="orthographicFront"/>
              <w14:lightRig w14:rig="threePt" w14:dir="t">
                <w14:rot w14:lat="0" w14:lon="0" w14:rev="0"/>
              </w14:lightRig>
            </w14:scene3d>
          </w:rPr>
          <w:t>64.2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_Toc64888926 \h </w:instrText>
        </w:r>
        <w:r>
          <w:rPr>
            <w:noProof/>
            <w:webHidden/>
          </w:rPr>
        </w:r>
        <w:r>
          <w:rPr>
            <w:noProof/>
            <w:webHidden/>
          </w:rPr>
          <w:fldChar w:fldCharType="separate"/>
        </w:r>
        <w:r>
          <w:rPr>
            <w:noProof/>
            <w:webHidden/>
          </w:rPr>
          <w:t>94</w:t>
        </w:r>
        <w:r>
          <w:rPr>
            <w:noProof/>
            <w:webHidden/>
          </w:rPr>
          <w:fldChar w:fldCharType="end"/>
        </w:r>
      </w:hyperlink>
    </w:p>
    <w:p w14:paraId="5CC0830F" w14:textId="5DA1ECF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7" w:history="1">
        <w:r w:rsidRPr="001F0789">
          <w:rPr>
            <w:rStyle w:val="Hyperlink"/>
            <w:noProof/>
            <w14:scene3d>
              <w14:camera w14:prst="orthographicFront"/>
              <w14:lightRig w14:rig="threePt" w14:dir="t">
                <w14:rot w14:lat="0" w14:lon="0" w14:rev="0"/>
              </w14:lightRig>
            </w14:scene3d>
          </w:rPr>
          <w:t>64.3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_Toc64888927 \h </w:instrText>
        </w:r>
        <w:r>
          <w:rPr>
            <w:noProof/>
            <w:webHidden/>
          </w:rPr>
        </w:r>
        <w:r>
          <w:rPr>
            <w:noProof/>
            <w:webHidden/>
          </w:rPr>
          <w:fldChar w:fldCharType="separate"/>
        </w:r>
        <w:r>
          <w:rPr>
            <w:noProof/>
            <w:webHidden/>
          </w:rPr>
          <w:t>94</w:t>
        </w:r>
        <w:r>
          <w:rPr>
            <w:noProof/>
            <w:webHidden/>
          </w:rPr>
          <w:fldChar w:fldCharType="end"/>
        </w:r>
      </w:hyperlink>
    </w:p>
    <w:p w14:paraId="6070B7C8" w14:textId="2AAF472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8" w:history="1">
        <w:r w:rsidRPr="001F0789">
          <w:rPr>
            <w:rStyle w:val="Hyperlink"/>
            <w:noProof/>
            <w14:scene3d>
              <w14:camera w14:prst="orthographicFront"/>
              <w14:lightRig w14:rig="threePt" w14:dir="t">
                <w14:rot w14:lat="0" w14:lon="0" w14:rev="0"/>
              </w14:lightRig>
            </w14:scene3d>
          </w:rPr>
          <w:t>64.4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_Toc64888928 \h </w:instrText>
        </w:r>
        <w:r>
          <w:rPr>
            <w:noProof/>
            <w:webHidden/>
          </w:rPr>
        </w:r>
        <w:r>
          <w:rPr>
            <w:noProof/>
            <w:webHidden/>
          </w:rPr>
          <w:fldChar w:fldCharType="separate"/>
        </w:r>
        <w:r>
          <w:rPr>
            <w:noProof/>
            <w:webHidden/>
          </w:rPr>
          <w:t>94</w:t>
        </w:r>
        <w:r>
          <w:rPr>
            <w:noProof/>
            <w:webHidden/>
          </w:rPr>
          <w:fldChar w:fldCharType="end"/>
        </w:r>
      </w:hyperlink>
    </w:p>
    <w:p w14:paraId="5F474B9F" w14:textId="4B0121E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29" w:history="1">
        <w:r w:rsidRPr="001F0789">
          <w:rPr>
            <w:rStyle w:val="Hyperlink"/>
            <w:noProof/>
            <w14:scene3d>
              <w14:camera w14:prst="orthographicFront"/>
              <w14:lightRig w14:rig="threePt" w14:dir="t">
                <w14:rot w14:lat="0" w14:lon="0" w14:rev="0"/>
              </w14:lightRig>
            </w14:scene3d>
          </w:rPr>
          <w:t>64.5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_Toc64888929 \h </w:instrText>
        </w:r>
        <w:r>
          <w:rPr>
            <w:noProof/>
            <w:webHidden/>
          </w:rPr>
        </w:r>
        <w:r>
          <w:rPr>
            <w:noProof/>
            <w:webHidden/>
          </w:rPr>
          <w:fldChar w:fldCharType="separate"/>
        </w:r>
        <w:r>
          <w:rPr>
            <w:noProof/>
            <w:webHidden/>
          </w:rPr>
          <w:t>94</w:t>
        </w:r>
        <w:r>
          <w:rPr>
            <w:noProof/>
            <w:webHidden/>
          </w:rPr>
          <w:fldChar w:fldCharType="end"/>
        </w:r>
      </w:hyperlink>
    </w:p>
    <w:p w14:paraId="4D2CF60B" w14:textId="292190A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0" w:history="1">
        <w:r w:rsidRPr="001F0789">
          <w:rPr>
            <w:rStyle w:val="Hyperlink"/>
            <w:noProof/>
            <w14:scene3d>
              <w14:camera w14:prst="orthographicFront"/>
              <w14:lightRig w14:rig="threePt" w14:dir="t">
                <w14:rot w14:lat="0" w14:lon="0" w14:rev="0"/>
              </w14:lightRig>
            </w14:scene3d>
          </w:rPr>
          <w:t>64.6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_Toc64888930 \h </w:instrText>
        </w:r>
        <w:r>
          <w:rPr>
            <w:noProof/>
            <w:webHidden/>
          </w:rPr>
        </w:r>
        <w:r>
          <w:rPr>
            <w:noProof/>
            <w:webHidden/>
          </w:rPr>
          <w:fldChar w:fldCharType="separate"/>
        </w:r>
        <w:r>
          <w:rPr>
            <w:noProof/>
            <w:webHidden/>
          </w:rPr>
          <w:t>94</w:t>
        </w:r>
        <w:r>
          <w:rPr>
            <w:noProof/>
            <w:webHidden/>
          </w:rPr>
          <w:fldChar w:fldCharType="end"/>
        </w:r>
      </w:hyperlink>
    </w:p>
    <w:p w14:paraId="50E7D152" w14:textId="5583E876"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31" w:history="1">
        <w:r w:rsidRPr="001F0789">
          <w:rPr>
            <w:rStyle w:val="Hyperlink"/>
            <w:rFonts w:ascii="Cambria" w:eastAsia="Times New Roman" w:hAnsi="Cambria"/>
            <w:bCs/>
            <w:noProof/>
          </w:rPr>
          <w:t>65</w:t>
        </w:r>
        <w:r>
          <w:rPr>
            <w:rFonts w:asciiTheme="minorHAnsi" w:eastAsiaTheme="minorEastAsia" w:hAnsiTheme="minorHAnsi" w:cstheme="minorBidi"/>
            <w:b w:val="0"/>
            <w:noProof/>
            <w:lang w:eastAsia="sl-SI"/>
          </w:rPr>
          <w:tab/>
        </w:r>
        <w:r w:rsidRPr="001F0789">
          <w:rPr>
            <w:rStyle w:val="Hyperlink"/>
            <w:rFonts w:ascii="Cambria" w:eastAsia="Times New Roman" w:hAnsi="Cambria"/>
            <w:bCs/>
            <w:noProof/>
          </w:rPr>
          <w:t>Proženje obračuna</w:t>
        </w:r>
        <w:r>
          <w:rPr>
            <w:noProof/>
            <w:webHidden/>
          </w:rPr>
          <w:tab/>
        </w:r>
        <w:r>
          <w:rPr>
            <w:noProof/>
            <w:webHidden/>
          </w:rPr>
          <w:fldChar w:fldCharType="begin"/>
        </w:r>
        <w:r>
          <w:rPr>
            <w:noProof/>
            <w:webHidden/>
          </w:rPr>
          <w:instrText xml:space="preserve"> PAGEREF _Toc64888931 \h </w:instrText>
        </w:r>
        <w:r>
          <w:rPr>
            <w:noProof/>
            <w:webHidden/>
          </w:rPr>
        </w:r>
        <w:r>
          <w:rPr>
            <w:noProof/>
            <w:webHidden/>
          </w:rPr>
          <w:fldChar w:fldCharType="separate"/>
        </w:r>
        <w:r>
          <w:rPr>
            <w:noProof/>
            <w:webHidden/>
          </w:rPr>
          <w:t>95</w:t>
        </w:r>
        <w:r>
          <w:rPr>
            <w:noProof/>
            <w:webHidden/>
          </w:rPr>
          <w:fldChar w:fldCharType="end"/>
        </w:r>
      </w:hyperlink>
    </w:p>
    <w:p w14:paraId="68562202" w14:textId="00BD001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2" w:history="1">
        <w:r w:rsidRPr="001F0789">
          <w:rPr>
            <w:rStyle w:val="Hyperlink"/>
            <w:noProof/>
            <w14:scene3d>
              <w14:camera w14:prst="orthographicFront"/>
              <w14:lightRig w14:rig="threePt" w14:dir="t">
                <w14:rot w14:lat="0" w14:lon="0" w14:rev="0"/>
              </w14:lightRig>
            </w14:scene3d>
          </w:rPr>
          <w:t>65.1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_Toc64888932 \h </w:instrText>
        </w:r>
        <w:r>
          <w:rPr>
            <w:noProof/>
            <w:webHidden/>
          </w:rPr>
        </w:r>
        <w:r>
          <w:rPr>
            <w:noProof/>
            <w:webHidden/>
          </w:rPr>
          <w:fldChar w:fldCharType="separate"/>
        </w:r>
        <w:r>
          <w:rPr>
            <w:noProof/>
            <w:webHidden/>
          </w:rPr>
          <w:t>95</w:t>
        </w:r>
        <w:r>
          <w:rPr>
            <w:noProof/>
            <w:webHidden/>
          </w:rPr>
          <w:fldChar w:fldCharType="end"/>
        </w:r>
      </w:hyperlink>
    </w:p>
    <w:p w14:paraId="4B63A428" w14:textId="1C60628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3" w:history="1">
        <w:r w:rsidRPr="001F0789">
          <w:rPr>
            <w:rStyle w:val="Hyperlink"/>
            <w:noProof/>
            <w14:scene3d>
              <w14:camera w14:prst="orthographicFront"/>
              <w14:lightRig w14:rig="threePt" w14:dir="t">
                <w14:rot w14:lat="0" w14:lon="0" w14:rev="0"/>
              </w14:lightRig>
            </w14:scene3d>
          </w:rPr>
          <w:t>65.2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_Toc64888933 \h </w:instrText>
        </w:r>
        <w:r>
          <w:rPr>
            <w:noProof/>
            <w:webHidden/>
          </w:rPr>
        </w:r>
        <w:r>
          <w:rPr>
            <w:noProof/>
            <w:webHidden/>
          </w:rPr>
          <w:fldChar w:fldCharType="separate"/>
        </w:r>
        <w:r>
          <w:rPr>
            <w:noProof/>
            <w:webHidden/>
          </w:rPr>
          <w:t>95</w:t>
        </w:r>
        <w:r>
          <w:rPr>
            <w:noProof/>
            <w:webHidden/>
          </w:rPr>
          <w:fldChar w:fldCharType="end"/>
        </w:r>
      </w:hyperlink>
    </w:p>
    <w:p w14:paraId="489D6EEB" w14:textId="0B7FA97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4" w:history="1">
        <w:r w:rsidRPr="001F0789">
          <w:rPr>
            <w:rStyle w:val="Hyperlink"/>
            <w:noProof/>
            <w14:scene3d>
              <w14:camera w14:prst="orthographicFront"/>
              <w14:lightRig w14:rig="threePt" w14:dir="t">
                <w14:rot w14:lat="0" w14:lon="0" w14:rev="0"/>
              </w14:lightRig>
            </w14:scene3d>
          </w:rPr>
          <w:t>65.3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_Toc64888934 \h </w:instrText>
        </w:r>
        <w:r>
          <w:rPr>
            <w:noProof/>
            <w:webHidden/>
          </w:rPr>
        </w:r>
        <w:r>
          <w:rPr>
            <w:noProof/>
            <w:webHidden/>
          </w:rPr>
          <w:fldChar w:fldCharType="separate"/>
        </w:r>
        <w:r>
          <w:rPr>
            <w:noProof/>
            <w:webHidden/>
          </w:rPr>
          <w:t>95</w:t>
        </w:r>
        <w:r>
          <w:rPr>
            <w:noProof/>
            <w:webHidden/>
          </w:rPr>
          <w:fldChar w:fldCharType="end"/>
        </w:r>
      </w:hyperlink>
    </w:p>
    <w:p w14:paraId="5AB505C9" w14:textId="16092E3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5" w:history="1">
        <w:r w:rsidRPr="001F0789">
          <w:rPr>
            <w:rStyle w:val="Hyperlink"/>
            <w:noProof/>
            <w14:scene3d>
              <w14:camera w14:prst="orthographicFront"/>
              <w14:lightRig w14:rig="threePt" w14:dir="t">
                <w14:rot w14:lat="0" w14:lon="0" w14:rev="0"/>
              </w14:lightRig>
            </w14:scene3d>
          </w:rPr>
          <w:t>65.4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_Toc64888935 \h </w:instrText>
        </w:r>
        <w:r>
          <w:rPr>
            <w:noProof/>
            <w:webHidden/>
          </w:rPr>
        </w:r>
        <w:r>
          <w:rPr>
            <w:noProof/>
            <w:webHidden/>
          </w:rPr>
          <w:fldChar w:fldCharType="separate"/>
        </w:r>
        <w:r>
          <w:rPr>
            <w:noProof/>
            <w:webHidden/>
          </w:rPr>
          <w:t>95</w:t>
        </w:r>
        <w:r>
          <w:rPr>
            <w:noProof/>
            <w:webHidden/>
          </w:rPr>
          <w:fldChar w:fldCharType="end"/>
        </w:r>
      </w:hyperlink>
    </w:p>
    <w:p w14:paraId="6DABD6BE" w14:textId="3BA1A9E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6" w:history="1">
        <w:r w:rsidRPr="001F0789">
          <w:rPr>
            <w:rStyle w:val="Hyperlink"/>
            <w:noProof/>
            <w14:scene3d>
              <w14:camera w14:prst="orthographicFront"/>
              <w14:lightRig w14:rig="threePt" w14:dir="t">
                <w14:rot w14:lat="0" w14:lon="0" w14:rev="0"/>
              </w14:lightRig>
            </w14:scene3d>
          </w:rPr>
          <w:t>65.5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_Toc64888936 \h </w:instrText>
        </w:r>
        <w:r>
          <w:rPr>
            <w:noProof/>
            <w:webHidden/>
          </w:rPr>
        </w:r>
        <w:r>
          <w:rPr>
            <w:noProof/>
            <w:webHidden/>
          </w:rPr>
          <w:fldChar w:fldCharType="separate"/>
        </w:r>
        <w:r>
          <w:rPr>
            <w:noProof/>
            <w:webHidden/>
          </w:rPr>
          <w:t>95</w:t>
        </w:r>
        <w:r>
          <w:rPr>
            <w:noProof/>
            <w:webHidden/>
          </w:rPr>
          <w:fldChar w:fldCharType="end"/>
        </w:r>
      </w:hyperlink>
    </w:p>
    <w:p w14:paraId="745A3859" w14:textId="2A28602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7" w:history="1">
        <w:r w:rsidRPr="001F0789">
          <w:rPr>
            <w:rStyle w:val="Hyperlink"/>
            <w:noProof/>
            <w14:scene3d>
              <w14:camera w14:prst="orthographicFront"/>
              <w14:lightRig w14:rig="threePt" w14:dir="t">
                <w14:rot w14:lat="0" w14:lon="0" w14:rev="0"/>
              </w14:lightRig>
            </w14:scene3d>
          </w:rPr>
          <w:t>65.6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_Toc64888937 \h </w:instrText>
        </w:r>
        <w:r>
          <w:rPr>
            <w:noProof/>
            <w:webHidden/>
          </w:rPr>
        </w:r>
        <w:r>
          <w:rPr>
            <w:noProof/>
            <w:webHidden/>
          </w:rPr>
          <w:fldChar w:fldCharType="separate"/>
        </w:r>
        <w:r>
          <w:rPr>
            <w:noProof/>
            <w:webHidden/>
          </w:rPr>
          <w:t>95</w:t>
        </w:r>
        <w:r>
          <w:rPr>
            <w:noProof/>
            <w:webHidden/>
          </w:rPr>
          <w:fldChar w:fldCharType="end"/>
        </w:r>
      </w:hyperlink>
    </w:p>
    <w:p w14:paraId="44309BF4" w14:textId="5D898AB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38" w:history="1">
        <w:r w:rsidRPr="001F0789">
          <w:rPr>
            <w:rStyle w:val="Hyperlink"/>
            <w:noProof/>
          </w:rPr>
          <w:t>66</w:t>
        </w:r>
        <w:r>
          <w:rPr>
            <w:rFonts w:asciiTheme="minorHAnsi" w:eastAsiaTheme="minorEastAsia" w:hAnsiTheme="minorHAnsi" w:cstheme="minorBidi"/>
            <w:b w:val="0"/>
            <w:noProof/>
            <w:lang w:eastAsia="sl-SI"/>
          </w:rPr>
          <w:tab/>
        </w:r>
        <w:r w:rsidRPr="001F0789">
          <w:rPr>
            <w:rStyle w:val="Hyperlink"/>
            <w:noProof/>
          </w:rPr>
          <w:t>Neakontacijski način obracuna najdi</w:t>
        </w:r>
        <w:r>
          <w:rPr>
            <w:noProof/>
            <w:webHidden/>
          </w:rPr>
          <w:tab/>
        </w:r>
        <w:r>
          <w:rPr>
            <w:noProof/>
            <w:webHidden/>
          </w:rPr>
          <w:fldChar w:fldCharType="begin"/>
        </w:r>
        <w:r>
          <w:rPr>
            <w:noProof/>
            <w:webHidden/>
          </w:rPr>
          <w:instrText xml:space="preserve"> PAGEREF _Toc64888938 \h </w:instrText>
        </w:r>
        <w:r>
          <w:rPr>
            <w:noProof/>
            <w:webHidden/>
          </w:rPr>
        </w:r>
        <w:r>
          <w:rPr>
            <w:noProof/>
            <w:webHidden/>
          </w:rPr>
          <w:fldChar w:fldCharType="separate"/>
        </w:r>
        <w:r>
          <w:rPr>
            <w:noProof/>
            <w:webHidden/>
          </w:rPr>
          <w:t>96</w:t>
        </w:r>
        <w:r>
          <w:rPr>
            <w:noProof/>
            <w:webHidden/>
          </w:rPr>
          <w:fldChar w:fldCharType="end"/>
        </w:r>
      </w:hyperlink>
    </w:p>
    <w:p w14:paraId="17DBAF98" w14:textId="7FECA04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39" w:history="1">
        <w:r w:rsidRPr="001F0789">
          <w:rPr>
            <w:rStyle w:val="Hyperlink"/>
            <w:noProof/>
            <w14:scene3d>
              <w14:camera w14:prst="orthographicFront"/>
              <w14:lightRig w14:rig="threePt" w14:dir="t">
                <w14:rot w14:lat="0" w14:lon="0" w14:rev="0"/>
              </w14:lightRig>
            </w14:scene3d>
          </w:rPr>
          <w:t>66.1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_Toc64888939 \h </w:instrText>
        </w:r>
        <w:r>
          <w:rPr>
            <w:noProof/>
            <w:webHidden/>
          </w:rPr>
        </w:r>
        <w:r>
          <w:rPr>
            <w:noProof/>
            <w:webHidden/>
          </w:rPr>
          <w:fldChar w:fldCharType="separate"/>
        </w:r>
        <w:r>
          <w:rPr>
            <w:noProof/>
            <w:webHidden/>
          </w:rPr>
          <w:t>96</w:t>
        </w:r>
        <w:r>
          <w:rPr>
            <w:noProof/>
            <w:webHidden/>
          </w:rPr>
          <w:fldChar w:fldCharType="end"/>
        </w:r>
      </w:hyperlink>
    </w:p>
    <w:p w14:paraId="61EC066D" w14:textId="49F148F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0" w:history="1">
        <w:r w:rsidRPr="001F0789">
          <w:rPr>
            <w:rStyle w:val="Hyperlink"/>
            <w:noProof/>
            <w14:scene3d>
              <w14:camera w14:prst="orthographicFront"/>
              <w14:lightRig w14:rig="threePt" w14:dir="t">
                <w14:rot w14:lat="0" w14:lon="0" w14:rev="0"/>
              </w14:lightRig>
            </w14:scene3d>
          </w:rPr>
          <w:t>66.2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_Toc64888940 \h </w:instrText>
        </w:r>
        <w:r>
          <w:rPr>
            <w:noProof/>
            <w:webHidden/>
          </w:rPr>
        </w:r>
        <w:r>
          <w:rPr>
            <w:noProof/>
            <w:webHidden/>
          </w:rPr>
          <w:fldChar w:fldCharType="separate"/>
        </w:r>
        <w:r>
          <w:rPr>
            <w:noProof/>
            <w:webHidden/>
          </w:rPr>
          <w:t>96</w:t>
        </w:r>
        <w:r>
          <w:rPr>
            <w:noProof/>
            <w:webHidden/>
          </w:rPr>
          <w:fldChar w:fldCharType="end"/>
        </w:r>
      </w:hyperlink>
    </w:p>
    <w:p w14:paraId="36BF63E2" w14:textId="6817AAB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1" w:history="1">
        <w:r w:rsidRPr="001F0789">
          <w:rPr>
            <w:rStyle w:val="Hyperlink"/>
            <w:noProof/>
            <w14:scene3d>
              <w14:camera w14:prst="orthographicFront"/>
              <w14:lightRig w14:rig="threePt" w14:dir="t">
                <w14:rot w14:lat="0" w14:lon="0" w14:rev="0"/>
              </w14:lightRig>
            </w14:scene3d>
          </w:rPr>
          <w:t>66.3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_Toc64888941 \h </w:instrText>
        </w:r>
        <w:r>
          <w:rPr>
            <w:noProof/>
            <w:webHidden/>
          </w:rPr>
        </w:r>
        <w:r>
          <w:rPr>
            <w:noProof/>
            <w:webHidden/>
          </w:rPr>
          <w:fldChar w:fldCharType="separate"/>
        </w:r>
        <w:r>
          <w:rPr>
            <w:noProof/>
            <w:webHidden/>
          </w:rPr>
          <w:t>96</w:t>
        </w:r>
        <w:r>
          <w:rPr>
            <w:noProof/>
            <w:webHidden/>
          </w:rPr>
          <w:fldChar w:fldCharType="end"/>
        </w:r>
      </w:hyperlink>
    </w:p>
    <w:p w14:paraId="6767983C" w14:textId="78659AF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2" w:history="1">
        <w:r w:rsidRPr="001F0789">
          <w:rPr>
            <w:rStyle w:val="Hyperlink"/>
            <w:noProof/>
            <w14:scene3d>
              <w14:camera w14:prst="orthographicFront"/>
              <w14:lightRig w14:rig="threePt" w14:dir="t">
                <w14:rot w14:lat="0" w14:lon="0" w14:rev="0"/>
              </w14:lightRig>
            </w14:scene3d>
          </w:rPr>
          <w:t>66.4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_Toc64888942 \h </w:instrText>
        </w:r>
        <w:r>
          <w:rPr>
            <w:noProof/>
            <w:webHidden/>
          </w:rPr>
        </w:r>
        <w:r>
          <w:rPr>
            <w:noProof/>
            <w:webHidden/>
          </w:rPr>
          <w:fldChar w:fldCharType="separate"/>
        </w:r>
        <w:r>
          <w:rPr>
            <w:noProof/>
            <w:webHidden/>
          </w:rPr>
          <w:t>96</w:t>
        </w:r>
        <w:r>
          <w:rPr>
            <w:noProof/>
            <w:webHidden/>
          </w:rPr>
          <w:fldChar w:fldCharType="end"/>
        </w:r>
      </w:hyperlink>
    </w:p>
    <w:p w14:paraId="0C482C69" w14:textId="56AC9B2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3" w:history="1">
        <w:r w:rsidRPr="001F0789">
          <w:rPr>
            <w:rStyle w:val="Hyperlink"/>
            <w:noProof/>
            <w14:scene3d>
              <w14:camera w14:prst="orthographicFront"/>
              <w14:lightRig w14:rig="threePt" w14:dir="t">
                <w14:rot w14:lat="0" w14:lon="0" w14:rev="0"/>
              </w14:lightRig>
            </w14:scene3d>
          </w:rPr>
          <w:t>66.5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_Toc64888943 \h </w:instrText>
        </w:r>
        <w:r>
          <w:rPr>
            <w:noProof/>
            <w:webHidden/>
          </w:rPr>
        </w:r>
        <w:r>
          <w:rPr>
            <w:noProof/>
            <w:webHidden/>
          </w:rPr>
          <w:fldChar w:fldCharType="separate"/>
        </w:r>
        <w:r>
          <w:rPr>
            <w:noProof/>
            <w:webHidden/>
          </w:rPr>
          <w:t>96</w:t>
        </w:r>
        <w:r>
          <w:rPr>
            <w:noProof/>
            <w:webHidden/>
          </w:rPr>
          <w:fldChar w:fldCharType="end"/>
        </w:r>
      </w:hyperlink>
    </w:p>
    <w:p w14:paraId="47DC803A" w14:textId="4F8D65B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4" w:history="1">
        <w:r w:rsidRPr="001F0789">
          <w:rPr>
            <w:rStyle w:val="Hyperlink"/>
            <w:noProof/>
            <w14:scene3d>
              <w14:camera w14:prst="orthographicFront"/>
              <w14:lightRig w14:rig="threePt" w14:dir="t">
                <w14:rot w14:lat="0" w14:lon="0" w14:rev="0"/>
              </w14:lightRig>
            </w14:scene3d>
          </w:rPr>
          <w:t>66.6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_Toc64888944 \h </w:instrText>
        </w:r>
        <w:r>
          <w:rPr>
            <w:noProof/>
            <w:webHidden/>
          </w:rPr>
        </w:r>
        <w:r>
          <w:rPr>
            <w:noProof/>
            <w:webHidden/>
          </w:rPr>
          <w:fldChar w:fldCharType="separate"/>
        </w:r>
        <w:r>
          <w:rPr>
            <w:noProof/>
            <w:webHidden/>
          </w:rPr>
          <w:t>96</w:t>
        </w:r>
        <w:r>
          <w:rPr>
            <w:noProof/>
            <w:webHidden/>
          </w:rPr>
          <w:fldChar w:fldCharType="end"/>
        </w:r>
      </w:hyperlink>
    </w:p>
    <w:p w14:paraId="713000DE" w14:textId="20B36E23"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45" w:history="1">
        <w:r w:rsidRPr="001F0789">
          <w:rPr>
            <w:rStyle w:val="Hyperlink"/>
            <w:noProof/>
          </w:rPr>
          <w:t>67</w:t>
        </w:r>
        <w:r>
          <w:rPr>
            <w:rFonts w:asciiTheme="minorHAnsi" w:eastAsiaTheme="minorEastAsia" w:hAnsiTheme="minorHAnsi" w:cstheme="minorBidi"/>
            <w:b w:val="0"/>
            <w:noProof/>
            <w:lang w:eastAsia="sl-SI"/>
          </w:rPr>
          <w:tab/>
        </w:r>
        <w:r w:rsidRPr="001F0789">
          <w:rPr>
            <w:rStyle w:val="Hyperlink"/>
            <w:noProof/>
          </w:rPr>
          <w:t>Neakontacijski način obracuna najdi v2</w:t>
        </w:r>
        <w:r>
          <w:rPr>
            <w:noProof/>
            <w:webHidden/>
          </w:rPr>
          <w:tab/>
        </w:r>
        <w:r>
          <w:rPr>
            <w:noProof/>
            <w:webHidden/>
          </w:rPr>
          <w:fldChar w:fldCharType="begin"/>
        </w:r>
        <w:r>
          <w:rPr>
            <w:noProof/>
            <w:webHidden/>
          </w:rPr>
          <w:instrText xml:space="preserve"> PAGEREF _Toc64888945 \h </w:instrText>
        </w:r>
        <w:r>
          <w:rPr>
            <w:noProof/>
            <w:webHidden/>
          </w:rPr>
        </w:r>
        <w:r>
          <w:rPr>
            <w:noProof/>
            <w:webHidden/>
          </w:rPr>
          <w:fldChar w:fldCharType="separate"/>
        </w:r>
        <w:r>
          <w:rPr>
            <w:noProof/>
            <w:webHidden/>
          </w:rPr>
          <w:t>97</w:t>
        </w:r>
        <w:r>
          <w:rPr>
            <w:noProof/>
            <w:webHidden/>
          </w:rPr>
          <w:fldChar w:fldCharType="end"/>
        </w:r>
      </w:hyperlink>
    </w:p>
    <w:p w14:paraId="599E2FA5" w14:textId="256171C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6" w:history="1">
        <w:r w:rsidRPr="001F0789">
          <w:rPr>
            <w:rStyle w:val="Hyperlink"/>
            <w:noProof/>
            <w14:scene3d>
              <w14:camera w14:prst="orthographicFront"/>
              <w14:lightRig w14:rig="threePt" w14:dir="t">
                <w14:rot w14:lat="0" w14:lon="0" w14:rev="0"/>
              </w14:lightRig>
            </w14:scene3d>
          </w:rPr>
          <w:t>67.1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_Toc64888946 \h </w:instrText>
        </w:r>
        <w:r>
          <w:rPr>
            <w:noProof/>
            <w:webHidden/>
          </w:rPr>
        </w:r>
        <w:r>
          <w:rPr>
            <w:noProof/>
            <w:webHidden/>
          </w:rPr>
          <w:fldChar w:fldCharType="separate"/>
        </w:r>
        <w:r>
          <w:rPr>
            <w:noProof/>
            <w:webHidden/>
          </w:rPr>
          <w:t>97</w:t>
        </w:r>
        <w:r>
          <w:rPr>
            <w:noProof/>
            <w:webHidden/>
          </w:rPr>
          <w:fldChar w:fldCharType="end"/>
        </w:r>
      </w:hyperlink>
    </w:p>
    <w:p w14:paraId="2496B578" w14:textId="025D61E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7" w:history="1">
        <w:r w:rsidRPr="001F0789">
          <w:rPr>
            <w:rStyle w:val="Hyperlink"/>
            <w:noProof/>
            <w14:scene3d>
              <w14:camera w14:prst="orthographicFront"/>
              <w14:lightRig w14:rig="threePt" w14:dir="t">
                <w14:rot w14:lat="0" w14:lon="0" w14:rev="0"/>
              </w14:lightRig>
            </w14:scene3d>
          </w:rPr>
          <w:t>67.2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_Toc64888947 \h </w:instrText>
        </w:r>
        <w:r>
          <w:rPr>
            <w:noProof/>
            <w:webHidden/>
          </w:rPr>
        </w:r>
        <w:r>
          <w:rPr>
            <w:noProof/>
            <w:webHidden/>
          </w:rPr>
          <w:fldChar w:fldCharType="separate"/>
        </w:r>
        <w:r>
          <w:rPr>
            <w:noProof/>
            <w:webHidden/>
          </w:rPr>
          <w:t>97</w:t>
        </w:r>
        <w:r>
          <w:rPr>
            <w:noProof/>
            <w:webHidden/>
          </w:rPr>
          <w:fldChar w:fldCharType="end"/>
        </w:r>
      </w:hyperlink>
    </w:p>
    <w:p w14:paraId="44BC7EFB" w14:textId="775CF0C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8" w:history="1">
        <w:r w:rsidRPr="001F0789">
          <w:rPr>
            <w:rStyle w:val="Hyperlink"/>
            <w:noProof/>
            <w14:scene3d>
              <w14:camera w14:prst="orthographicFront"/>
              <w14:lightRig w14:rig="threePt" w14:dir="t">
                <w14:rot w14:lat="0" w14:lon="0" w14:rev="0"/>
              </w14:lightRig>
            </w14:scene3d>
          </w:rPr>
          <w:t>67.3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_Toc64888948 \h </w:instrText>
        </w:r>
        <w:r>
          <w:rPr>
            <w:noProof/>
            <w:webHidden/>
          </w:rPr>
        </w:r>
        <w:r>
          <w:rPr>
            <w:noProof/>
            <w:webHidden/>
          </w:rPr>
          <w:fldChar w:fldCharType="separate"/>
        </w:r>
        <w:r>
          <w:rPr>
            <w:noProof/>
            <w:webHidden/>
          </w:rPr>
          <w:t>97</w:t>
        </w:r>
        <w:r>
          <w:rPr>
            <w:noProof/>
            <w:webHidden/>
          </w:rPr>
          <w:fldChar w:fldCharType="end"/>
        </w:r>
      </w:hyperlink>
    </w:p>
    <w:p w14:paraId="0E603A7A" w14:textId="28B56ED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49" w:history="1">
        <w:r w:rsidRPr="001F0789">
          <w:rPr>
            <w:rStyle w:val="Hyperlink"/>
            <w:noProof/>
            <w14:scene3d>
              <w14:camera w14:prst="orthographicFront"/>
              <w14:lightRig w14:rig="threePt" w14:dir="t">
                <w14:rot w14:lat="0" w14:lon="0" w14:rev="0"/>
              </w14:lightRig>
            </w14:scene3d>
          </w:rPr>
          <w:t>67.4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_Toc64888949 \h </w:instrText>
        </w:r>
        <w:r>
          <w:rPr>
            <w:noProof/>
            <w:webHidden/>
          </w:rPr>
        </w:r>
        <w:r>
          <w:rPr>
            <w:noProof/>
            <w:webHidden/>
          </w:rPr>
          <w:fldChar w:fldCharType="separate"/>
        </w:r>
        <w:r>
          <w:rPr>
            <w:noProof/>
            <w:webHidden/>
          </w:rPr>
          <w:t>97</w:t>
        </w:r>
        <w:r>
          <w:rPr>
            <w:noProof/>
            <w:webHidden/>
          </w:rPr>
          <w:fldChar w:fldCharType="end"/>
        </w:r>
      </w:hyperlink>
    </w:p>
    <w:p w14:paraId="1CB02540" w14:textId="2B2E87B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0" w:history="1">
        <w:r w:rsidRPr="001F0789">
          <w:rPr>
            <w:rStyle w:val="Hyperlink"/>
            <w:noProof/>
            <w14:scene3d>
              <w14:camera w14:prst="orthographicFront"/>
              <w14:lightRig w14:rig="threePt" w14:dir="t">
                <w14:rot w14:lat="0" w14:lon="0" w14:rev="0"/>
              </w14:lightRig>
            </w14:scene3d>
          </w:rPr>
          <w:t>67.5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_Toc64888950 \h </w:instrText>
        </w:r>
        <w:r>
          <w:rPr>
            <w:noProof/>
            <w:webHidden/>
          </w:rPr>
        </w:r>
        <w:r>
          <w:rPr>
            <w:noProof/>
            <w:webHidden/>
          </w:rPr>
          <w:fldChar w:fldCharType="separate"/>
        </w:r>
        <w:r>
          <w:rPr>
            <w:noProof/>
            <w:webHidden/>
          </w:rPr>
          <w:t>97</w:t>
        </w:r>
        <w:r>
          <w:rPr>
            <w:noProof/>
            <w:webHidden/>
          </w:rPr>
          <w:fldChar w:fldCharType="end"/>
        </w:r>
      </w:hyperlink>
    </w:p>
    <w:p w14:paraId="2C91D44E" w14:textId="6EEF36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1" w:history="1">
        <w:r w:rsidRPr="001F0789">
          <w:rPr>
            <w:rStyle w:val="Hyperlink"/>
            <w:noProof/>
            <w14:scene3d>
              <w14:camera w14:prst="orthographicFront"/>
              <w14:lightRig w14:rig="threePt" w14:dir="t">
                <w14:rot w14:lat="0" w14:lon="0" w14:rev="0"/>
              </w14:lightRig>
            </w14:scene3d>
          </w:rPr>
          <w:t>67.6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_Toc64888951 \h </w:instrText>
        </w:r>
        <w:r>
          <w:rPr>
            <w:noProof/>
            <w:webHidden/>
          </w:rPr>
        </w:r>
        <w:r>
          <w:rPr>
            <w:noProof/>
            <w:webHidden/>
          </w:rPr>
          <w:fldChar w:fldCharType="separate"/>
        </w:r>
        <w:r>
          <w:rPr>
            <w:noProof/>
            <w:webHidden/>
          </w:rPr>
          <w:t>97</w:t>
        </w:r>
        <w:r>
          <w:rPr>
            <w:noProof/>
            <w:webHidden/>
          </w:rPr>
          <w:fldChar w:fldCharType="end"/>
        </w:r>
      </w:hyperlink>
    </w:p>
    <w:p w14:paraId="718A75D2" w14:textId="6297A9FD"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52" w:history="1">
        <w:r w:rsidRPr="001F0789">
          <w:rPr>
            <w:rStyle w:val="Hyperlink"/>
            <w:noProof/>
          </w:rPr>
          <w:t>68</w:t>
        </w:r>
        <w:r>
          <w:rPr>
            <w:rFonts w:asciiTheme="minorHAnsi" w:eastAsiaTheme="minorEastAsia" w:hAnsiTheme="minorHAnsi" w:cstheme="minorBidi"/>
            <w:b w:val="0"/>
            <w:noProof/>
            <w:lang w:eastAsia="sl-SI"/>
          </w:rPr>
          <w:tab/>
        </w:r>
        <w:r w:rsidRPr="001F0789">
          <w:rPr>
            <w:rStyle w:val="Hyperlink"/>
            <w:noProof/>
          </w:rPr>
          <w:t>Neakontacijski način obracuna odjavi</w:t>
        </w:r>
        <w:r>
          <w:rPr>
            <w:noProof/>
            <w:webHidden/>
          </w:rPr>
          <w:tab/>
        </w:r>
        <w:r>
          <w:rPr>
            <w:noProof/>
            <w:webHidden/>
          </w:rPr>
          <w:fldChar w:fldCharType="begin"/>
        </w:r>
        <w:r>
          <w:rPr>
            <w:noProof/>
            <w:webHidden/>
          </w:rPr>
          <w:instrText xml:space="preserve"> PAGEREF _Toc64888952 \h </w:instrText>
        </w:r>
        <w:r>
          <w:rPr>
            <w:noProof/>
            <w:webHidden/>
          </w:rPr>
        </w:r>
        <w:r>
          <w:rPr>
            <w:noProof/>
            <w:webHidden/>
          </w:rPr>
          <w:fldChar w:fldCharType="separate"/>
        </w:r>
        <w:r>
          <w:rPr>
            <w:noProof/>
            <w:webHidden/>
          </w:rPr>
          <w:t>98</w:t>
        </w:r>
        <w:r>
          <w:rPr>
            <w:noProof/>
            <w:webHidden/>
          </w:rPr>
          <w:fldChar w:fldCharType="end"/>
        </w:r>
      </w:hyperlink>
    </w:p>
    <w:p w14:paraId="67D6F00C" w14:textId="3F151564"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3" w:history="1">
        <w:r w:rsidRPr="001F0789">
          <w:rPr>
            <w:rStyle w:val="Hyperlink"/>
            <w:noProof/>
            <w14:scene3d>
              <w14:camera w14:prst="orthographicFront"/>
              <w14:lightRig w14:rig="threePt" w14:dir="t">
                <w14:rot w14:lat="0" w14:lon="0" w14:rev="0"/>
              </w14:lightRig>
            </w14:scene3d>
          </w:rPr>
          <w:t>68.1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_Toc64888953 \h </w:instrText>
        </w:r>
        <w:r>
          <w:rPr>
            <w:noProof/>
            <w:webHidden/>
          </w:rPr>
        </w:r>
        <w:r>
          <w:rPr>
            <w:noProof/>
            <w:webHidden/>
          </w:rPr>
          <w:fldChar w:fldCharType="separate"/>
        </w:r>
        <w:r>
          <w:rPr>
            <w:noProof/>
            <w:webHidden/>
          </w:rPr>
          <w:t>98</w:t>
        </w:r>
        <w:r>
          <w:rPr>
            <w:noProof/>
            <w:webHidden/>
          </w:rPr>
          <w:fldChar w:fldCharType="end"/>
        </w:r>
      </w:hyperlink>
    </w:p>
    <w:p w14:paraId="3BC3F8D1" w14:textId="31D22F9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4" w:history="1">
        <w:r w:rsidRPr="001F0789">
          <w:rPr>
            <w:rStyle w:val="Hyperlink"/>
            <w:noProof/>
            <w14:scene3d>
              <w14:camera w14:prst="orthographicFront"/>
              <w14:lightRig w14:rig="threePt" w14:dir="t">
                <w14:rot w14:lat="0" w14:lon="0" w14:rev="0"/>
              </w14:lightRig>
            </w14:scene3d>
          </w:rPr>
          <w:t>68.2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_Toc64888954 \h </w:instrText>
        </w:r>
        <w:r>
          <w:rPr>
            <w:noProof/>
            <w:webHidden/>
          </w:rPr>
        </w:r>
        <w:r>
          <w:rPr>
            <w:noProof/>
            <w:webHidden/>
          </w:rPr>
          <w:fldChar w:fldCharType="separate"/>
        </w:r>
        <w:r>
          <w:rPr>
            <w:noProof/>
            <w:webHidden/>
          </w:rPr>
          <w:t>98</w:t>
        </w:r>
        <w:r>
          <w:rPr>
            <w:noProof/>
            <w:webHidden/>
          </w:rPr>
          <w:fldChar w:fldCharType="end"/>
        </w:r>
      </w:hyperlink>
    </w:p>
    <w:p w14:paraId="682D3873" w14:textId="64A471B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5" w:history="1">
        <w:r w:rsidRPr="001F0789">
          <w:rPr>
            <w:rStyle w:val="Hyperlink"/>
            <w:noProof/>
            <w14:scene3d>
              <w14:camera w14:prst="orthographicFront"/>
              <w14:lightRig w14:rig="threePt" w14:dir="t">
                <w14:rot w14:lat="0" w14:lon="0" w14:rev="0"/>
              </w14:lightRig>
            </w14:scene3d>
          </w:rPr>
          <w:t>68.3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_Toc64888955 \h </w:instrText>
        </w:r>
        <w:r>
          <w:rPr>
            <w:noProof/>
            <w:webHidden/>
          </w:rPr>
        </w:r>
        <w:r>
          <w:rPr>
            <w:noProof/>
            <w:webHidden/>
          </w:rPr>
          <w:fldChar w:fldCharType="separate"/>
        </w:r>
        <w:r>
          <w:rPr>
            <w:noProof/>
            <w:webHidden/>
          </w:rPr>
          <w:t>98</w:t>
        </w:r>
        <w:r>
          <w:rPr>
            <w:noProof/>
            <w:webHidden/>
          </w:rPr>
          <w:fldChar w:fldCharType="end"/>
        </w:r>
      </w:hyperlink>
    </w:p>
    <w:p w14:paraId="29DB7B68" w14:textId="1613BEF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6" w:history="1">
        <w:r w:rsidRPr="001F0789">
          <w:rPr>
            <w:rStyle w:val="Hyperlink"/>
            <w:noProof/>
            <w14:scene3d>
              <w14:camera w14:prst="orthographicFront"/>
              <w14:lightRig w14:rig="threePt" w14:dir="t">
                <w14:rot w14:lat="0" w14:lon="0" w14:rev="0"/>
              </w14:lightRig>
            </w14:scene3d>
          </w:rPr>
          <w:t>68.4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_Toc64888956 \h </w:instrText>
        </w:r>
        <w:r>
          <w:rPr>
            <w:noProof/>
            <w:webHidden/>
          </w:rPr>
        </w:r>
        <w:r>
          <w:rPr>
            <w:noProof/>
            <w:webHidden/>
          </w:rPr>
          <w:fldChar w:fldCharType="separate"/>
        </w:r>
        <w:r>
          <w:rPr>
            <w:noProof/>
            <w:webHidden/>
          </w:rPr>
          <w:t>98</w:t>
        </w:r>
        <w:r>
          <w:rPr>
            <w:noProof/>
            <w:webHidden/>
          </w:rPr>
          <w:fldChar w:fldCharType="end"/>
        </w:r>
      </w:hyperlink>
    </w:p>
    <w:p w14:paraId="641A0046" w14:textId="10AEB2F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7" w:history="1">
        <w:r w:rsidRPr="001F0789">
          <w:rPr>
            <w:rStyle w:val="Hyperlink"/>
            <w:noProof/>
            <w14:scene3d>
              <w14:camera w14:prst="orthographicFront"/>
              <w14:lightRig w14:rig="threePt" w14:dir="t">
                <w14:rot w14:lat="0" w14:lon="0" w14:rev="0"/>
              </w14:lightRig>
            </w14:scene3d>
          </w:rPr>
          <w:t>68.5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_Toc64888957 \h </w:instrText>
        </w:r>
        <w:r>
          <w:rPr>
            <w:noProof/>
            <w:webHidden/>
          </w:rPr>
        </w:r>
        <w:r>
          <w:rPr>
            <w:noProof/>
            <w:webHidden/>
          </w:rPr>
          <w:fldChar w:fldCharType="separate"/>
        </w:r>
        <w:r>
          <w:rPr>
            <w:noProof/>
            <w:webHidden/>
          </w:rPr>
          <w:t>98</w:t>
        </w:r>
        <w:r>
          <w:rPr>
            <w:noProof/>
            <w:webHidden/>
          </w:rPr>
          <w:fldChar w:fldCharType="end"/>
        </w:r>
      </w:hyperlink>
    </w:p>
    <w:p w14:paraId="54895FCF" w14:textId="5510B84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58" w:history="1">
        <w:r w:rsidRPr="001F0789">
          <w:rPr>
            <w:rStyle w:val="Hyperlink"/>
            <w:noProof/>
            <w14:scene3d>
              <w14:camera w14:prst="orthographicFront"/>
              <w14:lightRig w14:rig="threePt" w14:dir="t">
                <w14:rot w14:lat="0" w14:lon="0" w14:rev="0"/>
              </w14:lightRig>
            </w14:scene3d>
          </w:rPr>
          <w:t>68.6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_Toc64888958 \h </w:instrText>
        </w:r>
        <w:r>
          <w:rPr>
            <w:noProof/>
            <w:webHidden/>
          </w:rPr>
        </w:r>
        <w:r>
          <w:rPr>
            <w:noProof/>
            <w:webHidden/>
          </w:rPr>
          <w:fldChar w:fldCharType="separate"/>
        </w:r>
        <w:r>
          <w:rPr>
            <w:noProof/>
            <w:webHidden/>
          </w:rPr>
          <w:t>98</w:t>
        </w:r>
        <w:r>
          <w:rPr>
            <w:noProof/>
            <w:webHidden/>
          </w:rPr>
          <w:fldChar w:fldCharType="end"/>
        </w:r>
      </w:hyperlink>
    </w:p>
    <w:p w14:paraId="352D74FF" w14:textId="3ADB9E55"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59" w:history="1">
        <w:r w:rsidRPr="001F0789">
          <w:rPr>
            <w:rStyle w:val="Hyperlink"/>
            <w:noProof/>
          </w:rPr>
          <w:t>69</w:t>
        </w:r>
        <w:r>
          <w:rPr>
            <w:rFonts w:asciiTheme="minorHAnsi" w:eastAsiaTheme="minorEastAsia" w:hAnsiTheme="minorHAnsi" w:cstheme="minorBidi"/>
            <w:b w:val="0"/>
            <w:noProof/>
            <w:lang w:eastAsia="sl-SI"/>
          </w:rPr>
          <w:tab/>
        </w:r>
        <w:r w:rsidRPr="001F0789">
          <w:rPr>
            <w:rStyle w:val="Hyperlink"/>
            <w:noProof/>
          </w:rPr>
          <w:t>Neakontacijski način obracuna odjavi v2</w:t>
        </w:r>
        <w:r>
          <w:rPr>
            <w:noProof/>
            <w:webHidden/>
          </w:rPr>
          <w:tab/>
        </w:r>
        <w:r>
          <w:rPr>
            <w:noProof/>
            <w:webHidden/>
          </w:rPr>
          <w:fldChar w:fldCharType="begin"/>
        </w:r>
        <w:r>
          <w:rPr>
            <w:noProof/>
            <w:webHidden/>
          </w:rPr>
          <w:instrText xml:space="preserve"> PAGEREF _Toc64888959 \h </w:instrText>
        </w:r>
        <w:r>
          <w:rPr>
            <w:noProof/>
            <w:webHidden/>
          </w:rPr>
        </w:r>
        <w:r>
          <w:rPr>
            <w:noProof/>
            <w:webHidden/>
          </w:rPr>
          <w:fldChar w:fldCharType="separate"/>
        </w:r>
        <w:r>
          <w:rPr>
            <w:noProof/>
            <w:webHidden/>
          </w:rPr>
          <w:t>99</w:t>
        </w:r>
        <w:r>
          <w:rPr>
            <w:noProof/>
            <w:webHidden/>
          </w:rPr>
          <w:fldChar w:fldCharType="end"/>
        </w:r>
      </w:hyperlink>
    </w:p>
    <w:p w14:paraId="2BEE2A96" w14:textId="4ED207B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0" w:history="1">
        <w:r w:rsidRPr="001F0789">
          <w:rPr>
            <w:rStyle w:val="Hyperlink"/>
            <w:noProof/>
            <w14:scene3d>
              <w14:camera w14:prst="orthographicFront"/>
              <w14:lightRig w14:rig="threePt" w14:dir="t">
                <w14:rot w14:lat="0" w14:lon="0" w14:rev="0"/>
              </w14:lightRig>
            </w14:scene3d>
          </w:rPr>
          <w:t>69.1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_Toc64888960 \h </w:instrText>
        </w:r>
        <w:r>
          <w:rPr>
            <w:noProof/>
            <w:webHidden/>
          </w:rPr>
        </w:r>
        <w:r>
          <w:rPr>
            <w:noProof/>
            <w:webHidden/>
          </w:rPr>
          <w:fldChar w:fldCharType="separate"/>
        </w:r>
        <w:r>
          <w:rPr>
            <w:noProof/>
            <w:webHidden/>
          </w:rPr>
          <w:t>99</w:t>
        </w:r>
        <w:r>
          <w:rPr>
            <w:noProof/>
            <w:webHidden/>
          </w:rPr>
          <w:fldChar w:fldCharType="end"/>
        </w:r>
      </w:hyperlink>
    </w:p>
    <w:p w14:paraId="6AE48F10" w14:textId="384BF9C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1" w:history="1">
        <w:r w:rsidRPr="001F0789">
          <w:rPr>
            <w:rStyle w:val="Hyperlink"/>
            <w:noProof/>
            <w14:scene3d>
              <w14:camera w14:prst="orthographicFront"/>
              <w14:lightRig w14:rig="threePt" w14:dir="t">
                <w14:rot w14:lat="0" w14:lon="0" w14:rev="0"/>
              </w14:lightRig>
            </w14:scene3d>
          </w:rPr>
          <w:t>69.2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_Toc64888961 \h </w:instrText>
        </w:r>
        <w:r>
          <w:rPr>
            <w:noProof/>
            <w:webHidden/>
          </w:rPr>
        </w:r>
        <w:r>
          <w:rPr>
            <w:noProof/>
            <w:webHidden/>
          </w:rPr>
          <w:fldChar w:fldCharType="separate"/>
        </w:r>
        <w:r>
          <w:rPr>
            <w:noProof/>
            <w:webHidden/>
          </w:rPr>
          <w:t>99</w:t>
        </w:r>
        <w:r>
          <w:rPr>
            <w:noProof/>
            <w:webHidden/>
          </w:rPr>
          <w:fldChar w:fldCharType="end"/>
        </w:r>
      </w:hyperlink>
    </w:p>
    <w:p w14:paraId="5D513918" w14:textId="54FD61C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2" w:history="1">
        <w:r w:rsidRPr="001F0789">
          <w:rPr>
            <w:rStyle w:val="Hyperlink"/>
            <w:noProof/>
            <w14:scene3d>
              <w14:camera w14:prst="orthographicFront"/>
              <w14:lightRig w14:rig="threePt" w14:dir="t">
                <w14:rot w14:lat="0" w14:lon="0" w14:rev="0"/>
              </w14:lightRig>
            </w14:scene3d>
          </w:rPr>
          <w:t>69.3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_Toc64888962 \h </w:instrText>
        </w:r>
        <w:r>
          <w:rPr>
            <w:noProof/>
            <w:webHidden/>
          </w:rPr>
        </w:r>
        <w:r>
          <w:rPr>
            <w:noProof/>
            <w:webHidden/>
          </w:rPr>
          <w:fldChar w:fldCharType="separate"/>
        </w:r>
        <w:r>
          <w:rPr>
            <w:noProof/>
            <w:webHidden/>
          </w:rPr>
          <w:t>99</w:t>
        </w:r>
        <w:r>
          <w:rPr>
            <w:noProof/>
            <w:webHidden/>
          </w:rPr>
          <w:fldChar w:fldCharType="end"/>
        </w:r>
      </w:hyperlink>
    </w:p>
    <w:p w14:paraId="1008374C" w14:textId="3D19FA6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3" w:history="1">
        <w:r w:rsidRPr="001F0789">
          <w:rPr>
            <w:rStyle w:val="Hyperlink"/>
            <w:noProof/>
            <w14:scene3d>
              <w14:camera w14:prst="orthographicFront"/>
              <w14:lightRig w14:rig="threePt" w14:dir="t">
                <w14:rot w14:lat="0" w14:lon="0" w14:rev="0"/>
              </w14:lightRig>
            </w14:scene3d>
          </w:rPr>
          <w:t>69.4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_Toc64888963 \h </w:instrText>
        </w:r>
        <w:r>
          <w:rPr>
            <w:noProof/>
            <w:webHidden/>
          </w:rPr>
        </w:r>
        <w:r>
          <w:rPr>
            <w:noProof/>
            <w:webHidden/>
          </w:rPr>
          <w:fldChar w:fldCharType="separate"/>
        </w:r>
        <w:r>
          <w:rPr>
            <w:noProof/>
            <w:webHidden/>
          </w:rPr>
          <w:t>99</w:t>
        </w:r>
        <w:r>
          <w:rPr>
            <w:noProof/>
            <w:webHidden/>
          </w:rPr>
          <w:fldChar w:fldCharType="end"/>
        </w:r>
      </w:hyperlink>
    </w:p>
    <w:p w14:paraId="263E0F77" w14:textId="310D7B1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4" w:history="1">
        <w:r w:rsidRPr="001F0789">
          <w:rPr>
            <w:rStyle w:val="Hyperlink"/>
            <w:noProof/>
            <w14:scene3d>
              <w14:camera w14:prst="orthographicFront"/>
              <w14:lightRig w14:rig="threePt" w14:dir="t">
                <w14:rot w14:lat="0" w14:lon="0" w14:rev="0"/>
              </w14:lightRig>
            </w14:scene3d>
          </w:rPr>
          <w:t>69.5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_Toc64888964 \h </w:instrText>
        </w:r>
        <w:r>
          <w:rPr>
            <w:noProof/>
            <w:webHidden/>
          </w:rPr>
        </w:r>
        <w:r>
          <w:rPr>
            <w:noProof/>
            <w:webHidden/>
          </w:rPr>
          <w:fldChar w:fldCharType="separate"/>
        </w:r>
        <w:r>
          <w:rPr>
            <w:noProof/>
            <w:webHidden/>
          </w:rPr>
          <w:t>99</w:t>
        </w:r>
        <w:r>
          <w:rPr>
            <w:noProof/>
            <w:webHidden/>
          </w:rPr>
          <w:fldChar w:fldCharType="end"/>
        </w:r>
      </w:hyperlink>
    </w:p>
    <w:p w14:paraId="35E40C31" w14:textId="38EF8D5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5" w:history="1">
        <w:r w:rsidRPr="001F0789">
          <w:rPr>
            <w:rStyle w:val="Hyperlink"/>
            <w:noProof/>
            <w14:scene3d>
              <w14:camera w14:prst="orthographicFront"/>
              <w14:lightRig w14:rig="threePt" w14:dir="t">
                <w14:rot w14:lat="0" w14:lon="0" w14:rev="0"/>
              </w14:lightRig>
            </w14:scene3d>
          </w:rPr>
          <w:t>69.6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_Toc64888965 \h </w:instrText>
        </w:r>
        <w:r>
          <w:rPr>
            <w:noProof/>
            <w:webHidden/>
          </w:rPr>
        </w:r>
        <w:r>
          <w:rPr>
            <w:noProof/>
            <w:webHidden/>
          </w:rPr>
          <w:fldChar w:fldCharType="separate"/>
        </w:r>
        <w:r>
          <w:rPr>
            <w:noProof/>
            <w:webHidden/>
          </w:rPr>
          <w:t>99</w:t>
        </w:r>
        <w:r>
          <w:rPr>
            <w:noProof/>
            <w:webHidden/>
          </w:rPr>
          <w:fldChar w:fldCharType="end"/>
        </w:r>
      </w:hyperlink>
    </w:p>
    <w:p w14:paraId="08B483FA" w14:textId="66D74CD8"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66" w:history="1">
        <w:r w:rsidRPr="001F0789">
          <w:rPr>
            <w:rStyle w:val="Hyperlink"/>
            <w:noProof/>
          </w:rPr>
          <w:t>70</w:t>
        </w:r>
        <w:r>
          <w:rPr>
            <w:rFonts w:asciiTheme="minorHAnsi" w:eastAsiaTheme="minorEastAsia" w:hAnsiTheme="minorHAnsi" w:cstheme="minorBidi"/>
            <w:b w:val="0"/>
            <w:noProof/>
            <w:lang w:eastAsia="sl-SI"/>
          </w:rPr>
          <w:tab/>
        </w:r>
        <w:r w:rsidRPr="001F0789">
          <w:rPr>
            <w:rStyle w:val="Hyperlink"/>
            <w:noProof/>
          </w:rPr>
          <w:t>Neakontacijski način obracuna prijava</w:t>
        </w:r>
        <w:r>
          <w:rPr>
            <w:noProof/>
            <w:webHidden/>
          </w:rPr>
          <w:tab/>
        </w:r>
        <w:r>
          <w:rPr>
            <w:noProof/>
            <w:webHidden/>
          </w:rPr>
          <w:fldChar w:fldCharType="begin"/>
        </w:r>
        <w:r>
          <w:rPr>
            <w:noProof/>
            <w:webHidden/>
          </w:rPr>
          <w:instrText xml:space="preserve"> PAGEREF _Toc64888966 \h </w:instrText>
        </w:r>
        <w:r>
          <w:rPr>
            <w:noProof/>
            <w:webHidden/>
          </w:rPr>
        </w:r>
        <w:r>
          <w:rPr>
            <w:noProof/>
            <w:webHidden/>
          </w:rPr>
          <w:fldChar w:fldCharType="separate"/>
        </w:r>
        <w:r>
          <w:rPr>
            <w:noProof/>
            <w:webHidden/>
          </w:rPr>
          <w:t>100</w:t>
        </w:r>
        <w:r>
          <w:rPr>
            <w:noProof/>
            <w:webHidden/>
          </w:rPr>
          <w:fldChar w:fldCharType="end"/>
        </w:r>
      </w:hyperlink>
    </w:p>
    <w:p w14:paraId="1037CEF0" w14:textId="151618A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7" w:history="1">
        <w:r w:rsidRPr="001F0789">
          <w:rPr>
            <w:rStyle w:val="Hyperlink"/>
            <w:noProof/>
            <w14:scene3d>
              <w14:camera w14:prst="orthographicFront"/>
              <w14:lightRig w14:rig="threePt" w14:dir="t">
                <w14:rot w14:lat="0" w14:lon="0" w14:rev="0"/>
              </w14:lightRig>
            </w14:scene3d>
          </w:rPr>
          <w:t>70.1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_Toc64888967 \h </w:instrText>
        </w:r>
        <w:r>
          <w:rPr>
            <w:noProof/>
            <w:webHidden/>
          </w:rPr>
        </w:r>
        <w:r>
          <w:rPr>
            <w:noProof/>
            <w:webHidden/>
          </w:rPr>
          <w:fldChar w:fldCharType="separate"/>
        </w:r>
        <w:r>
          <w:rPr>
            <w:noProof/>
            <w:webHidden/>
          </w:rPr>
          <w:t>100</w:t>
        </w:r>
        <w:r>
          <w:rPr>
            <w:noProof/>
            <w:webHidden/>
          </w:rPr>
          <w:fldChar w:fldCharType="end"/>
        </w:r>
      </w:hyperlink>
    </w:p>
    <w:p w14:paraId="480A7ABE" w14:textId="7DC6492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8" w:history="1">
        <w:r w:rsidRPr="001F0789">
          <w:rPr>
            <w:rStyle w:val="Hyperlink"/>
            <w:noProof/>
            <w14:scene3d>
              <w14:camera w14:prst="orthographicFront"/>
              <w14:lightRig w14:rig="threePt" w14:dir="t">
                <w14:rot w14:lat="0" w14:lon="0" w14:rev="0"/>
              </w14:lightRig>
            </w14:scene3d>
          </w:rPr>
          <w:t>70.2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_Toc64888968 \h </w:instrText>
        </w:r>
        <w:r>
          <w:rPr>
            <w:noProof/>
            <w:webHidden/>
          </w:rPr>
        </w:r>
        <w:r>
          <w:rPr>
            <w:noProof/>
            <w:webHidden/>
          </w:rPr>
          <w:fldChar w:fldCharType="separate"/>
        </w:r>
        <w:r>
          <w:rPr>
            <w:noProof/>
            <w:webHidden/>
          </w:rPr>
          <w:t>100</w:t>
        </w:r>
        <w:r>
          <w:rPr>
            <w:noProof/>
            <w:webHidden/>
          </w:rPr>
          <w:fldChar w:fldCharType="end"/>
        </w:r>
      </w:hyperlink>
    </w:p>
    <w:p w14:paraId="5513B5A5" w14:textId="70DEED0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69" w:history="1">
        <w:r w:rsidRPr="001F0789">
          <w:rPr>
            <w:rStyle w:val="Hyperlink"/>
            <w:noProof/>
            <w14:scene3d>
              <w14:camera w14:prst="orthographicFront"/>
              <w14:lightRig w14:rig="threePt" w14:dir="t">
                <w14:rot w14:lat="0" w14:lon="0" w14:rev="0"/>
              </w14:lightRig>
            </w14:scene3d>
          </w:rPr>
          <w:t>70.3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_Toc64888969 \h </w:instrText>
        </w:r>
        <w:r>
          <w:rPr>
            <w:noProof/>
            <w:webHidden/>
          </w:rPr>
        </w:r>
        <w:r>
          <w:rPr>
            <w:noProof/>
            <w:webHidden/>
          </w:rPr>
          <w:fldChar w:fldCharType="separate"/>
        </w:r>
        <w:r>
          <w:rPr>
            <w:noProof/>
            <w:webHidden/>
          </w:rPr>
          <w:t>100</w:t>
        </w:r>
        <w:r>
          <w:rPr>
            <w:noProof/>
            <w:webHidden/>
          </w:rPr>
          <w:fldChar w:fldCharType="end"/>
        </w:r>
      </w:hyperlink>
    </w:p>
    <w:p w14:paraId="702C66FC" w14:textId="59A5F1C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0" w:history="1">
        <w:r w:rsidRPr="001F0789">
          <w:rPr>
            <w:rStyle w:val="Hyperlink"/>
            <w:noProof/>
            <w14:scene3d>
              <w14:camera w14:prst="orthographicFront"/>
              <w14:lightRig w14:rig="threePt" w14:dir="t">
                <w14:rot w14:lat="0" w14:lon="0" w14:rev="0"/>
              </w14:lightRig>
            </w14:scene3d>
          </w:rPr>
          <w:t>70.4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_Toc64888970 \h </w:instrText>
        </w:r>
        <w:r>
          <w:rPr>
            <w:noProof/>
            <w:webHidden/>
          </w:rPr>
        </w:r>
        <w:r>
          <w:rPr>
            <w:noProof/>
            <w:webHidden/>
          </w:rPr>
          <w:fldChar w:fldCharType="separate"/>
        </w:r>
        <w:r>
          <w:rPr>
            <w:noProof/>
            <w:webHidden/>
          </w:rPr>
          <w:t>100</w:t>
        </w:r>
        <w:r>
          <w:rPr>
            <w:noProof/>
            <w:webHidden/>
          </w:rPr>
          <w:fldChar w:fldCharType="end"/>
        </w:r>
      </w:hyperlink>
    </w:p>
    <w:p w14:paraId="7277CEE6" w14:textId="75B6118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1" w:history="1">
        <w:r w:rsidRPr="001F0789">
          <w:rPr>
            <w:rStyle w:val="Hyperlink"/>
            <w:noProof/>
            <w14:scene3d>
              <w14:camera w14:prst="orthographicFront"/>
              <w14:lightRig w14:rig="threePt" w14:dir="t">
                <w14:rot w14:lat="0" w14:lon="0" w14:rev="0"/>
              </w14:lightRig>
            </w14:scene3d>
          </w:rPr>
          <w:t>70.5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_Toc64888971 \h </w:instrText>
        </w:r>
        <w:r>
          <w:rPr>
            <w:noProof/>
            <w:webHidden/>
          </w:rPr>
        </w:r>
        <w:r>
          <w:rPr>
            <w:noProof/>
            <w:webHidden/>
          </w:rPr>
          <w:fldChar w:fldCharType="separate"/>
        </w:r>
        <w:r>
          <w:rPr>
            <w:noProof/>
            <w:webHidden/>
          </w:rPr>
          <w:t>100</w:t>
        </w:r>
        <w:r>
          <w:rPr>
            <w:noProof/>
            <w:webHidden/>
          </w:rPr>
          <w:fldChar w:fldCharType="end"/>
        </w:r>
      </w:hyperlink>
    </w:p>
    <w:p w14:paraId="79494968" w14:textId="5AED5C7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2" w:history="1">
        <w:r w:rsidRPr="001F0789">
          <w:rPr>
            <w:rStyle w:val="Hyperlink"/>
            <w:noProof/>
            <w14:scene3d>
              <w14:camera w14:prst="orthographicFront"/>
              <w14:lightRig w14:rig="threePt" w14:dir="t">
                <w14:rot w14:lat="0" w14:lon="0" w14:rev="0"/>
              </w14:lightRig>
            </w14:scene3d>
          </w:rPr>
          <w:t>70.6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_Toc64888972 \h </w:instrText>
        </w:r>
        <w:r>
          <w:rPr>
            <w:noProof/>
            <w:webHidden/>
          </w:rPr>
        </w:r>
        <w:r>
          <w:rPr>
            <w:noProof/>
            <w:webHidden/>
          </w:rPr>
          <w:fldChar w:fldCharType="separate"/>
        </w:r>
        <w:r>
          <w:rPr>
            <w:noProof/>
            <w:webHidden/>
          </w:rPr>
          <w:t>100</w:t>
        </w:r>
        <w:r>
          <w:rPr>
            <w:noProof/>
            <w:webHidden/>
          </w:rPr>
          <w:fldChar w:fldCharType="end"/>
        </w:r>
      </w:hyperlink>
    </w:p>
    <w:p w14:paraId="0B9224BA" w14:textId="6DD58DF6"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73" w:history="1">
        <w:r w:rsidRPr="001F0789">
          <w:rPr>
            <w:rStyle w:val="Hyperlink"/>
            <w:noProof/>
          </w:rPr>
          <w:t>71</w:t>
        </w:r>
        <w:r>
          <w:rPr>
            <w:rFonts w:asciiTheme="minorHAnsi" w:eastAsiaTheme="minorEastAsia" w:hAnsiTheme="minorHAnsi" w:cstheme="minorBidi"/>
            <w:b w:val="0"/>
            <w:noProof/>
            <w:lang w:eastAsia="sl-SI"/>
          </w:rPr>
          <w:tab/>
        </w:r>
        <w:r w:rsidRPr="001F0789">
          <w:rPr>
            <w:rStyle w:val="Hyperlink"/>
            <w:noProof/>
          </w:rPr>
          <w:t>Neakontacijski način obracuna prijava v2</w:t>
        </w:r>
        <w:r>
          <w:rPr>
            <w:noProof/>
            <w:webHidden/>
          </w:rPr>
          <w:tab/>
        </w:r>
        <w:r>
          <w:rPr>
            <w:noProof/>
            <w:webHidden/>
          </w:rPr>
          <w:fldChar w:fldCharType="begin"/>
        </w:r>
        <w:r>
          <w:rPr>
            <w:noProof/>
            <w:webHidden/>
          </w:rPr>
          <w:instrText xml:space="preserve"> PAGEREF _Toc64888973 \h </w:instrText>
        </w:r>
        <w:r>
          <w:rPr>
            <w:noProof/>
            <w:webHidden/>
          </w:rPr>
        </w:r>
        <w:r>
          <w:rPr>
            <w:noProof/>
            <w:webHidden/>
          </w:rPr>
          <w:fldChar w:fldCharType="separate"/>
        </w:r>
        <w:r>
          <w:rPr>
            <w:noProof/>
            <w:webHidden/>
          </w:rPr>
          <w:t>101</w:t>
        </w:r>
        <w:r>
          <w:rPr>
            <w:noProof/>
            <w:webHidden/>
          </w:rPr>
          <w:fldChar w:fldCharType="end"/>
        </w:r>
      </w:hyperlink>
    </w:p>
    <w:p w14:paraId="0097B67C" w14:textId="0B5206E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4" w:history="1">
        <w:r w:rsidRPr="001F0789">
          <w:rPr>
            <w:rStyle w:val="Hyperlink"/>
            <w:noProof/>
            <w14:scene3d>
              <w14:camera w14:prst="orthographicFront"/>
              <w14:lightRig w14:rig="threePt" w14:dir="t">
                <w14:rot w14:lat="0" w14:lon="0" w14:rev="0"/>
              </w14:lightRig>
            </w14:scene3d>
          </w:rPr>
          <w:t>71.1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_Toc64888974 \h </w:instrText>
        </w:r>
        <w:r>
          <w:rPr>
            <w:noProof/>
            <w:webHidden/>
          </w:rPr>
        </w:r>
        <w:r>
          <w:rPr>
            <w:noProof/>
            <w:webHidden/>
          </w:rPr>
          <w:fldChar w:fldCharType="separate"/>
        </w:r>
        <w:r>
          <w:rPr>
            <w:noProof/>
            <w:webHidden/>
          </w:rPr>
          <w:t>101</w:t>
        </w:r>
        <w:r>
          <w:rPr>
            <w:noProof/>
            <w:webHidden/>
          </w:rPr>
          <w:fldChar w:fldCharType="end"/>
        </w:r>
      </w:hyperlink>
    </w:p>
    <w:p w14:paraId="57406E64" w14:textId="794D3CE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5" w:history="1">
        <w:r w:rsidRPr="001F0789">
          <w:rPr>
            <w:rStyle w:val="Hyperlink"/>
            <w:noProof/>
            <w14:scene3d>
              <w14:camera w14:prst="orthographicFront"/>
              <w14:lightRig w14:rig="threePt" w14:dir="t">
                <w14:rot w14:lat="0" w14:lon="0" w14:rev="0"/>
              </w14:lightRig>
            </w14:scene3d>
          </w:rPr>
          <w:t>71.2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_Toc64888975 \h </w:instrText>
        </w:r>
        <w:r>
          <w:rPr>
            <w:noProof/>
            <w:webHidden/>
          </w:rPr>
        </w:r>
        <w:r>
          <w:rPr>
            <w:noProof/>
            <w:webHidden/>
          </w:rPr>
          <w:fldChar w:fldCharType="separate"/>
        </w:r>
        <w:r>
          <w:rPr>
            <w:noProof/>
            <w:webHidden/>
          </w:rPr>
          <w:t>101</w:t>
        </w:r>
        <w:r>
          <w:rPr>
            <w:noProof/>
            <w:webHidden/>
          </w:rPr>
          <w:fldChar w:fldCharType="end"/>
        </w:r>
      </w:hyperlink>
    </w:p>
    <w:p w14:paraId="5DD7C6C6" w14:textId="37CE2C4D"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6" w:history="1">
        <w:r w:rsidRPr="001F0789">
          <w:rPr>
            <w:rStyle w:val="Hyperlink"/>
            <w:noProof/>
            <w14:scene3d>
              <w14:camera w14:prst="orthographicFront"/>
              <w14:lightRig w14:rig="threePt" w14:dir="t">
                <w14:rot w14:lat="0" w14:lon="0" w14:rev="0"/>
              </w14:lightRig>
            </w14:scene3d>
          </w:rPr>
          <w:t>71.3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_Toc64888976 \h </w:instrText>
        </w:r>
        <w:r>
          <w:rPr>
            <w:noProof/>
            <w:webHidden/>
          </w:rPr>
        </w:r>
        <w:r>
          <w:rPr>
            <w:noProof/>
            <w:webHidden/>
          </w:rPr>
          <w:fldChar w:fldCharType="separate"/>
        </w:r>
        <w:r>
          <w:rPr>
            <w:noProof/>
            <w:webHidden/>
          </w:rPr>
          <w:t>101</w:t>
        </w:r>
        <w:r>
          <w:rPr>
            <w:noProof/>
            <w:webHidden/>
          </w:rPr>
          <w:fldChar w:fldCharType="end"/>
        </w:r>
      </w:hyperlink>
    </w:p>
    <w:p w14:paraId="39F17412" w14:textId="4CB5BE8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7" w:history="1">
        <w:r w:rsidRPr="001F0789">
          <w:rPr>
            <w:rStyle w:val="Hyperlink"/>
            <w:noProof/>
            <w14:scene3d>
              <w14:camera w14:prst="orthographicFront"/>
              <w14:lightRig w14:rig="threePt" w14:dir="t">
                <w14:rot w14:lat="0" w14:lon="0" w14:rev="0"/>
              </w14:lightRig>
            </w14:scene3d>
          </w:rPr>
          <w:t>71.4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_Toc64888977 \h </w:instrText>
        </w:r>
        <w:r>
          <w:rPr>
            <w:noProof/>
            <w:webHidden/>
          </w:rPr>
        </w:r>
        <w:r>
          <w:rPr>
            <w:noProof/>
            <w:webHidden/>
          </w:rPr>
          <w:fldChar w:fldCharType="separate"/>
        </w:r>
        <w:r>
          <w:rPr>
            <w:noProof/>
            <w:webHidden/>
          </w:rPr>
          <w:t>101</w:t>
        </w:r>
        <w:r>
          <w:rPr>
            <w:noProof/>
            <w:webHidden/>
          </w:rPr>
          <w:fldChar w:fldCharType="end"/>
        </w:r>
      </w:hyperlink>
    </w:p>
    <w:p w14:paraId="7EFE9DB8" w14:textId="6FEEB0B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8" w:history="1">
        <w:r w:rsidRPr="001F0789">
          <w:rPr>
            <w:rStyle w:val="Hyperlink"/>
            <w:noProof/>
            <w14:scene3d>
              <w14:camera w14:prst="orthographicFront"/>
              <w14:lightRig w14:rig="threePt" w14:dir="t">
                <w14:rot w14:lat="0" w14:lon="0" w14:rev="0"/>
              </w14:lightRig>
            </w14:scene3d>
          </w:rPr>
          <w:t>71.5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_Toc64888978 \h </w:instrText>
        </w:r>
        <w:r>
          <w:rPr>
            <w:noProof/>
            <w:webHidden/>
          </w:rPr>
        </w:r>
        <w:r>
          <w:rPr>
            <w:noProof/>
            <w:webHidden/>
          </w:rPr>
          <w:fldChar w:fldCharType="separate"/>
        </w:r>
        <w:r>
          <w:rPr>
            <w:noProof/>
            <w:webHidden/>
          </w:rPr>
          <w:t>101</w:t>
        </w:r>
        <w:r>
          <w:rPr>
            <w:noProof/>
            <w:webHidden/>
          </w:rPr>
          <w:fldChar w:fldCharType="end"/>
        </w:r>
      </w:hyperlink>
    </w:p>
    <w:p w14:paraId="08F58B1E" w14:textId="61062C1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79" w:history="1">
        <w:r w:rsidRPr="001F0789">
          <w:rPr>
            <w:rStyle w:val="Hyperlink"/>
            <w:noProof/>
            <w14:scene3d>
              <w14:camera w14:prst="orthographicFront"/>
              <w14:lightRig w14:rig="threePt" w14:dir="t">
                <w14:rot w14:lat="0" w14:lon="0" w14:rev="0"/>
              </w14:lightRig>
            </w14:scene3d>
          </w:rPr>
          <w:t>71.6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_Toc64888979 \h </w:instrText>
        </w:r>
        <w:r>
          <w:rPr>
            <w:noProof/>
            <w:webHidden/>
          </w:rPr>
        </w:r>
        <w:r>
          <w:rPr>
            <w:noProof/>
            <w:webHidden/>
          </w:rPr>
          <w:fldChar w:fldCharType="separate"/>
        </w:r>
        <w:r>
          <w:rPr>
            <w:noProof/>
            <w:webHidden/>
          </w:rPr>
          <w:t>101</w:t>
        </w:r>
        <w:r>
          <w:rPr>
            <w:noProof/>
            <w:webHidden/>
          </w:rPr>
          <w:fldChar w:fldCharType="end"/>
        </w:r>
      </w:hyperlink>
    </w:p>
    <w:p w14:paraId="4EE6A755" w14:textId="565CC507"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80" w:history="1">
        <w:r w:rsidRPr="001F0789">
          <w:rPr>
            <w:rStyle w:val="Hyperlink"/>
            <w:noProof/>
          </w:rPr>
          <w:t>72</w:t>
        </w:r>
        <w:r>
          <w:rPr>
            <w:rFonts w:asciiTheme="minorHAnsi" w:eastAsiaTheme="minorEastAsia" w:hAnsiTheme="minorHAnsi" w:cstheme="minorBidi"/>
            <w:b w:val="0"/>
            <w:noProof/>
            <w:lang w:eastAsia="sl-SI"/>
          </w:rPr>
          <w:tab/>
        </w:r>
        <w:r w:rsidRPr="001F0789">
          <w:rPr>
            <w:rStyle w:val="Hyperlink"/>
            <w:noProof/>
          </w:rPr>
          <w:t>Neakontacijski način obracuna vrni</w:t>
        </w:r>
        <w:r>
          <w:rPr>
            <w:noProof/>
            <w:webHidden/>
          </w:rPr>
          <w:tab/>
        </w:r>
        <w:r>
          <w:rPr>
            <w:noProof/>
            <w:webHidden/>
          </w:rPr>
          <w:fldChar w:fldCharType="begin"/>
        </w:r>
        <w:r>
          <w:rPr>
            <w:noProof/>
            <w:webHidden/>
          </w:rPr>
          <w:instrText xml:space="preserve"> PAGEREF _Toc64888980 \h </w:instrText>
        </w:r>
        <w:r>
          <w:rPr>
            <w:noProof/>
            <w:webHidden/>
          </w:rPr>
        </w:r>
        <w:r>
          <w:rPr>
            <w:noProof/>
            <w:webHidden/>
          </w:rPr>
          <w:fldChar w:fldCharType="separate"/>
        </w:r>
        <w:r>
          <w:rPr>
            <w:noProof/>
            <w:webHidden/>
          </w:rPr>
          <w:t>102</w:t>
        </w:r>
        <w:r>
          <w:rPr>
            <w:noProof/>
            <w:webHidden/>
          </w:rPr>
          <w:fldChar w:fldCharType="end"/>
        </w:r>
      </w:hyperlink>
    </w:p>
    <w:p w14:paraId="01AE52E1" w14:textId="0742140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1" w:history="1">
        <w:r w:rsidRPr="001F0789">
          <w:rPr>
            <w:rStyle w:val="Hyperlink"/>
            <w:noProof/>
            <w14:scene3d>
              <w14:camera w14:prst="orthographicFront"/>
              <w14:lightRig w14:rig="threePt" w14:dir="t">
                <w14:rot w14:lat="0" w14:lon="0" w14:rev="0"/>
              </w14:lightRig>
            </w14:scene3d>
          </w:rPr>
          <w:t>72.1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_Toc64888981 \h </w:instrText>
        </w:r>
        <w:r>
          <w:rPr>
            <w:noProof/>
            <w:webHidden/>
          </w:rPr>
        </w:r>
        <w:r>
          <w:rPr>
            <w:noProof/>
            <w:webHidden/>
          </w:rPr>
          <w:fldChar w:fldCharType="separate"/>
        </w:r>
        <w:r>
          <w:rPr>
            <w:noProof/>
            <w:webHidden/>
          </w:rPr>
          <w:t>102</w:t>
        </w:r>
        <w:r>
          <w:rPr>
            <w:noProof/>
            <w:webHidden/>
          </w:rPr>
          <w:fldChar w:fldCharType="end"/>
        </w:r>
      </w:hyperlink>
    </w:p>
    <w:p w14:paraId="17AE43E7" w14:textId="4451185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2" w:history="1">
        <w:r w:rsidRPr="001F0789">
          <w:rPr>
            <w:rStyle w:val="Hyperlink"/>
            <w:noProof/>
            <w14:scene3d>
              <w14:camera w14:prst="orthographicFront"/>
              <w14:lightRig w14:rig="threePt" w14:dir="t">
                <w14:rot w14:lat="0" w14:lon="0" w14:rev="0"/>
              </w14:lightRig>
            </w14:scene3d>
          </w:rPr>
          <w:t>72.2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_Toc64888982 \h </w:instrText>
        </w:r>
        <w:r>
          <w:rPr>
            <w:noProof/>
            <w:webHidden/>
          </w:rPr>
        </w:r>
        <w:r>
          <w:rPr>
            <w:noProof/>
            <w:webHidden/>
          </w:rPr>
          <w:fldChar w:fldCharType="separate"/>
        </w:r>
        <w:r>
          <w:rPr>
            <w:noProof/>
            <w:webHidden/>
          </w:rPr>
          <w:t>102</w:t>
        </w:r>
        <w:r>
          <w:rPr>
            <w:noProof/>
            <w:webHidden/>
          </w:rPr>
          <w:fldChar w:fldCharType="end"/>
        </w:r>
      </w:hyperlink>
    </w:p>
    <w:p w14:paraId="136FB74F" w14:textId="7C09BCA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3" w:history="1">
        <w:r w:rsidRPr="001F0789">
          <w:rPr>
            <w:rStyle w:val="Hyperlink"/>
            <w:noProof/>
            <w14:scene3d>
              <w14:camera w14:prst="orthographicFront"/>
              <w14:lightRig w14:rig="threePt" w14:dir="t">
                <w14:rot w14:lat="0" w14:lon="0" w14:rev="0"/>
              </w14:lightRig>
            </w14:scene3d>
          </w:rPr>
          <w:t>72.3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_Toc64888983 \h </w:instrText>
        </w:r>
        <w:r>
          <w:rPr>
            <w:noProof/>
            <w:webHidden/>
          </w:rPr>
        </w:r>
        <w:r>
          <w:rPr>
            <w:noProof/>
            <w:webHidden/>
          </w:rPr>
          <w:fldChar w:fldCharType="separate"/>
        </w:r>
        <w:r>
          <w:rPr>
            <w:noProof/>
            <w:webHidden/>
          </w:rPr>
          <w:t>102</w:t>
        </w:r>
        <w:r>
          <w:rPr>
            <w:noProof/>
            <w:webHidden/>
          </w:rPr>
          <w:fldChar w:fldCharType="end"/>
        </w:r>
      </w:hyperlink>
    </w:p>
    <w:p w14:paraId="3FD819A1" w14:textId="7C9580CA"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4" w:history="1">
        <w:r w:rsidRPr="001F0789">
          <w:rPr>
            <w:rStyle w:val="Hyperlink"/>
            <w:noProof/>
            <w14:scene3d>
              <w14:camera w14:prst="orthographicFront"/>
              <w14:lightRig w14:rig="threePt" w14:dir="t">
                <w14:rot w14:lat="0" w14:lon="0" w14:rev="0"/>
              </w14:lightRig>
            </w14:scene3d>
          </w:rPr>
          <w:t>72.4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_Toc64888984 \h </w:instrText>
        </w:r>
        <w:r>
          <w:rPr>
            <w:noProof/>
            <w:webHidden/>
          </w:rPr>
        </w:r>
        <w:r>
          <w:rPr>
            <w:noProof/>
            <w:webHidden/>
          </w:rPr>
          <w:fldChar w:fldCharType="separate"/>
        </w:r>
        <w:r>
          <w:rPr>
            <w:noProof/>
            <w:webHidden/>
          </w:rPr>
          <w:t>102</w:t>
        </w:r>
        <w:r>
          <w:rPr>
            <w:noProof/>
            <w:webHidden/>
          </w:rPr>
          <w:fldChar w:fldCharType="end"/>
        </w:r>
      </w:hyperlink>
    </w:p>
    <w:p w14:paraId="605C1DB6" w14:textId="5C4A650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5" w:history="1">
        <w:r w:rsidRPr="001F0789">
          <w:rPr>
            <w:rStyle w:val="Hyperlink"/>
            <w:noProof/>
            <w14:scene3d>
              <w14:camera w14:prst="orthographicFront"/>
              <w14:lightRig w14:rig="threePt" w14:dir="t">
                <w14:rot w14:lat="0" w14:lon="0" w14:rev="0"/>
              </w14:lightRig>
            </w14:scene3d>
          </w:rPr>
          <w:t>72.5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_Toc64888985 \h </w:instrText>
        </w:r>
        <w:r>
          <w:rPr>
            <w:noProof/>
            <w:webHidden/>
          </w:rPr>
        </w:r>
        <w:r>
          <w:rPr>
            <w:noProof/>
            <w:webHidden/>
          </w:rPr>
          <w:fldChar w:fldCharType="separate"/>
        </w:r>
        <w:r>
          <w:rPr>
            <w:noProof/>
            <w:webHidden/>
          </w:rPr>
          <w:t>102</w:t>
        </w:r>
        <w:r>
          <w:rPr>
            <w:noProof/>
            <w:webHidden/>
          </w:rPr>
          <w:fldChar w:fldCharType="end"/>
        </w:r>
      </w:hyperlink>
    </w:p>
    <w:p w14:paraId="48ECC25B" w14:textId="29C57F5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6" w:history="1">
        <w:r w:rsidRPr="001F0789">
          <w:rPr>
            <w:rStyle w:val="Hyperlink"/>
            <w:noProof/>
            <w14:scene3d>
              <w14:camera w14:prst="orthographicFront"/>
              <w14:lightRig w14:rig="threePt" w14:dir="t">
                <w14:rot w14:lat="0" w14:lon="0" w14:rev="0"/>
              </w14:lightRig>
            </w14:scene3d>
          </w:rPr>
          <w:t>72.6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_Toc64888986 \h </w:instrText>
        </w:r>
        <w:r>
          <w:rPr>
            <w:noProof/>
            <w:webHidden/>
          </w:rPr>
        </w:r>
        <w:r>
          <w:rPr>
            <w:noProof/>
            <w:webHidden/>
          </w:rPr>
          <w:fldChar w:fldCharType="separate"/>
        </w:r>
        <w:r>
          <w:rPr>
            <w:noProof/>
            <w:webHidden/>
          </w:rPr>
          <w:t>102</w:t>
        </w:r>
        <w:r>
          <w:rPr>
            <w:noProof/>
            <w:webHidden/>
          </w:rPr>
          <w:fldChar w:fldCharType="end"/>
        </w:r>
      </w:hyperlink>
    </w:p>
    <w:p w14:paraId="3DE904D6" w14:textId="7D412E4A"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87" w:history="1">
        <w:r w:rsidRPr="001F0789">
          <w:rPr>
            <w:rStyle w:val="Hyperlink"/>
            <w:noProof/>
          </w:rPr>
          <w:t>73</w:t>
        </w:r>
        <w:r>
          <w:rPr>
            <w:rFonts w:asciiTheme="minorHAnsi" w:eastAsiaTheme="minorEastAsia" w:hAnsiTheme="minorHAnsi" w:cstheme="minorBidi"/>
            <w:b w:val="0"/>
            <w:noProof/>
            <w:lang w:eastAsia="sl-SI"/>
          </w:rPr>
          <w:tab/>
        </w:r>
        <w:r w:rsidRPr="001F0789">
          <w:rPr>
            <w:rStyle w:val="Hyperlink"/>
            <w:noProof/>
          </w:rPr>
          <w:t>Neakontacijski način obracuna vrni v2</w:t>
        </w:r>
        <w:r>
          <w:rPr>
            <w:noProof/>
            <w:webHidden/>
          </w:rPr>
          <w:tab/>
        </w:r>
        <w:r>
          <w:rPr>
            <w:noProof/>
            <w:webHidden/>
          </w:rPr>
          <w:fldChar w:fldCharType="begin"/>
        </w:r>
        <w:r>
          <w:rPr>
            <w:noProof/>
            <w:webHidden/>
          </w:rPr>
          <w:instrText xml:space="preserve"> PAGEREF _Toc64888987 \h </w:instrText>
        </w:r>
        <w:r>
          <w:rPr>
            <w:noProof/>
            <w:webHidden/>
          </w:rPr>
        </w:r>
        <w:r>
          <w:rPr>
            <w:noProof/>
            <w:webHidden/>
          </w:rPr>
          <w:fldChar w:fldCharType="separate"/>
        </w:r>
        <w:r>
          <w:rPr>
            <w:noProof/>
            <w:webHidden/>
          </w:rPr>
          <w:t>103</w:t>
        </w:r>
        <w:r>
          <w:rPr>
            <w:noProof/>
            <w:webHidden/>
          </w:rPr>
          <w:fldChar w:fldCharType="end"/>
        </w:r>
      </w:hyperlink>
    </w:p>
    <w:p w14:paraId="2F6B4F2C" w14:textId="2620A09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8" w:history="1">
        <w:r w:rsidRPr="001F0789">
          <w:rPr>
            <w:rStyle w:val="Hyperlink"/>
            <w:noProof/>
            <w14:scene3d>
              <w14:camera w14:prst="orthographicFront"/>
              <w14:lightRig w14:rig="threePt" w14:dir="t">
                <w14:rot w14:lat="0" w14:lon="0" w14:rev="0"/>
              </w14:lightRig>
            </w14:scene3d>
          </w:rPr>
          <w:t>73.1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_Toc64888988 \h </w:instrText>
        </w:r>
        <w:r>
          <w:rPr>
            <w:noProof/>
            <w:webHidden/>
          </w:rPr>
        </w:r>
        <w:r>
          <w:rPr>
            <w:noProof/>
            <w:webHidden/>
          </w:rPr>
          <w:fldChar w:fldCharType="separate"/>
        </w:r>
        <w:r>
          <w:rPr>
            <w:noProof/>
            <w:webHidden/>
          </w:rPr>
          <w:t>103</w:t>
        </w:r>
        <w:r>
          <w:rPr>
            <w:noProof/>
            <w:webHidden/>
          </w:rPr>
          <w:fldChar w:fldCharType="end"/>
        </w:r>
      </w:hyperlink>
    </w:p>
    <w:p w14:paraId="42C92520" w14:textId="39AFF9E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89" w:history="1">
        <w:r w:rsidRPr="001F0789">
          <w:rPr>
            <w:rStyle w:val="Hyperlink"/>
            <w:noProof/>
            <w14:scene3d>
              <w14:camera w14:prst="orthographicFront"/>
              <w14:lightRig w14:rig="threePt" w14:dir="t">
                <w14:rot w14:lat="0" w14:lon="0" w14:rev="0"/>
              </w14:lightRig>
            </w14:scene3d>
          </w:rPr>
          <w:t>73.2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_Toc64888989 \h </w:instrText>
        </w:r>
        <w:r>
          <w:rPr>
            <w:noProof/>
            <w:webHidden/>
          </w:rPr>
        </w:r>
        <w:r>
          <w:rPr>
            <w:noProof/>
            <w:webHidden/>
          </w:rPr>
          <w:fldChar w:fldCharType="separate"/>
        </w:r>
        <w:r>
          <w:rPr>
            <w:noProof/>
            <w:webHidden/>
          </w:rPr>
          <w:t>103</w:t>
        </w:r>
        <w:r>
          <w:rPr>
            <w:noProof/>
            <w:webHidden/>
          </w:rPr>
          <w:fldChar w:fldCharType="end"/>
        </w:r>
      </w:hyperlink>
    </w:p>
    <w:p w14:paraId="39A203CF" w14:textId="62589BC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0" w:history="1">
        <w:r w:rsidRPr="001F0789">
          <w:rPr>
            <w:rStyle w:val="Hyperlink"/>
            <w:noProof/>
            <w14:scene3d>
              <w14:camera w14:prst="orthographicFront"/>
              <w14:lightRig w14:rig="threePt" w14:dir="t">
                <w14:rot w14:lat="0" w14:lon="0" w14:rev="0"/>
              </w14:lightRig>
            </w14:scene3d>
          </w:rPr>
          <w:t>73.3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_Toc64888990 \h </w:instrText>
        </w:r>
        <w:r>
          <w:rPr>
            <w:noProof/>
            <w:webHidden/>
          </w:rPr>
        </w:r>
        <w:r>
          <w:rPr>
            <w:noProof/>
            <w:webHidden/>
          </w:rPr>
          <w:fldChar w:fldCharType="separate"/>
        </w:r>
        <w:r>
          <w:rPr>
            <w:noProof/>
            <w:webHidden/>
          </w:rPr>
          <w:t>103</w:t>
        </w:r>
        <w:r>
          <w:rPr>
            <w:noProof/>
            <w:webHidden/>
          </w:rPr>
          <w:fldChar w:fldCharType="end"/>
        </w:r>
      </w:hyperlink>
    </w:p>
    <w:p w14:paraId="1778E51B" w14:textId="6FCC9EB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1" w:history="1">
        <w:r w:rsidRPr="001F0789">
          <w:rPr>
            <w:rStyle w:val="Hyperlink"/>
            <w:noProof/>
            <w14:scene3d>
              <w14:camera w14:prst="orthographicFront"/>
              <w14:lightRig w14:rig="threePt" w14:dir="t">
                <w14:rot w14:lat="0" w14:lon="0" w14:rev="0"/>
              </w14:lightRig>
            </w14:scene3d>
          </w:rPr>
          <w:t>73.4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_Toc64888991 \h </w:instrText>
        </w:r>
        <w:r>
          <w:rPr>
            <w:noProof/>
            <w:webHidden/>
          </w:rPr>
        </w:r>
        <w:r>
          <w:rPr>
            <w:noProof/>
            <w:webHidden/>
          </w:rPr>
          <w:fldChar w:fldCharType="separate"/>
        </w:r>
        <w:r>
          <w:rPr>
            <w:noProof/>
            <w:webHidden/>
          </w:rPr>
          <w:t>103</w:t>
        </w:r>
        <w:r>
          <w:rPr>
            <w:noProof/>
            <w:webHidden/>
          </w:rPr>
          <w:fldChar w:fldCharType="end"/>
        </w:r>
      </w:hyperlink>
    </w:p>
    <w:p w14:paraId="13FA0C89" w14:textId="4C43F4A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2" w:history="1">
        <w:r w:rsidRPr="001F0789">
          <w:rPr>
            <w:rStyle w:val="Hyperlink"/>
            <w:noProof/>
            <w14:scene3d>
              <w14:camera w14:prst="orthographicFront"/>
              <w14:lightRig w14:rig="threePt" w14:dir="t">
                <w14:rot w14:lat="0" w14:lon="0" w14:rev="0"/>
              </w14:lightRig>
            </w14:scene3d>
          </w:rPr>
          <w:t>73.5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_Toc64888992 \h </w:instrText>
        </w:r>
        <w:r>
          <w:rPr>
            <w:noProof/>
            <w:webHidden/>
          </w:rPr>
        </w:r>
        <w:r>
          <w:rPr>
            <w:noProof/>
            <w:webHidden/>
          </w:rPr>
          <w:fldChar w:fldCharType="separate"/>
        </w:r>
        <w:r>
          <w:rPr>
            <w:noProof/>
            <w:webHidden/>
          </w:rPr>
          <w:t>103</w:t>
        </w:r>
        <w:r>
          <w:rPr>
            <w:noProof/>
            <w:webHidden/>
          </w:rPr>
          <w:fldChar w:fldCharType="end"/>
        </w:r>
      </w:hyperlink>
    </w:p>
    <w:p w14:paraId="7ABFA16F" w14:textId="44F9422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3" w:history="1">
        <w:r w:rsidRPr="001F0789">
          <w:rPr>
            <w:rStyle w:val="Hyperlink"/>
            <w:noProof/>
            <w14:scene3d>
              <w14:camera w14:prst="orthographicFront"/>
              <w14:lightRig w14:rig="threePt" w14:dir="t">
                <w14:rot w14:lat="0" w14:lon="0" w14:rev="0"/>
              </w14:lightRig>
            </w14:scene3d>
          </w:rPr>
          <w:t>73.6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_Toc64888993 \h </w:instrText>
        </w:r>
        <w:r>
          <w:rPr>
            <w:noProof/>
            <w:webHidden/>
          </w:rPr>
        </w:r>
        <w:r>
          <w:rPr>
            <w:noProof/>
            <w:webHidden/>
          </w:rPr>
          <w:fldChar w:fldCharType="separate"/>
        </w:r>
        <w:r>
          <w:rPr>
            <w:noProof/>
            <w:webHidden/>
          </w:rPr>
          <w:t>103</w:t>
        </w:r>
        <w:r>
          <w:rPr>
            <w:noProof/>
            <w:webHidden/>
          </w:rPr>
          <w:fldChar w:fldCharType="end"/>
        </w:r>
      </w:hyperlink>
    </w:p>
    <w:p w14:paraId="24A10BF9" w14:textId="744E83F4"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8994" w:history="1">
        <w:r w:rsidRPr="001F0789">
          <w:rPr>
            <w:rStyle w:val="Hyperlink"/>
            <w:noProof/>
          </w:rPr>
          <w:t>74</w:t>
        </w:r>
        <w:r>
          <w:rPr>
            <w:rFonts w:asciiTheme="minorHAnsi" w:eastAsiaTheme="minorEastAsia" w:hAnsiTheme="minorHAnsi" w:cstheme="minorBidi"/>
            <w:b w:val="0"/>
            <w:noProof/>
            <w:lang w:eastAsia="sl-SI"/>
          </w:rPr>
          <w:tab/>
        </w:r>
        <w:r w:rsidRPr="001F0789">
          <w:rPr>
            <w:rStyle w:val="Hyperlink"/>
            <w:noProof/>
          </w:rPr>
          <w:t>Najdi količine</w:t>
        </w:r>
        <w:r>
          <w:rPr>
            <w:noProof/>
            <w:webHidden/>
          </w:rPr>
          <w:tab/>
        </w:r>
        <w:r>
          <w:rPr>
            <w:noProof/>
            <w:webHidden/>
          </w:rPr>
          <w:fldChar w:fldCharType="begin"/>
        </w:r>
        <w:r>
          <w:rPr>
            <w:noProof/>
            <w:webHidden/>
          </w:rPr>
          <w:instrText xml:space="preserve"> PAGEREF _Toc64888994 \h </w:instrText>
        </w:r>
        <w:r>
          <w:rPr>
            <w:noProof/>
            <w:webHidden/>
          </w:rPr>
        </w:r>
        <w:r>
          <w:rPr>
            <w:noProof/>
            <w:webHidden/>
          </w:rPr>
          <w:fldChar w:fldCharType="separate"/>
        </w:r>
        <w:r>
          <w:rPr>
            <w:noProof/>
            <w:webHidden/>
          </w:rPr>
          <w:t>104</w:t>
        </w:r>
        <w:r>
          <w:rPr>
            <w:noProof/>
            <w:webHidden/>
          </w:rPr>
          <w:fldChar w:fldCharType="end"/>
        </w:r>
      </w:hyperlink>
    </w:p>
    <w:p w14:paraId="5155119E" w14:textId="6903AB2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5" w:history="1">
        <w:r w:rsidRPr="001F0789">
          <w:rPr>
            <w:rStyle w:val="Hyperlink"/>
            <w:noProof/>
            <w14:scene3d>
              <w14:camera w14:prst="orthographicFront"/>
              <w14:lightRig w14:rig="threePt" w14:dir="t">
                <w14:rot w14:lat="0" w14:lon="0" w14:rev="0"/>
              </w14:lightRig>
            </w14:scene3d>
          </w:rPr>
          <w:t>74.1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_Toc64888995 \h </w:instrText>
        </w:r>
        <w:r>
          <w:rPr>
            <w:noProof/>
            <w:webHidden/>
          </w:rPr>
        </w:r>
        <w:r>
          <w:rPr>
            <w:noProof/>
            <w:webHidden/>
          </w:rPr>
          <w:fldChar w:fldCharType="separate"/>
        </w:r>
        <w:r>
          <w:rPr>
            <w:noProof/>
            <w:webHidden/>
          </w:rPr>
          <w:t>104</w:t>
        </w:r>
        <w:r>
          <w:rPr>
            <w:noProof/>
            <w:webHidden/>
          </w:rPr>
          <w:fldChar w:fldCharType="end"/>
        </w:r>
      </w:hyperlink>
    </w:p>
    <w:p w14:paraId="4791C326" w14:textId="10DABEE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6" w:history="1">
        <w:r w:rsidRPr="001F0789">
          <w:rPr>
            <w:rStyle w:val="Hyperlink"/>
            <w:noProof/>
            <w14:scene3d>
              <w14:camera w14:prst="orthographicFront"/>
              <w14:lightRig w14:rig="threePt" w14:dir="t">
                <w14:rot w14:lat="0" w14:lon="0" w14:rev="0"/>
              </w14:lightRig>
            </w14:scene3d>
          </w:rPr>
          <w:t>74.2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_Toc64888996 \h </w:instrText>
        </w:r>
        <w:r>
          <w:rPr>
            <w:noProof/>
            <w:webHidden/>
          </w:rPr>
        </w:r>
        <w:r>
          <w:rPr>
            <w:noProof/>
            <w:webHidden/>
          </w:rPr>
          <w:fldChar w:fldCharType="separate"/>
        </w:r>
        <w:r>
          <w:rPr>
            <w:noProof/>
            <w:webHidden/>
          </w:rPr>
          <w:t>104</w:t>
        </w:r>
        <w:r>
          <w:rPr>
            <w:noProof/>
            <w:webHidden/>
          </w:rPr>
          <w:fldChar w:fldCharType="end"/>
        </w:r>
      </w:hyperlink>
    </w:p>
    <w:p w14:paraId="3DF86019" w14:textId="475671B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7" w:history="1">
        <w:r w:rsidRPr="001F0789">
          <w:rPr>
            <w:rStyle w:val="Hyperlink"/>
            <w:noProof/>
            <w14:scene3d>
              <w14:camera w14:prst="orthographicFront"/>
              <w14:lightRig w14:rig="threePt" w14:dir="t">
                <w14:rot w14:lat="0" w14:lon="0" w14:rev="0"/>
              </w14:lightRig>
            </w14:scene3d>
          </w:rPr>
          <w:t>74.3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_Toc64888997 \h </w:instrText>
        </w:r>
        <w:r>
          <w:rPr>
            <w:noProof/>
            <w:webHidden/>
          </w:rPr>
        </w:r>
        <w:r>
          <w:rPr>
            <w:noProof/>
            <w:webHidden/>
          </w:rPr>
          <w:fldChar w:fldCharType="separate"/>
        </w:r>
        <w:r>
          <w:rPr>
            <w:noProof/>
            <w:webHidden/>
          </w:rPr>
          <w:t>104</w:t>
        </w:r>
        <w:r>
          <w:rPr>
            <w:noProof/>
            <w:webHidden/>
          </w:rPr>
          <w:fldChar w:fldCharType="end"/>
        </w:r>
      </w:hyperlink>
    </w:p>
    <w:p w14:paraId="7C8B6A02" w14:textId="446F81A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8" w:history="1">
        <w:r w:rsidRPr="001F0789">
          <w:rPr>
            <w:rStyle w:val="Hyperlink"/>
            <w:noProof/>
            <w14:scene3d>
              <w14:camera w14:prst="orthographicFront"/>
              <w14:lightRig w14:rig="threePt" w14:dir="t">
                <w14:rot w14:lat="0" w14:lon="0" w14:rev="0"/>
              </w14:lightRig>
            </w14:scene3d>
          </w:rPr>
          <w:t>74.4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_Toc64888998 \h </w:instrText>
        </w:r>
        <w:r>
          <w:rPr>
            <w:noProof/>
            <w:webHidden/>
          </w:rPr>
        </w:r>
        <w:r>
          <w:rPr>
            <w:noProof/>
            <w:webHidden/>
          </w:rPr>
          <w:fldChar w:fldCharType="separate"/>
        </w:r>
        <w:r>
          <w:rPr>
            <w:noProof/>
            <w:webHidden/>
          </w:rPr>
          <w:t>104</w:t>
        </w:r>
        <w:r>
          <w:rPr>
            <w:noProof/>
            <w:webHidden/>
          </w:rPr>
          <w:fldChar w:fldCharType="end"/>
        </w:r>
      </w:hyperlink>
    </w:p>
    <w:p w14:paraId="0B6EC125" w14:textId="7AD76AC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8999" w:history="1">
        <w:r w:rsidRPr="001F0789">
          <w:rPr>
            <w:rStyle w:val="Hyperlink"/>
            <w:noProof/>
            <w14:scene3d>
              <w14:camera w14:prst="orthographicFront"/>
              <w14:lightRig w14:rig="threePt" w14:dir="t">
                <w14:rot w14:lat="0" w14:lon="0" w14:rev="0"/>
              </w14:lightRig>
            </w14:scene3d>
          </w:rPr>
          <w:t>74.5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_Toc64888999 \h </w:instrText>
        </w:r>
        <w:r>
          <w:rPr>
            <w:noProof/>
            <w:webHidden/>
          </w:rPr>
        </w:r>
        <w:r>
          <w:rPr>
            <w:noProof/>
            <w:webHidden/>
          </w:rPr>
          <w:fldChar w:fldCharType="separate"/>
        </w:r>
        <w:r>
          <w:rPr>
            <w:noProof/>
            <w:webHidden/>
          </w:rPr>
          <w:t>104</w:t>
        </w:r>
        <w:r>
          <w:rPr>
            <w:noProof/>
            <w:webHidden/>
          </w:rPr>
          <w:fldChar w:fldCharType="end"/>
        </w:r>
      </w:hyperlink>
    </w:p>
    <w:p w14:paraId="32F46A01" w14:textId="22F0B73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0" w:history="1">
        <w:r w:rsidRPr="001F0789">
          <w:rPr>
            <w:rStyle w:val="Hyperlink"/>
            <w:noProof/>
            <w14:scene3d>
              <w14:camera w14:prst="orthographicFront"/>
              <w14:lightRig w14:rig="threePt" w14:dir="t">
                <w14:rot w14:lat="0" w14:lon="0" w14:rev="0"/>
              </w14:lightRig>
            </w14:scene3d>
          </w:rPr>
          <w:t>74.6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_Toc64889000 \h </w:instrText>
        </w:r>
        <w:r>
          <w:rPr>
            <w:noProof/>
            <w:webHidden/>
          </w:rPr>
        </w:r>
        <w:r>
          <w:rPr>
            <w:noProof/>
            <w:webHidden/>
          </w:rPr>
          <w:fldChar w:fldCharType="separate"/>
        </w:r>
        <w:r>
          <w:rPr>
            <w:noProof/>
            <w:webHidden/>
          </w:rPr>
          <w:t>104</w:t>
        </w:r>
        <w:r>
          <w:rPr>
            <w:noProof/>
            <w:webHidden/>
          </w:rPr>
          <w:fldChar w:fldCharType="end"/>
        </w:r>
      </w:hyperlink>
    </w:p>
    <w:p w14:paraId="65937FBA" w14:textId="41828FE8"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9001" w:history="1">
        <w:r w:rsidRPr="001F0789">
          <w:rPr>
            <w:rStyle w:val="Hyperlink"/>
            <w:noProof/>
          </w:rPr>
          <w:t>75</w:t>
        </w:r>
        <w:r>
          <w:rPr>
            <w:rFonts w:asciiTheme="minorHAnsi" w:eastAsiaTheme="minorEastAsia" w:hAnsiTheme="minorHAnsi" w:cstheme="minorBidi"/>
            <w:b w:val="0"/>
            <w:noProof/>
            <w:lang w:eastAsia="sl-SI"/>
          </w:rPr>
          <w:tab/>
        </w:r>
        <w:r w:rsidRPr="001F0789">
          <w:rPr>
            <w:rStyle w:val="Hyperlink"/>
            <w:noProof/>
          </w:rPr>
          <w:t>Najdi količine v2</w:t>
        </w:r>
        <w:r>
          <w:rPr>
            <w:noProof/>
            <w:webHidden/>
          </w:rPr>
          <w:tab/>
        </w:r>
        <w:r>
          <w:rPr>
            <w:noProof/>
            <w:webHidden/>
          </w:rPr>
          <w:fldChar w:fldCharType="begin"/>
        </w:r>
        <w:r>
          <w:rPr>
            <w:noProof/>
            <w:webHidden/>
          </w:rPr>
          <w:instrText xml:space="preserve"> PAGEREF _Toc64889001 \h </w:instrText>
        </w:r>
        <w:r>
          <w:rPr>
            <w:noProof/>
            <w:webHidden/>
          </w:rPr>
        </w:r>
        <w:r>
          <w:rPr>
            <w:noProof/>
            <w:webHidden/>
          </w:rPr>
          <w:fldChar w:fldCharType="separate"/>
        </w:r>
        <w:r>
          <w:rPr>
            <w:noProof/>
            <w:webHidden/>
          </w:rPr>
          <w:t>105</w:t>
        </w:r>
        <w:r>
          <w:rPr>
            <w:noProof/>
            <w:webHidden/>
          </w:rPr>
          <w:fldChar w:fldCharType="end"/>
        </w:r>
      </w:hyperlink>
    </w:p>
    <w:p w14:paraId="6697FAD4" w14:textId="4F1F7A59"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2" w:history="1">
        <w:r w:rsidRPr="001F0789">
          <w:rPr>
            <w:rStyle w:val="Hyperlink"/>
            <w:noProof/>
            <w14:scene3d>
              <w14:camera w14:prst="orthographicFront"/>
              <w14:lightRig w14:rig="threePt" w14:dir="t">
                <w14:rot w14:lat="0" w14:lon="0" w14:rev="0"/>
              </w14:lightRig>
            </w14:scene3d>
          </w:rPr>
          <w:t>75.1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_Toc64889002 \h </w:instrText>
        </w:r>
        <w:r>
          <w:rPr>
            <w:noProof/>
            <w:webHidden/>
          </w:rPr>
        </w:r>
        <w:r>
          <w:rPr>
            <w:noProof/>
            <w:webHidden/>
          </w:rPr>
          <w:fldChar w:fldCharType="separate"/>
        </w:r>
        <w:r>
          <w:rPr>
            <w:noProof/>
            <w:webHidden/>
          </w:rPr>
          <w:t>105</w:t>
        </w:r>
        <w:r>
          <w:rPr>
            <w:noProof/>
            <w:webHidden/>
          </w:rPr>
          <w:fldChar w:fldCharType="end"/>
        </w:r>
      </w:hyperlink>
    </w:p>
    <w:p w14:paraId="6F7E854F" w14:textId="228C9DA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3" w:history="1">
        <w:r w:rsidRPr="001F0789">
          <w:rPr>
            <w:rStyle w:val="Hyperlink"/>
            <w:noProof/>
            <w14:scene3d>
              <w14:camera w14:prst="orthographicFront"/>
              <w14:lightRig w14:rig="threePt" w14:dir="t">
                <w14:rot w14:lat="0" w14:lon="0" w14:rev="0"/>
              </w14:lightRig>
            </w14:scene3d>
          </w:rPr>
          <w:t>75.2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_Toc64889003 \h </w:instrText>
        </w:r>
        <w:r>
          <w:rPr>
            <w:noProof/>
            <w:webHidden/>
          </w:rPr>
        </w:r>
        <w:r>
          <w:rPr>
            <w:noProof/>
            <w:webHidden/>
          </w:rPr>
          <w:fldChar w:fldCharType="separate"/>
        </w:r>
        <w:r>
          <w:rPr>
            <w:noProof/>
            <w:webHidden/>
          </w:rPr>
          <w:t>105</w:t>
        </w:r>
        <w:r>
          <w:rPr>
            <w:noProof/>
            <w:webHidden/>
          </w:rPr>
          <w:fldChar w:fldCharType="end"/>
        </w:r>
      </w:hyperlink>
    </w:p>
    <w:p w14:paraId="63CD0FEC" w14:textId="75FDF7B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4" w:history="1">
        <w:r w:rsidRPr="001F0789">
          <w:rPr>
            <w:rStyle w:val="Hyperlink"/>
            <w:noProof/>
            <w14:scene3d>
              <w14:camera w14:prst="orthographicFront"/>
              <w14:lightRig w14:rig="threePt" w14:dir="t">
                <w14:rot w14:lat="0" w14:lon="0" w14:rev="0"/>
              </w14:lightRig>
            </w14:scene3d>
          </w:rPr>
          <w:t>75.3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_Toc64889004 \h </w:instrText>
        </w:r>
        <w:r>
          <w:rPr>
            <w:noProof/>
            <w:webHidden/>
          </w:rPr>
        </w:r>
        <w:r>
          <w:rPr>
            <w:noProof/>
            <w:webHidden/>
          </w:rPr>
          <w:fldChar w:fldCharType="separate"/>
        </w:r>
        <w:r>
          <w:rPr>
            <w:noProof/>
            <w:webHidden/>
          </w:rPr>
          <w:t>105</w:t>
        </w:r>
        <w:r>
          <w:rPr>
            <w:noProof/>
            <w:webHidden/>
          </w:rPr>
          <w:fldChar w:fldCharType="end"/>
        </w:r>
      </w:hyperlink>
    </w:p>
    <w:p w14:paraId="4CE8C40C" w14:textId="06E8A6F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5" w:history="1">
        <w:r w:rsidRPr="001F0789">
          <w:rPr>
            <w:rStyle w:val="Hyperlink"/>
            <w:noProof/>
            <w14:scene3d>
              <w14:camera w14:prst="orthographicFront"/>
              <w14:lightRig w14:rig="threePt" w14:dir="t">
                <w14:rot w14:lat="0" w14:lon="0" w14:rev="0"/>
              </w14:lightRig>
            </w14:scene3d>
          </w:rPr>
          <w:t>75.4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_Toc64889005 \h </w:instrText>
        </w:r>
        <w:r>
          <w:rPr>
            <w:noProof/>
            <w:webHidden/>
          </w:rPr>
        </w:r>
        <w:r>
          <w:rPr>
            <w:noProof/>
            <w:webHidden/>
          </w:rPr>
          <w:fldChar w:fldCharType="separate"/>
        </w:r>
        <w:r>
          <w:rPr>
            <w:noProof/>
            <w:webHidden/>
          </w:rPr>
          <w:t>105</w:t>
        </w:r>
        <w:r>
          <w:rPr>
            <w:noProof/>
            <w:webHidden/>
          </w:rPr>
          <w:fldChar w:fldCharType="end"/>
        </w:r>
      </w:hyperlink>
    </w:p>
    <w:p w14:paraId="18B5EF1B" w14:textId="6C933BC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6" w:history="1">
        <w:r w:rsidRPr="001F0789">
          <w:rPr>
            <w:rStyle w:val="Hyperlink"/>
            <w:noProof/>
            <w14:scene3d>
              <w14:camera w14:prst="orthographicFront"/>
              <w14:lightRig w14:rig="threePt" w14:dir="t">
                <w14:rot w14:lat="0" w14:lon="0" w14:rev="0"/>
              </w14:lightRig>
            </w14:scene3d>
          </w:rPr>
          <w:t>75.5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_Toc64889006 \h </w:instrText>
        </w:r>
        <w:r>
          <w:rPr>
            <w:noProof/>
            <w:webHidden/>
          </w:rPr>
        </w:r>
        <w:r>
          <w:rPr>
            <w:noProof/>
            <w:webHidden/>
          </w:rPr>
          <w:fldChar w:fldCharType="separate"/>
        </w:r>
        <w:r>
          <w:rPr>
            <w:noProof/>
            <w:webHidden/>
          </w:rPr>
          <w:t>105</w:t>
        </w:r>
        <w:r>
          <w:rPr>
            <w:noProof/>
            <w:webHidden/>
          </w:rPr>
          <w:fldChar w:fldCharType="end"/>
        </w:r>
      </w:hyperlink>
    </w:p>
    <w:p w14:paraId="16A2A41F" w14:textId="2616105B"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7" w:history="1">
        <w:r w:rsidRPr="001F0789">
          <w:rPr>
            <w:rStyle w:val="Hyperlink"/>
            <w:noProof/>
            <w14:scene3d>
              <w14:camera w14:prst="orthographicFront"/>
              <w14:lightRig w14:rig="threePt" w14:dir="t">
                <w14:rot w14:lat="0" w14:lon="0" w14:rev="0"/>
              </w14:lightRig>
            </w14:scene3d>
          </w:rPr>
          <w:t>75.6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_Toc64889007 \h </w:instrText>
        </w:r>
        <w:r>
          <w:rPr>
            <w:noProof/>
            <w:webHidden/>
          </w:rPr>
        </w:r>
        <w:r>
          <w:rPr>
            <w:noProof/>
            <w:webHidden/>
          </w:rPr>
          <w:fldChar w:fldCharType="separate"/>
        </w:r>
        <w:r>
          <w:rPr>
            <w:noProof/>
            <w:webHidden/>
          </w:rPr>
          <w:t>105</w:t>
        </w:r>
        <w:r>
          <w:rPr>
            <w:noProof/>
            <w:webHidden/>
          </w:rPr>
          <w:fldChar w:fldCharType="end"/>
        </w:r>
      </w:hyperlink>
    </w:p>
    <w:p w14:paraId="787EED69" w14:textId="1E575A4C"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9008" w:history="1">
        <w:r w:rsidRPr="001F0789">
          <w:rPr>
            <w:rStyle w:val="Hyperlink"/>
            <w:noProof/>
          </w:rPr>
          <w:t>76</w:t>
        </w:r>
        <w:r>
          <w:rPr>
            <w:rFonts w:asciiTheme="minorHAnsi" w:eastAsiaTheme="minorEastAsia" w:hAnsiTheme="minorHAnsi" w:cstheme="minorBidi"/>
            <w:b w:val="0"/>
            <w:noProof/>
            <w:lang w:eastAsia="sl-SI"/>
          </w:rPr>
          <w:tab/>
        </w:r>
        <w:r w:rsidRPr="001F0789">
          <w:rPr>
            <w:rStyle w:val="Hyperlink"/>
            <w:noProof/>
          </w:rPr>
          <w:t>Vrni količine za posamezno merilno mesto</w:t>
        </w:r>
        <w:r>
          <w:rPr>
            <w:noProof/>
            <w:webHidden/>
          </w:rPr>
          <w:tab/>
        </w:r>
        <w:r>
          <w:rPr>
            <w:noProof/>
            <w:webHidden/>
          </w:rPr>
          <w:fldChar w:fldCharType="begin"/>
        </w:r>
        <w:r>
          <w:rPr>
            <w:noProof/>
            <w:webHidden/>
          </w:rPr>
          <w:instrText xml:space="preserve"> PAGEREF _Toc64889008 \h </w:instrText>
        </w:r>
        <w:r>
          <w:rPr>
            <w:noProof/>
            <w:webHidden/>
          </w:rPr>
        </w:r>
        <w:r>
          <w:rPr>
            <w:noProof/>
            <w:webHidden/>
          </w:rPr>
          <w:fldChar w:fldCharType="separate"/>
        </w:r>
        <w:r>
          <w:rPr>
            <w:noProof/>
            <w:webHidden/>
          </w:rPr>
          <w:t>106</w:t>
        </w:r>
        <w:r>
          <w:rPr>
            <w:noProof/>
            <w:webHidden/>
          </w:rPr>
          <w:fldChar w:fldCharType="end"/>
        </w:r>
      </w:hyperlink>
    </w:p>
    <w:p w14:paraId="3866BF2B" w14:textId="4054E785"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09" w:history="1">
        <w:r w:rsidRPr="001F0789">
          <w:rPr>
            <w:rStyle w:val="Hyperlink"/>
            <w:noProof/>
            <w14:scene3d>
              <w14:camera w14:prst="orthographicFront"/>
              <w14:lightRig w14:rig="threePt" w14:dir="t">
                <w14:rot w14:lat="0" w14:lon="0" w14:rev="0"/>
              </w14:lightRig>
            </w14:scene3d>
          </w:rPr>
          <w:t>76.1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_Toc64889009 \h </w:instrText>
        </w:r>
        <w:r>
          <w:rPr>
            <w:noProof/>
            <w:webHidden/>
          </w:rPr>
        </w:r>
        <w:r>
          <w:rPr>
            <w:noProof/>
            <w:webHidden/>
          </w:rPr>
          <w:fldChar w:fldCharType="separate"/>
        </w:r>
        <w:r>
          <w:rPr>
            <w:noProof/>
            <w:webHidden/>
          </w:rPr>
          <w:t>106</w:t>
        </w:r>
        <w:r>
          <w:rPr>
            <w:noProof/>
            <w:webHidden/>
          </w:rPr>
          <w:fldChar w:fldCharType="end"/>
        </w:r>
      </w:hyperlink>
    </w:p>
    <w:p w14:paraId="58C0AF5C" w14:textId="73E6043C"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0" w:history="1">
        <w:r w:rsidRPr="001F0789">
          <w:rPr>
            <w:rStyle w:val="Hyperlink"/>
            <w:noProof/>
            <w14:scene3d>
              <w14:camera w14:prst="orthographicFront"/>
              <w14:lightRig w14:rig="threePt" w14:dir="t">
                <w14:rot w14:lat="0" w14:lon="0" w14:rev="0"/>
              </w14:lightRig>
            </w14:scene3d>
          </w:rPr>
          <w:t>76.2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_Toc64889010 \h </w:instrText>
        </w:r>
        <w:r>
          <w:rPr>
            <w:noProof/>
            <w:webHidden/>
          </w:rPr>
        </w:r>
        <w:r>
          <w:rPr>
            <w:noProof/>
            <w:webHidden/>
          </w:rPr>
          <w:fldChar w:fldCharType="separate"/>
        </w:r>
        <w:r>
          <w:rPr>
            <w:noProof/>
            <w:webHidden/>
          </w:rPr>
          <w:t>106</w:t>
        </w:r>
        <w:r>
          <w:rPr>
            <w:noProof/>
            <w:webHidden/>
          </w:rPr>
          <w:fldChar w:fldCharType="end"/>
        </w:r>
      </w:hyperlink>
    </w:p>
    <w:p w14:paraId="731434FC" w14:textId="4C57F8F1"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1" w:history="1">
        <w:r w:rsidRPr="001F0789">
          <w:rPr>
            <w:rStyle w:val="Hyperlink"/>
            <w:noProof/>
            <w14:scene3d>
              <w14:camera w14:prst="orthographicFront"/>
              <w14:lightRig w14:rig="threePt" w14:dir="t">
                <w14:rot w14:lat="0" w14:lon="0" w14:rev="0"/>
              </w14:lightRig>
            </w14:scene3d>
          </w:rPr>
          <w:t>76.3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_Toc64889011 \h </w:instrText>
        </w:r>
        <w:r>
          <w:rPr>
            <w:noProof/>
            <w:webHidden/>
          </w:rPr>
        </w:r>
        <w:r>
          <w:rPr>
            <w:noProof/>
            <w:webHidden/>
          </w:rPr>
          <w:fldChar w:fldCharType="separate"/>
        </w:r>
        <w:r>
          <w:rPr>
            <w:noProof/>
            <w:webHidden/>
          </w:rPr>
          <w:t>106</w:t>
        </w:r>
        <w:r>
          <w:rPr>
            <w:noProof/>
            <w:webHidden/>
          </w:rPr>
          <w:fldChar w:fldCharType="end"/>
        </w:r>
      </w:hyperlink>
    </w:p>
    <w:p w14:paraId="69419C35" w14:textId="0ADD3386"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2" w:history="1">
        <w:r w:rsidRPr="001F0789">
          <w:rPr>
            <w:rStyle w:val="Hyperlink"/>
            <w:noProof/>
            <w14:scene3d>
              <w14:camera w14:prst="orthographicFront"/>
              <w14:lightRig w14:rig="threePt" w14:dir="t">
                <w14:rot w14:lat="0" w14:lon="0" w14:rev="0"/>
              </w14:lightRig>
            </w14:scene3d>
          </w:rPr>
          <w:t>76.4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_Toc64889012 \h </w:instrText>
        </w:r>
        <w:r>
          <w:rPr>
            <w:noProof/>
            <w:webHidden/>
          </w:rPr>
        </w:r>
        <w:r>
          <w:rPr>
            <w:noProof/>
            <w:webHidden/>
          </w:rPr>
          <w:fldChar w:fldCharType="separate"/>
        </w:r>
        <w:r>
          <w:rPr>
            <w:noProof/>
            <w:webHidden/>
          </w:rPr>
          <w:t>106</w:t>
        </w:r>
        <w:r>
          <w:rPr>
            <w:noProof/>
            <w:webHidden/>
          </w:rPr>
          <w:fldChar w:fldCharType="end"/>
        </w:r>
      </w:hyperlink>
    </w:p>
    <w:p w14:paraId="1512966A" w14:textId="63E97C42"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3" w:history="1">
        <w:r w:rsidRPr="001F0789">
          <w:rPr>
            <w:rStyle w:val="Hyperlink"/>
            <w:noProof/>
            <w14:scene3d>
              <w14:camera w14:prst="orthographicFront"/>
              <w14:lightRig w14:rig="threePt" w14:dir="t">
                <w14:rot w14:lat="0" w14:lon="0" w14:rev="0"/>
              </w14:lightRig>
            </w14:scene3d>
          </w:rPr>
          <w:t>76.5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_Toc64889013 \h </w:instrText>
        </w:r>
        <w:r>
          <w:rPr>
            <w:noProof/>
            <w:webHidden/>
          </w:rPr>
        </w:r>
        <w:r>
          <w:rPr>
            <w:noProof/>
            <w:webHidden/>
          </w:rPr>
          <w:fldChar w:fldCharType="separate"/>
        </w:r>
        <w:r>
          <w:rPr>
            <w:noProof/>
            <w:webHidden/>
          </w:rPr>
          <w:t>106</w:t>
        </w:r>
        <w:r>
          <w:rPr>
            <w:noProof/>
            <w:webHidden/>
          </w:rPr>
          <w:fldChar w:fldCharType="end"/>
        </w:r>
      </w:hyperlink>
    </w:p>
    <w:p w14:paraId="05212F56" w14:textId="758F82D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4" w:history="1">
        <w:r w:rsidRPr="001F0789">
          <w:rPr>
            <w:rStyle w:val="Hyperlink"/>
            <w:noProof/>
            <w14:scene3d>
              <w14:camera w14:prst="orthographicFront"/>
              <w14:lightRig w14:rig="threePt" w14:dir="t">
                <w14:rot w14:lat="0" w14:lon="0" w14:rev="0"/>
              </w14:lightRig>
            </w14:scene3d>
          </w:rPr>
          <w:t>76.6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_Toc64889014 \h </w:instrText>
        </w:r>
        <w:r>
          <w:rPr>
            <w:noProof/>
            <w:webHidden/>
          </w:rPr>
        </w:r>
        <w:r>
          <w:rPr>
            <w:noProof/>
            <w:webHidden/>
          </w:rPr>
          <w:fldChar w:fldCharType="separate"/>
        </w:r>
        <w:r>
          <w:rPr>
            <w:noProof/>
            <w:webHidden/>
          </w:rPr>
          <w:t>106</w:t>
        </w:r>
        <w:r>
          <w:rPr>
            <w:noProof/>
            <w:webHidden/>
          </w:rPr>
          <w:fldChar w:fldCharType="end"/>
        </w:r>
      </w:hyperlink>
    </w:p>
    <w:p w14:paraId="6521AD03" w14:textId="6E2BA6DC" w:rsidR="00765DB7" w:rsidRDefault="00765DB7">
      <w:pPr>
        <w:pStyle w:val="TOC1"/>
        <w:tabs>
          <w:tab w:val="left" w:pos="660"/>
          <w:tab w:val="right" w:leader="dot" w:pos="9060"/>
        </w:tabs>
        <w:rPr>
          <w:rFonts w:asciiTheme="minorHAnsi" w:eastAsiaTheme="minorEastAsia" w:hAnsiTheme="minorHAnsi" w:cstheme="minorBidi"/>
          <w:b w:val="0"/>
          <w:noProof/>
          <w:lang w:eastAsia="sl-SI"/>
        </w:rPr>
      </w:pPr>
      <w:hyperlink w:anchor="_Toc64889015" w:history="1">
        <w:r w:rsidRPr="001F0789">
          <w:rPr>
            <w:rStyle w:val="Hyperlink"/>
            <w:noProof/>
          </w:rPr>
          <w:t>77</w:t>
        </w:r>
        <w:r>
          <w:rPr>
            <w:rFonts w:asciiTheme="minorHAnsi" w:eastAsiaTheme="minorEastAsia" w:hAnsiTheme="minorHAnsi" w:cstheme="minorBidi"/>
            <w:b w:val="0"/>
            <w:noProof/>
            <w:lang w:eastAsia="sl-SI"/>
          </w:rPr>
          <w:tab/>
        </w:r>
        <w:r w:rsidRPr="001F0789">
          <w:rPr>
            <w:rStyle w:val="Hyperlink"/>
            <w:noProof/>
          </w:rPr>
          <w:t>Vrni količine za posamezno merilno mesto v2</w:t>
        </w:r>
        <w:r>
          <w:rPr>
            <w:noProof/>
            <w:webHidden/>
          </w:rPr>
          <w:tab/>
        </w:r>
        <w:r>
          <w:rPr>
            <w:noProof/>
            <w:webHidden/>
          </w:rPr>
          <w:fldChar w:fldCharType="begin"/>
        </w:r>
        <w:r>
          <w:rPr>
            <w:noProof/>
            <w:webHidden/>
          </w:rPr>
          <w:instrText xml:space="preserve"> PAGEREF _Toc64889015 \h </w:instrText>
        </w:r>
        <w:r>
          <w:rPr>
            <w:noProof/>
            <w:webHidden/>
          </w:rPr>
        </w:r>
        <w:r>
          <w:rPr>
            <w:noProof/>
            <w:webHidden/>
          </w:rPr>
          <w:fldChar w:fldCharType="separate"/>
        </w:r>
        <w:r>
          <w:rPr>
            <w:noProof/>
            <w:webHidden/>
          </w:rPr>
          <w:t>107</w:t>
        </w:r>
        <w:r>
          <w:rPr>
            <w:noProof/>
            <w:webHidden/>
          </w:rPr>
          <w:fldChar w:fldCharType="end"/>
        </w:r>
      </w:hyperlink>
    </w:p>
    <w:p w14:paraId="57F743D3" w14:textId="7CC54560"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6" w:history="1">
        <w:r w:rsidRPr="001F0789">
          <w:rPr>
            <w:rStyle w:val="Hyperlink"/>
            <w:noProof/>
            <w14:scene3d>
              <w14:camera w14:prst="orthographicFront"/>
              <w14:lightRig w14:rig="threePt" w14:dir="t">
                <w14:rot w14:lat="0" w14:lon="0" w14:rev="0"/>
              </w14:lightRig>
            </w14:scene3d>
          </w:rPr>
          <w:t>77.1</w:t>
        </w:r>
        <w:r>
          <w:rPr>
            <w:rFonts w:asciiTheme="minorHAnsi" w:eastAsiaTheme="minorEastAsia" w:hAnsiTheme="minorHAnsi" w:cstheme="minorBidi"/>
            <w:noProof/>
            <w:lang w:eastAsia="sl-SI"/>
          </w:rPr>
          <w:tab/>
        </w:r>
        <w:r w:rsidRPr="001F0789">
          <w:rPr>
            <w:rStyle w:val="Hyperlink"/>
            <w:noProof/>
          </w:rPr>
          <w:t>Kratek opis in namen WS</w:t>
        </w:r>
        <w:r>
          <w:rPr>
            <w:noProof/>
            <w:webHidden/>
          </w:rPr>
          <w:tab/>
        </w:r>
        <w:r>
          <w:rPr>
            <w:noProof/>
            <w:webHidden/>
          </w:rPr>
          <w:fldChar w:fldCharType="begin"/>
        </w:r>
        <w:r>
          <w:rPr>
            <w:noProof/>
            <w:webHidden/>
          </w:rPr>
          <w:instrText xml:space="preserve"> PAGEREF _Toc64889016 \h </w:instrText>
        </w:r>
        <w:r>
          <w:rPr>
            <w:noProof/>
            <w:webHidden/>
          </w:rPr>
        </w:r>
        <w:r>
          <w:rPr>
            <w:noProof/>
            <w:webHidden/>
          </w:rPr>
          <w:fldChar w:fldCharType="separate"/>
        </w:r>
        <w:r>
          <w:rPr>
            <w:noProof/>
            <w:webHidden/>
          </w:rPr>
          <w:t>107</w:t>
        </w:r>
        <w:r>
          <w:rPr>
            <w:noProof/>
            <w:webHidden/>
          </w:rPr>
          <w:fldChar w:fldCharType="end"/>
        </w:r>
      </w:hyperlink>
    </w:p>
    <w:p w14:paraId="43F1D988" w14:textId="29107FAE"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7" w:history="1">
        <w:r w:rsidRPr="001F0789">
          <w:rPr>
            <w:rStyle w:val="Hyperlink"/>
            <w:noProof/>
            <w14:scene3d>
              <w14:camera w14:prst="orthographicFront"/>
              <w14:lightRig w14:rig="threePt" w14:dir="t">
                <w14:rot w14:lat="0" w14:lon="0" w14:rev="0"/>
              </w14:lightRig>
            </w14:scene3d>
          </w:rPr>
          <w:t>77.2</w:t>
        </w:r>
        <w:r>
          <w:rPr>
            <w:rFonts w:asciiTheme="minorHAnsi" w:eastAsiaTheme="minorEastAsia" w:hAnsiTheme="minorHAnsi" w:cstheme="minorBidi"/>
            <w:noProof/>
            <w:lang w:eastAsia="sl-SI"/>
          </w:rPr>
          <w:tab/>
        </w:r>
        <w:r w:rsidRPr="001F0789">
          <w:rPr>
            <w:rStyle w:val="Hyperlink"/>
            <w:noProof/>
          </w:rPr>
          <w:t>Verzioniranje WS</w:t>
        </w:r>
        <w:r>
          <w:rPr>
            <w:noProof/>
            <w:webHidden/>
          </w:rPr>
          <w:tab/>
        </w:r>
        <w:r>
          <w:rPr>
            <w:noProof/>
            <w:webHidden/>
          </w:rPr>
          <w:fldChar w:fldCharType="begin"/>
        </w:r>
        <w:r>
          <w:rPr>
            <w:noProof/>
            <w:webHidden/>
          </w:rPr>
          <w:instrText xml:space="preserve"> PAGEREF _Toc64889017 \h </w:instrText>
        </w:r>
        <w:r>
          <w:rPr>
            <w:noProof/>
            <w:webHidden/>
          </w:rPr>
        </w:r>
        <w:r>
          <w:rPr>
            <w:noProof/>
            <w:webHidden/>
          </w:rPr>
          <w:fldChar w:fldCharType="separate"/>
        </w:r>
        <w:r>
          <w:rPr>
            <w:noProof/>
            <w:webHidden/>
          </w:rPr>
          <w:t>107</w:t>
        </w:r>
        <w:r>
          <w:rPr>
            <w:noProof/>
            <w:webHidden/>
          </w:rPr>
          <w:fldChar w:fldCharType="end"/>
        </w:r>
      </w:hyperlink>
    </w:p>
    <w:p w14:paraId="3033151E" w14:textId="30E0B803"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8" w:history="1">
        <w:r w:rsidRPr="001F0789">
          <w:rPr>
            <w:rStyle w:val="Hyperlink"/>
            <w:noProof/>
            <w14:scene3d>
              <w14:camera w14:prst="orthographicFront"/>
              <w14:lightRig w14:rig="threePt" w14:dir="t">
                <w14:rot w14:lat="0" w14:lon="0" w14:rev="0"/>
              </w14:lightRig>
            </w14:scene3d>
          </w:rPr>
          <w:t>77.3</w:t>
        </w:r>
        <w:r>
          <w:rPr>
            <w:rFonts w:asciiTheme="minorHAnsi" w:eastAsiaTheme="minorEastAsia" w:hAnsiTheme="minorHAnsi" w:cstheme="minorBidi"/>
            <w:noProof/>
            <w:lang w:eastAsia="sl-SI"/>
          </w:rPr>
          <w:tab/>
        </w:r>
        <w:r w:rsidRPr="001F0789">
          <w:rPr>
            <w:rStyle w:val="Hyperlink"/>
            <w:noProof/>
          </w:rPr>
          <w:t>Diagram poteka</w:t>
        </w:r>
        <w:r>
          <w:rPr>
            <w:noProof/>
            <w:webHidden/>
          </w:rPr>
          <w:tab/>
        </w:r>
        <w:r>
          <w:rPr>
            <w:noProof/>
            <w:webHidden/>
          </w:rPr>
          <w:fldChar w:fldCharType="begin"/>
        </w:r>
        <w:r>
          <w:rPr>
            <w:noProof/>
            <w:webHidden/>
          </w:rPr>
          <w:instrText xml:space="preserve"> PAGEREF _Toc64889018 \h </w:instrText>
        </w:r>
        <w:r>
          <w:rPr>
            <w:noProof/>
            <w:webHidden/>
          </w:rPr>
        </w:r>
        <w:r>
          <w:rPr>
            <w:noProof/>
            <w:webHidden/>
          </w:rPr>
          <w:fldChar w:fldCharType="separate"/>
        </w:r>
        <w:r>
          <w:rPr>
            <w:noProof/>
            <w:webHidden/>
          </w:rPr>
          <w:t>107</w:t>
        </w:r>
        <w:r>
          <w:rPr>
            <w:noProof/>
            <w:webHidden/>
          </w:rPr>
          <w:fldChar w:fldCharType="end"/>
        </w:r>
      </w:hyperlink>
    </w:p>
    <w:p w14:paraId="32BDEA27" w14:textId="31DD6FA7"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19" w:history="1">
        <w:r w:rsidRPr="001F0789">
          <w:rPr>
            <w:rStyle w:val="Hyperlink"/>
            <w:noProof/>
            <w14:scene3d>
              <w14:camera w14:prst="orthographicFront"/>
              <w14:lightRig w14:rig="threePt" w14:dir="t">
                <w14:rot w14:lat="0" w14:lon="0" w14:rev="0"/>
              </w14:lightRig>
            </w14:scene3d>
          </w:rPr>
          <w:t>77.4</w:t>
        </w:r>
        <w:r>
          <w:rPr>
            <w:rFonts w:asciiTheme="minorHAnsi" w:eastAsiaTheme="minorEastAsia" w:hAnsiTheme="minorHAnsi" w:cstheme="minorBidi"/>
            <w:noProof/>
            <w:lang w:eastAsia="sl-SI"/>
          </w:rPr>
          <w:tab/>
        </w:r>
        <w:r w:rsidRPr="001F0789">
          <w:rPr>
            <w:rStyle w:val="Hyperlink"/>
            <w:noProof/>
          </w:rPr>
          <w:t>Način uporabe</w:t>
        </w:r>
        <w:r>
          <w:rPr>
            <w:noProof/>
            <w:webHidden/>
          </w:rPr>
          <w:tab/>
        </w:r>
        <w:r>
          <w:rPr>
            <w:noProof/>
            <w:webHidden/>
          </w:rPr>
          <w:fldChar w:fldCharType="begin"/>
        </w:r>
        <w:r>
          <w:rPr>
            <w:noProof/>
            <w:webHidden/>
          </w:rPr>
          <w:instrText xml:space="preserve"> PAGEREF _Toc64889019 \h </w:instrText>
        </w:r>
        <w:r>
          <w:rPr>
            <w:noProof/>
            <w:webHidden/>
          </w:rPr>
        </w:r>
        <w:r>
          <w:rPr>
            <w:noProof/>
            <w:webHidden/>
          </w:rPr>
          <w:fldChar w:fldCharType="separate"/>
        </w:r>
        <w:r>
          <w:rPr>
            <w:noProof/>
            <w:webHidden/>
          </w:rPr>
          <w:t>107</w:t>
        </w:r>
        <w:r>
          <w:rPr>
            <w:noProof/>
            <w:webHidden/>
          </w:rPr>
          <w:fldChar w:fldCharType="end"/>
        </w:r>
      </w:hyperlink>
    </w:p>
    <w:p w14:paraId="3ACCB43B" w14:textId="21107FF8"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20" w:history="1">
        <w:r w:rsidRPr="001F0789">
          <w:rPr>
            <w:rStyle w:val="Hyperlink"/>
            <w:noProof/>
            <w14:scene3d>
              <w14:camera w14:prst="orthographicFront"/>
              <w14:lightRig w14:rig="threePt" w14:dir="t">
                <w14:rot w14:lat="0" w14:lon="0" w14:rev="0"/>
              </w14:lightRig>
            </w14:scene3d>
          </w:rPr>
          <w:t>77.5</w:t>
        </w:r>
        <w:r>
          <w:rPr>
            <w:rFonts w:asciiTheme="minorHAnsi" w:eastAsiaTheme="minorEastAsia" w:hAnsiTheme="minorHAnsi" w:cstheme="minorBidi"/>
            <w:noProof/>
            <w:lang w:eastAsia="sl-SI"/>
          </w:rPr>
          <w:tab/>
        </w:r>
        <w:r w:rsidRPr="001F0789">
          <w:rPr>
            <w:rStyle w:val="Hyperlink"/>
            <w:noProof/>
          </w:rPr>
          <w:t>Posebnosti</w:t>
        </w:r>
        <w:r>
          <w:rPr>
            <w:noProof/>
            <w:webHidden/>
          </w:rPr>
          <w:tab/>
        </w:r>
        <w:r>
          <w:rPr>
            <w:noProof/>
            <w:webHidden/>
          </w:rPr>
          <w:fldChar w:fldCharType="begin"/>
        </w:r>
        <w:r>
          <w:rPr>
            <w:noProof/>
            <w:webHidden/>
          </w:rPr>
          <w:instrText xml:space="preserve"> PAGEREF _Toc64889020 \h </w:instrText>
        </w:r>
        <w:r>
          <w:rPr>
            <w:noProof/>
            <w:webHidden/>
          </w:rPr>
        </w:r>
        <w:r>
          <w:rPr>
            <w:noProof/>
            <w:webHidden/>
          </w:rPr>
          <w:fldChar w:fldCharType="separate"/>
        </w:r>
        <w:r>
          <w:rPr>
            <w:noProof/>
            <w:webHidden/>
          </w:rPr>
          <w:t>107</w:t>
        </w:r>
        <w:r>
          <w:rPr>
            <w:noProof/>
            <w:webHidden/>
          </w:rPr>
          <w:fldChar w:fldCharType="end"/>
        </w:r>
      </w:hyperlink>
    </w:p>
    <w:p w14:paraId="5A2B2202" w14:textId="7696DDDF" w:rsidR="00765DB7" w:rsidRDefault="00765DB7">
      <w:pPr>
        <w:pStyle w:val="TOC2"/>
        <w:tabs>
          <w:tab w:val="left" w:pos="880"/>
          <w:tab w:val="right" w:leader="dot" w:pos="9060"/>
        </w:tabs>
        <w:rPr>
          <w:rFonts w:asciiTheme="minorHAnsi" w:eastAsiaTheme="minorEastAsia" w:hAnsiTheme="minorHAnsi" w:cstheme="minorBidi"/>
          <w:noProof/>
          <w:lang w:eastAsia="sl-SI"/>
        </w:rPr>
      </w:pPr>
      <w:hyperlink w:anchor="_Toc64889021" w:history="1">
        <w:r w:rsidRPr="001F0789">
          <w:rPr>
            <w:rStyle w:val="Hyperlink"/>
            <w:noProof/>
            <w14:scene3d>
              <w14:camera w14:prst="orthographicFront"/>
              <w14:lightRig w14:rig="threePt" w14:dir="t">
                <w14:rot w14:lat="0" w14:lon="0" w14:rev="0"/>
              </w14:lightRig>
            </w14:scene3d>
          </w:rPr>
          <w:t>77.6</w:t>
        </w:r>
        <w:r>
          <w:rPr>
            <w:rFonts w:asciiTheme="minorHAnsi" w:eastAsiaTheme="minorEastAsia" w:hAnsiTheme="minorHAnsi" w:cstheme="minorBidi"/>
            <w:noProof/>
            <w:lang w:eastAsia="sl-SI"/>
          </w:rPr>
          <w:tab/>
        </w:r>
        <w:r w:rsidRPr="001F0789">
          <w:rPr>
            <w:rStyle w:val="Hyperlink"/>
            <w:noProof/>
          </w:rPr>
          <w:t>Tehnološki predpogoji uporabe WS</w:t>
        </w:r>
        <w:r>
          <w:rPr>
            <w:noProof/>
            <w:webHidden/>
          </w:rPr>
          <w:tab/>
        </w:r>
        <w:r>
          <w:rPr>
            <w:noProof/>
            <w:webHidden/>
          </w:rPr>
          <w:fldChar w:fldCharType="begin"/>
        </w:r>
        <w:r>
          <w:rPr>
            <w:noProof/>
            <w:webHidden/>
          </w:rPr>
          <w:instrText xml:space="preserve"> PAGEREF _Toc64889021 \h </w:instrText>
        </w:r>
        <w:r>
          <w:rPr>
            <w:noProof/>
            <w:webHidden/>
          </w:rPr>
        </w:r>
        <w:r>
          <w:rPr>
            <w:noProof/>
            <w:webHidden/>
          </w:rPr>
          <w:fldChar w:fldCharType="separate"/>
        </w:r>
        <w:r>
          <w:rPr>
            <w:noProof/>
            <w:webHidden/>
          </w:rPr>
          <w:t>107</w:t>
        </w:r>
        <w:r>
          <w:rPr>
            <w:noProof/>
            <w:webHidden/>
          </w:rPr>
          <w:fldChar w:fldCharType="end"/>
        </w:r>
      </w:hyperlink>
    </w:p>
    <w:p w14:paraId="699C1D38" w14:textId="43C49A1E" w:rsidR="001D5B3F" w:rsidRPr="008B7FD2" w:rsidRDefault="0048557D">
      <w:r w:rsidRPr="008B7FD2">
        <w:fldChar w:fldCharType="end"/>
      </w:r>
    </w:p>
    <w:p w14:paraId="699C1D39" w14:textId="77777777" w:rsidR="001A2566" w:rsidRPr="008B7FD2" w:rsidRDefault="001A2566"/>
    <w:p w14:paraId="699C1D3A" w14:textId="77777777" w:rsidR="001A2566" w:rsidRPr="008B7FD2" w:rsidRDefault="001A2566"/>
    <w:p w14:paraId="699C1D3B" w14:textId="77777777" w:rsidR="00B132CB" w:rsidRPr="008B7FD2" w:rsidRDefault="00AD05E1" w:rsidP="00AD05E1">
      <w:pPr>
        <w:pStyle w:val="Heading1"/>
      </w:pPr>
      <w:r w:rsidRPr="008B7FD2">
        <w:br w:type="page"/>
      </w:r>
      <w:bookmarkStart w:id="0" w:name="_Toc64888482"/>
      <w:r w:rsidR="00AA71AF" w:rsidRPr="008B7FD2">
        <w:lastRenderedPageBreak/>
        <w:t>Pridobivanje zadnjega odbirka</w:t>
      </w:r>
      <w:bookmarkEnd w:id="0"/>
    </w:p>
    <w:p w14:paraId="699C1D3C" w14:textId="77777777" w:rsidR="00B132CB" w:rsidRPr="008B7FD2" w:rsidRDefault="00AA71AF" w:rsidP="00F77B12">
      <w:pPr>
        <w:pStyle w:val="Heading2"/>
      </w:pPr>
      <w:bookmarkStart w:id="1" w:name="_Toc64888483"/>
      <w:r w:rsidRPr="008B7FD2">
        <w:t>Kratek opis in namen WS</w:t>
      </w:r>
      <w:bookmarkEnd w:id="1"/>
    </w:p>
    <w:p w14:paraId="699C1D3D" w14:textId="7A0CA8E9" w:rsidR="004C7135" w:rsidRPr="008B7FD2" w:rsidRDefault="004C7135" w:rsidP="004C7135">
      <w:r w:rsidRPr="008B7FD2">
        <w:t>Storitev je namenjena pridobivanju zadnjega odbirka za potrebe vnosa novega odbirka.</w:t>
      </w:r>
    </w:p>
    <w:p w14:paraId="699C1D3E" w14:textId="77777777" w:rsidR="00F14E0C" w:rsidRPr="008B7FD2" w:rsidRDefault="004C7135" w:rsidP="00F77B12">
      <w:pPr>
        <w:pStyle w:val="NoSpacing"/>
        <w:numPr>
          <w:ilvl w:val="0"/>
          <w:numId w:val="27"/>
        </w:numPr>
        <w:rPr>
          <w:lang w:val="sl-SI"/>
        </w:rPr>
      </w:pPr>
      <w:r w:rsidRPr="008B7FD2">
        <w:rPr>
          <w:lang w:val="sl-SI"/>
        </w:rPr>
        <w:t>U</w:t>
      </w:r>
      <w:r w:rsidR="00075160" w:rsidRPr="008B7FD2">
        <w:rPr>
          <w:lang w:val="sl-SI"/>
        </w:rPr>
        <w:t>rl produkcija:</w:t>
      </w:r>
    </w:p>
    <w:p w14:paraId="699C1D3F" w14:textId="27AAA704" w:rsidR="00F14E0C" w:rsidRPr="008B7FD2" w:rsidRDefault="00765DB7" w:rsidP="00F77B12">
      <w:pPr>
        <w:pStyle w:val="NoSpacing"/>
        <w:rPr>
          <w:sz w:val="18"/>
          <w:szCs w:val="18"/>
          <w:lang w:val="sl-SI"/>
        </w:rPr>
      </w:pPr>
      <w:hyperlink r:id="rId17" w:history="1">
        <w:r w:rsidR="00F14E0C" w:rsidRPr="008B7FD2">
          <w:rPr>
            <w:rStyle w:val="Hyperlink"/>
            <w:sz w:val="18"/>
            <w:szCs w:val="18"/>
            <w:lang w:val="sl-SI"/>
          </w:rPr>
          <w:t>https://services.informatika.si/PridobivanjeOdbirkaWeb/sca/PridobivanjeOdbirkaStoritev?WSDL</w:t>
        </w:r>
      </w:hyperlink>
    </w:p>
    <w:p w14:paraId="699C1D40" w14:textId="77777777" w:rsidR="00F14E0C" w:rsidRPr="008B7FD2" w:rsidRDefault="004C7135" w:rsidP="00F77B12">
      <w:pPr>
        <w:pStyle w:val="NoSpacing"/>
        <w:numPr>
          <w:ilvl w:val="0"/>
          <w:numId w:val="27"/>
        </w:numPr>
        <w:rPr>
          <w:lang w:val="sl-SI"/>
        </w:rPr>
      </w:pPr>
      <w:r w:rsidRPr="008B7FD2">
        <w:rPr>
          <w:lang w:val="sl-SI"/>
        </w:rPr>
        <w:t>U</w:t>
      </w:r>
      <w:r w:rsidR="00075160" w:rsidRPr="008B7FD2">
        <w:rPr>
          <w:lang w:val="sl-SI"/>
        </w:rPr>
        <w:t xml:space="preserve">rl test: </w:t>
      </w:r>
    </w:p>
    <w:p w14:paraId="699C1D41" w14:textId="58D605F0" w:rsidR="00F14E0C" w:rsidRPr="008B7FD2" w:rsidRDefault="00765DB7" w:rsidP="00F77B12">
      <w:pPr>
        <w:pStyle w:val="NoSpacing"/>
        <w:rPr>
          <w:sz w:val="18"/>
          <w:szCs w:val="18"/>
          <w:lang w:val="sl-SI"/>
        </w:rPr>
      </w:pPr>
      <w:hyperlink r:id="rId18" w:history="1">
        <w:r w:rsidR="00F14E0C" w:rsidRPr="008B7FD2">
          <w:rPr>
            <w:rStyle w:val="Hyperlink"/>
            <w:sz w:val="18"/>
            <w:szCs w:val="18"/>
            <w:lang w:val="sl-SI"/>
          </w:rPr>
          <w:t>https://services-test.informatika.si/PridobivanjeOdbirkaWeb/sca/PridobivanjeOdbirkaStoritev?WSDL</w:t>
        </w:r>
      </w:hyperlink>
    </w:p>
    <w:p w14:paraId="699C1D42" w14:textId="77777777" w:rsidR="00F14E0C" w:rsidRPr="008B7FD2" w:rsidRDefault="00F14E0C" w:rsidP="00F14E0C">
      <w:pPr>
        <w:pStyle w:val="NoSpacing"/>
        <w:ind w:left="360"/>
        <w:rPr>
          <w:lang w:val="sl-SI"/>
        </w:rPr>
      </w:pPr>
    </w:p>
    <w:p w14:paraId="699C1D43" w14:textId="77777777" w:rsidR="00F14E0C" w:rsidRPr="008B7FD2" w:rsidRDefault="00075160" w:rsidP="00F77B12">
      <w:pPr>
        <w:pStyle w:val="NoSpacing"/>
        <w:numPr>
          <w:ilvl w:val="0"/>
          <w:numId w:val="27"/>
        </w:numPr>
        <w:rPr>
          <w:lang w:val="sl-SI"/>
        </w:rPr>
      </w:pPr>
      <w:r w:rsidRPr="008B7FD2">
        <w:rPr>
          <w:lang w:val="sl-SI"/>
        </w:rPr>
        <w:t>Šifranti url produkcija:</w:t>
      </w:r>
    </w:p>
    <w:p w14:paraId="699C1D44" w14:textId="3BE0464C" w:rsidR="00075160" w:rsidRPr="008B7FD2" w:rsidRDefault="00765DB7" w:rsidP="00F77B12">
      <w:pPr>
        <w:pStyle w:val="NoSpacing"/>
        <w:rPr>
          <w:sz w:val="18"/>
          <w:szCs w:val="18"/>
          <w:lang w:val="sl-SI"/>
        </w:rPr>
      </w:pPr>
      <w:hyperlink r:id="rId19" w:history="1">
        <w:r w:rsidR="00F14E0C" w:rsidRPr="008B7FD2">
          <w:rPr>
            <w:rStyle w:val="Hyperlink"/>
            <w:sz w:val="18"/>
            <w:szCs w:val="18"/>
            <w:lang w:val="sl-SI"/>
          </w:rPr>
          <w:t>https://services.informatika.si/NacinEvidentiranjaMeritveWeb/sca/NacinEvidentiranjaMeritveStoritev</w:t>
        </w:r>
      </w:hyperlink>
      <w:r w:rsidR="00F14E0C" w:rsidRPr="008B7FD2">
        <w:rPr>
          <w:rStyle w:val="Hyperlink"/>
          <w:sz w:val="18"/>
          <w:szCs w:val="18"/>
          <w:lang w:val="sl-SI"/>
        </w:rPr>
        <w:t>?WSDL</w:t>
      </w:r>
      <w:r w:rsidR="00075160" w:rsidRPr="008B7FD2">
        <w:rPr>
          <w:rStyle w:val="Hyperlink"/>
          <w:sz w:val="18"/>
          <w:szCs w:val="18"/>
          <w:lang w:val="sl-SI"/>
        </w:rPr>
        <w:br/>
      </w:r>
      <w:hyperlink r:id="rId20" w:history="1">
        <w:r w:rsidR="00F14E0C" w:rsidRPr="008B7FD2">
          <w:rPr>
            <w:rStyle w:val="Hyperlink"/>
            <w:sz w:val="18"/>
            <w:szCs w:val="18"/>
            <w:lang w:val="sl-SI"/>
          </w:rPr>
          <w:t>https://services.informatika.si/ObracunskiTipMeritveWeb/sca/ObracunskiTipMeritveStoritev</w:t>
        </w:r>
      </w:hyperlink>
      <w:r w:rsidR="00F14E0C" w:rsidRPr="008B7FD2">
        <w:rPr>
          <w:rStyle w:val="Hyperlink"/>
          <w:sz w:val="18"/>
          <w:szCs w:val="18"/>
          <w:lang w:val="sl-SI"/>
        </w:rPr>
        <w:t>?WSDL</w:t>
      </w:r>
    </w:p>
    <w:p w14:paraId="699C1D45" w14:textId="77777777" w:rsidR="00F14E0C" w:rsidRPr="008B7FD2" w:rsidRDefault="00075160" w:rsidP="00F77B12">
      <w:pPr>
        <w:pStyle w:val="NoSpacing"/>
        <w:numPr>
          <w:ilvl w:val="0"/>
          <w:numId w:val="27"/>
        </w:numPr>
        <w:rPr>
          <w:lang w:val="sl-SI"/>
        </w:rPr>
      </w:pPr>
      <w:r w:rsidRPr="008B7FD2">
        <w:rPr>
          <w:lang w:val="sl-SI"/>
        </w:rPr>
        <w:t xml:space="preserve">Šifranti url test: </w:t>
      </w:r>
    </w:p>
    <w:p w14:paraId="699C1D46" w14:textId="5A01CC01" w:rsidR="00075160" w:rsidRPr="008B7FD2" w:rsidRDefault="00765DB7" w:rsidP="00F14E0C">
      <w:pPr>
        <w:pStyle w:val="NoSpacing"/>
        <w:rPr>
          <w:sz w:val="18"/>
          <w:szCs w:val="18"/>
          <w:lang w:val="sl-SI"/>
        </w:rPr>
      </w:pPr>
      <w:hyperlink r:id="rId21" w:history="1">
        <w:r w:rsidR="00F14E0C" w:rsidRPr="008B7FD2">
          <w:rPr>
            <w:rStyle w:val="Hyperlink"/>
            <w:sz w:val="18"/>
            <w:szCs w:val="18"/>
            <w:lang w:val="sl-SI"/>
          </w:rPr>
          <w:t>https://services-test.informatika.si/NacinEvidentiranjaMeritveWeb/sca/NacinEvidentiranjaMeritveStoritev</w:t>
        </w:r>
      </w:hyperlink>
      <w:r w:rsidR="00F14E0C" w:rsidRPr="008B7FD2">
        <w:rPr>
          <w:rStyle w:val="Hyperlink"/>
          <w:sz w:val="18"/>
          <w:szCs w:val="18"/>
          <w:lang w:val="sl-SI"/>
        </w:rPr>
        <w:t>?WSDL</w:t>
      </w:r>
      <w:r w:rsidR="00075160" w:rsidRPr="008B7FD2">
        <w:rPr>
          <w:rStyle w:val="Hyperlink"/>
          <w:sz w:val="18"/>
          <w:szCs w:val="18"/>
          <w:lang w:val="sl-SI"/>
        </w:rPr>
        <w:br/>
      </w:r>
      <w:hyperlink r:id="rId22" w:history="1">
        <w:r w:rsidR="00F14E0C" w:rsidRPr="008B7FD2">
          <w:rPr>
            <w:rStyle w:val="Hyperlink"/>
            <w:sz w:val="18"/>
            <w:szCs w:val="18"/>
            <w:lang w:val="sl-SI"/>
          </w:rPr>
          <w:t>https://services-test.informatika.si/ObracunskiTipMeritveWeb/sca/ObracunskiTipMeritveStoritev</w:t>
        </w:r>
      </w:hyperlink>
      <w:r w:rsidR="00F14E0C" w:rsidRPr="008B7FD2">
        <w:rPr>
          <w:rStyle w:val="Hyperlink"/>
          <w:sz w:val="18"/>
          <w:szCs w:val="18"/>
          <w:lang w:val="sl-SI"/>
        </w:rPr>
        <w:t>?WSDL</w:t>
      </w:r>
    </w:p>
    <w:p w14:paraId="699C1D47" w14:textId="77777777" w:rsidR="002824F2" w:rsidRPr="008B7FD2" w:rsidRDefault="00AA71AF" w:rsidP="002824F2">
      <w:pPr>
        <w:pStyle w:val="Heading2"/>
      </w:pPr>
      <w:bookmarkStart w:id="2" w:name="_Toc64888484"/>
      <w:proofErr w:type="spellStart"/>
      <w:r w:rsidRPr="008B7FD2">
        <w:t>Verzioniranje</w:t>
      </w:r>
      <w:proofErr w:type="spellEnd"/>
      <w:r w:rsidRPr="008B7FD2">
        <w:t xml:space="preserve"> WS</w:t>
      </w:r>
      <w:bookmarkEnd w:id="2"/>
    </w:p>
    <w:p w14:paraId="699C1D48" w14:textId="77777777" w:rsidR="00F14E0C" w:rsidRPr="008B7FD2" w:rsidRDefault="00F14E0C" w:rsidP="00F14E0C">
      <w:r w:rsidRPr="008B7FD2">
        <w:t>Verzija nabora storitev 1.0</w:t>
      </w:r>
    </w:p>
    <w:p w14:paraId="699C1D49" w14:textId="77777777" w:rsidR="00AA71AF" w:rsidRPr="008B7FD2" w:rsidRDefault="00AA71AF" w:rsidP="00AA71AF">
      <w:pPr>
        <w:pStyle w:val="Heading2"/>
        <w:ind w:left="578" w:hanging="578"/>
      </w:pPr>
      <w:bookmarkStart w:id="3" w:name="_Ref227658844"/>
      <w:bookmarkStart w:id="4" w:name="_Toc64888485"/>
      <w:r w:rsidRPr="008B7FD2">
        <w:t>Diagram poteka</w:t>
      </w:r>
      <w:bookmarkEnd w:id="4"/>
    </w:p>
    <w:p w14:paraId="699C1D4A" w14:textId="77777777" w:rsidR="0002293F" w:rsidRPr="008B7FD2" w:rsidRDefault="0002293F" w:rsidP="0002293F">
      <w:r w:rsidRPr="008B7FD2">
        <w:t>Ni na voljo.</w:t>
      </w:r>
    </w:p>
    <w:p w14:paraId="699C1D4B" w14:textId="77777777" w:rsidR="00AA71AF" w:rsidRPr="008B7FD2" w:rsidRDefault="00AA71AF" w:rsidP="00AA71AF">
      <w:pPr>
        <w:pStyle w:val="Heading2"/>
        <w:ind w:left="578" w:hanging="578"/>
      </w:pPr>
      <w:bookmarkStart w:id="5" w:name="_Toc64888486"/>
      <w:r w:rsidRPr="008B7FD2">
        <w:t>Način uporabe</w:t>
      </w:r>
      <w:bookmarkEnd w:id="5"/>
    </w:p>
    <w:p w14:paraId="699C1D4C" w14:textId="77777777" w:rsidR="0002293F" w:rsidRPr="008B7FD2" w:rsidRDefault="00154C9E" w:rsidP="0002293F">
      <w:r w:rsidRPr="008B7FD2">
        <w:t xml:space="preserve">Nabor storitev </w:t>
      </w:r>
      <w:r w:rsidR="0002293F" w:rsidRPr="008B7FD2">
        <w:t>se kliče za potrebe pridobivanja odbirka</w:t>
      </w:r>
      <w:r w:rsidRPr="008B7FD2">
        <w:t xml:space="preserve"> in šifrantov</w:t>
      </w:r>
      <w:r w:rsidR="0002293F" w:rsidRPr="008B7FD2">
        <w:t xml:space="preserve"> kot prvi korak vnosa novega odbirka v sistem distributerja.</w:t>
      </w:r>
      <w:r w:rsidRPr="008B7FD2">
        <w:t xml:space="preserve"> </w:t>
      </w:r>
    </w:p>
    <w:p w14:paraId="699C1D4D" w14:textId="77777777" w:rsidR="00AA71AF" w:rsidRPr="008B7FD2" w:rsidRDefault="00AA71AF" w:rsidP="00AA71AF">
      <w:pPr>
        <w:pStyle w:val="Heading2"/>
        <w:ind w:left="578" w:hanging="578"/>
      </w:pPr>
      <w:bookmarkStart w:id="6" w:name="_Toc64888487"/>
      <w:r w:rsidRPr="008B7FD2">
        <w:t>Posebnosti</w:t>
      </w:r>
      <w:bookmarkEnd w:id="6"/>
    </w:p>
    <w:p w14:paraId="699C1D4E" w14:textId="4AE607D1" w:rsidR="0002293F" w:rsidRDefault="0002293F" w:rsidP="0002293F">
      <w:r w:rsidRPr="008B7FD2">
        <w:t xml:space="preserve">Storitev vrne podatke samo za merilna mesta, za katera je </w:t>
      </w:r>
      <w:r w:rsidR="00856C97" w:rsidRPr="008B7FD2">
        <w:t>klicatelj</w:t>
      </w:r>
      <w:r w:rsidRPr="008B7FD2">
        <w:t xml:space="preserve"> na izbrani datum</w:t>
      </w:r>
      <w:r w:rsidR="000C5BD3" w:rsidRPr="008B7FD2">
        <w:t xml:space="preserve"> dejansko dobavitelj na merilnem mestu.</w:t>
      </w:r>
    </w:p>
    <w:p w14:paraId="04DB50CC" w14:textId="1879DC53" w:rsidR="008E67BF" w:rsidRPr="0002293F" w:rsidRDefault="00542EE6" w:rsidP="009D77FB">
      <w:r>
        <w:t>Storitev umaknjena iz uporabe s 1.</w:t>
      </w:r>
      <w:r w:rsidR="002968D7">
        <w:t>10</w:t>
      </w:r>
      <w:r>
        <w:t>.2018</w:t>
      </w:r>
    </w:p>
    <w:p w14:paraId="699C1D4F" w14:textId="77777777" w:rsidR="00154C9E" w:rsidRPr="008B7FD2" w:rsidRDefault="00AA71AF" w:rsidP="00AA71AF">
      <w:pPr>
        <w:pStyle w:val="Heading2"/>
        <w:ind w:left="578" w:hanging="578"/>
      </w:pPr>
      <w:bookmarkStart w:id="7" w:name="_Toc64888488"/>
      <w:r w:rsidRPr="008B7FD2">
        <w:t>Tehnološki predpogoji uporabe WS</w:t>
      </w:r>
      <w:bookmarkEnd w:id="7"/>
    </w:p>
    <w:p w14:paraId="699C1D50" w14:textId="784EB79B" w:rsidR="001A293D" w:rsidRPr="008B7FD2" w:rsidRDefault="00F77B12" w:rsidP="00154C9E">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573D5637" w14:textId="39C398FF" w:rsidR="00223C32" w:rsidRPr="008B7FD2" w:rsidRDefault="00223C32">
      <w:pPr>
        <w:spacing w:after="0" w:line="240" w:lineRule="auto"/>
        <w:jc w:val="left"/>
      </w:pPr>
      <w:r w:rsidRPr="008B7FD2">
        <w:br w:type="page"/>
      </w:r>
    </w:p>
    <w:p w14:paraId="60B4C924" w14:textId="12AA8AD7" w:rsidR="00223C32" w:rsidRPr="008B7FD2" w:rsidRDefault="00223C32" w:rsidP="00223C32">
      <w:pPr>
        <w:pStyle w:val="Heading1"/>
      </w:pPr>
      <w:bookmarkStart w:id="8" w:name="_Toc64888489"/>
      <w:r w:rsidRPr="008B7FD2">
        <w:lastRenderedPageBreak/>
        <w:t xml:space="preserve">Pridobivanje </w:t>
      </w:r>
      <w:r w:rsidR="005F5D4E" w:rsidRPr="008B7FD2">
        <w:t xml:space="preserve">zadnjega </w:t>
      </w:r>
      <w:r w:rsidRPr="008B7FD2">
        <w:t>odbirka 2</w:t>
      </w:r>
      <w:bookmarkEnd w:id="8"/>
    </w:p>
    <w:p w14:paraId="12955E98" w14:textId="77777777" w:rsidR="00223C32" w:rsidRPr="008B7FD2" w:rsidRDefault="00223C32" w:rsidP="00223C32">
      <w:pPr>
        <w:pStyle w:val="Heading2"/>
      </w:pPr>
      <w:bookmarkStart w:id="9" w:name="_Toc64888490"/>
      <w:r w:rsidRPr="008B7FD2">
        <w:t>Kratek opis in namen WS</w:t>
      </w:r>
      <w:bookmarkEnd w:id="9"/>
    </w:p>
    <w:p w14:paraId="075AB202" w14:textId="77777777" w:rsidR="00223C32" w:rsidRPr="008B7FD2" w:rsidRDefault="00223C32" w:rsidP="00223C32">
      <w:r w:rsidRPr="008B7FD2">
        <w:t>Storitev je namenjena pridobivanju zadnjega odbirka za potrebe vnosa novega odbirka.</w:t>
      </w:r>
    </w:p>
    <w:p w14:paraId="3D6BA076" w14:textId="77777777" w:rsidR="00223C32" w:rsidRPr="008B7FD2" w:rsidRDefault="00223C32" w:rsidP="00223C32">
      <w:pPr>
        <w:pStyle w:val="NoSpacing"/>
        <w:numPr>
          <w:ilvl w:val="0"/>
          <w:numId w:val="27"/>
        </w:numPr>
        <w:rPr>
          <w:lang w:val="sl-SI"/>
        </w:rPr>
      </w:pPr>
      <w:r w:rsidRPr="008B7FD2">
        <w:rPr>
          <w:lang w:val="sl-SI"/>
        </w:rPr>
        <w:t>Url produkcija:</w:t>
      </w:r>
    </w:p>
    <w:p w14:paraId="0CF0C8BF" w14:textId="11FC23D9" w:rsidR="00223C32" w:rsidRPr="0040698B" w:rsidRDefault="00765DB7" w:rsidP="00223C32">
      <w:pPr>
        <w:pStyle w:val="NoSpacing"/>
        <w:rPr>
          <w:sz w:val="20"/>
          <w:szCs w:val="20"/>
          <w:lang w:val="sl-SI"/>
        </w:rPr>
      </w:pPr>
      <w:hyperlink r:id="rId23" w:history="1">
        <w:r w:rsidR="00223C32" w:rsidRPr="0040698B">
          <w:rPr>
            <w:rStyle w:val="Hyperlink"/>
            <w:sz w:val="20"/>
            <w:szCs w:val="20"/>
            <w:lang w:val="sl-SI"/>
          </w:rPr>
          <w:t>https://services.informatika.si/PridobivanjeOdbirkaWeb/sca/PridobivanjeOdbirka2Storitev?WSDL</w:t>
        </w:r>
      </w:hyperlink>
      <w:r w:rsidR="00223C32" w:rsidRPr="0040698B">
        <w:rPr>
          <w:sz w:val="20"/>
          <w:szCs w:val="20"/>
          <w:lang w:val="sl-SI"/>
        </w:rPr>
        <w:t xml:space="preserve"> </w:t>
      </w:r>
    </w:p>
    <w:p w14:paraId="0D0FCDEB" w14:textId="77777777" w:rsidR="00223C32" w:rsidRPr="008B7FD2" w:rsidRDefault="00223C32" w:rsidP="00223C32">
      <w:pPr>
        <w:pStyle w:val="NoSpacing"/>
        <w:numPr>
          <w:ilvl w:val="0"/>
          <w:numId w:val="27"/>
        </w:numPr>
        <w:rPr>
          <w:lang w:val="sl-SI"/>
        </w:rPr>
      </w:pPr>
      <w:r w:rsidRPr="008B7FD2">
        <w:rPr>
          <w:lang w:val="sl-SI"/>
        </w:rPr>
        <w:t xml:space="preserve">Url test: </w:t>
      </w:r>
    </w:p>
    <w:p w14:paraId="7E6471D7" w14:textId="10F7FB60" w:rsidR="00223C32" w:rsidRPr="0040698B" w:rsidRDefault="00765DB7" w:rsidP="00223C32">
      <w:pPr>
        <w:pStyle w:val="NoSpacing"/>
        <w:rPr>
          <w:sz w:val="20"/>
          <w:szCs w:val="20"/>
          <w:lang w:val="sl-SI"/>
        </w:rPr>
      </w:pPr>
      <w:hyperlink r:id="rId24" w:history="1">
        <w:r w:rsidR="00223C32" w:rsidRPr="0040698B">
          <w:rPr>
            <w:rStyle w:val="Hyperlink"/>
            <w:sz w:val="20"/>
            <w:szCs w:val="20"/>
            <w:lang w:val="sl-SI"/>
          </w:rPr>
          <w:t>https://services-test.informatika.si/PridobivanjeOdbirkaWeb/sca/PridobivanjeOdbirka2Storitev?WSDL</w:t>
        </w:r>
      </w:hyperlink>
      <w:r w:rsidR="00223C32" w:rsidRPr="0040698B">
        <w:rPr>
          <w:sz w:val="20"/>
          <w:szCs w:val="20"/>
          <w:lang w:val="sl-SI"/>
        </w:rPr>
        <w:t xml:space="preserve"> </w:t>
      </w:r>
    </w:p>
    <w:p w14:paraId="6E5D9143" w14:textId="77777777" w:rsidR="00223C32" w:rsidRPr="008B7FD2" w:rsidRDefault="00223C32" w:rsidP="00223C32">
      <w:pPr>
        <w:pStyle w:val="Heading2"/>
      </w:pPr>
      <w:bookmarkStart w:id="10" w:name="_Toc64888491"/>
      <w:proofErr w:type="spellStart"/>
      <w:r w:rsidRPr="008B7FD2">
        <w:t>Verzioniranje</w:t>
      </w:r>
      <w:proofErr w:type="spellEnd"/>
      <w:r w:rsidRPr="008B7FD2">
        <w:t xml:space="preserve"> WS</w:t>
      </w:r>
      <w:bookmarkEnd w:id="10"/>
    </w:p>
    <w:p w14:paraId="169ABBBE" w14:textId="349DFDF3" w:rsidR="00223C32" w:rsidRPr="008B7FD2" w:rsidRDefault="00223C32" w:rsidP="00223C32">
      <w:r w:rsidRPr="008B7FD2">
        <w:t>Verzija nabora storitev 2.0</w:t>
      </w:r>
    </w:p>
    <w:p w14:paraId="49211A00" w14:textId="77777777" w:rsidR="00223C32" w:rsidRPr="008B7FD2" w:rsidRDefault="00223C32" w:rsidP="00223C32">
      <w:pPr>
        <w:pStyle w:val="Heading2"/>
        <w:ind w:left="578" w:hanging="578"/>
      </w:pPr>
      <w:bookmarkStart w:id="11" w:name="_Toc64888492"/>
      <w:r w:rsidRPr="008B7FD2">
        <w:t>Diagram poteka</w:t>
      </w:r>
      <w:bookmarkEnd w:id="11"/>
    </w:p>
    <w:p w14:paraId="15EF51C3" w14:textId="77777777" w:rsidR="00223C32" w:rsidRPr="008B7FD2" w:rsidRDefault="00223C32" w:rsidP="00223C32">
      <w:r w:rsidRPr="008B7FD2">
        <w:t>Ni na voljo.</w:t>
      </w:r>
    </w:p>
    <w:p w14:paraId="19205E90" w14:textId="77777777" w:rsidR="00223C32" w:rsidRPr="008B7FD2" w:rsidRDefault="00223C32" w:rsidP="00223C32">
      <w:pPr>
        <w:pStyle w:val="Heading2"/>
        <w:ind w:left="578" w:hanging="578"/>
      </w:pPr>
      <w:bookmarkStart w:id="12" w:name="_Toc64888493"/>
      <w:r w:rsidRPr="008B7FD2">
        <w:t>Način uporabe</w:t>
      </w:r>
      <w:bookmarkEnd w:id="12"/>
    </w:p>
    <w:p w14:paraId="09D8810C" w14:textId="617854DE" w:rsidR="00223C32" w:rsidRPr="008B7FD2" w:rsidRDefault="00223C32" w:rsidP="00223C32">
      <w:r w:rsidRPr="008B7FD2">
        <w:t xml:space="preserve">Nabor storitev se kliče za potrebe pridobivanja odbirka kot prvi korak vnosa novega odbirka v sistem distributerja. </w:t>
      </w:r>
    </w:p>
    <w:p w14:paraId="51DB6ED1" w14:textId="77777777" w:rsidR="00223C32" w:rsidRPr="008B7FD2" w:rsidRDefault="00223C32" w:rsidP="00223C32">
      <w:pPr>
        <w:pStyle w:val="Heading2"/>
        <w:ind w:left="578" w:hanging="578"/>
      </w:pPr>
      <w:bookmarkStart w:id="13" w:name="_Toc64888494"/>
      <w:r w:rsidRPr="008B7FD2">
        <w:t>Posebnosti</w:t>
      </w:r>
      <w:bookmarkEnd w:id="13"/>
    </w:p>
    <w:p w14:paraId="6A373060" w14:textId="3225701D" w:rsidR="00223C32" w:rsidRDefault="00223C32" w:rsidP="00223C32">
      <w:r w:rsidRPr="008B7FD2">
        <w:t>Storitev vrne podatke samo za merilna mesta, za katera je klicatelj na izbrani datum dejansko dobavitelj na merilnem mestu.</w:t>
      </w:r>
    </w:p>
    <w:p w14:paraId="438470E7" w14:textId="04211A50" w:rsidR="001B4815" w:rsidRPr="0002293F" w:rsidRDefault="002968D7" w:rsidP="001B4815">
      <w:r>
        <w:t>Storitev umaknjena iz uporabe s 1.10.2018</w:t>
      </w:r>
    </w:p>
    <w:p w14:paraId="6247B4A8" w14:textId="77777777" w:rsidR="00223C32" w:rsidRPr="008B7FD2" w:rsidRDefault="00223C32" w:rsidP="00223C32">
      <w:pPr>
        <w:pStyle w:val="Heading2"/>
        <w:ind w:left="578" w:hanging="578"/>
      </w:pPr>
      <w:bookmarkStart w:id="14" w:name="_Toc64888495"/>
      <w:r w:rsidRPr="008B7FD2">
        <w:t>Tehnološki predpogoji uporabe WS</w:t>
      </w:r>
      <w:bookmarkEnd w:id="14"/>
    </w:p>
    <w:p w14:paraId="73EA6C71" w14:textId="434883B7" w:rsidR="00223C32" w:rsidRDefault="00223C32" w:rsidP="00223C32">
      <w:r w:rsidRPr="008B7FD2">
        <w:t>Uporabnik storitve mora vzpostaviti povezavo do spletnega mesta services.informatika.si ter services-test.informatika.si in zaupati certifikatu spletnega mesta. Klici so varovani z uporabniškim imenom in geslom.</w:t>
      </w:r>
    </w:p>
    <w:p w14:paraId="5F810F42" w14:textId="77777777" w:rsidR="007515A4" w:rsidRDefault="007515A4" w:rsidP="00223C32"/>
    <w:p w14:paraId="4CDDFA4E" w14:textId="77777777" w:rsidR="007515A4" w:rsidRDefault="007515A4">
      <w:pPr>
        <w:spacing w:after="0" w:line="240" w:lineRule="auto"/>
        <w:jc w:val="left"/>
      </w:pPr>
      <w:r>
        <w:br w:type="page"/>
      </w:r>
    </w:p>
    <w:p w14:paraId="10C83277" w14:textId="55CAD446" w:rsidR="007515A4" w:rsidRPr="008B7FD2" w:rsidRDefault="007515A4" w:rsidP="007515A4">
      <w:pPr>
        <w:pStyle w:val="Heading1"/>
      </w:pPr>
      <w:bookmarkStart w:id="15" w:name="_Toc64888496"/>
      <w:r w:rsidRPr="008B7FD2">
        <w:lastRenderedPageBreak/>
        <w:t>Pridobivanje zadnjega odbirka</w:t>
      </w:r>
      <w:r>
        <w:t xml:space="preserve"> </w:t>
      </w:r>
      <w:r w:rsidR="0040698B">
        <w:t>v</w:t>
      </w:r>
      <w:r>
        <w:t>3</w:t>
      </w:r>
      <w:bookmarkEnd w:id="15"/>
    </w:p>
    <w:p w14:paraId="6B44B0AE" w14:textId="77777777" w:rsidR="007515A4" w:rsidRPr="008B7FD2" w:rsidRDefault="007515A4" w:rsidP="007515A4">
      <w:pPr>
        <w:pStyle w:val="Heading2"/>
      </w:pPr>
      <w:bookmarkStart w:id="16" w:name="_Toc64888497"/>
      <w:r w:rsidRPr="008B7FD2">
        <w:t>Kratek opis in namen WS</w:t>
      </w:r>
      <w:bookmarkEnd w:id="16"/>
    </w:p>
    <w:p w14:paraId="453AFEEB" w14:textId="77777777" w:rsidR="007515A4" w:rsidRPr="008B7FD2" w:rsidRDefault="007515A4" w:rsidP="007515A4">
      <w:r w:rsidRPr="008B7FD2">
        <w:t>Storitev je namenjena pridobivanju zadnjega odbirka za potrebe vnosa novega odbirka.</w:t>
      </w:r>
    </w:p>
    <w:p w14:paraId="03525305" w14:textId="77777777" w:rsidR="007515A4" w:rsidRPr="008B7FD2" w:rsidRDefault="007515A4" w:rsidP="007515A4">
      <w:pPr>
        <w:pStyle w:val="NoSpacing"/>
        <w:numPr>
          <w:ilvl w:val="0"/>
          <w:numId w:val="27"/>
        </w:numPr>
        <w:rPr>
          <w:lang w:val="sl-SI"/>
        </w:rPr>
      </w:pPr>
      <w:r w:rsidRPr="008B7FD2">
        <w:rPr>
          <w:lang w:val="sl-SI"/>
        </w:rPr>
        <w:t>Url produkcija:</w:t>
      </w:r>
    </w:p>
    <w:p w14:paraId="08478B89" w14:textId="1473468D" w:rsidR="007515A4" w:rsidRPr="005918BD" w:rsidRDefault="00765DB7" w:rsidP="005918BD">
      <w:pPr>
        <w:pStyle w:val="NoSpacing"/>
        <w:rPr>
          <w:rStyle w:val="Hyperlink"/>
          <w:sz w:val="18"/>
          <w:szCs w:val="18"/>
          <w:lang w:val="sl-SI"/>
        </w:rPr>
      </w:pPr>
      <w:hyperlink r:id="rId25" w:history="1">
        <w:r w:rsidR="005918BD" w:rsidRPr="005918BD">
          <w:rPr>
            <w:rStyle w:val="Hyperlink"/>
            <w:sz w:val="18"/>
            <w:szCs w:val="18"/>
            <w:lang w:val="sl-SI"/>
          </w:rPr>
          <w:t>https://services.informatika.si/PridobivanjeOdbirkaWeb/sca/PridobivanjeOdbirka3Storitev?wsdl</w:t>
        </w:r>
      </w:hyperlink>
    </w:p>
    <w:p w14:paraId="3BC0BA66" w14:textId="6B750E12" w:rsidR="007515A4" w:rsidRPr="005918BD" w:rsidRDefault="007515A4" w:rsidP="005918BD">
      <w:pPr>
        <w:pStyle w:val="NoSpacing"/>
        <w:numPr>
          <w:ilvl w:val="0"/>
          <w:numId w:val="27"/>
        </w:numPr>
        <w:rPr>
          <w:lang w:val="sl-SI"/>
        </w:rPr>
      </w:pPr>
      <w:r w:rsidRPr="005918BD">
        <w:rPr>
          <w:lang w:val="sl-SI"/>
        </w:rPr>
        <w:t xml:space="preserve">Url test: </w:t>
      </w:r>
    </w:p>
    <w:p w14:paraId="6BBBAB4B" w14:textId="25665D4D" w:rsidR="007515A4" w:rsidRPr="008B7FD2" w:rsidRDefault="00765DB7" w:rsidP="007515A4">
      <w:pPr>
        <w:pStyle w:val="NoSpacing"/>
        <w:rPr>
          <w:sz w:val="18"/>
          <w:szCs w:val="18"/>
          <w:lang w:val="sl-SI"/>
        </w:rPr>
      </w:pPr>
      <w:hyperlink r:id="rId26" w:history="1">
        <w:r w:rsidR="005918BD" w:rsidRPr="00DD316B">
          <w:rPr>
            <w:rStyle w:val="Hyperlink"/>
            <w:sz w:val="18"/>
            <w:szCs w:val="18"/>
            <w:lang w:val="sl-SI"/>
          </w:rPr>
          <w:t xml:space="preserve">https://services-test.informatika.si/PridobivanjeOdbirkaWeb/sca/PridobivanjeOdbirka3Storitev?wsdl </w:t>
        </w:r>
      </w:hyperlink>
    </w:p>
    <w:p w14:paraId="19A73B68" w14:textId="77777777" w:rsidR="007515A4" w:rsidRPr="008B7FD2" w:rsidRDefault="007515A4" w:rsidP="007515A4">
      <w:pPr>
        <w:pStyle w:val="NoSpacing"/>
        <w:ind w:left="360"/>
        <w:rPr>
          <w:lang w:val="sl-SI"/>
        </w:rPr>
      </w:pPr>
    </w:p>
    <w:p w14:paraId="3F9ED2A2" w14:textId="77777777" w:rsidR="007515A4" w:rsidRPr="008B7FD2" w:rsidRDefault="007515A4" w:rsidP="007515A4">
      <w:pPr>
        <w:pStyle w:val="NoSpacing"/>
        <w:numPr>
          <w:ilvl w:val="0"/>
          <w:numId w:val="27"/>
        </w:numPr>
        <w:rPr>
          <w:lang w:val="sl-SI"/>
        </w:rPr>
      </w:pPr>
      <w:r w:rsidRPr="008B7FD2">
        <w:rPr>
          <w:lang w:val="sl-SI"/>
        </w:rPr>
        <w:t>Šifranti url produkcija:</w:t>
      </w:r>
    </w:p>
    <w:p w14:paraId="4B036020" w14:textId="608EE99A" w:rsidR="007515A4" w:rsidRPr="008B7FD2" w:rsidRDefault="00765DB7" w:rsidP="007515A4">
      <w:pPr>
        <w:pStyle w:val="NoSpacing"/>
        <w:rPr>
          <w:sz w:val="18"/>
          <w:szCs w:val="18"/>
          <w:lang w:val="sl-SI"/>
        </w:rPr>
      </w:pPr>
      <w:hyperlink r:id="rId27" w:history="1">
        <w:r w:rsidR="007515A4" w:rsidRPr="008B7FD2">
          <w:rPr>
            <w:rStyle w:val="Hyperlink"/>
            <w:sz w:val="18"/>
            <w:szCs w:val="18"/>
            <w:lang w:val="sl-SI"/>
          </w:rPr>
          <w:t>https://services.informatika.si/NacinEvidentiranjaMeritveWeb/sca/NacinEvidentiranjaMeritveStoritev</w:t>
        </w:r>
      </w:hyperlink>
      <w:r w:rsidR="007515A4" w:rsidRPr="008B7FD2">
        <w:rPr>
          <w:rStyle w:val="Hyperlink"/>
          <w:sz w:val="18"/>
          <w:szCs w:val="18"/>
          <w:lang w:val="sl-SI"/>
        </w:rPr>
        <w:t>?WSDL</w:t>
      </w:r>
      <w:r w:rsidR="007515A4" w:rsidRPr="008B7FD2">
        <w:rPr>
          <w:rStyle w:val="Hyperlink"/>
          <w:sz w:val="18"/>
          <w:szCs w:val="18"/>
          <w:lang w:val="sl-SI"/>
        </w:rPr>
        <w:br/>
      </w:r>
      <w:hyperlink r:id="rId28" w:history="1">
        <w:r w:rsidR="007515A4" w:rsidRPr="008B7FD2">
          <w:rPr>
            <w:rStyle w:val="Hyperlink"/>
            <w:sz w:val="18"/>
            <w:szCs w:val="18"/>
            <w:lang w:val="sl-SI"/>
          </w:rPr>
          <w:t>https://services.informatika.si/ObracunskiTipMeritveWeb/sca/ObracunskiTipMeritveStoritev</w:t>
        </w:r>
      </w:hyperlink>
      <w:r w:rsidR="007515A4" w:rsidRPr="008B7FD2">
        <w:rPr>
          <w:rStyle w:val="Hyperlink"/>
          <w:sz w:val="18"/>
          <w:szCs w:val="18"/>
          <w:lang w:val="sl-SI"/>
        </w:rPr>
        <w:t>?WSDL</w:t>
      </w:r>
    </w:p>
    <w:p w14:paraId="5B8B8C35" w14:textId="77777777" w:rsidR="007515A4" w:rsidRPr="008B7FD2" w:rsidRDefault="007515A4" w:rsidP="007515A4">
      <w:pPr>
        <w:pStyle w:val="NoSpacing"/>
        <w:numPr>
          <w:ilvl w:val="0"/>
          <w:numId w:val="27"/>
        </w:numPr>
        <w:rPr>
          <w:lang w:val="sl-SI"/>
        </w:rPr>
      </w:pPr>
      <w:r w:rsidRPr="008B7FD2">
        <w:rPr>
          <w:lang w:val="sl-SI"/>
        </w:rPr>
        <w:t xml:space="preserve">Šifranti url test: </w:t>
      </w:r>
    </w:p>
    <w:p w14:paraId="138EAC44" w14:textId="76916FD3" w:rsidR="007515A4" w:rsidRPr="008B7FD2" w:rsidRDefault="00765DB7" w:rsidP="007515A4">
      <w:pPr>
        <w:pStyle w:val="NoSpacing"/>
        <w:rPr>
          <w:sz w:val="18"/>
          <w:szCs w:val="18"/>
          <w:lang w:val="sl-SI"/>
        </w:rPr>
      </w:pPr>
      <w:hyperlink r:id="rId29" w:history="1">
        <w:r w:rsidR="007515A4" w:rsidRPr="008B7FD2">
          <w:rPr>
            <w:rStyle w:val="Hyperlink"/>
            <w:sz w:val="18"/>
            <w:szCs w:val="18"/>
            <w:lang w:val="sl-SI"/>
          </w:rPr>
          <w:t>https://services-test.informatika.si/NacinEvidentiranjaMeritveWeb/sca/NacinEvidentiranjaMeritveStoritev</w:t>
        </w:r>
      </w:hyperlink>
      <w:r w:rsidR="007515A4" w:rsidRPr="008B7FD2">
        <w:rPr>
          <w:rStyle w:val="Hyperlink"/>
          <w:sz w:val="18"/>
          <w:szCs w:val="18"/>
          <w:lang w:val="sl-SI"/>
        </w:rPr>
        <w:t>?WSDL</w:t>
      </w:r>
      <w:r w:rsidR="007515A4" w:rsidRPr="008B7FD2">
        <w:rPr>
          <w:rStyle w:val="Hyperlink"/>
          <w:sz w:val="18"/>
          <w:szCs w:val="18"/>
          <w:lang w:val="sl-SI"/>
        </w:rPr>
        <w:br/>
      </w:r>
      <w:hyperlink r:id="rId30" w:history="1">
        <w:r w:rsidR="007515A4" w:rsidRPr="008B7FD2">
          <w:rPr>
            <w:rStyle w:val="Hyperlink"/>
            <w:sz w:val="18"/>
            <w:szCs w:val="18"/>
            <w:lang w:val="sl-SI"/>
          </w:rPr>
          <w:t>https://services-test.informatika.si/ObracunskiTipMeritveWeb/sca/ObracunskiTipMeritveStoritev</w:t>
        </w:r>
      </w:hyperlink>
      <w:r w:rsidR="007515A4" w:rsidRPr="008B7FD2">
        <w:rPr>
          <w:rStyle w:val="Hyperlink"/>
          <w:sz w:val="18"/>
          <w:szCs w:val="18"/>
          <w:lang w:val="sl-SI"/>
        </w:rPr>
        <w:t>?WSDL</w:t>
      </w:r>
    </w:p>
    <w:p w14:paraId="63736C77" w14:textId="77777777" w:rsidR="007515A4" w:rsidRPr="008B7FD2" w:rsidRDefault="007515A4" w:rsidP="007515A4">
      <w:pPr>
        <w:pStyle w:val="Heading2"/>
      </w:pPr>
      <w:bookmarkStart w:id="17" w:name="_Toc64888498"/>
      <w:proofErr w:type="spellStart"/>
      <w:r w:rsidRPr="008B7FD2">
        <w:t>Verzioniranje</w:t>
      </w:r>
      <w:proofErr w:type="spellEnd"/>
      <w:r w:rsidRPr="008B7FD2">
        <w:t xml:space="preserve"> WS</w:t>
      </w:r>
      <w:bookmarkEnd w:id="17"/>
    </w:p>
    <w:p w14:paraId="5E15012C" w14:textId="05429EBB" w:rsidR="007515A4" w:rsidRPr="008B7FD2" w:rsidRDefault="007515A4" w:rsidP="007515A4">
      <w:r w:rsidRPr="008B7FD2">
        <w:t xml:space="preserve">Verzija nabora storitev </w:t>
      </w:r>
      <w:r w:rsidR="001753AD">
        <w:t>3</w:t>
      </w:r>
      <w:r w:rsidRPr="008B7FD2">
        <w:t>.0</w:t>
      </w:r>
    </w:p>
    <w:p w14:paraId="66DADD0F" w14:textId="77777777" w:rsidR="007515A4" w:rsidRPr="008B7FD2" w:rsidRDefault="007515A4" w:rsidP="007515A4">
      <w:pPr>
        <w:pStyle w:val="Heading2"/>
        <w:ind w:left="578" w:hanging="578"/>
      </w:pPr>
      <w:bookmarkStart w:id="18" w:name="_Toc64888499"/>
      <w:r w:rsidRPr="008B7FD2">
        <w:t>Diagram poteka</w:t>
      </w:r>
      <w:bookmarkEnd w:id="18"/>
    </w:p>
    <w:p w14:paraId="755F6DC0" w14:textId="77777777" w:rsidR="007515A4" w:rsidRPr="008B7FD2" w:rsidRDefault="007515A4" w:rsidP="007515A4">
      <w:r w:rsidRPr="008B7FD2">
        <w:t>Ni na voljo.</w:t>
      </w:r>
    </w:p>
    <w:p w14:paraId="69024EC4" w14:textId="77777777" w:rsidR="007515A4" w:rsidRPr="008B7FD2" w:rsidRDefault="007515A4" w:rsidP="007515A4">
      <w:pPr>
        <w:pStyle w:val="Heading2"/>
        <w:ind w:left="578" w:hanging="578"/>
      </w:pPr>
      <w:bookmarkStart w:id="19" w:name="_Toc64888500"/>
      <w:r w:rsidRPr="008B7FD2">
        <w:t>Način uporabe</w:t>
      </w:r>
      <w:bookmarkEnd w:id="19"/>
    </w:p>
    <w:p w14:paraId="1894A453" w14:textId="77777777" w:rsidR="007515A4" w:rsidRPr="008B7FD2" w:rsidRDefault="007515A4" w:rsidP="007515A4">
      <w:r w:rsidRPr="008B7FD2">
        <w:t xml:space="preserve">Nabor storitev se kliče za potrebe pridobivanja odbirka in šifrantov kot prvi korak vnosa novega odbirka v sistem distributerja. </w:t>
      </w:r>
    </w:p>
    <w:p w14:paraId="1970C5F1" w14:textId="77777777" w:rsidR="007515A4" w:rsidRPr="008B7FD2" w:rsidRDefault="007515A4" w:rsidP="007515A4">
      <w:pPr>
        <w:pStyle w:val="Heading2"/>
        <w:ind w:left="578" w:hanging="578"/>
      </w:pPr>
      <w:bookmarkStart w:id="20" w:name="_Toc64888501"/>
      <w:r w:rsidRPr="008B7FD2">
        <w:t>Posebnosti</w:t>
      </w:r>
      <w:bookmarkEnd w:id="20"/>
    </w:p>
    <w:p w14:paraId="16667476" w14:textId="77777777" w:rsidR="007515A4" w:rsidRPr="008B7FD2" w:rsidRDefault="007515A4" w:rsidP="007515A4">
      <w:r w:rsidRPr="008B7FD2">
        <w:t>Storitev vrne podatke samo za merilna mesta, za katera je klicatelj na izbrani datum dejansko dobavitelj na merilnem mestu.</w:t>
      </w:r>
    </w:p>
    <w:p w14:paraId="738E9866" w14:textId="77777777" w:rsidR="007515A4" w:rsidRPr="008B7FD2" w:rsidRDefault="007515A4" w:rsidP="007515A4">
      <w:pPr>
        <w:pStyle w:val="Heading2"/>
        <w:ind w:left="578" w:hanging="578"/>
      </w:pPr>
      <w:bookmarkStart w:id="21" w:name="_Toc64888502"/>
      <w:r w:rsidRPr="008B7FD2">
        <w:t>Tehnološki predpogoji uporabe WS</w:t>
      </w:r>
      <w:bookmarkEnd w:id="21"/>
    </w:p>
    <w:p w14:paraId="40797079" w14:textId="77777777" w:rsidR="007515A4" w:rsidRPr="008B7FD2" w:rsidRDefault="007515A4" w:rsidP="007515A4">
      <w:r w:rsidRPr="008B7FD2">
        <w:t>Uporabnik storitve mora vzpostaviti povezavo do spletnega mesta services.informatika.si ter services-test.informatika.si in zaupati certifikatu spletnega mesta. Klici so varovani z uporabniškim imenom in geslom.</w:t>
      </w:r>
    </w:p>
    <w:p w14:paraId="4FF1D7C6" w14:textId="75335202" w:rsidR="007515A4" w:rsidRPr="008B7FD2" w:rsidRDefault="007515A4" w:rsidP="00223C32"/>
    <w:p w14:paraId="51DD4BB3" w14:textId="77777777" w:rsidR="00223C32" w:rsidRPr="008B7FD2" w:rsidRDefault="00223C32">
      <w:pPr>
        <w:spacing w:after="0" w:line="240" w:lineRule="auto"/>
        <w:jc w:val="left"/>
      </w:pPr>
      <w:r w:rsidRPr="008B7FD2">
        <w:br w:type="page"/>
      </w:r>
    </w:p>
    <w:p w14:paraId="06228CD7" w14:textId="6BE3C704" w:rsidR="001A293D" w:rsidRPr="008B7FD2" w:rsidRDefault="001A293D" w:rsidP="001A293D">
      <w:pPr>
        <w:pStyle w:val="Heading1"/>
      </w:pPr>
      <w:bookmarkStart w:id="22" w:name="_Toc64888503"/>
      <w:r w:rsidRPr="008B7FD2">
        <w:lastRenderedPageBreak/>
        <w:t>Vnos odbirka</w:t>
      </w:r>
      <w:bookmarkEnd w:id="22"/>
    </w:p>
    <w:p w14:paraId="7CE0568D" w14:textId="77777777" w:rsidR="001A293D" w:rsidRPr="008B7FD2" w:rsidRDefault="001A293D" w:rsidP="001A293D">
      <w:pPr>
        <w:pStyle w:val="Heading2"/>
      </w:pPr>
      <w:bookmarkStart w:id="23" w:name="_Toc64888504"/>
      <w:r w:rsidRPr="008B7FD2">
        <w:t>Kratek opis in namen WS</w:t>
      </w:r>
      <w:bookmarkEnd w:id="23"/>
    </w:p>
    <w:p w14:paraId="456563D9" w14:textId="0815B2F0" w:rsidR="001A293D" w:rsidRPr="008B7FD2" w:rsidRDefault="001A293D" w:rsidP="001A293D">
      <w:r w:rsidRPr="008B7FD2">
        <w:t>Storitev je namenjena posameznemu vnosu odbirka.</w:t>
      </w:r>
    </w:p>
    <w:p w14:paraId="5DB442CA" w14:textId="77777777" w:rsidR="001A293D" w:rsidRPr="008B7FD2" w:rsidRDefault="001A293D" w:rsidP="001A293D">
      <w:pPr>
        <w:pStyle w:val="NoSpacing"/>
        <w:numPr>
          <w:ilvl w:val="0"/>
          <w:numId w:val="27"/>
        </w:numPr>
        <w:rPr>
          <w:lang w:val="sl-SI"/>
        </w:rPr>
      </w:pPr>
      <w:r w:rsidRPr="008B7FD2">
        <w:rPr>
          <w:lang w:val="sl-SI"/>
        </w:rPr>
        <w:t>Url produkcija:</w:t>
      </w:r>
    </w:p>
    <w:p w14:paraId="3703CAEA" w14:textId="447BF082" w:rsidR="001A293D" w:rsidRPr="008B7FD2" w:rsidRDefault="00765DB7" w:rsidP="001A293D">
      <w:pPr>
        <w:pStyle w:val="NoSpacing"/>
        <w:rPr>
          <w:rStyle w:val="Hyperlink"/>
          <w:sz w:val="18"/>
          <w:szCs w:val="18"/>
          <w:lang w:val="sl-SI"/>
        </w:rPr>
      </w:pPr>
      <w:hyperlink r:id="rId31" w:history="1">
        <w:r w:rsidR="00B8644B" w:rsidRPr="008B7FD2">
          <w:rPr>
            <w:rStyle w:val="Hyperlink"/>
            <w:sz w:val="18"/>
            <w:szCs w:val="18"/>
            <w:lang w:val="sl-SI"/>
          </w:rPr>
          <w:t>https://services.informatika.si/VnosOdbirkaWeb/sca/VnosOdbirkaStoritev?WSDL</w:t>
        </w:r>
      </w:hyperlink>
    </w:p>
    <w:p w14:paraId="1B740194" w14:textId="77777777" w:rsidR="00B8644B" w:rsidRPr="008B7FD2" w:rsidRDefault="00B8644B" w:rsidP="001A293D">
      <w:pPr>
        <w:pStyle w:val="NoSpacing"/>
        <w:rPr>
          <w:rStyle w:val="Hyperlink"/>
          <w:sz w:val="18"/>
          <w:szCs w:val="18"/>
          <w:lang w:val="sl-SI"/>
        </w:rPr>
      </w:pPr>
    </w:p>
    <w:p w14:paraId="45AF9079" w14:textId="278C461B" w:rsidR="001A293D" w:rsidRPr="008B7FD2" w:rsidRDefault="001A293D" w:rsidP="001A293D">
      <w:pPr>
        <w:pStyle w:val="NoSpacing"/>
        <w:numPr>
          <w:ilvl w:val="0"/>
          <w:numId w:val="27"/>
        </w:numPr>
        <w:rPr>
          <w:lang w:val="sl-SI"/>
        </w:rPr>
      </w:pPr>
      <w:r w:rsidRPr="008B7FD2">
        <w:rPr>
          <w:lang w:val="sl-SI"/>
        </w:rPr>
        <w:t xml:space="preserve">Url test: </w:t>
      </w:r>
    </w:p>
    <w:p w14:paraId="06B929A6" w14:textId="61C672A2" w:rsidR="001A293D" w:rsidRPr="008B7FD2" w:rsidRDefault="00765DB7" w:rsidP="001A293D">
      <w:pPr>
        <w:pStyle w:val="NoSpacing"/>
        <w:rPr>
          <w:rStyle w:val="Hyperlink"/>
          <w:sz w:val="18"/>
          <w:szCs w:val="18"/>
          <w:lang w:val="sl-SI"/>
        </w:rPr>
      </w:pPr>
      <w:hyperlink r:id="rId32" w:history="1">
        <w:r w:rsidR="00B8644B" w:rsidRPr="008B7FD2">
          <w:rPr>
            <w:rStyle w:val="Hyperlink"/>
            <w:sz w:val="18"/>
            <w:szCs w:val="18"/>
            <w:lang w:val="sl-SI"/>
          </w:rPr>
          <w:t>https://services-test.informatika.si/VnosOdbirkaWeb/sca/VnosOdbirkaStoritev?WSDL</w:t>
        </w:r>
      </w:hyperlink>
    </w:p>
    <w:p w14:paraId="54327322" w14:textId="77777777" w:rsidR="001A293D" w:rsidRPr="008B7FD2" w:rsidRDefault="001A293D" w:rsidP="001A293D">
      <w:pPr>
        <w:pStyle w:val="NoSpacing"/>
        <w:ind w:left="360"/>
        <w:rPr>
          <w:lang w:val="sl-SI"/>
        </w:rPr>
      </w:pPr>
    </w:p>
    <w:p w14:paraId="77B1D939" w14:textId="77777777" w:rsidR="001A293D" w:rsidRPr="008B7FD2" w:rsidRDefault="001A293D" w:rsidP="001A293D">
      <w:pPr>
        <w:pStyle w:val="Heading2"/>
      </w:pPr>
      <w:bookmarkStart w:id="24" w:name="_Toc64888505"/>
      <w:proofErr w:type="spellStart"/>
      <w:r w:rsidRPr="008B7FD2">
        <w:t>Verzioniranje</w:t>
      </w:r>
      <w:proofErr w:type="spellEnd"/>
      <w:r w:rsidRPr="008B7FD2">
        <w:t xml:space="preserve"> WS</w:t>
      </w:r>
      <w:bookmarkEnd w:id="24"/>
    </w:p>
    <w:p w14:paraId="7CE757BD" w14:textId="77777777" w:rsidR="001A293D" w:rsidRPr="008B7FD2" w:rsidRDefault="001A293D" w:rsidP="001A293D">
      <w:r w:rsidRPr="008B7FD2">
        <w:t>Verzija nabora storitev 1.0</w:t>
      </w:r>
    </w:p>
    <w:p w14:paraId="521DED90" w14:textId="77777777" w:rsidR="001A293D" w:rsidRPr="008B7FD2" w:rsidRDefault="001A293D" w:rsidP="001A293D">
      <w:pPr>
        <w:pStyle w:val="Heading2"/>
        <w:ind w:left="578" w:hanging="578"/>
      </w:pPr>
      <w:bookmarkStart w:id="25" w:name="_Toc64888506"/>
      <w:r w:rsidRPr="008B7FD2">
        <w:t>Diagram poteka</w:t>
      </w:r>
      <w:bookmarkEnd w:id="25"/>
    </w:p>
    <w:p w14:paraId="612F898C" w14:textId="77777777" w:rsidR="001A293D" w:rsidRPr="008B7FD2" w:rsidRDefault="001A293D" w:rsidP="001A293D">
      <w:r w:rsidRPr="008B7FD2">
        <w:t>Ni na voljo.</w:t>
      </w:r>
    </w:p>
    <w:p w14:paraId="77BCB0B3" w14:textId="77777777" w:rsidR="001A293D" w:rsidRPr="008B7FD2" w:rsidRDefault="001A293D" w:rsidP="001A293D">
      <w:pPr>
        <w:pStyle w:val="Heading2"/>
        <w:ind w:left="578" w:hanging="578"/>
      </w:pPr>
      <w:bookmarkStart w:id="26" w:name="_Toc64888507"/>
      <w:r w:rsidRPr="008B7FD2">
        <w:t>Način uporabe</w:t>
      </w:r>
      <w:bookmarkEnd w:id="26"/>
    </w:p>
    <w:p w14:paraId="1CD3B200" w14:textId="7E8B7E60" w:rsidR="001A293D" w:rsidRPr="008B7FD2" w:rsidRDefault="001A293D" w:rsidP="001A293D">
      <w:r w:rsidRPr="008B7FD2">
        <w:t>Storitev se kliče za potrebe dodajanja odbirka v sistem distributerja</w:t>
      </w:r>
      <w:r w:rsidR="00C13DF1" w:rsidRPr="008B7FD2">
        <w:t>.</w:t>
      </w:r>
      <w:r w:rsidRPr="008B7FD2">
        <w:t xml:space="preserve"> </w:t>
      </w:r>
      <w:r w:rsidR="00BF22FB" w:rsidRPr="008B7FD2">
        <w:t>Kot pomoč za kreiranje ustrezne XML strukture odbirka se lahko najprej pokliče storitev za pridobivanje zadnjega odbirka in se nato samo zamenjajo vrednosti določenih elementov.</w:t>
      </w:r>
    </w:p>
    <w:p w14:paraId="00605DEE" w14:textId="77777777" w:rsidR="001A293D" w:rsidRPr="008B7FD2" w:rsidRDefault="001A293D" w:rsidP="001A293D">
      <w:pPr>
        <w:pStyle w:val="Heading2"/>
        <w:ind w:left="578" w:hanging="578"/>
      </w:pPr>
      <w:bookmarkStart w:id="27" w:name="_Toc64888508"/>
      <w:r w:rsidRPr="008B7FD2">
        <w:t>Posebnosti</w:t>
      </w:r>
      <w:bookmarkEnd w:id="27"/>
    </w:p>
    <w:p w14:paraId="0C002238" w14:textId="1062AAF8" w:rsidR="001A293D" w:rsidRDefault="001A293D" w:rsidP="001A293D">
      <w:r w:rsidRPr="008B7FD2">
        <w:t>Dodajanje odbirkov je mogoče za merilna mesta</w:t>
      </w:r>
      <w:r w:rsidR="00C13DF1" w:rsidRPr="008B7FD2">
        <w:t>,</w:t>
      </w:r>
      <w:r w:rsidRPr="008B7FD2">
        <w:t xml:space="preserve"> za katera je klicatelj dejanski dobavitelj na merilnem mestu. </w:t>
      </w:r>
      <w:r w:rsidR="00C13DF1" w:rsidRPr="008B7FD2">
        <w:t xml:space="preserve">Vnos odbirka je mogoč za merilna mesta, ki imajo letno frekvenco odbiranja in za odbirke, ki izpolnjujejo </w:t>
      </w:r>
      <w:proofErr w:type="spellStart"/>
      <w:r w:rsidR="00C13DF1" w:rsidRPr="008B7FD2">
        <w:t>validacijska</w:t>
      </w:r>
      <w:proofErr w:type="spellEnd"/>
      <w:r w:rsidR="00C13DF1" w:rsidRPr="008B7FD2">
        <w:t xml:space="preserve"> pravila. V primeru, da odbirek ni v skladu s pravili, odbirek ni mogoče vnesti, lahko se odda v čakalnico</w:t>
      </w:r>
      <w:r w:rsidR="00D179DA" w:rsidRPr="008B7FD2">
        <w:t xml:space="preserve"> zahtev</w:t>
      </w:r>
      <w:r w:rsidR="00C13DF1" w:rsidRPr="008B7FD2">
        <w:t xml:space="preserve"> distributerju za potrjevanje. Oddaja v čakalnico je mogoča preko storitev Evidence zahtev. V primeru, da se oddaja odbirek v mesecu obračuna, se le-ta odloži v </w:t>
      </w:r>
      <w:r w:rsidR="00254D12" w:rsidRPr="008B7FD2">
        <w:t>začasno odložišče</w:t>
      </w:r>
      <w:r w:rsidR="00C13DF1" w:rsidRPr="008B7FD2">
        <w:t xml:space="preserve"> odbirkov in uporabi </w:t>
      </w:r>
      <w:r w:rsidR="00D179DA" w:rsidRPr="008B7FD2">
        <w:t xml:space="preserve">le </w:t>
      </w:r>
      <w:r w:rsidR="00C13DF1" w:rsidRPr="008B7FD2">
        <w:t>v primeru, da distributer ni zagotovil odbirka v mesecu obračuna.</w:t>
      </w:r>
    </w:p>
    <w:p w14:paraId="24084F79" w14:textId="3168D9CE" w:rsidR="00611FC6" w:rsidRPr="008B7FD2" w:rsidRDefault="002968D7" w:rsidP="00611FC6">
      <w:r>
        <w:t>Storitev umaknjena iz uporabe s 1.10.2018</w:t>
      </w:r>
    </w:p>
    <w:p w14:paraId="7C2D7F01" w14:textId="77777777" w:rsidR="001A293D" w:rsidRPr="008B7FD2" w:rsidRDefault="001A293D" w:rsidP="001A293D">
      <w:pPr>
        <w:pStyle w:val="Heading2"/>
        <w:ind w:left="578" w:hanging="578"/>
      </w:pPr>
      <w:bookmarkStart w:id="28" w:name="_Toc64888509"/>
      <w:r w:rsidRPr="008B7FD2">
        <w:t>Tehnološki predpogoji uporabe WS</w:t>
      </w:r>
      <w:bookmarkEnd w:id="28"/>
    </w:p>
    <w:p w14:paraId="5837F926" w14:textId="49B322E6" w:rsidR="001A293D" w:rsidRPr="008B7FD2" w:rsidRDefault="001A293D" w:rsidP="001A293D">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0F6CB47D" w14:textId="4A56EBC4" w:rsidR="00B72B32" w:rsidRPr="008B7FD2" w:rsidRDefault="00B72B32">
      <w:pPr>
        <w:spacing w:after="0" w:line="240" w:lineRule="auto"/>
        <w:jc w:val="left"/>
      </w:pPr>
      <w:r w:rsidRPr="008B7FD2">
        <w:br w:type="page"/>
      </w:r>
    </w:p>
    <w:p w14:paraId="544329D3" w14:textId="480CE5CC" w:rsidR="00B72B32" w:rsidRPr="008B7FD2" w:rsidRDefault="00B72B32" w:rsidP="00B72B32">
      <w:pPr>
        <w:pStyle w:val="Heading1"/>
      </w:pPr>
      <w:bookmarkStart w:id="29" w:name="_Toc64888510"/>
      <w:r w:rsidRPr="008B7FD2">
        <w:lastRenderedPageBreak/>
        <w:t xml:space="preserve">Vnos odbirka </w:t>
      </w:r>
      <w:r w:rsidR="00085193">
        <w:t>v</w:t>
      </w:r>
      <w:r w:rsidRPr="008B7FD2">
        <w:t>2</w:t>
      </w:r>
      <w:bookmarkEnd w:id="29"/>
    </w:p>
    <w:p w14:paraId="2FA85F4A" w14:textId="77777777" w:rsidR="00B72B32" w:rsidRPr="008B7FD2" w:rsidRDefault="00B72B32" w:rsidP="00B72B32">
      <w:pPr>
        <w:pStyle w:val="Heading2"/>
      </w:pPr>
      <w:bookmarkStart w:id="30" w:name="_Toc64888511"/>
      <w:r w:rsidRPr="008B7FD2">
        <w:t>Kratek opis in namen WS</w:t>
      </w:r>
      <w:bookmarkEnd w:id="30"/>
    </w:p>
    <w:p w14:paraId="695C7957" w14:textId="77777777" w:rsidR="00B72B32" w:rsidRPr="008B7FD2" w:rsidRDefault="00B72B32" w:rsidP="00B72B32">
      <w:r w:rsidRPr="008B7FD2">
        <w:t>Storitev je namenjena posameznemu vnosu odbirka.</w:t>
      </w:r>
    </w:p>
    <w:p w14:paraId="1BA7E82F" w14:textId="77777777" w:rsidR="00B72B32" w:rsidRPr="008B7FD2" w:rsidRDefault="00B72B32" w:rsidP="00B72B32">
      <w:pPr>
        <w:pStyle w:val="NoSpacing"/>
        <w:numPr>
          <w:ilvl w:val="0"/>
          <w:numId w:val="27"/>
        </w:numPr>
        <w:rPr>
          <w:lang w:val="sl-SI"/>
        </w:rPr>
      </w:pPr>
      <w:r w:rsidRPr="008B7FD2">
        <w:rPr>
          <w:lang w:val="sl-SI"/>
        </w:rPr>
        <w:t>Url produkcija:</w:t>
      </w:r>
    </w:p>
    <w:p w14:paraId="243A856C" w14:textId="77C8E438" w:rsidR="00B72B32" w:rsidRPr="008B7FD2" w:rsidRDefault="00B72B32" w:rsidP="00B72B32">
      <w:pPr>
        <w:pStyle w:val="NoSpacing"/>
        <w:rPr>
          <w:rStyle w:val="Hyperlink"/>
          <w:sz w:val="18"/>
          <w:szCs w:val="18"/>
          <w:lang w:val="sl-SI"/>
        </w:rPr>
      </w:pPr>
      <w:r w:rsidRPr="008B7FD2">
        <w:rPr>
          <w:rStyle w:val="Hyperlink"/>
          <w:sz w:val="18"/>
          <w:szCs w:val="18"/>
          <w:lang w:val="sl-SI"/>
        </w:rPr>
        <w:t>https://services.informatika.si/VnosOdbirkaWeb/sca/VnosOdbirka2Storitev?WSDL</w:t>
      </w:r>
    </w:p>
    <w:p w14:paraId="741D5068" w14:textId="77777777" w:rsidR="00B72B32" w:rsidRPr="008B7FD2" w:rsidRDefault="00B72B32" w:rsidP="00B72B32">
      <w:pPr>
        <w:pStyle w:val="NoSpacing"/>
        <w:numPr>
          <w:ilvl w:val="0"/>
          <w:numId w:val="27"/>
        </w:numPr>
        <w:rPr>
          <w:lang w:val="sl-SI"/>
        </w:rPr>
      </w:pPr>
      <w:r w:rsidRPr="008B7FD2">
        <w:rPr>
          <w:lang w:val="sl-SI"/>
        </w:rPr>
        <w:t xml:space="preserve">Url test: </w:t>
      </w:r>
    </w:p>
    <w:p w14:paraId="2E11F0F9" w14:textId="15288EAA" w:rsidR="00B72B32" w:rsidRPr="008B7FD2" w:rsidRDefault="00765DB7" w:rsidP="00B72B32">
      <w:pPr>
        <w:pStyle w:val="NoSpacing"/>
        <w:rPr>
          <w:lang w:val="sl-SI"/>
        </w:rPr>
      </w:pPr>
      <w:hyperlink r:id="rId33" w:history="1">
        <w:r w:rsidR="00B72B32" w:rsidRPr="008B7FD2">
          <w:rPr>
            <w:rStyle w:val="Hyperlink"/>
            <w:sz w:val="18"/>
            <w:szCs w:val="18"/>
            <w:lang w:val="sl-SI"/>
          </w:rPr>
          <w:t>https://services-test.informatika.si/VnosOdbirkaWeb/sca/VnosOdbirka2Storitev?WSDL</w:t>
        </w:r>
      </w:hyperlink>
      <w:r w:rsidR="00B72B32" w:rsidRPr="008B7FD2">
        <w:rPr>
          <w:sz w:val="18"/>
          <w:szCs w:val="18"/>
          <w:lang w:val="sl-SI"/>
        </w:rPr>
        <w:t xml:space="preserve"> </w:t>
      </w:r>
    </w:p>
    <w:p w14:paraId="01564BB0" w14:textId="77777777" w:rsidR="00B72B32" w:rsidRPr="008B7FD2" w:rsidRDefault="00B72B32" w:rsidP="00B72B32">
      <w:pPr>
        <w:pStyle w:val="Heading2"/>
      </w:pPr>
      <w:bookmarkStart w:id="31" w:name="_Toc64888512"/>
      <w:proofErr w:type="spellStart"/>
      <w:r w:rsidRPr="008B7FD2">
        <w:t>Verzioniranje</w:t>
      </w:r>
      <w:proofErr w:type="spellEnd"/>
      <w:r w:rsidRPr="008B7FD2">
        <w:t xml:space="preserve"> WS</w:t>
      </w:r>
      <w:bookmarkEnd w:id="31"/>
    </w:p>
    <w:p w14:paraId="66A2607F" w14:textId="146CF4EA" w:rsidR="00B72B32" w:rsidRPr="008B7FD2" w:rsidRDefault="00B72B32" w:rsidP="00B72B32">
      <w:r w:rsidRPr="008B7FD2">
        <w:t>Verzija nabora storitev 2.0</w:t>
      </w:r>
    </w:p>
    <w:p w14:paraId="7E5CE5DD" w14:textId="77777777" w:rsidR="00B72B32" w:rsidRPr="008B7FD2" w:rsidRDefault="00B72B32" w:rsidP="00B72B32">
      <w:pPr>
        <w:pStyle w:val="Heading2"/>
        <w:ind w:left="578" w:hanging="578"/>
      </w:pPr>
      <w:bookmarkStart w:id="32" w:name="_Toc64888513"/>
      <w:r w:rsidRPr="008B7FD2">
        <w:t>Diagram poteka</w:t>
      </w:r>
      <w:bookmarkEnd w:id="32"/>
    </w:p>
    <w:p w14:paraId="4CEB5302" w14:textId="77777777" w:rsidR="00B72B32" w:rsidRPr="008B7FD2" w:rsidRDefault="00B72B32" w:rsidP="00B72B32">
      <w:r w:rsidRPr="008B7FD2">
        <w:t>Ni na voljo.</w:t>
      </w:r>
    </w:p>
    <w:p w14:paraId="7ADC5A00" w14:textId="77777777" w:rsidR="00B72B32" w:rsidRPr="008B7FD2" w:rsidRDefault="00B72B32" w:rsidP="00B72B32">
      <w:pPr>
        <w:pStyle w:val="Heading2"/>
        <w:ind w:left="578" w:hanging="578"/>
      </w:pPr>
      <w:bookmarkStart w:id="33" w:name="_Toc64888514"/>
      <w:r w:rsidRPr="008B7FD2">
        <w:t>Način uporabe</w:t>
      </w:r>
      <w:bookmarkEnd w:id="33"/>
    </w:p>
    <w:p w14:paraId="7275AFE0" w14:textId="77777777" w:rsidR="00B72B32" w:rsidRPr="008B7FD2" w:rsidRDefault="00B72B32" w:rsidP="00B72B32">
      <w:r w:rsidRPr="008B7FD2">
        <w:t>Storitev se kliče za potrebe dodajanja odbirka v sistem distributerja. Kot pomoč za kreiranje ustrezne XML strukture odbirka se lahko najprej pokliče storitev za pridobivanje zadnjega odbirka in se nato samo zamenjajo vrednosti določenih elementov.</w:t>
      </w:r>
    </w:p>
    <w:p w14:paraId="27E92A93" w14:textId="77777777" w:rsidR="00B72B32" w:rsidRPr="008B7FD2" w:rsidRDefault="00B72B32" w:rsidP="00B72B32">
      <w:pPr>
        <w:pStyle w:val="Heading2"/>
        <w:ind w:left="578" w:hanging="578"/>
      </w:pPr>
      <w:bookmarkStart w:id="34" w:name="_Toc64888515"/>
      <w:r w:rsidRPr="008B7FD2">
        <w:t>Posebnosti</w:t>
      </w:r>
      <w:bookmarkEnd w:id="34"/>
    </w:p>
    <w:p w14:paraId="3713092B" w14:textId="0667C274" w:rsidR="00B72B32" w:rsidRPr="008B7FD2" w:rsidRDefault="00B72B32" w:rsidP="00B72B32">
      <w:r w:rsidRPr="008B7FD2">
        <w:t xml:space="preserve">Dodajanje odbirkov je mogoče za merilna mesta, za katera je klicatelj dejanski dobavitelj na merilnem mestu. Vnos odbirka je mogoč za merilna mesta, ki imajo letno frekvenco odbiranja in za odbirke, ki izpolnjujejo </w:t>
      </w:r>
      <w:proofErr w:type="spellStart"/>
      <w:r w:rsidRPr="008B7FD2">
        <w:t>validacijska</w:t>
      </w:r>
      <w:proofErr w:type="spellEnd"/>
      <w:r w:rsidRPr="008B7FD2">
        <w:t xml:space="preserve">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w:t>
      </w:r>
    </w:p>
    <w:p w14:paraId="559B91B7" w14:textId="11CEB84C" w:rsidR="00F11C92" w:rsidRPr="008B7FD2" w:rsidRDefault="002968D7" w:rsidP="00B72B32">
      <w:r>
        <w:t>Storitev umaknjena iz uporabe s 1.10.2018</w:t>
      </w:r>
    </w:p>
    <w:p w14:paraId="70538033" w14:textId="77777777" w:rsidR="00B72B32" w:rsidRPr="008B7FD2" w:rsidRDefault="00B72B32" w:rsidP="00B72B32">
      <w:pPr>
        <w:pStyle w:val="Heading2"/>
        <w:ind w:left="578" w:hanging="578"/>
      </w:pPr>
      <w:bookmarkStart w:id="35" w:name="_Toc64888516"/>
      <w:r w:rsidRPr="008B7FD2">
        <w:t>Tehnološki predpogoji uporabe WS</w:t>
      </w:r>
      <w:bookmarkEnd w:id="35"/>
    </w:p>
    <w:p w14:paraId="4E6A0C9A" w14:textId="18A581F0" w:rsidR="00B72B32" w:rsidRPr="008B7FD2" w:rsidRDefault="00B72B32" w:rsidP="00B72B32">
      <w:r w:rsidRPr="008B7FD2">
        <w:t>Uporabnik storitve mora vzpostaviti povezavo do spletnega mesta services.informatika.si ter services-test.informatika.si in zaupati certifikatu spletnega mesta. Klici so varovani z uporabniškim imenom in geslom.</w:t>
      </w:r>
    </w:p>
    <w:p w14:paraId="72C331DD" w14:textId="61B94957" w:rsidR="005C343D" w:rsidRPr="008B7FD2" w:rsidRDefault="005C343D" w:rsidP="005C343D">
      <w:pPr>
        <w:pStyle w:val="Heading1"/>
      </w:pPr>
      <w:bookmarkStart w:id="36" w:name="_Hlk64804821"/>
      <w:bookmarkStart w:id="37" w:name="_Toc64888517"/>
      <w:r w:rsidRPr="008B7FD2">
        <w:lastRenderedPageBreak/>
        <w:t xml:space="preserve">Vnos odbirka </w:t>
      </w:r>
      <w:r w:rsidR="00840B42">
        <w:t>v</w:t>
      </w:r>
      <w:r w:rsidRPr="008B7FD2">
        <w:t>3</w:t>
      </w:r>
      <w:bookmarkEnd w:id="37"/>
    </w:p>
    <w:p w14:paraId="455CF35B" w14:textId="77777777" w:rsidR="005C343D" w:rsidRPr="008B7FD2" w:rsidRDefault="005C343D" w:rsidP="005C343D">
      <w:pPr>
        <w:pStyle w:val="Heading2"/>
      </w:pPr>
      <w:bookmarkStart w:id="38" w:name="_Toc64888518"/>
      <w:r w:rsidRPr="008B7FD2">
        <w:t>Kratek opis in namen WS</w:t>
      </w:r>
      <w:bookmarkEnd w:id="38"/>
    </w:p>
    <w:p w14:paraId="19F0BE81" w14:textId="77777777" w:rsidR="005C343D" w:rsidRPr="008B7FD2" w:rsidRDefault="005C343D" w:rsidP="005C343D">
      <w:r w:rsidRPr="008B7FD2">
        <w:t>Storitev je namenjena posameznemu vnosu odbirka.</w:t>
      </w:r>
    </w:p>
    <w:p w14:paraId="43C9298A" w14:textId="77777777" w:rsidR="005C343D" w:rsidRPr="008B7FD2" w:rsidRDefault="005C343D" w:rsidP="005C343D">
      <w:pPr>
        <w:pStyle w:val="NoSpacing"/>
        <w:numPr>
          <w:ilvl w:val="0"/>
          <w:numId w:val="27"/>
        </w:numPr>
        <w:rPr>
          <w:lang w:val="sl-SI"/>
        </w:rPr>
      </w:pPr>
      <w:r w:rsidRPr="008B7FD2">
        <w:rPr>
          <w:lang w:val="sl-SI"/>
        </w:rPr>
        <w:t>Url produkcija:</w:t>
      </w:r>
    </w:p>
    <w:p w14:paraId="174B6256" w14:textId="6DBF57FB" w:rsidR="005C343D" w:rsidRPr="008B7FD2" w:rsidRDefault="005C343D" w:rsidP="005C343D">
      <w:pPr>
        <w:pStyle w:val="NoSpacing"/>
        <w:rPr>
          <w:rStyle w:val="Hyperlink"/>
          <w:sz w:val="18"/>
          <w:szCs w:val="18"/>
          <w:lang w:val="sl-SI"/>
        </w:rPr>
      </w:pPr>
      <w:r w:rsidRPr="008B7FD2">
        <w:rPr>
          <w:rStyle w:val="Hyperlink"/>
          <w:sz w:val="18"/>
          <w:szCs w:val="18"/>
          <w:lang w:val="sl-SI"/>
        </w:rPr>
        <w:t>https://services.informatika.si/VnosOdbirkaWeb/sca/VnosOdbirka3Storitev?WSDL</w:t>
      </w:r>
    </w:p>
    <w:p w14:paraId="4208307E" w14:textId="77777777" w:rsidR="005C343D" w:rsidRPr="008B7FD2" w:rsidRDefault="005C343D" w:rsidP="005C343D">
      <w:pPr>
        <w:pStyle w:val="NoSpacing"/>
        <w:numPr>
          <w:ilvl w:val="0"/>
          <w:numId w:val="27"/>
        </w:numPr>
        <w:rPr>
          <w:lang w:val="sl-SI"/>
        </w:rPr>
      </w:pPr>
      <w:r w:rsidRPr="008B7FD2">
        <w:rPr>
          <w:lang w:val="sl-SI"/>
        </w:rPr>
        <w:t xml:space="preserve">Url test: </w:t>
      </w:r>
    </w:p>
    <w:p w14:paraId="4F3934E7" w14:textId="4FF5D31E" w:rsidR="005C343D" w:rsidRPr="008B7FD2" w:rsidRDefault="00765DB7" w:rsidP="005C343D">
      <w:pPr>
        <w:pStyle w:val="NoSpacing"/>
        <w:rPr>
          <w:lang w:val="sl-SI"/>
        </w:rPr>
      </w:pPr>
      <w:hyperlink r:id="rId34" w:history="1">
        <w:r w:rsidR="000D2D82" w:rsidRPr="008B7FD2">
          <w:rPr>
            <w:rStyle w:val="Hyperlink"/>
            <w:sz w:val="18"/>
            <w:szCs w:val="18"/>
            <w:lang w:val="sl-SI"/>
          </w:rPr>
          <w:t>https://services-test.informatika.si/VnosOdbirkaWeb/sca/VnosOdbirka3Storitev?WSDL</w:t>
        </w:r>
      </w:hyperlink>
      <w:r w:rsidR="005C343D" w:rsidRPr="008B7FD2">
        <w:rPr>
          <w:sz w:val="18"/>
          <w:szCs w:val="18"/>
          <w:lang w:val="sl-SI"/>
        </w:rPr>
        <w:t xml:space="preserve"> </w:t>
      </w:r>
    </w:p>
    <w:p w14:paraId="60AF67AB" w14:textId="77777777" w:rsidR="005C343D" w:rsidRPr="008B7FD2" w:rsidRDefault="005C343D" w:rsidP="005C343D">
      <w:pPr>
        <w:pStyle w:val="Heading2"/>
      </w:pPr>
      <w:bookmarkStart w:id="39" w:name="_Toc64888519"/>
      <w:proofErr w:type="spellStart"/>
      <w:r w:rsidRPr="008B7FD2">
        <w:t>Verzioniranje</w:t>
      </w:r>
      <w:proofErr w:type="spellEnd"/>
      <w:r w:rsidRPr="008B7FD2">
        <w:t xml:space="preserve"> WS</w:t>
      </w:r>
      <w:bookmarkEnd w:id="39"/>
    </w:p>
    <w:p w14:paraId="4428FE96" w14:textId="5400E51B" w:rsidR="005C343D" w:rsidRPr="008B7FD2" w:rsidRDefault="005C343D" w:rsidP="005C343D">
      <w:r w:rsidRPr="008B7FD2">
        <w:t xml:space="preserve">Verzija nabora storitev </w:t>
      </w:r>
      <w:r w:rsidR="000D2D82" w:rsidRPr="008B7FD2">
        <w:t>3</w:t>
      </w:r>
      <w:r w:rsidRPr="008B7FD2">
        <w:t>.0</w:t>
      </w:r>
    </w:p>
    <w:p w14:paraId="73BB96CF" w14:textId="77777777" w:rsidR="005C343D" w:rsidRPr="008B7FD2" w:rsidRDefault="005C343D" w:rsidP="005C343D">
      <w:pPr>
        <w:pStyle w:val="Heading2"/>
        <w:ind w:left="578" w:hanging="578"/>
      </w:pPr>
      <w:bookmarkStart w:id="40" w:name="_Toc64888520"/>
      <w:r w:rsidRPr="008B7FD2">
        <w:t>Diagram poteka</w:t>
      </w:r>
      <w:bookmarkEnd w:id="40"/>
    </w:p>
    <w:p w14:paraId="7E9566A0" w14:textId="77777777" w:rsidR="005C343D" w:rsidRPr="008B7FD2" w:rsidRDefault="005C343D" w:rsidP="005C343D">
      <w:r w:rsidRPr="008B7FD2">
        <w:t>Ni na voljo.</w:t>
      </w:r>
    </w:p>
    <w:p w14:paraId="448F09D3" w14:textId="77777777" w:rsidR="005C343D" w:rsidRPr="008B7FD2" w:rsidRDefault="005C343D" w:rsidP="005C343D">
      <w:pPr>
        <w:pStyle w:val="Heading2"/>
        <w:ind w:left="578" w:hanging="578"/>
      </w:pPr>
      <w:bookmarkStart w:id="41" w:name="_Toc64888521"/>
      <w:r w:rsidRPr="008B7FD2">
        <w:t>Način uporabe</w:t>
      </w:r>
      <w:bookmarkEnd w:id="41"/>
    </w:p>
    <w:p w14:paraId="3E78CDAD" w14:textId="77777777" w:rsidR="005C343D" w:rsidRPr="008B7FD2" w:rsidRDefault="005C343D" w:rsidP="005C343D">
      <w:r w:rsidRPr="008B7FD2">
        <w:t>Storitev se kliče za potrebe dodajanja odbirka v sistem distributerja. Kot pomoč za kreiranje ustrezne XML strukture odbirka se lahko najprej pokliče storitev za pridobivanje zadnjega odbirka in se nato samo zamenjajo vrednosti določenih elementov.</w:t>
      </w:r>
    </w:p>
    <w:p w14:paraId="3B774083" w14:textId="77777777" w:rsidR="005C343D" w:rsidRPr="008B7FD2" w:rsidRDefault="005C343D" w:rsidP="005C343D">
      <w:pPr>
        <w:pStyle w:val="Heading2"/>
        <w:ind w:left="578" w:hanging="578"/>
      </w:pPr>
      <w:bookmarkStart w:id="42" w:name="_Toc64888522"/>
      <w:r w:rsidRPr="008B7FD2">
        <w:t>Posebnosti</w:t>
      </w:r>
      <w:bookmarkEnd w:id="42"/>
    </w:p>
    <w:p w14:paraId="68F2B32F" w14:textId="0D00DB4C" w:rsidR="005C343D" w:rsidRDefault="005C343D" w:rsidP="005C343D">
      <w:r w:rsidRPr="008B7FD2">
        <w:t xml:space="preserve">Dodajanje odbirkov je mogoče za merilna mesta, za katera je klicatelj dejanski dobavitelj na merilnem mestu. Vnos odbirka je mogoč za merilna mesta, ki imajo letno frekvenco odbiranja in za odbirke, ki izpolnjujejo </w:t>
      </w:r>
      <w:proofErr w:type="spellStart"/>
      <w:r w:rsidRPr="008B7FD2">
        <w:t>validacijska</w:t>
      </w:r>
      <w:proofErr w:type="spellEnd"/>
      <w:r w:rsidRPr="008B7FD2">
        <w:t xml:space="preserve">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w:t>
      </w:r>
      <w:r w:rsidR="00696E5D" w:rsidRPr="008B7FD2">
        <w:t xml:space="preserve"> Oddaja je možna z enotnim identifikatorjem m</w:t>
      </w:r>
      <w:r w:rsidR="004C3064">
        <w:t>e</w:t>
      </w:r>
      <w:r w:rsidR="00696E5D" w:rsidRPr="008B7FD2">
        <w:t>rilnega mesta ali enolično številko GSRN.</w:t>
      </w:r>
    </w:p>
    <w:p w14:paraId="74E9A76E" w14:textId="46D94CBB" w:rsidR="004F5A6D" w:rsidRDefault="004F5A6D" w:rsidP="004F5A6D">
      <w:pPr>
        <w:pBdr>
          <w:top w:val="single" w:sz="4" w:space="1" w:color="auto"/>
          <w:left w:val="single" w:sz="4" w:space="4" w:color="auto"/>
          <w:bottom w:val="single" w:sz="4" w:space="1" w:color="auto"/>
          <w:right w:val="single" w:sz="4" w:space="4" w:color="auto"/>
        </w:pBdr>
      </w:pPr>
      <w:r w:rsidRPr="003D1E54">
        <w:rPr>
          <w:highlight w:val="yellow"/>
        </w:rPr>
        <w:t>Storitev ni primerna za vnos odbirka za potrebe menjave dobavitelja. Za ta namen naj se uporablja storitev Obračunske meritve.</w:t>
      </w:r>
    </w:p>
    <w:p w14:paraId="41D10ADC" w14:textId="77777777" w:rsidR="005C343D" w:rsidRPr="008B7FD2" w:rsidRDefault="005C343D" w:rsidP="005C343D">
      <w:pPr>
        <w:pStyle w:val="Heading2"/>
        <w:ind w:left="578" w:hanging="578"/>
      </w:pPr>
      <w:bookmarkStart w:id="43" w:name="_Toc64888523"/>
      <w:r w:rsidRPr="008B7FD2">
        <w:t>Tehnološki predpogoji uporabe WS</w:t>
      </w:r>
      <w:bookmarkEnd w:id="43"/>
    </w:p>
    <w:p w14:paraId="0B9A6C46" w14:textId="77777777" w:rsidR="005C343D" w:rsidRPr="008B7FD2" w:rsidRDefault="005C343D" w:rsidP="005C343D">
      <w:r w:rsidRPr="008B7FD2">
        <w:t>Uporabnik storitve mora vzpostaviti povezavo do spletnega mesta services.informatika.si ter services-test.informatika.si in zaupati certifikatu spletnega mesta. Klici so varovani z uporabniškim imenom in geslom.</w:t>
      </w:r>
    </w:p>
    <w:p w14:paraId="20768BC9" w14:textId="77777777" w:rsidR="005C343D" w:rsidRPr="008B7FD2" w:rsidRDefault="005C343D" w:rsidP="00B72B32"/>
    <w:p w14:paraId="039FA323" w14:textId="77777777" w:rsidR="001A293D" w:rsidRPr="008B7FD2" w:rsidRDefault="001A293D">
      <w:pPr>
        <w:spacing w:after="0" w:line="240" w:lineRule="auto"/>
        <w:jc w:val="left"/>
      </w:pPr>
    </w:p>
    <w:p w14:paraId="2B7570CD" w14:textId="77777777" w:rsidR="00325D46" w:rsidRPr="008B7FD2" w:rsidRDefault="00325D46">
      <w:pPr>
        <w:spacing w:after="0" w:line="240" w:lineRule="auto"/>
        <w:jc w:val="left"/>
        <w:rPr>
          <w:rFonts w:ascii="Cambria" w:eastAsia="Times New Roman" w:hAnsi="Cambria"/>
          <w:b/>
          <w:bCs/>
          <w:color w:val="1F497D"/>
          <w:sz w:val="28"/>
          <w:szCs w:val="28"/>
        </w:rPr>
      </w:pPr>
      <w:r w:rsidRPr="008B7FD2">
        <w:br w:type="page"/>
      </w:r>
    </w:p>
    <w:p w14:paraId="105D84D4" w14:textId="013926CA" w:rsidR="00325D46" w:rsidRPr="008B7FD2" w:rsidRDefault="00325D46" w:rsidP="00325D46">
      <w:pPr>
        <w:pStyle w:val="Heading1"/>
      </w:pPr>
      <w:bookmarkStart w:id="44" w:name="_Toc64888524"/>
      <w:r w:rsidRPr="008B7FD2">
        <w:lastRenderedPageBreak/>
        <w:t>Enostavni vnos odbirka</w:t>
      </w:r>
      <w:bookmarkEnd w:id="44"/>
    </w:p>
    <w:p w14:paraId="3F7DA128" w14:textId="77777777" w:rsidR="00325D46" w:rsidRPr="008B7FD2" w:rsidRDefault="00325D46" w:rsidP="00325D46">
      <w:pPr>
        <w:pStyle w:val="Heading2"/>
      </w:pPr>
      <w:bookmarkStart w:id="45" w:name="_Toc64888525"/>
      <w:r w:rsidRPr="008B7FD2">
        <w:t>Kratek opis in namen WS</w:t>
      </w:r>
      <w:bookmarkEnd w:id="45"/>
    </w:p>
    <w:p w14:paraId="519C61F5" w14:textId="77777777" w:rsidR="00325D46" w:rsidRPr="008B7FD2" w:rsidRDefault="00325D46" w:rsidP="00325D46">
      <w:r w:rsidRPr="008B7FD2">
        <w:t>Storitev je namenjena posameznemu vnosu odbirka.</w:t>
      </w:r>
    </w:p>
    <w:p w14:paraId="7766D974" w14:textId="77777777" w:rsidR="00325D46" w:rsidRPr="008B7FD2" w:rsidRDefault="00325D46" w:rsidP="00325D46">
      <w:pPr>
        <w:pStyle w:val="NoSpacing"/>
        <w:numPr>
          <w:ilvl w:val="0"/>
          <w:numId w:val="27"/>
        </w:numPr>
        <w:rPr>
          <w:lang w:val="sl-SI"/>
        </w:rPr>
      </w:pPr>
      <w:r w:rsidRPr="008B7FD2">
        <w:rPr>
          <w:lang w:val="sl-SI"/>
        </w:rPr>
        <w:t>Url produkcija:</w:t>
      </w:r>
    </w:p>
    <w:p w14:paraId="3FB13518" w14:textId="24B10B0E" w:rsidR="00325D46" w:rsidRPr="008B7FD2" w:rsidRDefault="00765DB7" w:rsidP="00325D46">
      <w:pPr>
        <w:pStyle w:val="NoSpacing"/>
        <w:rPr>
          <w:rStyle w:val="Hyperlink"/>
          <w:sz w:val="18"/>
          <w:szCs w:val="18"/>
          <w:lang w:val="sl-SI"/>
        </w:rPr>
      </w:pPr>
      <w:hyperlink r:id="rId35" w:history="1">
        <w:r w:rsidR="00325D46" w:rsidRPr="008B7FD2">
          <w:rPr>
            <w:rStyle w:val="Hyperlink"/>
            <w:sz w:val="18"/>
            <w:szCs w:val="18"/>
            <w:lang w:val="sl-SI"/>
          </w:rPr>
          <w:t>https://services.informatika.si/VnosOdbirkaWeb/sca/VnosOdbirkaEnostavni3Storitev?WSDL</w:t>
        </w:r>
      </w:hyperlink>
    </w:p>
    <w:p w14:paraId="0C4EC099" w14:textId="77777777" w:rsidR="00325D46" w:rsidRPr="008B7FD2" w:rsidRDefault="00325D46" w:rsidP="00325D46">
      <w:pPr>
        <w:pStyle w:val="NoSpacing"/>
        <w:numPr>
          <w:ilvl w:val="0"/>
          <w:numId w:val="27"/>
        </w:numPr>
        <w:rPr>
          <w:lang w:val="sl-SI"/>
        </w:rPr>
      </w:pPr>
      <w:r w:rsidRPr="008B7FD2">
        <w:rPr>
          <w:lang w:val="sl-SI"/>
        </w:rPr>
        <w:t xml:space="preserve">Url test: </w:t>
      </w:r>
    </w:p>
    <w:p w14:paraId="443F701E" w14:textId="3701D3CE" w:rsidR="00325D46" w:rsidRPr="008B7FD2" w:rsidRDefault="00765DB7" w:rsidP="00325D46">
      <w:pPr>
        <w:pStyle w:val="NoSpacing"/>
        <w:rPr>
          <w:lang w:val="sl-SI"/>
        </w:rPr>
      </w:pPr>
      <w:hyperlink r:id="rId36" w:history="1">
        <w:r w:rsidR="00325D46" w:rsidRPr="008B7FD2">
          <w:rPr>
            <w:rStyle w:val="Hyperlink"/>
            <w:sz w:val="18"/>
            <w:szCs w:val="18"/>
            <w:lang w:val="sl-SI"/>
          </w:rPr>
          <w:t>https://services-test.informatika.si/VnosOdbirkaWeb/sca/VnosOdbirkaEnostavni3Storitev?WSDL</w:t>
        </w:r>
      </w:hyperlink>
      <w:r w:rsidR="00325D46" w:rsidRPr="008B7FD2">
        <w:rPr>
          <w:sz w:val="18"/>
          <w:szCs w:val="18"/>
          <w:lang w:val="sl-SI"/>
        </w:rPr>
        <w:t xml:space="preserve"> </w:t>
      </w:r>
    </w:p>
    <w:p w14:paraId="50BD1420" w14:textId="77777777" w:rsidR="00325D46" w:rsidRPr="008B7FD2" w:rsidRDefault="00325D46" w:rsidP="00325D46">
      <w:pPr>
        <w:pStyle w:val="Heading2"/>
      </w:pPr>
      <w:bookmarkStart w:id="46" w:name="_Toc64888526"/>
      <w:proofErr w:type="spellStart"/>
      <w:r w:rsidRPr="008B7FD2">
        <w:t>Verzioniranje</w:t>
      </w:r>
      <w:proofErr w:type="spellEnd"/>
      <w:r w:rsidRPr="008B7FD2">
        <w:t xml:space="preserve"> WS</w:t>
      </w:r>
      <w:bookmarkEnd w:id="46"/>
    </w:p>
    <w:p w14:paraId="00B9F8AE" w14:textId="64F5621C" w:rsidR="00325D46" w:rsidRPr="008B7FD2" w:rsidRDefault="00325D46" w:rsidP="00325D46">
      <w:r w:rsidRPr="008B7FD2">
        <w:t>Verzija nabora storitev 3.0</w:t>
      </w:r>
    </w:p>
    <w:p w14:paraId="7985D1A5" w14:textId="77777777" w:rsidR="00325D46" w:rsidRPr="008B7FD2" w:rsidRDefault="00325D46" w:rsidP="00325D46">
      <w:pPr>
        <w:pStyle w:val="Heading2"/>
        <w:ind w:left="578" w:hanging="578"/>
      </w:pPr>
      <w:bookmarkStart w:id="47" w:name="_Toc64888527"/>
      <w:r w:rsidRPr="008B7FD2">
        <w:t>Diagram poteka</w:t>
      </w:r>
      <w:bookmarkEnd w:id="47"/>
    </w:p>
    <w:p w14:paraId="1DC8AE1E" w14:textId="77777777" w:rsidR="00325D46" w:rsidRPr="008B7FD2" w:rsidRDefault="00325D46" w:rsidP="00325D46">
      <w:r w:rsidRPr="008B7FD2">
        <w:t>Ni na voljo.</w:t>
      </w:r>
    </w:p>
    <w:p w14:paraId="36CC67A0" w14:textId="77777777" w:rsidR="00325D46" w:rsidRPr="008B7FD2" w:rsidRDefault="00325D46" w:rsidP="00325D46">
      <w:pPr>
        <w:pStyle w:val="Heading2"/>
        <w:ind w:left="578" w:hanging="578"/>
      </w:pPr>
      <w:bookmarkStart w:id="48" w:name="_Toc64888528"/>
      <w:r w:rsidRPr="008B7FD2">
        <w:t>Način uporabe</w:t>
      </w:r>
      <w:bookmarkEnd w:id="48"/>
    </w:p>
    <w:p w14:paraId="5AB03DD7" w14:textId="6A898E36" w:rsidR="00325D46" w:rsidRPr="008B7FD2" w:rsidRDefault="00325D46" w:rsidP="00325D46">
      <w:r w:rsidRPr="008B7FD2">
        <w:t xml:space="preserve">Storitev se kliče za potrebe dodajanja odbirka v sistem distributerja. Enostavni vnos odbirka je primeren za merilna mesta z </w:t>
      </w:r>
      <w:proofErr w:type="spellStart"/>
      <w:r w:rsidRPr="008B7FD2">
        <w:t>enotarifnim</w:t>
      </w:r>
      <w:proofErr w:type="spellEnd"/>
      <w:r w:rsidRPr="008B7FD2">
        <w:t xml:space="preserve"> ali dvotarifnim merjenjem.</w:t>
      </w:r>
      <w:r w:rsidR="00315C1C" w:rsidRPr="008B7FD2">
        <w:t xml:space="preserve"> Ponuja vnos </w:t>
      </w:r>
      <w:r w:rsidR="0086725B" w:rsidRPr="008B7FD2">
        <w:t xml:space="preserve">stanja </w:t>
      </w:r>
      <w:r w:rsidR="00315C1C" w:rsidRPr="008B7FD2">
        <w:t xml:space="preserve">zgolj za </w:t>
      </w:r>
      <w:r w:rsidR="0086725B" w:rsidRPr="008B7FD2">
        <w:t>registre ET ali</w:t>
      </w:r>
      <w:r w:rsidR="00315C1C" w:rsidRPr="008B7FD2">
        <w:t xml:space="preserve"> VT in MT.</w:t>
      </w:r>
      <w:r w:rsidR="00031EA1" w:rsidRPr="008B7FD2">
        <w:t xml:space="preserve"> </w:t>
      </w:r>
      <w:r w:rsidR="0086725B" w:rsidRPr="008B7FD2">
        <w:t>Posredovanje</w:t>
      </w:r>
      <w:r w:rsidR="00031EA1" w:rsidRPr="008B7FD2">
        <w:t xml:space="preserve"> morajo biti vrednosti glede na aktivirane registre merilnega mesta.</w:t>
      </w:r>
      <w:r w:rsidR="00267444" w:rsidRPr="008B7FD2">
        <w:t xml:space="preserve"> Oddaja je možna z enotnim identifikatorjem </w:t>
      </w:r>
      <w:proofErr w:type="spellStart"/>
      <w:r w:rsidR="004E090F" w:rsidRPr="008B7FD2">
        <w:t>marilnega</w:t>
      </w:r>
      <w:proofErr w:type="spellEnd"/>
      <w:r w:rsidR="004E090F" w:rsidRPr="008B7FD2">
        <w:t xml:space="preserve"> mesta </w:t>
      </w:r>
      <w:r w:rsidR="00267444" w:rsidRPr="008B7FD2">
        <w:t>ali enolično številko GSRN.</w:t>
      </w:r>
    </w:p>
    <w:p w14:paraId="36413D58" w14:textId="77777777" w:rsidR="00325D46" w:rsidRPr="008B7FD2" w:rsidRDefault="00325D46" w:rsidP="00325D46">
      <w:pPr>
        <w:pStyle w:val="Heading2"/>
        <w:ind w:left="578" w:hanging="578"/>
      </w:pPr>
      <w:bookmarkStart w:id="49" w:name="_Toc64888529"/>
      <w:r w:rsidRPr="008B7FD2">
        <w:t>Posebnosti</w:t>
      </w:r>
      <w:bookmarkEnd w:id="49"/>
    </w:p>
    <w:p w14:paraId="7FDB2372" w14:textId="20518521" w:rsidR="00325D46" w:rsidRDefault="00325D46" w:rsidP="00325D46">
      <w:r w:rsidRPr="008B7FD2">
        <w:t xml:space="preserve">Dodajanje odbirkov je mogoče za merilna mesta, za katera je klicatelj dejanski dobavitelj na merilnem mestu. Vnos odbirka je mogoč za merilna mesta, ki imajo letno frekvenco odbiranja in za odbirke, ki izpolnjujejo </w:t>
      </w:r>
      <w:proofErr w:type="spellStart"/>
      <w:r w:rsidRPr="008B7FD2">
        <w:t>validacijska</w:t>
      </w:r>
      <w:proofErr w:type="spellEnd"/>
      <w:r w:rsidRPr="008B7FD2">
        <w:t xml:space="preserve">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 Enostavni vnos odbirka </w:t>
      </w:r>
      <w:r w:rsidR="008B0966">
        <w:t>je primeren za gospodinjske odjemalce.</w:t>
      </w:r>
    </w:p>
    <w:p w14:paraId="7C138C96" w14:textId="77777777" w:rsidR="004F5A6D" w:rsidRDefault="004F5A6D" w:rsidP="004F5A6D">
      <w:pPr>
        <w:pBdr>
          <w:top w:val="single" w:sz="4" w:space="1" w:color="auto"/>
          <w:left w:val="single" w:sz="4" w:space="4" w:color="auto"/>
          <w:bottom w:val="single" w:sz="4" w:space="1" w:color="auto"/>
          <w:right w:val="single" w:sz="4" w:space="4" w:color="auto"/>
        </w:pBdr>
      </w:pPr>
      <w:r w:rsidRPr="003D1E54">
        <w:rPr>
          <w:highlight w:val="yellow"/>
        </w:rPr>
        <w:t>Storitev ni primerna za vnos odbirka za potrebe menjave dobavitelja. Za ta namen naj se uporablja storitev Obračunske meritve.</w:t>
      </w:r>
    </w:p>
    <w:p w14:paraId="14EBBB63" w14:textId="77777777" w:rsidR="00325D46" w:rsidRPr="008B7FD2" w:rsidRDefault="00325D46" w:rsidP="00325D46">
      <w:pPr>
        <w:pStyle w:val="Heading2"/>
        <w:ind w:left="578" w:hanging="578"/>
      </w:pPr>
      <w:bookmarkStart w:id="50" w:name="_Toc64888530"/>
      <w:r w:rsidRPr="008B7FD2">
        <w:t>Tehnološki predpogoji uporabe WS</w:t>
      </w:r>
      <w:bookmarkEnd w:id="50"/>
    </w:p>
    <w:p w14:paraId="328078E4" w14:textId="7F11841D" w:rsidR="00325D46" w:rsidRDefault="00325D46" w:rsidP="00325D46">
      <w:r w:rsidRPr="008B7FD2">
        <w:t>Uporabnik storitve mora vzpostaviti povezavo do spletnega mesta services.informatika.si ter services-test.informatika.si in zaupati certifikatu spletnega mesta. Klici so varovani z uporabniškim imenom in geslom.</w:t>
      </w:r>
    </w:p>
    <w:bookmarkEnd w:id="36"/>
    <w:p w14:paraId="5E0657D3" w14:textId="34642D45" w:rsidR="00F0145C" w:rsidRDefault="00F0145C" w:rsidP="00325D46"/>
    <w:p w14:paraId="154CCA0C" w14:textId="503B5CA2" w:rsidR="00325D46" w:rsidRPr="008B7FD2" w:rsidRDefault="00325D46" w:rsidP="00325D46">
      <w:pPr>
        <w:pStyle w:val="Heading1"/>
      </w:pPr>
      <w:r w:rsidRPr="008B7FD2">
        <w:lastRenderedPageBreak/>
        <w:br w:type="page"/>
      </w:r>
    </w:p>
    <w:p w14:paraId="1F58DC0A" w14:textId="71383B6D" w:rsidR="00BA5EA0" w:rsidRPr="008B7FD2" w:rsidRDefault="00BA5EA0" w:rsidP="00BA5EA0">
      <w:pPr>
        <w:pStyle w:val="Heading1"/>
      </w:pPr>
      <w:bookmarkStart w:id="51" w:name="_Toc64888531"/>
      <w:r w:rsidRPr="008B7FD2">
        <w:lastRenderedPageBreak/>
        <w:t>Vrni odbirke</w:t>
      </w:r>
      <w:bookmarkEnd w:id="51"/>
    </w:p>
    <w:p w14:paraId="2EFE27BA" w14:textId="77777777" w:rsidR="00BA5EA0" w:rsidRPr="008B7FD2" w:rsidRDefault="00BA5EA0" w:rsidP="00BA5EA0">
      <w:pPr>
        <w:pStyle w:val="Heading2"/>
      </w:pPr>
      <w:bookmarkStart w:id="52" w:name="_Toc64888532"/>
      <w:r w:rsidRPr="008B7FD2">
        <w:t>Kratek opis in namen WS</w:t>
      </w:r>
      <w:bookmarkEnd w:id="52"/>
    </w:p>
    <w:p w14:paraId="6746D7F8" w14:textId="58D7D6C1" w:rsidR="00BA5EA0" w:rsidRPr="008B7FD2" w:rsidRDefault="00BA5EA0" w:rsidP="00BA5EA0">
      <w:r w:rsidRPr="008B7FD2">
        <w:t xml:space="preserve">Storitev je namenjena pridobivanju </w:t>
      </w:r>
      <w:r w:rsidR="00590D6D" w:rsidRPr="008B7FD2">
        <w:t xml:space="preserve">seznama odbirkov za zadnje obdobje </w:t>
      </w:r>
      <w:proofErr w:type="spellStart"/>
      <w:r w:rsidR="00590D6D" w:rsidRPr="008B7FD2">
        <w:t>dobaviteljstva</w:t>
      </w:r>
      <w:proofErr w:type="spellEnd"/>
      <w:r w:rsidR="00590D6D" w:rsidRPr="008B7FD2">
        <w:t xml:space="preserve"> </w:t>
      </w:r>
      <w:proofErr w:type="spellStart"/>
      <w:r w:rsidR="00590D6D" w:rsidRPr="008B7FD2">
        <w:t>klicočega</w:t>
      </w:r>
      <w:proofErr w:type="spellEnd"/>
      <w:r w:rsidR="00590D6D" w:rsidRPr="008B7FD2">
        <w:t xml:space="preserve"> dobavitelja</w:t>
      </w:r>
      <w:r w:rsidRPr="008B7FD2">
        <w:t>.</w:t>
      </w:r>
    </w:p>
    <w:p w14:paraId="23D83749" w14:textId="77777777" w:rsidR="00BA5EA0" w:rsidRPr="008B7FD2" w:rsidRDefault="00BA5EA0" w:rsidP="00BA5EA0">
      <w:pPr>
        <w:pStyle w:val="NoSpacing"/>
        <w:numPr>
          <w:ilvl w:val="0"/>
          <w:numId w:val="27"/>
        </w:numPr>
        <w:rPr>
          <w:lang w:val="sl-SI"/>
        </w:rPr>
      </w:pPr>
      <w:r w:rsidRPr="008B7FD2">
        <w:rPr>
          <w:lang w:val="sl-SI"/>
        </w:rPr>
        <w:t>Url produkcija:</w:t>
      </w:r>
    </w:p>
    <w:p w14:paraId="38CDBE77" w14:textId="5C2756C2" w:rsidR="00BA5EA0" w:rsidRPr="008B7FD2" w:rsidRDefault="00765DB7" w:rsidP="00BA5EA0">
      <w:pPr>
        <w:pStyle w:val="NoSpacing"/>
        <w:rPr>
          <w:sz w:val="18"/>
          <w:szCs w:val="18"/>
          <w:lang w:val="sl-SI"/>
        </w:rPr>
      </w:pPr>
      <w:hyperlink r:id="rId37" w:history="1">
        <w:r w:rsidR="00BA5EA0" w:rsidRPr="008B7FD2">
          <w:rPr>
            <w:rStyle w:val="Hyperlink"/>
            <w:sz w:val="18"/>
            <w:szCs w:val="18"/>
            <w:lang w:val="sl-SI"/>
          </w:rPr>
          <w:t>https://services.informatika.si/PridobivanjeOdbirkaWeb/sca/VrniOdbirke?WSDL</w:t>
        </w:r>
      </w:hyperlink>
    </w:p>
    <w:p w14:paraId="4810B7FE" w14:textId="77777777" w:rsidR="00BA5EA0" w:rsidRPr="008B7FD2" w:rsidRDefault="00BA5EA0" w:rsidP="00BA5EA0">
      <w:pPr>
        <w:pStyle w:val="NoSpacing"/>
        <w:numPr>
          <w:ilvl w:val="0"/>
          <w:numId w:val="27"/>
        </w:numPr>
        <w:rPr>
          <w:lang w:val="sl-SI"/>
        </w:rPr>
      </w:pPr>
      <w:r w:rsidRPr="008B7FD2">
        <w:rPr>
          <w:lang w:val="sl-SI"/>
        </w:rPr>
        <w:t xml:space="preserve">Url test: </w:t>
      </w:r>
    </w:p>
    <w:p w14:paraId="446F602B" w14:textId="6C3830E8" w:rsidR="00BA5EA0" w:rsidRPr="008B7FD2" w:rsidRDefault="00765DB7" w:rsidP="00BA5EA0">
      <w:pPr>
        <w:pStyle w:val="NoSpacing"/>
        <w:rPr>
          <w:sz w:val="18"/>
          <w:szCs w:val="18"/>
          <w:lang w:val="sl-SI"/>
        </w:rPr>
      </w:pPr>
      <w:hyperlink r:id="rId38" w:history="1">
        <w:r w:rsidR="00BA5EA0" w:rsidRPr="008B7FD2">
          <w:rPr>
            <w:rStyle w:val="Hyperlink"/>
            <w:sz w:val="18"/>
            <w:szCs w:val="18"/>
            <w:lang w:val="sl-SI"/>
          </w:rPr>
          <w:t>https://services-test.informatika.si/PridobivanjeOdbirkaWeb/sca/VrniOdbirke?WSDL</w:t>
        </w:r>
      </w:hyperlink>
    </w:p>
    <w:p w14:paraId="7FC923BD" w14:textId="77777777" w:rsidR="00BA5EA0" w:rsidRPr="008B7FD2" w:rsidRDefault="00BA5EA0" w:rsidP="00BA5EA0">
      <w:pPr>
        <w:pStyle w:val="NoSpacing"/>
        <w:ind w:left="360"/>
        <w:rPr>
          <w:lang w:val="sl-SI"/>
        </w:rPr>
      </w:pPr>
    </w:p>
    <w:p w14:paraId="48DF3E16" w14:textId="77777777" w:rsidR="00BA5EA0" w:rsidRPr="008B7FD2" w:rsidRDefault="00BA5EA0" w:rsidP="00BA5EA0">
      <w:pPr>
        <w:pStyle w:val="Heading2"/>
      </w:pPr>
      <w:bookmarkStart w:id="53" w:name="_Toc64888533"/>
      <w:proofErr w:type="spellStart"/>
      <w:r w:rsidRPr="008B7FD2">
        <w:t>Verzioniranje</w:t>
      </w:r>
      <w:proofErr w:type="spellEnd"/>
      <w:r w:rsidRPr="008B7FD2">
        <w:t xml:space="preserve"> WS</w:t>
      </w:r>
      <w:bookmarkEnd w:id="53"/>
    </w:p>
    <w:p w14:paraId="375DAE3B" w14:textId="77777777" w:rsidR="00BA5EA0" w:rsidRPr="008B7FD2" w:rsidRDefault="00BA5EA0" w:rsidP="00BA5EA0">
      <w:r w:rsidRPr="008B7FD2">
        <w:t>Verzija nabora storitev 1.0</w:t>
      </w:r>
    </w:p>
    <w:p w14:paraId="1FF1D7EA" w14:textId="77777777" w:rsidR="00BA5EA0" w:rsidRPr="008B7FD2" w:rsidRDefault="00BA5EA0" w:rsidP="00BA5EA0">
      <w:pPr>
        <w:pStyle w:val="Heading2"/>
        <w:ind w:left="578" w:hanging="578"/>
      </w:pPr>
      <w:bookmarkStart w:id="54" w:name="_Toc64888534"/>
      <w:r w:rsidRPr="008B7FD2">
        <w:t>Diagram poteka</w:t>
      </w:r>
      <w:bookmarkEnd w:id="54"/>
    </w:p>
    <w:p w14:paraId="1BF4F49E" w14:textId="77777777" w:rsidR="00BA5EA0" w:rsidRPr="008B7FD2" w:rsidRDefault="00BA5EA0" w:rsidP="00BA5EA0">
      <w:r w:rsidRPr="008B7FD2">
        <w:t>Ni na voljo.</w:t>
      </w:r>
    </w:p>
    <w:p w14:paraId="1F590540" w14:textId="77777777" w:rsidR="00BA5EA0" w:rsidRPr="008B7FD2" w:rsidRDefault="00BA5EA0" w:rsidP="00BA5EA0">
      <w:pPr>
        <w:pStyle w:val="Heading2"/>
        <w:ind w:left="578" w:hanging="578"/>
      </w:pPr>
      <w:bookmarkStart w:id="55" w:name="_Toc64888535"/>
      <w:r w:rsidRPr="008B7FD2">
        <w:t>Način uporabe</w:t>
      </w:r>
      <w:bookmarkEnd w:id="55"/>
    </w:p>
    <w:p w14:paraId="352B3667" w14:textId="46218199" w:rsidR="00BA5EA0" w:rsidRPr="008B7FD2" w:rsidRDefault="00BA5EA0" w:rsidP="00BA5EA0">
      <w:r w:rsidRPr="008B7FD2">
        <w:t xml:space="preserve">Nabor storitev se kliče za potrebe pridobivanja odbirkov posameznega merilnega mesta. </w:t>
      </w:r>
    </w:p>
    <w:p w14:paraId="55D2D233" w14:textId="77777777" w:rsidR="00BA5EA0" w:rsidRPr="008B7FD2" w:rsidRDefault="00BA5EA0" w:rsidP="00BA5EA0">
      <w:pPr>
        <w:pStyle w:val="Heading2"/>
        <w:ind w:left="578" w:hanging="578"/>
      </w:pPr>
      <w:bookmarkStart w:id="56" w:name="_Toc64888536"/>
      <w:r w:rsidRPr="008B7FD2">
        <w:t>Posebnosti</w:t>
      </w:r>
      <w:bookmarkEnd w:id="56"/>
    </w:p>
    <w:p w14:paraId="13D6E4FE" w14:textId="1DF64B4C" w:rsidR="00BA5EA0" w:rsidRDefault="00BA5EA0" w:rsidP="00BA5EA0">
      <w:r w:rsidRPr="008B7FD2">
        <w:t xml:space="preserve">Storitev vrne podatke za zadnje obdobje, ko je </w:t>
      </w:r>
      <w:r w:rsidR="00B8644B" w:rsidRPr="008B7FD2">
        <w:t>kličoči</w:t>
      </w:r>
      <w:r w:rsidRPr="008B7FD2">
        <w:t xml:space="preserve"> dobavitelj bil dobavitelj na izbranem merilnem mestu.</w:t>
      </w:r>
    </w:p>
    <w:p w14:paraId="0CB3752F" w14:textId="6B0446C3" w:rsidR="0099505B" w:rsidRPr="008B7FD2" w:rsidRDefault="002968D7" w:rsidP="00BA5EA0">
      <w:r>
        <w:t>Storitev umaknjena iz uporabe s 1.10.2018</w:t>
      </w:r>
    </w:p>
    <w:p w14:paraId="361B9E6B" w14:textId="77777777" w:rsidR="00BA5EA0" w:rsidRPr="008B7FD2" w:rsidRDefault="00BA5EA0" w:rsidP="00BA5EA0">
      <w:pPr>
        <w:pStyle w:val="Heading2"/>
        <w:ind w:left="578" w:hanging="578"/>
      </w:pPr>
      <w:bookmarkStart w:id="57" w:name="_Toc64888537"/>
      <w:r w:rsidRPr="008B7FD2">
        <w:t>Tehnološki predpogoji uporabe WS</w:t>
      </w:r>
      <w:bookmarkEnd w:id="57"/>
    </w:p>
    <w:p w14:paraId="53C6134E" w14:textId="77777777" w:rsidR="00D17547" w:rsidRPr="008B7FD2" w:rsidRDefault="00BA5EA0" w:rsidP="00D17547">
      <w:pPr>
        <w:spacing w:after="0" w:line="240" w:lineRule="auto"/>
        <w:jc w:val="left"/>
      </w:pPr>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2A92A471" w14:textId="77777777" w:rsidR="00223C32" w:rsidRPr="008B7FD2" w:rsidRDefault="00223C32">
      <w:pPr>
        <w:spacing w:after="0" w:line="240" w:lineRule="auto"/>
        <w:jc w:val="left"/>
        <w:rPr>
          <w:rFonts w:ascii="Cambria" w:eastAsia="Times New Roman" w:hAnsi="Cambria"/>
          <w:b/>
          <w:bCs/>
          <w:color w:val="1F497D"/>
          <w:sz w:val="28"/>
          <w:szCs w:val="28"/>
        </w:rPr>
      </w:pPr>
      <w:r w:rsidRPr="008B7FD2">
        <w:br w:type="page"/>
      </w:r>
    </w:p>
    <w:p w14:paraId="7B960F5C" w14:textId="289AEC9D" w:rsidR="00223C32" w:rsidRPr="008B7FD2" w:rsidRDefault="00223C32" w:rsidP="00223C32">
      <w:pPr>
        <w:pStyle w:val="Heading1"/>
      </w:pPr>
      <w:bookmarkStart w:id="58" w:name="_Toc64888538"/>
      <w:r w:rsidRPr="008B7FD2">
        <w:lastRenderedPageBreak/>
        <w:t xml:space="preserve">Vrni odbirke </w:t>
      </w:r>
      <w:r w:rsidR="0038160A">
        <w:t>v</w:t>
      </w:r>
      <w:r w:rsidRPr="008B7FD2">
        <w:t>2</w:t>
      </w:r>
      <w:bookmarkEnd w:id="58"/>
    </w:p>
    <w:p w14:paraId="46D83B4E" w14:textId="77777777" w:rsidR="00223C32" w:rsidRPr="008B7FD2" w:rsidRDefault="00223C32" w:rsidP="00223C32">
      <w:pPr>
        <w:pStyle w:val="Heading2"/>
      </w:pPr>
      <w:bookmarkStart w:id="59" w:name="_Toc64888539"/>
      <w:r w:rsidRPr="008B7FD2">
        <w:t>Kratek opis in namen WS</w:t>
      </w:r>
      <w:bookmarkEnd w:id="59"/>
    </w:p>
    <w:p w14:paraId="100A356C" w14:textId="77777777" w:rsidR="00590D6D" w:rsidRPr="008B7FD2" w:rsidRDefault="00590D6D" w:rsidP="00590D6D">
      <w:r w:rsidRPr="008B7FD2">
        <w:t xml:space="preserve">Storitev je namenjena pridobivanju seznama odbirkov za zadnje obdobje </w:t>
      </w:r>
      <w:proofErr w:type="spellStart"/>
      <w:r w:rsidRPr="008B7FD2">
        <w:t>dobaviteljstva</w:t>
      </w:r>
      <w:proofErr w:type="spellEnd"/>
      <w:r w:rsidRPr="008B7FD2">
        <w:t xml:space="preserve"> </w:t>
      </w:r>
      <w:proofErr w:type="spellStart"/>
      <w:r w:rsidRPr="008B7FD2">
        <w:t>klicočega</w:t>
      </w:r>
      <w:proofErr w:type="spellEnd"/>
      <w:r w:rsidRPr="008B7FD2">
        <w:t xml:space="preserve"> dobavitelja.</w:t>
      </w:r>
    </w:p>
    <w:p w14:paraId="604D7F54" w14:textId="72B035FD" w:rsidR="00223C32" w:rsidRPr="008B7FD2" w:rsidRDefault="00590D6D" w:rsidP="00590D6D">
      <w:pPr>
        <w:pStyle w:val="NoSpacing"/>
        <w:numPr>
          <w:ilvl w:val="0"/>
          <w:numId w:val="27"/>
        </w:numPr>
        <w:rPr>
          <w:lang w:val="sl-SI"/>
        </w:rPr>
      </w:pPr>
      <w:r w:rsidRPr="008B7FD2">
        <w:rPr>
          <w:lang w:val="sl-SI"/>
        </w:rPr>
        <w:t xml:space="preserve"> </w:t>
      </w:r>
      <w:r w:rsidR="00223C32" w:rsidRPr="008B7FD2">
        <w:rPr>
          <w:lang w:val="sl-SI"/>
        </w:rPr>
        <w:t>Url produkcija:</w:t>
      </w:r>
    </w:p>
    <w:p w14:paraId="00852B11" w14:textId="42B92BB8" w:rsidR="00223C32" w:rsidRPr="008B7FD2" w:rsidRDefault="00765DB7" w:rsidP="00223C32">
      <w:pPr>
        <w:pStyle w:val="NoSpacing"/>
        <w:rPr>
          <w:lang w:val="sl-SI"/>
        </w:rPr>
      </w:pPr>
      <w:hyperlink r:id="rId39" w:history="1">
        <w:r w:rsidR="00223C32" w:rsidRPr="008B7FD2">
          <w:rPr>
            <w:rStyle w:val="Hyperlink"/>
            <w:lang w:val="sl-SI"/>
          </w:rPr>
          <w:t>https://services.informatika.si/PridobivanjeOdbirkaWeb/sca/VrniOdbirke2Storitev?WSDL</w:t>
        </w:r>
      </w:hyperlink>
      <w:r w:rsidR="00223C32" w:rsidRPr="008B7FD2">
        <w:rPr>
          <w:lang w:val="sl-SI"/>
        </w:rPr>
        <w:t xml:space="preserve"> </w:t>
      </w:r>
    </w:p>
    <w:p w14:paraId="03C42F8D" w14:textId="5B8254E4" w:rsidR="00223C32" w:rsidRPr="008B7FD2" w:rsidRDefault="00223C32" w:rsidP="00223C32">
      <w:pPr>
        <w:pStyle w:val="NoSpacing"/>
        <w:numPr>
          <w:ilvl w:val="0"/>
          <w:numId w:val="27"/>
        </w:numPr>
        <w:rPr>
          <w:lang w:val="sl-SI"/>
        </w:rPr>
      </w:pPr>
      <w:r w:rsidRPr="008B7FD2">
        <w:rPr>
          <w:lang w:val="sl-SI"/>
        </w:rPr>
        <w:t xml:space="preserve">Url test: </w:t>
      </w:r>
    </w:p>
    <w:p w14:paraId="31FF9D80" w14:textId="54CEFA00" w:rsidR="00223C32" w:rsidRPr="008B7FD2" w:rsidRDefault="00765DB7" w:rsidP="00223C32">
      <w:pPr>
        <w:pStyle w:val="NoSpacing"/>
        <w:rPr>
          <w:lang w:val="sl-SI"/>
        </w:rPr>
      </w:pPr>
      <w:hyperlink r:id="rId40" w:history="1">
        <w:r w:rsidR="00223C32" w:rsidRPr="008B7FD2">
          <w:rPr>
            <w:rStyle w:val="Hyperlink"/>
            <w:lang w:val="sl-SI"/>
          </w:rPr>
          <w:t>https://services-test.informatika.si/PridobivanjeOdbirkaWeb/sca/VrniOdbirke2Storitev?WSDL</w:t>
        </w:r>
      </w:hyperlink>
      <w:r w:rsidR="00223C32" w:rsidRPr="008B7FD2">
        <w:rPr>
          <w:lang w:val="sl-SI"/>
        </w:rPr>
        <w:t xml:space="preserve"> </w:t>
      </w:r>
    </w:p>
    <w:p w14:paraId="1860F470" w14:textId="77777777" w:rsidR="00223C32" w:rsidRPr="008B7FD2" w:rsidRDefault="00223C32" w:rsidP="00223C32">
      <w:pPr>
        <w:pStyle w:val="Heading2"/>
      </w:pPr>
      <w:bookmarkStart w:id="60" w:name="_Toc64888540"/>
      <w:proofErr w:type="spellStart"/>
      <w:r w:rsidRPr="008B7FD2">
        <w:t>Verzioniranje</w:t>
      </w:r>
      <w:proofErr w:type="spellEnd"/>
      <w:r w:rsidRPr="008B7FD2">
        <w:t xml:space="preserve"> WS</w:t>
      </w:r>
      <w:bookmarkEnd w:id="60"/>
    </w:p>
    <w:p w14:paraId="5A8E39B6" w14:textId="37D1A3C9" w:rsidR="00223C32" w:rsidRPr="008B7FD2" w:rsidRDefault="00223C32" w:rsidP="00223C32">
      <w:r w:rsidRPr="008B7FD2">
        <w:t>Verzija nabora storitev 2.0</w:t>
      </w:r>
    </w:p>
    <w:p w14:paraId="1D48F0D5" w14:textId="77777777" w:rsidR="00223C32" w:rsidRPr="008B7FD2" w:rsidRDefault="00223C32" w:rsidP="00223C32">
      <w:pPr>
        <w:pStyle w:val="Heading2"/>
        <w:ind w:left="578" w:hanging="578"/>
      </w:pPr>
      <w:bookmarkStart w:id="61" w:name="_Toc64888541"/>
      <w:r w:rsidRPr="008B7FD2">
        <w:t>Diagram poteka</w:t>
      </w:r>
      <w:bookmarkEnd w:id="61"/>
    </w:p>
    <w:p w14:paraId="124BDC92" w14:textId="77777777" w:rsidR="00223C32" w:rsidRPr="008B7FD2" w:rsidRDefault="00223C32" w:rsidP="00223C32">
      <w:r w:rsidRPr="008B7FD2">
        <w:t>Ni na voljo.</w:t>
      </w:r>
    </w:p>
    <w:p w14:paraId="03598191" w14:textId="77777777" w:rsidR="00223C32" w:rsidRPr="008B7FD2" w:rsidRDefault="00223C32" w:rsidP="00223C32">
      <w:pPr>
        <w:pStyle w:val="Heading2"/>
        <w:ind w:left="578" w:hanging="578"/>
      </w:pPr>
      <w:bookmarkStart w:id="62" w:name="_Toc64888542"/>
      <w:r w:rsidRPr="008B7FD2">
        <w:t>Način uporabe</w:t>
      </w:r>
      <w:bookmarkEnd w:id="62"/>
    </w:p>
    <w:p w14:paraId="1BCC57D1" w14:textId="77777777" w:rsidR="00223C32" w:rsidRPr="008B7FD2" w:rsidRDefault="00223C32" w:rsidP="00223C32">
      <w:r w:rsidRPr="008B7FD2">
        <w:t xml:space="preserve">Nabor storitev se kliče za potrebe pridobivanja odbirkov posameznega merilnega mesta. </w:t>
      </w:r>
    </w:p>
    <w:p w14:paraId="0951B2FD" w14:textId="77777777" w:rsidR="00223C32" w:rsidRPr="008B7FD2" w:rsidRDefault="00223C32" w:rsidP="00223C32">
      <w:pPr>
        <w:pStyle w:val="Heading2"/>
        <w:ind w:left="578" w:hanging="578"/>
      </w:pPr>
      <w:bookmarkStart w:id="63" w:name="_Toc64888543"/>
      <w:r w:rsidRPr="008B7FD2">
        <w:t>Posebnosti</w:t>
      </w:r>
      <w:bookmarkEnd w:id="63"/>
    </w:p>
    <w:p w14:paraId="1E4C4105" w14:textId="20160FAC" w:rsidR="00223C32" w:rsidRDefault="00223C32" w:rsidP="00223C32">
      <w:r w:rsidRPr="008B7FD2">
        <w:t>Storitev vrne podatke za zadnje obdobje, ko je kličoči dobavitelj bil dobavitelj na izbranem merilnem mestu.</w:t>
      </w:r>
    </w:p>
    <w:p w14:paraId="0963EFA9" w14:textId="213298CE" w:rsidR="00640DE9" w:rsidRPr="008B7FD2" w:rsidRDefault="002968D7" w:rsidP="00223C32">
      <w:r>
        <w:t>Storitev umaknjena iz uporabe s 1.10.2018</w:t>
      </w:r>
    </w:p>
    <w:p w14:paraId="6E671DA0" w14:textId="77777777" w:rsidR="00223C32" w:rsidRPr="008B7FD2" w:rsidRDefault="00223C32" w:rsidP="00223C32">
      <w:pPr>
        <w:pStyle w:val="Heading2"/>
        <w:ind w:left="578" w:hanging="578"/>
      </w:pPr>
      <w:bookmarkStart w:id="64" w:name="_Toc64888544"/>
      <w:r w:rsidRPr="008B7FD2">
        <w:t>Tehnološki predpogoji uporabe WS</w:t>
      </w:r>
      <w:bookmarkEnd w:id="64"/>
    </w:p>
    <w:p w14:paraId="04E887E7" w14:textId="48104C26" w:rsidR="00223C32" w:rsidRDefault="00223C32" w:rsidP="00223C32">
      <w:pPr>
        <w:spacing w:after="0" w:line="240" w:lineRule="auto"/>
        <w:jc w:val="left"/>
      </w:pPr>
      <w:r w:rsidRPr="008B7FD2">
        <w:t>Uporabnik storitve mora vzpostaviti povezavo do spletnega mesta services.informatika.si ter services-test.informatika.si in zaupati certifikatu spletnega mesta. Klici so varovani z uporabniškim imenom in geslom.</w:t>
      </w:r>
    </w:p>
    <w:p w14:paraId="0EFD4D34" w14:textId="77777777" w:rsidR="000D5F6F" w:rsidRDefault="000D5F6F" w:rsidP="00223C32">
      <w:pPr>
        <w:spacing w:after="0" w:line="240" w:lineRule="auto"/>
        <w:jc w:val="left"/>
      </w:pPr>
    </w:p>
    <w:p w14:paraId="36D2B91F" w14:textId="77777777" w:rsidR="000D5F6F" w:rsidRDefault="000D5F6F">
      <w:pPr>
        <w:spacing w:after="0" w:line="240" w:lineRule="auto"/>
        <w:jc w:val="left"/>
      </w:pPr>
      <w:r>
        <w:br w:type="page"/>
      </w:r>
    </w:p>
    <w:p w14:paraId="1A88DC91" w14:textId="5B26AED6" w:rsidR="000D5F6F" w:rsidRPr="008B7FD2" w:rsidRDefault="000D5F6F" w:rsidP="000D5F6F">
      <w:pPr>
        <w:pStyle w:val="Heading1"/>
      </w:pPr>
      <w:bookmarkStart w:id="65" w:name="_Toc64888545"/>
      <w:r w:rsidRPr="008B7FD2">
        <w:lastRenderedPageBreak/>
        <w:t xml:space="preserve">Vrni odbirke </w:t>
      </w:r>
      <w:r w:rsidR="00DA4E68">
        <w:t>v</w:t>
      </w:r>
      <w:r w:rsidR="00C43E8B">
        <w:t>3</w:t>
      </w:r>
      <w:bookmarkEnd w:id="65"/>
    </w:p>
    <w:p w14:paraId="0F82622C" w14:textId="77777777" w:rsidR="000D5F6F" w:rsidRPr="008B7FD2" w:rsidRDefault="000D5F6F" w:rsidP="000D5F6F">
      <w:pPr>
        <w:pStyle w:val="Heading2"/>
      </w:pPr>
      <w:bookmarkStart w:id="66" w:name="_Toc64888546"/>
      <w:r w:rsidRPr="008B7FD2">
        <w:t>Kratek opis in namen WS</w:t>
      </w:r>
      <w:bookmarkEnd w:id="66"/>
    </w:p>
    <w:p w14:paraId="17FCEE01" w14:textId="700D1667" w:rsidR="000D5F6F" w:rsidRPr="008B7FD2" w:rsidRDefault="000D5F6F" w:rsidP="000D5F6F">
      <w:r w:rsidRPr="008B7FD2">
        <w:t xml:space="preserve">Storitev je namenjena pridobivanju seznama odbirkov za zadnje obdobje </w:t>
      </w:r>
      <w:proofErr w:type="spellStart"/>
      <w:r w:rsidRPr="008B7FD2">
        <w:t>dobaviteljstva</w:t>
      </w:r>
      <w:proofErr w:type="spellEnd"/>
      <w:r w:rsidRPr="008B7FD2">
        <w:t xml:space="preserve"> </w:t>
      </w:r>
      <w:proofErr w:type="spellStart"/>
      <w:r w:rsidRPr="008B7FD2">
        <w:t>klicočega</w:t>
      </w:r>
      <w:proofErr w:type="spellEnd"/>
      <w:r w:rsidRPr="008B7FD2">
        <w:t>.</w:t>
      </w:r>
    </w:p>
    <w:p w14:paraId="5D4362CB" w14:textId="77777777" w:rsidR="000D5F6F" w:rsidRPr="008B7FD2" w:rsidRDefault="000D5F6F" w:rsidP="000D5F6F">
      <w:pPr>
        <w:pStyle w:val="NoSpacing"/>
        <w:numPr>
          <w:ilvl w:val="0"/>
          <w:numId w:val="27"/>
        </w:numPr>
        <w:rPr>
          <w:lang w:val="sl-SI"/>
        </w:rPr>
      </w:pPr>
      <w:r w:rsidRPr="008B7FD2">
        <w:rPr>
          <w:lang w:val="sl-SI"/>
        </w:rPr>
        <w:t xml:space="preserve"> Url produkcija:</w:t>
      </w:r>
    </w:p>
    <w:p w14:paraId="7D31FC0E" w14:textId="2359A8C5" w:rsidR="000D5F6F" w:rsidRPr="008B7FD2" w:rsidRDefault="00765DB7" w:rsidP="000D5F6F">
      <w:pPr>
        <w:pStyle w:val="NoSpacing"/>
        <w:rPr>
          <w:lang w:val="sl-SI"/>
        </w:rPr>
      </w:pPr>
      <w:hyperlink r:id="rId41" w:history="1">
        <w:r w:rsidR="000D5F6F" w:rsidRPr="005A7DEA">
          <w:rPr>
            <w:rStyle w:val="Hyperlink"/>
            <w:lang w:val="sl-SI"/>
          </w:rPr>
          <w:t>https://services.informatika.si/PridobivanjeOdbirkaWeb/sca/VrniOdbirke3Storitev?WSDL</w:t>
        </w:r>
      </w:hyperlink>
      <w:r w:rsidR="000D5F6F" w:rsidRPr="008B7FD2">
        <w:rPr>
          <w:lang w:val="sl-SI"/>
        </w:rPr>
        <w:t xml:space="preserve"> </w:t>
      </w:r>
    </w:p>
    <w:p w14:paraId="019F9E06" w14:textId="77777777" w:rsidR="000D5F6F" w:rsidRPr="008B7FD2" w:rsidRDefault="000D5F6F" w:rsidP="000D5F6F">
      <w:pPr>
        <w:pStyle w:val="NoSpacing"/>
        <w:numPr>
          <w:ilvl w:val="0"/>
          <w:numId w:val="27"/>
        </w:numPr>
        <w:rPr>
          <w:lang w:val="sl-SI"/>
        </w:rPr>
      </w:pPr>
      <w:r w:rsidRPr="008B7FD2">
        <w:rPr>
          <w:lang w:val="sl-SI"/>
        </w:rPr>
        <w:t xml:space="preserve">Url test: </w:t>
      </w:r>
    </w:p>
    <w:p w14:paraId="637E063F" w14:textId="41AC4E14" w:rsidR="000D5F6F" w:rsidRPr="008B7FD2" w:rsidRDefault="00765DB7" w:rsidP="000D5F6F">
      <w:pPr>
        <w:pStyle w:val="NoSpacing"/>
        <w:rPr>
          <w:lang w:val="sl-SI"/>
        </w:rPr>
      </w:pPr>
      <w:hyperlink r:id="rId42" w:history="1">
        <w:r w:rsidR="000D5F6F" w:rsidRPr="005A7DEA">
          <w:rPr>
            <w:rStyle w:val="Hyperlink"/>
            <w:lang w:val="sl-SI"/>
          </w:rPr>
          <w:t>https://services-test.informatika.si/PridobivanjeOdbirkaWeb/sca/VrniOdbirke3Storitev?WSDL</w:t>
        </w:r>
      </w:hyperlink>
      <w:r w:rsidR="000D5F6F" w:rsidRPr="008B7FD2">
        <w:rPr>
          <w:lang w:val="sl-SI"/>
        </w:rPr>
        <w:t xml:space="preserve"> </w:t>
      </w:r>
    </w:p>
    <w:p w14:paraId="74C29652" w14:textId="77777777" w:rsidR="000D5F6F" w:rsidRPr="008B7FD2" w:rsidRDefault="000D5F6F" w:rsidP="000D5F6F">
      <w:pPr>
        <w:pStyle w:val="Heading2"/>
      </w:pPr>
      <w:bookmarkStart w:id="67" w:name="_Toc64888547"/>
      <w:proofErr w:type="spellStart"/>
      <w:r w:rsidRPr="008B7FD2">
        <w:t>Verzioniranje</w:t>
      </w:r>
      <w:proofErr w:type="spellEnd"/>
      <w:r w:rsidRPr="008B7FD2">
        <w:t xml:space="preserve"> WS</w:t>
      </w:r>
      <w:bookmarkEnd w:id="67"/>
    </w:p>
    <w:p w14:paraId="680DC19F" w14:textId="3375769F" w:rsidR="000D5F6F" w:rsidRPr="008B7FD2" w:rsidRDefault="000D5F6F" w:rsidP="000D5F6F">
      <w:r w:rsidRPr="008B7FD2">
        <w:t xml:space="preserve">Verzija nabora storitev </w:t>
      </w:r>
      <w:r>
        <w:t>3</w:t>
      </w:r>
      <w:r w:rsidRPr="008B7FD2">
        <w:t>.0</w:t>
      </w:r>
    </w:p>
    <w:p w14:paraId="72C9D816" w14:textId="77777777" w:rsidR="000D5F6F" w:rsidRPr="008B7FD2" w:rsidRDefault="000D5F6F" w:rsidP="000D5F6F">
      <w:pPr>
        <w:pStyle w:val="Heading2"/>
        <w:ind w:left="578" w:hanging="578"/>
      </w:pPr>
      <w:bookmarkStart w:id="68" w:name="_Toc64888548"/>
      <w:r w:rsidRPr="008B7FD2">
        <w:t>Diagram poteka</w:t>
      </w:r>
      <w:bookmarkEnd w:id="68"/>
    </w:p>
    <w:p w14:paraId="4473B057" w14:textId="77777777" w:rsidR="000D5F6F" w:rsidRPr="008B7FD2" w:rsidRDefault="000D5F6F" w:rsidP="000D5F6F">
      <w:r w:rsidRPr="008B7FD2">
        <w:t>Ni na voljo.</w:t>
      </w:r>
    </w:p>
    <w:p w14:paraId="2540C642" w14:textId="77777777" w:rsidR="000D5F6F" w:rsidRPr="008B7FD2" w:rsidRDefault="000D5F6F" w:rsidP="000D5F6F">
      <w:pPr>
        <w:pStyle w:val="Heading2"/>
        <w:ind w:left="578" w:hanging="578"/>
      </w:pPr>
      <w:bookmarkStart w:id="69" w:name="_Toc64888549"/>
      <w:r w:rsidRPr="008B7FD2">
        <w:t>Način uporabe</w:t>
      </w:r>
      <w:bookmarkEnd w:id="69"/>
    </w:p>
    <w:p w14:paraId="4102A4D9" w14:textId="77777777" w:rsidR="000D5F6F" w:rsidRPr="008B7FD2" w:rsidRDefault="000D5F6F" w:rsidP="000D5F6F">
      <w:r w:rsidRPr="008B7FD2">
        <w:t xml:space="preserve">Nabor storitev se kliče za potrebe pridobivanja odbirkov posameznega merilnega mesta. </w:t>
      </w:r>
    </w:p>
    <w:p w14:paraId="1D7AEEA1" w14:textId="77777777" w:rsidR="000D5F6F" w:rsidRPr="008B7FD2" w:rsidRDefault="000D5F6F" w:rsidP="000D5F6F">
      <w:pPr>
        <w:pStyle w:val="Heading2"/>
        <w:ind w:left="578" w:hanging="578"/>
      </w:pPr>
      <w:bookmarkStart w:id="70" w:name="_Toc64888550"/>
      <w:r w:rsidRPr="008B7FD2">
        <w:t>Posebnosti</w:t>
      </w:r>
      <w:bookmarkEnd w:id="70"/>
    </w:p>
    <w:p w14:paraId="10214925" w14:textId="470B8279" w:rsidR="000D5F6F" w:rsidRDefault="000D5F6F" w:rsidP="000D5F6F">
      <w:r w:rsidRPr="008B7FD2">
        <w:t xml:space="preserve">Storitev vrne podatke za zadnje obdobje, ko je </w:t>
      </w:r>
      <w:r w:rsidR="00B10883">
        <w:t>klicatelj označen kot</w:t>
      </w:r>
      <w:r w:rsidRPr="008B7FD2">
        <w:t xml:space="preserve"> dobavitelj na izbranem merilnem mestu.</w:t>
      </w:r>
    </w:p>
    <w:p w14:paraId="58D56E02" w14:textId="77777777" w:rsidR="000D5F6F" w:rsidRPr="008B7FD2" w:rsidRDefault="000D5F6F" w:rsidP="000D5F6F">
      <w:pPr>
        <w:pStyle w:val="Heading2"/>
        <w:ind w:left="578" w:hanging="578"/>
      </w:pPr>
      <w:bookmarkStart w:id="71" w:name="_Toc64888551"/>
      <w:r w:rsidRPr="008B7FD2">
        <w:t>Tehnološki predpogoji uporabe WS</w:t>
      </w:r>
      <w:bookmarkEnd w:id="71"/>
    </w:p>
    <w:p w14:paraId="32AED4A1" w14:textId="692C377B" w:rsidR="00B60C76" w:rsidRDefault="000D5F6F" w:rsidP="00B60C76">
      <w:pPr>
        <w:spacing w:after="0" w:line="240" w:lineRule="auto"/>
        <w:jc w:val="left"/>
      </w:pPr>
      <w:r w:rsidRPr="008B7FD2">
        <w:t>Uporabnik storitve mora vzpostaviti povezavo do spletnega mesta services.informatika.si ter services-test.informatika.si in zaupati certifikatu spletnega mesta. Klici so varovani z</w:t>
      </w:r>
      <w:r w:rsidR="00B60C76">
        <w:t xml:space="preserve"> uporabniškim imenom in geslom.</w:t>
      </w:r>
    </w:p>
    <w:p w14:paraId="7DC8E10F" w14:textId="77777777" w:rsidR="00B60C76" w:rsidRDefault="00B60C76" w:rsidP="00B60C76">
      <w:pPr>
        <w:rPr>
          <w:rFonts w:ascii="Cambria" w:eastAsia="Times New Roman" w:hAnsi="Cambria"/>
          <w:color w:val="1F497D"/>
          <w:sz w:val="28"/>
          <w:szCs w:val="28"/>
        </w:rPr>
      </w:pPr>
      <w:r>
        <w:br w:type="page"/>
      </w:r>
    </w:p>
    <w:p w14:paraId="70C5EBF0" w14:textId="781FFA0E" w:rsidR="00D17547" w:rsidRPr="008B7FD2" w:rsidRDefault="00D17547" w:rsidP="00E104F0">
      <w:pPr>
        <w:pStyle w:val="Heading1"/>
      </w:pPr>
      <w:bookmarkStart w:id="72" w:name="_Toc64888552"/>
      <w:r w:rsidRPr="008B7FD2">
        <w:lastRenderedPageBreak/>
        <w:t>Vrni odbirke čakajoči</w:t>
      </w:r>
      <w:bookmarkEnd w:id="72"/>
    </w:p>
    <w:p w14:paraId="73F954F7" w14:textId="3F1196CF" w:rsidR="00D17547" w:rsidRPr="008B7FD2" w:rsidRDefault="00D17547" w:rsidP="00D17547">
      <w:pPr>
        <w:pStyle w:val="Heading2"/>
      </w:pPr>
      <w:bookmarkStart w:id="73" w:name="_Toc64888553"/>
      <w:r w:rsidRPr="008B7FD2">
        <w:t>Kratek opis in namen WS</w:t>
      </w:r>
      <w:bookmarkEnd w:id="73"/>
    </w:p>
    <w:p w14:paraId="3F3D8563" w14:textId="1FD55196" w:rsidR="00D17547" w:rsidRPr="008B7FD2" w:rsidRDefault="00D17547" w:rsidP="00D17547">
      <w:pPr>
        <w:spacing w:after="0" w:line="240" w:lineRule="auto"/>
        <w:jc w:val="left"/>
      </w:pPr>
      <w:r w:rsidRPr="008B7FD2">
        <w:t>Storitev je namenjena pridobivanju odbirkov v mesecu obračuna, ki so odloženi v čakalnici.</w:t>
      </w:r>
    </w:p>
    <w:p w14:paraId="3632F1F8" w14:textId="77777777" w:rsidR="00D17547" w:rsidRPr="008B7FD2" w:rsidRDefault="00D17547" w:rsidP="00D17547">
      <w:pPr>
        <w:spacing w:after="0" w:line="240" w:lineRule="auto"/>
        <w:jc w:val="left"/>
      </w:pPr>
      <w:r w:rsidRPr="008B7FD2">
        <w:t>•</w:t>
      </w:r>
      <w:r w:rsidRPr="008B7FD2">
        <w:tab/>
        <w:t>Url produkcija:</w:t>
      </w:r>
    </w:p>
    <w:p w14:paraId="14E3218B" w14:textId="0A3C3E2B" w:rsidR="00D17547" w:rsidRPr="008B7FD2" w:rsidRDefault="00765DB7" w:rsidP="00D17547">
      <w:pPr>
        <w:spacing w:after="0" w:line="240" w:lineRule="auto"/>
        <w:jc w:val="left"/>
      </w:pPr>
      <w:hyperlink r:id="rId43" w:history="1">
        <w:r w:rsidR="00D17547" w:rsidRPr="008B7FD2">
          <w:rPr>
            <w:rStyle w:val="Hyperlink"/>
          </w:rPr>
          <w:t>https://services.informatika.si/PridobivanjeOdbirkaWeb/sca/VrniOdbirkeCakajociStoritev?WSDL</w:t>
        </w:r>
      </w:hyperlink>
      <w:r w:rsidR="00D17547" w:rsidRPr="008B7FD2">
        <w:t xml:space="preserve"> </w:t>
      </w:r>
    </w:p>
    <w:p w14:paraId="60B45E43" w14:textId="77777777" w:rsidR="00D17547" w:rsidRPr="008B7FD2" w:rsidRDefault="00D17547" w:rsidP="00D17547">
      <w:pPr>
        <w:spacing w:after="0" w:line="240" w:lineRule="auto"/>
        <w:jc w:val="left"/>
      </w:pPr>
      <w:r w:rsidRPr="008B7FD2">
        <w:t>•</w:t>
      </w:r>
      <w:r w:rsidRPr="008B7FD2">
        <w:tab/>
        <w:t xml:space="preserve">Url test: </w:t>
      </w:r>
    </w:p>
    <w:p w14:paraId="15A445D2" w14:textId="4429B67C" w:rsidR="00D17547" w:rsidRPr="008B7FD2" w:rsidRDefault="00765DB7" w:rsidP="00D17547">
      <w:pPr>
        <w:spacing w:after="0" w:line="240" w:lineRule="auto"/>
        <w:jc w:val="left"/>
      </w:pPr>
      <w:hyperlink r:id="rId44" w:history="1">
        <w:r w:rsidR="00D17547" w:rsidRPr="008B7FD2">
          <w:rPr>
            <w:rStyle w:val="Hyperlink"/>
          </w:rPr>
          <w:t>https://services-test.informatika.si/PridobivanjeOdbirkaWeb/sca/VrniOdbirkeCakajociStoritev?WSDL</w:t>
        </w:r>
      </w:hyperlink>
      <w:r w:rsidR="00D17547" w:rsidRPr="008B7FD2">
        <w:t xml:space="preserve"> </w:t>
      </w:r>
    </w:p>
    <w:p w14:paraId="5A173C3E" w14:textId="70E49C43" w:rsidR="00D17547" w:rsidRPr="008B7FD2" w:rsidRDefault="00D17547" w:rsidP="00D17547">
      <w:pPr>
        <w:pStyle w:val="Heading2"/>
      </w:pPr>
      <w:bookmarkStart w:id="74" w:name="_Toc64888554"/>
      <w:proofErr w:type="spellStart"/>
      <w:r w:rsidRPr="008B7FD2">
        <w:t>Verzioniranje</w:t>
      </w:r>
      <w:proofErr w:type="spellEnd"/>
      <w:r w:rsidRPr="008B7FD2">
        <w:t xml:space="preserve"> WS</w:t>
      </w:r>
      <w:bookmarkEnd w:id="74"/>
    </w:p>
    <w:p w14:paraId="486EF4C8" w14:textId="77777777" w:rsidR="00D17547" w:rsidRPr="008B7FD2" w:rsidRDefault="00D17547" w:rsidP="00D17547">
      <w:pPr>
        <w:spacing w:after="0" w:line="240" w:lineRule="auto"/>
        <w:jc w:val="left"/>
      </w:pPr>
      <w:r w:rsidRPr="008B7FD2">
        <w:t>Verzija nabora storitev 1.0</w:t>
      </w:r>
    </w:p>
    <w:p w14:paraId="63B189D3" w14:textId="0D4BA0E4" w:rsidR="00D17547" w:rsidRPr="008B7FD2" w:rsidRDefault="00D17547" w:rsidP="00D17547">
      <w:pPr>
        <w:pStyle w:val="Heading2"/>
      </w:pPr>
      <w:bookmarkStart w:id="75" w:name="_Toc64888555"/>
      <w:r w:rsidRPr="008B7FD2">
        <w:t>Diagram poteka</w:t>
      </w:r>
      <w:bookmarkEnd w:id="75"/>
    </w:p>
    <w:p w14:paraId="2D015672" w14:textId="77777777" w:rsidR="00D17547" w:rsidRPr="008B7FD2" w:rsidRDefault="00D17547" w:rsidP="00D17547">
      <w:pPr>
        <w:spacing w:after="0" w:line="240" w:lineRule="auto"/>
        <w:jc w:val="left"/>
      </w:pPr>
      <w:r w:rsidRPr="008B7FD2">
        <w:t>Ni na voljo.</w:t>
      </w:r>
    </w:p>
    <w:p w14:paraId="275E1162" w14:textId="2968098B" w:rsidR="00D17547" w:rsidRPr="008B7FD2" w:rsidRDefault="00D17547" w:rsidP="00D17547">
      <w:pPr>
        <w:pStyle w:val="Heading2"/>
      </w:pPr>
      <w:bookmarkStart w:id="76" w:name="_Toc64888556"/>
      <w:r w:rsidRPr="008B7FD2">
        <w:t>Način uporabe</w:t>
      </w:r>
      <w:bookmarkEnd w:id="76"/>
    </w:p>
    <w:p w14:paraId="5ECD9865" w14:textId="1F58DA6F" w:rsidR="00D17547" w:rsidRPr="008B7FD2" w:rsidRDefault="00D17547" w:rsidP="00D17547">
      <w:pPr>
        <w:spacing w:after="0" w:line="240" w:lineRule="auto"/>
        <w:jc w:val="left"/>
      </w:pPr>
      <w:r w:rsidRPr="008B7FD2">
        <w:t>Nabor storitev se kliče za potrebe pridobivanja odbirkov v mesecu obračuna, ki so odložene v čakalnici.</w:t>
      </w:r>
    </w:p>
    <w:p w14:paraId="105C3296" w14:textId="1742F49D" w:rsidR="00D17547" w:rsidRPr="008B7FD2" w:rsidRDefault="00D17547" w:rsidP="00D17547">
      <w:pPr>
        <w:pStyle w:val="Heading2"/>
      </w:pPr>
      <w:bookmarkStart w:id="77" w:name="_Toc64888557"/>
      <w:r w:rsidRPr="008B7FD2">
        <w:t>Posebnosti</w:t>
      </w:r>
      <w:bookmarkEnd w:id="77"/>
    </w:p>
    <w:p w14:paraId="3C0D5A71" w14:textId="5F54CAEC" w:rsidR="00D17547" w:rsidRPr="008B7FD2" w:rsidRDefault="00D17547" w:rsidP="00D17547">
      <w:pPr>
        <w:spacing w:after="0" w:line="240" w:lineRule="auto"/>
        <w:jc w:val="left"/>
      </w:pPr>
      <w:r w:rsidRPr="008B7FD2">
        <w:t>Storitev vrne podatke za zadnje obdobje, ko je kličoči dobavitelj bil dobavitelj na izbranem merilnem mestu.</w:t>
      </w:r>
    </w:p>
    <w:p w14:paraId="52F9B359" w14:textId="5497C71A" w:rsidR="00D604E7" w:rsidRPr="008B7FD2" w:rsidRDefault="00D604E7" w:rsidP="00D17547">
      <w:pPr>
        <w:spacing w:after="0" w:line="240" w:lineRule="auto"/>
        <w:jc w:val="left"/>
      </w:pPr>
    </w:p>
    <w:p w14:paraId="5DBE1A51" w14:textId="44F48BF3" w:rsidR="00D604E7" w:rsidRPr="008B7FD2" w:rsidRDefault="002968D7" w:rsidP="00D17547">
      <w:pPr>
        <w:spacing w:after="0" w:line="240" w:lineRule="auto"/>
        <w:jc w:val="left"/>
      </w:pPr>
      <w:r>
        <w:t>Storitev umaknjena iz uporabe s 1.10.2018</w:t>
      </w:r>
    </w:p>
    <w:p w14:paraId="6753727F" w14:textId="7EAED9B6" w:rsidR="00D17547" w:rsidRPr="008B7FD2" w:rsidRDefault="00D17547" w:rsidP="00D17547">
      <w:pPr>
        <w:pStyle w:val="Heading2"/>
      </w:pPr>
      <w:bookmarkStart w:id="78" w:name="_Toc64888558"/>
      <w:r w:rsidRPr="008B7FD2">
        <w:t>Tehnološki predpogoji uporabe WS</w:t>
      </w:r>
      <w:bookmarkEnd w:id="78"/>
    </w:p>
    <w:p w14:paraId="65AD8B12" w14:textId="77777777" w:rsidR="00223C32" w:rsidRPr="008B7FD2" w:rsidRDefault="00D17547" w:rsidP="00D17547">
      <w:pPr>
        <w:spacing w:after="0" w:line="240" w:lineRule="auto"/>
        <w:jc w:val="left"/>
      </w:pPr>
      <w:r w:rsidRPr="008B7FD2">
        <w:t>Uporabnik storitve mora vzpostaviti povezavo do spletnega mesta services.informatika.si ter services-test.informatika.si in zaupati certifikatu spletnega mesta. Klici so varovani z uporabniškim imenom in geslom.</w:t>
      </w:r>
    </w:p>
    <w:p w14:paraId="69FFA7AC" w14:textId="77777777" w:rsidR="00223C32" w:rsidRPr="008B7FD2" w:rsidRDefault="00223C32">
      <w:pPr>
        <w:spacing w:after="0" w:line="240" w:lineRule="auto"/>
        <w:jc w:val="left"/>
      </w:pPr>
      <w:r w:rsidRPr="008B7FD2">
        <w:br w:type="page"/>
      </w:r>
    </w:p>
    <w:p w14:paraId="02753EEC" w14:textId="167654EA" w:rsidR="00223C32" w:rsidRPr="008B7FD2" w:rsidRDefault="00223C32" w:rsidP="00E104F0">
      <w:pPr>
        <w:pStyle w:val="Heading1"/>
      </w:pPr>
      <w:bookmarkStart w:id="79" w:name="_Toc64888559"/>
      <w:r w:rsidRPr="008B7FD2">
        <w:lastRenderedPageBreak/>
        <w:t xml:space="preserve">Vrni odbirke čakajoči </w:t>
      </w:r>
      <w:r w:rsidR="00FC5279">
        <w:t>v</w:t>
      </w:r>
      <w:r w:rsidRPr="008B7FD2">
        <w:t>2</w:t>
      </w:r>
      <w:bookmarkEnd w:id="79"/>
    </w:p>
    <w:p w14:paraId="66FB939D" w14:textId="77777777" w:rsidR="00223C32" w:rsidRPr="008B7FD2" w:rsidRDefault="00223C32" w:rsidP="00223C32">
      <w:pPr>
        <w:pStyle w:val="Heading2"/>
      </w:pPr>
      <w:bookmarkStart w:id="80" w:name="_Toc64888560"/>
      <w:r w:rsidRPr="008B7FD2">
        <w:t>Kratek opis in namen WS</w:t>
      </w:r>
      <w:bookmarkEnd w:id="80"/>
    </w:p>
    <w:p w14:paraId="5C5ACA7F" w14:textId="77777777" w:rsidR="00223C32" w:rsidRPr="008B7FD2" w:rsidRDefault="00223C32" w:rsidP="00223C32">
      <w:pPr>
        <w:spacing w:after="0" w:line="240" w:lineRule="auto"/>
        <w:jc w:val="left"/>
      </w:pPr>
      <w:r w:rsidRPr="008B7FD2">
        <w:t>Storitev je namenjena pridobivanju odbirkov v mesecu obračuna, ki so odloženi v čakalnici.</w:t>
      </w:r>
    </w:p>
    <w:p w14:paraId="75DECE37" w14:textId="7D19F3C1" w:rsidR="00223C32" w:rsidRPr="008B7FD2" w:rsidRDefault="00223C32" w:rsidP="00223C32">
      <w:pPr>
        <w:spacing w:after="0" w:line="240" w:lineRule="auto"/>
        <w:jc w:val="left"/>
      </w:pPr>
      <w:r w:rsidRPr="008B7FD2">
        <w:t>•</w:t>
      </w:r>
      <w:r w:rsidRPr="008B7FD2">
        <w:tab/>
        <w:t>Url produkcija:</w:t>
      </w:r>
    </w:p>
    <w:p w14:paraId="67A93749" w14:textId="0F4A9C1A" w:rsidR="00223C32" w:rsidRPr="008B7FD2" w:rsidRDefault="00765DB7" w:rsidP="00223C32">
      <w:pPr>
        <w:spacing w:after="0" w:line="240" w:lineRule="auto"/>
        <w:jc w:val="left"/>
      </w:pPr>
      <w:hyperlink r:id="rId45" w:history="1">
        <w:r w:rsidR="00223C32" w:rsidRPr="008B7FD2">
          <w:rPr>
            <w:rStyle w:val="Hyperlink"/>
          </w:rPr>
          <w:t>https://services.informatika.si/PridobivanjeOdbirkaWeb/sca/VrniOdbirkeCakajoci2Storitev?WSDL</w:t>
        </w:r>
      </w:hyperlink>
      <w:r w:rsidR="00223C32" w:rsidRPr="008B7FD2">
        <w:t xml:space="preserve"> </w:t>
      </w:r>
    </w:p>
    <w:p w14:paraId="7F9A1681" w14:textId="77777777" w:rsidR="00223C32" w:rsidRPr="008B7FD2" w:rsidRDefault="00223C32" w:rsidP="00223C32">
      <w:pPr>
        <w:spacing w:after="0" w:line="240" w:lineRule="auto"/>
        <w:jc w:val="left"/>
      </w:pPr>
      <w:r w:rsidRPr="008B7FD2">
        <w:t>•</w:t>
      </w:r>
      <w:r w:rsidRPr="008B7FD2">
        <w:tab/>
        <w:t xml:space="preserve">Url test: </w:t>
      </w:r>
    </w:p>
    <w:p w14:paraId="1CB0AE67" w14:textId="3C5337E2" w:rsidR="00223C32" w:rsidRPr="008B7FD2" w:rsidRDefault="00765DB7" w:rsidP="00223C32">
      <w:pPr>
        <w:spacing w:after="0" w:line="240" w:lineRule="auto"/>
        <w:jc w:val="left"/>
      </w:pPr>
      <w:hyperlink r:id="rId46" w:history="1">
        <w:r w:rsidR="00223C32" w:rsidRPr="008B7FD2">
          <w:rPr>
            <w:rStyle w:val="Hyperlink"/>
          </w:rPr>
          <w:t>https://services-test.informatika.si/PridobivanjeOdbirkaWeb/sca/VrniOdbirkeCakajoci2Storitev?WSDL</w:t>
        </w:r>
      </w:hyperlink>
      <w:r w:rsidR="00223C32" w:rsidRPr="008B7FD2">
        <w:t xml:space="preserve"> </w:t>
      </w:r>
    </w:p>
    <w:p w14:paraId="1B4CEB77" w14:textId="77777777" w:rsidR="00223C32" w:rsidRPr="008B7FD2" w:rsidRDefault="00223C32" w:rsidP="00223C32">
      <w:pPr>
        <w:pStyle w:val="Heading2"/>
      </w:pPr>
      <w:bookmarkStart w:id="81" w:name="_Toc64888561"/>
      <w:proofErr w:type="spellStart"/>
      <w:r w:rsidRPr="008B7FD2">
        <w:t>Verzioniranje</w:t>
      </w:r>
      <w:proofErr w:type="spellEnd"/>
      <w:r w:rsidRPr="008B7FD2">
        <w:t xml:space="preserve"> WS</w:t>
      </w:r>
      <w:bookmarkEnd w:id="81"/>
    </w:p>
    <w:p w14:paraId="70F1EEAC" w14:textId="28B3E19D" w:rsidR="00223C32" w:rsidRPr="008B7FD2" w:rsidRDefault="00223C32" w:rsidP="00223C32">
      <w:pPr>
        <w:spacing w:after="0" w:line="240" w:lineRule="auto"/>
        <w:jc w:val="left"/>
      </w:pPr>
      <w:r w:rsidRPr="008B7FD2">
        <w:t>Verzija nabora storitev 2.0</w:t>
      </w:r>
    </w:p>
    <w:p w14:paraId="0C5E3067" w14:textId="77777777" w:rsidR="00223C32" w:rsidRPr="008B7FD2" w:rsidRDefault="00223C32" w:rsidP="00223C32">
      <w:pPr>
        <w:pStyle w:val="Heading2"/>
      </w:pPr>
      <w:bookmarkStart w:id="82" w:name="_Toc64888562"/>
      <w:r w:rsidRPr="008B7FD2">
        <w:t>Diagram poteka</w:t>
      </w:r>
      <w:bookmarkEnd w:id="82"/>
    </w:p>
    <w:p w14:paraId="147392E6" w14:textId="77777777" w:rsidR="00223C32" w:rsidRPr="008B7FD2" w:rsidRDefault="00223C32" w:rsidP="00223C32">
      <w:pPr>
        <w:spacing w:after="0" w:line="240" w:lineRule="auto"/>
        <w:jc w:val="left"/>
      </w:pPr>
      <w:r w:rsidRPr="008B7FD2">
        <w:t>Ni na voljo.</w:t>
      </w:r>
    </w:p>
    <w:p w14:paraId="30D72CDD" w14:textId="77777777" w:rsidR="00223C32" w:rsidRPr="008B7FD2" w:rsidRDefault="00223C32" w:rsidP="00223C32">
      <w:pPr>
        <w:pStyle w:val="Heading2"/>
      </w:pPr>
      <w:bookmarkStart w:id="83" w:name="_Toc64888563"/>
      <w:r w:rsidRPr="008B7FD2">
        <w:t>Način uporabe</w:t>
      </w:r>
      <w:bookmarkEnd w:id="83"/>
    </w:p>
    <w:p w14:paraId="49E0F3AD" w14:textId="77777777" w:rsidR="00223C32" w:rsidRPr="008B7FD2" w:rsidRDefault="00223C32" w:rsidP="00223C32">
      <w:pPr>
        <w:spacing w:after="0" w:line="240" w:lineRule="auto"/>
        <w:jc w:val="left"/>
      </w:pPr>
      <w:r w:rsidRPr="008B7FD2">
        <w:t>Nabor storitev se kliče za potrebe pridobivanja odbirkov v mesecu obračuna, ki so odložene v čakalnici.</w:t>
      </w:r>
    </w:p>
    <w:p w14:paraId="55F10212" w14:textId="77777777" w:rsidR="00223C32" w:rsidRPr="008B7FD2" w:rsidRDefault="00223C32" w:rsidP="00223C32">
      <w:pPr>
        <w:pStyle w:val="Heading2"/>
      </w:pPr>
      <w:bookmarkStart w:id="84" w:name="_Toc64888564"/>
      <w:r w:rsidRPr="008B7FD2">
        <w:t>Posebnosti</w:t>
      </w:r>
      <w:bookmarkEnd w:id="84"/>
    </w:p>
    <w:p w14:paraId="19E95EA8" w14:textId="2C6CC1F3" w:rsidR="00223C32" w:rsidRPr="008B7FD2" w:rsidRDefault="00223C32" w:rsidP="00223C32">
      <w:pPr>
        <w:spacing w:after="0" w:line="240" w:lineRule="auto"/>
        <w:jc w:val="left"/>
      </w:pPr>
      <w:r w:rsidRPr="008B7FD2">
        <w:t>Storitev vrne podatke za zadnje obdobje, ko je kličoči dobavitelj bil dobavitelj na izbranem merilnem mestu.</w:t>
      </w:r>
    </w:p>
    <w:p w14:paraId="63596383" w14:textId="728282D6" w:rsidR="00D604E7" w:rsidRPr="008B7FD2" w:rsidRDefault="00D604E7" w:rsidP="00223C32">
      <w:pPr>
        <w:spacing w:after="0" w:line="240" w:lineRule="auto"/>
        <w:jc w:val="left"/>
      </w:pPr>
    </w:p>
    <w:p w14:paraId="13E2310C" w14:textId="2FC346AB" w:rsidR="00D604E7" w:rsidRPr="008B7FD2" w:rsidRDefault="002968D7" w:rsidP="00223C32">
      <w:pPr>
        <w:spacing w:after="0" w:line="240" w:lineRule="auto"/>
        <w:jc w:val="left"/>
      </w:pPr>
      <w:r>
        <w:t>Storitev umaknjena iz uporabe s 1.10.2018</w:t>
      </w:r>
    </w:p>
    <w:p w14:paraId="28E11F03" w14:textId="77777777" w:rsidR="00223C32" w:rsidRPr="008B7FD2" w:rsidRDefault="00223C32" w:rsidP="00223C32">
      <w:pPr>
        <w:pStyle w:val="Heading2"/>
      </w:pPr>
      <w:bookmarkStart w:id="85" w:name="_Toc64888565"/>
      <w:r w:rsidRPr="008B7FD2">
        <w:t>Tehnološki predpogoji uporabe WS</w:t>
      </w:r>
      <w:bookmarkEnd w:id="85"/>
    </w:p>
    <w:p w14:paraId="6CCC6CEA" w14:textId="015BEF2F" w:rsidR="00D604E7" w:rsidRPr="008B7FD2" w:rsidRDefault="00223C32" w:rsidP="00223C32">
      <w:pPr>
        <w:spacing w:after="0" w:line="240" w:lineRule="auto"/>
        <w:jc w:val="left"/>
      </w:pPr>
      <w:r w:rsidRPr="008B7FD2">
        <w:t>Uporabnik storitve mora vzpostaviti povezavo do spletnega mesta services.informatika.si ter services-test.informatika.si in zaupati certifikatu spletnega mesta. Klici so varovani z uporabniškim imenom in geslom.</w:t>
      </w:r>
    </w:p>
    <w:p w14:paraId="3EF3A183" w14:textId="77777777" w:rsidR="00D604E7" w:rsidRPr="008B7FD2" w:rsidRDefault="00D604E7">
      <w:pPr>
        <w:spacing w:after="0" w:line="240" w:lineRule="auto"/>
        <w:jc w:val="left"/>
      </w:pPr>
      <w:r w:rsidRPr="008B7FD2">
        <w:br w:type="page"/>
      </w:r>
    </w:p>
    <w:p w14:paraId="007871C5" w14:textId="14706AB7" w:rsidR="00D604E7" w:rsidRPr="008B7FD2" w:rsidRDefault="00D604E7" w:rsidP="00D604E7">
      <w:pPr>
        <w:pStyle w:val="Heading1"/>
      </w:pPr>
      <w:bookmarkStart w:id="86" w:name="_Toc64888566"/>
      <w:r w:rsidRPr="008B7FD2">
        <w:lastRenderedPageBreak/>
        <w:t xml:space="preserve">Vrni odbirke čakajoči </w:t>
      </w:r>
      <w:r w:rsidR="008940F3">
        <w:t>v</w:t>
      </w:r>
      <w:r w:rsidRPr="008B7FD2">
        <w:t>3</w:t>
      </w:r>
      <w:bookmarkEnd w:id="86"/>
    </w:p>
    <w:p w14:paraId="27B153D5" w14:textId="77777777" w:rsidR="00D604E7" w:rsidRPr="008B7FD2" w:rsidRDefault="00D604E7" w:rsidP="00D604E7">
      <w:pPr>
        <w:pStyle w:val="Heading2"/>
      </w:pPr>
      <w:bookmarkStart w:id="87" w:name="_Toc64888567"/>
      <w:r w:rsidRPr="008B7FD2">
        <w:t>Kratek opis in namen WS</w:t>
      </w:r>
      <w:bookmarkEnd w:id="87"/>
    </w:p>
    <w:p w14:paraId="2B392C21" w14:textId="4B1AD27E" w:rsidR="00411149" w:rsidRPr="008B7FD2" w:rsidRDefault="00D604E7" w:rsidP="00D604E7">
      <w:pPr>
        <w:spacing w:after="0" w:line="240" w:lineRule="auto"/>
        <w:jc w:val="left"/>
      </w:pPr>
      <w:r w:rsidRPr="008B7FD2">
        <w:t>Storitev je namenjena pridobivanju odbirkov v mesecu obrač</w:t>
      </w:r>
      <w:r w:rsidR="00411149" w:rsidRPr="008B7FD2">
        <w:t>una, ki so odloženi v čakalnici distributerja.</w:t>
      </w:r>
    </w:p>
    <w:p w14:paraId="2BAD0304" w14:textId="77777777" w:rsidR="00411149" w:rsidRPr="008B7FD2" w:rsidRDefault="00411149" w:rsidP="00D604E7">
      <w:pPr>
        <w:spacing w:after="0" w:line="240" w:lineRule="auto"/>
        <w:jc w:val="left"/>
      </w:pPr>
    </w:p>
    <w:p w14:paraId="1C8BD1E6" w14:textId="33ED24E4" w:rsidR="00D604E7" w:rsidRPr="008B7FD2" w:rsidRDefault="00D604E7" w:rsidP="00D604E7">
      <w:pPr>
        <w:spacing w:after="0" w:line="240" w:lineRule="auto"/>
        <w:jc w:val="left"/>
      </w:pPr>
      <w:r w:rsidRPr="008B7FD2">
        <w:t>•</w:t>
      </w:r>
      <w:r w:rsidRPr="008B7FD2">
        <w:tab/>
        <w:t>Url produkcija:</w:t>
      </w:r>
    </w:p>
    <w:p w14:paraId="3B001350" w14:textId="5F93B9E8" w:rsidR="00D604E7" w:rsidRPr="008B7FD2" w:rsidRDefault="00765DB7" w:rsidP="00D604E7">
      <w:pPr>
        <w:spacing w:after="0" w:line="240" w:lineRule="auto"/>
        <w:jc w:val="left"/>
        <w:rPr>
          <w:sz w:val="20"/>
          <w:szCs w:val="20"/>
        </w:rPr>
      </w:pPr>
      <w:hyperlink r:id="rId47" w:history="1">
        <w:r w:rsidR="005D3F9A" w:rsidRPr="008B7FD2">
          <w:rPr>
            <w:rStyle w:val="Hyperlink"/>
            <w:sz w:val="20"/>
            <w:szCs w:val="20"/>
          </w:rPr>
          <w:t>https://services.informatika.si/PridobivanjeOdbirkaWeb/sca/VrniOdbirkeCakajoci3Storitev?WSDL</w:t>
        </w:r>
      </w:hyperlink>
      <w:r w:rsidR="00D604E7" w:rsidRPr="008B7FD2">
        <w:rPr>
          <w:sz w:val="20"/>
          <w:szCs w:val="20"/>
        </w:rPr>
        <w:t xml:space="preserve"> </w:t>
      </w:r>
    </w:p>
    <w:p w14:paraId="0CF1A4BB" w14:textId="77777777" w:rsidR="00D604E7" w:rsidRPr="008B7FD2" w:rsidRDefault="00D604E7" w:rsidP="00D604E7">
      <w:pPr>
        <w:spacing w:after="0" w:line="240" w:lineRule="auto"/>
        <w:jc w:val="left"/>
      </w:pPr>
      <w:r w:rsidRPr="008B7FD2">
        <w:t>•</w:t>
      </w:r>
      <w:r w:rsidRPr="008B7FD2">
        <w:tab/>
        <w:t xml:space="preserve">Url test: </w:t>
      </w:r>
    </w:p>
    <w:p w14:paraId="2D49440B" w14:textId="414FED32" w:rsidR="00D604E7" w:rsidRPr="008B7FD2" w:rsidRDefault="00765DB7" w:rsidP="00D604E7">
      <w:pPr>
        <w:spacing w:after="0" w:line="240" w:lineRule="auto"/>
        <w:jc w:val="left"/>
        <w:rPr>
          <w:sz w:val="20"/>
          <w:szCs w:val="20"/>
        </w:rPr>
      </w:pPr>
      <w:hyperlink r:id="rId48" w:history="1">
        <w:r w:rsidR="00C46A05" w:rsidRPr="008B7FD2">
          <w:rPr>
            <w:rStyle w:val="Hyperlink"/>
            <w:sz w:val="20"/>
            <w:szCs w:val="20"/>
          </w:rPr>
          <w:t>https://services-test.informatika.si/PridobivanjeOdbirkaWeb/sca/VrniOdbirkeCakajoci3Storitev?WSDL</w:t>
        </w:r>
      </w:hyperlink>
      <w:r w:rsidR="00D604E7" w:rsidRPr="008B7FD2">
        <w:rPr>
          <w:sz w:val="20"/>
          <w:szCs w:val="20"/>
        </w:rPr>
        <w:t xml:space="preserve"> </w:t>
      </w:r>
    </w:p>
    <w:p w14:paraId="6EC436FB" w14:textId="77777777" w:rsidR="00D604E7" w:rsidRPr="008B7FD2" w:rsidRDefault="00D604E7" w:rsidP="00D604E7">
      <w:pPr>
        <w:pStyle w:val="Heading2"/>
      </w:pPr>
      <w:bookmarkStart w:id="88" w:name="_Toc64888568"/>
      <w:proofErr w:type="spellStart"/>
      <w:r w:rsidRPr="008B7FD2">
        <w:t>Verzioniranje</w:t>
      </w:r>
      <w:proofErr w:type="spellEnd"/>
      <w:r w:rsidRPr="008B7FD2">
        <w:t xml:space="preserve"> WS</w:t>
      </w:r>
      <w:bookmarkEnd w:id="88"/>
    </w:p>
    <w:p w14:paraId="787E24FB" w14:textId="2B7435FA" w:rsidR="00D604E7" w:rsidRPr="008B7FD2" w:rsidRDefault="00D604E7" w:rsidP="00D604E7">
      <w:pPr>
        <w:spacing w:after="0" w:line="240" w:lineRule="auto"/>
        <w:jc w:val="left"/>
      </w:pPr>
      <w:r w:rsidRPr="008B7FD2">
        <w:t xml:space="preserve">Verzija nabora storitev </w:t>
      </w:r>
      <w:r w:rsidR="00411149" w:rsidRPr="008B7FD2">
        <w:t>3</w:t>
      </w:r>
      <w:r w:rsidRPr="008B7FD2">
        <w:t>.0</w:t>
      </w:r>
    </w:p>
    <w:p w14:paraId="1A5D9D4F" w14:textId="77777777" w:rsidR="00D604E7" w:rsidRPr="008B7FD2" w:rsidRDefault="00D604E7" w:rsidP="00D604E7">
      <w:pPr>
        <w:pStyle w:val="Heading2"/>
      </w:pPr>
      <w:bookmarkStart w:id="89" w:name="_Toc64888569"/>
      <w:r w:rsidRPr="008B7FD2">
        <w:t>Diagram poteka</w:t>
      </w:r>
      <w:bookmarkEnd w:id="89"/>
    </w:p>
    <w:p w14:paraId="14689760" w14:textId="77777777" w:rsidR="00D604E7" w:rsidRPr="008B7FD2" w:rsidRDefault="00D604E7" w:rsidP="00D604E7">
      <w:pPr>
        <w:spacing w:after="0" w:line="240" w:lineRule="auto"/>
        <w:jc w:val="left"/>
      </w:pPr>
      <w:r w:rsidRPr="008B7FD2">
        <w:t>Ni na voljo.</w:t>
      </w:r>
    </w:p>
    <w:p w14:paraId="0B83EFC8" w14:textId="77777777" w:rsidR="00D604E7" w:rsidRPr="008B7FD2" w:rsidRDefault="00D604E7" w:rsidP="00D604E7">
      <w:pPr>
        <w:pStyle w:val="Heading2"/>
      </w:pPr>
      <w:bookmarkStart w:id="90" w:name="_Toc64888570"/>
      <w:r w:rsidRPr="008B7FD2">
        <w:t>Način uporabe</w:t>
      </w:r>
      <w:bookmarkEnd w:id="90"/>
    </w:p>
    <w:p w14:paraId="5F927E15" w14:textId="5CB0F6CC" w:rsidR="00D604E7" w:rsidRPr="008B7FD2" w:rsidRDefault="00D604E7" w:rsidP="00D604E7">
      <w:pPr>
        <w:spacing w:after="0" w:line="240" w:lineRule="auto"/>
        <w:jc w:val="left"/>
      </w:pPr>
      <w:r w:rsidRPr="008B7FD2">
        <w:t>Nabor storitev se kliče za potrebe pridobivanja odbirkov v mesecu obračuna, ki so odložene v čakalnici</w:t>
      </w:r>
      <w:r w:rsidR="00E27415" w:rsidRPr="008B7FD2">
        <w:t xml:space="preserve"> distributerja</w:t>
      </w:r>
      <w:r w:rsidRPr="008B7FD2">
        <w:t>.</w:t>
      </w:r>
    </w:p>
    <w:p w14:paraId="11FBCED6" w14:textId="77777777" w:rsidR="00D604E7" w:rsidRPr="008B7FD2" w:rsidRDefault="00D604E7" w:rsidP="00D604E7">
      <w:pPr>
        <w:pStyle w:val="Heading2"/>
      </w:pPr>
      <w:bookmarkStart w:id="91" w:name="_Toc64888571"/>
      <w:r w:rsidRPr="008B7FD2">
        <w:t>Posebnosti</w:t>
      </w:r>
      <w:bookmarkEnd w:id="91"/>
    </w:p>
    <w:p w14:paraId="043AAE1B" w14:textId="70D955F9" w:rsidR="00D604E7" w:rsidRPr="008B7FD2" w:rsidRDefault="00D604E7" w:rsidP="00D604E7">
      <w:pPr>
        <w:spacing w:after="0" w:line="240" w:lineRule="auto"/>
        <w:jc w:val="left"/>
      </w:pPr>
      <w:r w:rsidRPr="008B7FD2">
        <w:t xml:space="preserve">Storitev vrne podatke za zadnje obdobje, ko je </w:t>
      </w:r>
      <w:r w:rsidR="00421BEA">
        <w:t>klicatelj</w:t>
      </w:r>
      <w:r w:rsidRPr="008B7FD2">
        <w:t xml:space="preserve"> </w:t>
      </w:r>
      <w:r w:rsidR="0054209B" w:rsidRPr="008B7FD2">
        <w:t>označen kot</w:t>
      </w:r>
      <w:r w:rsidRPr="008B7FD2">
        <w:t xml:space="preserve"> dobavitelj na izbranem merilnem mestu.</w:t>
      </w:r>
      <w:r w:rsidR="008B7FD2">
        <w:t xml:space="preserve"> </w:t>
      </w:r>
    </w:p>
    <w:p w14:paraId="5A35E46D" w14:textId="77777777" w:rsidR="00D604E7" w:rsidRPr="008B7FD2" w:rsidRDefault="00D604E7" w:rsidP="00D604E7">
      <w:pPr>
        <w:pStyle w:val="Heading2"/>
      </w:pPr>
      <w:bookmarkStart w:id="92" w:name="_Toc64888572"/>
      <w:r w:rsidRPr="008B7FD2">
        <w:t>Tehnološki predpogoji uporabe WS</w:t>
      </w:r>
      <w:bookmarkEnd w:id="92"/>
    </w:p>
    <w:p w14:paraId="37A272C1" w14:textId="0B0E0B02" w:rsidR="002D37DA" w:rsidRDefault="00D604E7" w:rsidP="00D604E7">
      <w:pPr>
        <w:spacing w:after="0" w:line="240" w:lineRule="auto"/>
        <w:jc w:val="left"/>
      </w:pPr>
      <w:r w:rsidRPr="008B7FD2">
        <w:t>Uporabnik storitve mora vzpostaviti povezavo do spletnega mesta services.informatika.si ter services-test.informatika.si in zaupati certifikatu spletnega mesta. Klici so varovani z uporabniškim imenom in geslom.</w:t>
      </w:r>
      <w:r w:rsidR="00D17547" w:rsidRPr="008B7FD2">
        <w:br w:type="page"/>
      </w:r>
    </w:p>
    <w:p w14:paraId="1B1EE0B0" w14:textId="588F153F" w:rsidR="002D37DA" w:rsidRPr="008B7FD2" w:rsidRDefault="002D37DA" w:rsidP="002D37DA">
      <w:pPr>
        <w:pStyle w:val="Heading1"/>
      </w:pPr>
      <w:bookmarkStart w:id="93" w:name="_Toc64888573"/>
      <w:r w:rsidRPr="002D37DA">
        <w:lastRenderedPageBreak/>
        <w:t>Razveljavitev</w:t>
      </w:r>
      <w:r>
        <w:t xml:space="preserve"> odbirka</w:t>
      </w:r>
      <w:bookmarkEnd w:id="93"/>
    </w:p>
    <w:p w14:paraId="0A9E8181" w14:textId="77777777" w:rsidR="002D37DA" w:rsidRPr="008B7FD2" w:rsidRDefault="002D37DA" w:rsidP="002D37DA">
      <w:pPr>
        <w:pStyle w:val="Heading2"/>
      </w:pPr>
      <w:bookmarkStart w:id="94" w:name="_Toc64888574"/>
      <w:r w:rsidRPr="008B7FD2">
        <w:t>Kratek opis in namen WS</w:t>
      </w:r>
      <w:bookmarkEnd w:id="94"/>
    </w:p>
    <w:p w14:paraId="7DDAE2DD" w14:textId="436C0D8A" w:rsidR="002D37DA" w:rsidRPr="008B7FD2" w:rsidRDefault="002D37DA" w:rsidP="002D37DA">
      <w:pPr>
        <w:spacing w:after="0" w:line="240" w:lineRule="auto"/>
        <w:jc w:val="left"/>
      </w:pPr>
      <w:r w:rsidRPr="008B7FD2">
        <w:t xml:space="preserve">Storitev je namenjena </w:t>
      </w:r>
      <w:r>
        <w:t>razveljavitvi vnesenega odbirka</w:t>
      </w:r>
      <w:r w:rsidRPr="008B7FD2">
        <w:t>.</w:t>
      </w:r>
    </w:p>
    <w:p w14:paraId="513E308B" w14:textId="77777777" w:rsidR="002D37DA" w:rsidRPr="008B7FD2" w:rsidRDefault="002D37DA" w:rsidP="002D37DA">
      <w:pPr>
        <w:spacing w:after="0" w:line="240" w:lineRule="auto"/>
        <w:jc w:val="left"/>
      </w:pPr>
    </w:p>
    <w:p w14:paraId="7C81377A" w14:textId="324B70EE" w:rsidR="002D37DA" w:rsidRPr="008B7FD2" w:rsidRDefault="002D37DA" w:rsidP="002D37DA">
      <w:pPr>
        <w:spacing w:after="0" w:line="240" w:lineRule="auto"/>
        <w:jc w:val="left"/>
        <w:rPr>
          <w:sz w:val="20"/>
          <w:szCs w:val="20"/>
        </w:rPr>
      </w:pPr>
      <w:r w:rsidRPr="008B7FD2">
        <w:t>•</w:t>
      </w:r>
      <w:r w:rsidRPr="008B7FD2">
        <w:tab/>
        <w:t>Url produkcija:</w:t>
      </w:r>
      <w:r>
        <w:t xml:space="preserve"> </w:t>
      </w:r>
      <w:hyperlink r:id="rId49" w:history="1">
        <w:r w:rsidRPr="0093714D">
          <w:rPr>
            <w:rStyle w:val="Hyperlink"/>
          </w:rPr>
          <w:t>https://services.informatika.si/VnosOdbirkaWeb/sca/RazveljaviOdbirek3Storitev?wsdl</w:t>
        </w:r>
      </w:hyperlink>
      <w:r>
        <w:t xml:space="preserve"> </w:t>
      </w:r>
    </w:p>
    <w:p w14:paraId="47ADDAEA" w14:textId="1338252B" w:rsidR="002D37DA" w:rsidRPr="002D37DA" w:rsidRDefault="002D37DA" w:rsidP="002D37DA">
      <w:pPr>
        <w:spacing w:after="0" w:line="240" w:lineRule="auto"/>
        <w:jc w:val="left"/>
      </w:pPr>
      <w:r w:rsidRPr="008B7FD2">
        <w:t>•</w:t>
      </w:r>
      <w:r w:rsidRPr="008B7FD2">
        <w:tab/>
        <w:t xml:space="preserve">Url test: </w:t>
      </w:r>
      <w:hyperlink r:id="rId50" w:history="1">
        <w:r w:rsidRPr="0093714D">
          <w:rPr>
            <w:rStyle w:val="Hyperlink"/>
          </w:rPr>
          <w:t>https://services-test.informatika.si/VnosOdbirkaWeb/sca/RazveljaviOdbirek3Storitev?wsdl</w:t>
        </w:r>
      </w:hyperlink>
      <w:r>
        <w:t xml:space="preserve"> </w:t>
      </w:r>
    </w:p>
    <w:p w14:paraId="73B40FE2" w14:textId="77777777" w:rsidR="002D37DA" w:rsidRPr="008B7FD2" w:rsidRDefault="002D37DA" w:rsidP="002D37DA">
      <w:pPr>
        <w:pStyle w:val="Heading2"/>
      </w:pPr>
      <w:bookmarkStart w:id="95" w:name="_Toc64888575"/>
      <w:proofErr w:type="spellStart"/>
      <w:r w:rsidRPr="008B7FD2">
        <w:t>Verzioniranje</w:t>
      </w:r>
      <w:proofErr w:type="spellEnd"/>
      <w:r w:rsidRPr="008B7FD2">
        <w:t xml:space="preserve"> WS</w:t>
      </w:r>
      <w:bookmarkEnd w:id="95"/>
    </w:p>
    <w:p w14:paraId="5DD238E0" w14:textId="77777777" w:rsidR="002D37DA" w:rsidRPr="008B7FD2" w:rsidRDefault="002D37DA" w:rsidP="002D37DA">
      <w:pPr>
        <w:spacing w:after="0" w:line="240" w:lineRule="auto"/>
        <w:jc w:val="left"/>
      </w:pPr>
      <w:r w:rsidRPr="008B7FD2">
        <w:t>Verzija nabora storitev 3.0</w:t>
      </w:r>
    </w:p>
    <w:p w14:paraId="64DCD93E" w14:textId="77777777" w:rsidR="002D37DA" w:rsidRPr="008B7FD2" w:rsidRDefault="002D37DA" w:rsidP="002D37DA">
      <w:pPr>
        <w:pStyle w:val="Heading2"/>
      </w:pPr>
      <w:bookmarkStart w:id="96" w:name="_Toc64888576"/>
      <w:r w:rsidRPr="008B7FD2">
        <w:t>Diagram poteka</w:t>
      </w:r>
      <w:bookmarkEnd w:id="96"/>
    </w:p>
    <w:p w14:paraId="078700A2" w14:textId="77777777" w:rsidR="002D37DA" w:rsidRPr="008B7FD2" w:rsidRDefault="002D37DA" w:rsidP="002D37DA">
      <w:pPr>
        <w:spacing w:after="0" w:line="240" w:lineRule="auto"/>
        <w:jc w:val="left"/>
      </w:pPr>
      <w:r w:rsidRPr="008B7FD2">
        <w:t>Ni na voljo.</w:t>
      </w:r>
    </w:p>
    <w:p w14:paraId="613009E9" w14:textId="77777777" w:rsidR="002D37DA" w:rsidRPr="008B7FD2" w:rsidRDefault="002D37DA" w:rsidP="002D37DA">
      <w:pPr>
        <w:pStyle w:val="Heading2"/>
      </w:pPr>
      <w:bookmarkStart w:id="97" w:name="_Toc64888577"/>
      <w:r w:rsidRPr="008B7FD2">
        <w:t>Način uporabe</w:t>
      </w:r>
      <w:bookmarkEnd w:id="97"/>
    </w:p>
    <w:p w14:paraId="0AF91F4B" w14:textId="12EB11EF" w:rsidR="002D37DA" w:rsidRPr="008B7FD2" w:rsidRDefault="002D37DA" w:rsidP="002D37DA">
      <w:pPr>
        <w:spacing w:after="0" w:line="240" w:lineRule="auto"/>
        <w:jc w:val="left"/>
      </w:pPr>
      <w:r>
        <w:t>S</w:t>
      </w:r>
      <w:r w:rsidRPr="008B7FD2">
        <w:t xml:space="preserve">toritev se kliče za potrebe </w:t>
      </w:r>
      <w:r>
        <w:t>razveljavitve</w:t>
      </w:r>
      <w:r w:rsidRPr="008B7FD2">
        <w:t xml:space="preserve"> odbirk</w:t>
      </w:r>
      <w:r>
        <w:t>a</w:t>
      </w:r>
      <w:r w:rsidRPr="008B7FD2">
        <w:t>.</w:t>
      </w:r>
    </w:p>
    <w:p w14:paraId="12322617" w14:textId="77777777" w:rsidR="002D37DA" w:rsidRPr="008B7FD2" w:rsidRDefault="002D37DA" w:rsidP="002D37DA">
      <w:pPr>
        <w:pStyle w:val="Heading2"/>
      </w:pPr>
      <w:bookmarkStart w:id="98" w:name="_Toc64888578"/>
      <w:r w:rsidRPr="008B7FD2">
        <w:t>Posebnosti</w:t>
      </w:r>
      <w:bookmarkEnd w:id="98"/>
    </w:p>
    <w:p w14:paraId="28EBE96B" w14:textId="41924704" w:rsidR="002D37DA" w:rsidRPr="008B7FD2" w:rsidRDefault="002D37DA" w:rsidP="002D37DA">
      <w:pPr>
        <w:spacing w:after="0" w:line="240" w:lineRule="auto"/>
        <w:jc w:val="left"/>
      </w:pPr>
      <w:r>
        <w:t>Razveljavitev</w:t>
      </w:r>
      <w:r w:rsidRPr="002D37DA">
        <w:t xml:space="preserve"> odbirk</w:t>
      </w:r>
      <w:r>
        <w:t>a</w:t>
      </w:r>
      <w:r w:rsidRPr="002D37DA">
        <w:t xml:space="preserve"> je mogoč</w:t>
      </w:r>
      <w:r>
        <w:t>a</w:t>
      </w:r>
      <w:r w:rsidRPr="002D37DA">
        <w:t xml:space="preserve"> za merilna mesta, za katera je klicatelj dejanski dobavitelj na merilnem mestu. Oddaja je možna z enotnim identifikatorjem merilnega mesta ali enolično številko GSRN.</w:t>
      </w:r>
    </w:p>
    <w:p w14:paraId="7D667606" w14:textId="77777777" w:rsidR="002D37DA" w:rsidRPr="008B7FD2" w:rsidRDefault="002D37DA" w:rsidP="002D37DA">
      <w:pPr>
        <w:pStyle w:val="Heading2"/>
      </w:pPr>
      <w:bookmarkStart w:id="99" w:name="_Toc64888579"/>
      <w:r w:rsidRPr="008B7FD2">
        <w:t>Tehnološki predpogoji uporabe WS</w:t>
      </w:r>
      <w:bookmarkEnd w:id="99"/>
    </w:p>
    <w:p w14:paraId="3CDE3008" w14:textId="77777777" w:rsidR="00820CE5" w:rsidRDefault="002D37DA" w:rsidP="002D37DA">
      <w:pPr>
        <w:spacing w:after="0" w:line="240" w:lineRule="auto"/>
        <w:jc w:val="left"/>
      </w:pPr>
      <w:r w:rsidRPr="008B7FD2">
        <w:t>Uporabnik storitve mora vzpostaviti povezavo do spletnega mesta services.informatika.si ter services-test.informatika.si in zaupati certifikatu spletnega mesta. Klici so varovani z uporabniškim imenom in geslom.</w:t>
      </w:r>
    </w:p>
    <w:p w14:paraId="2776EE01" w14:textId="77777777" w:rsidR="00820CE5" w:rsidRDefault="00820CE5" w:rsidP="002D37DA">
      <w:pPr>
        <w:spacing w:after="0" w:line="240" w:lineRule="auto"/>
        <w:jc w:val="left"/>
      </w:pPr>
    </w:p>
    <w:p w14:paraId="337DD8C5" w14:textId="77777777" w:rsidR="00820CE5" w:rsidRDefault="00820CE5" w:rsidP="002D37DA">
      <w:pPr>
        <w:spacing w:after="0" w:line="240" w:lineRule="auto"/>
        <w:jc w:val="left"/>
      </w:pPr>
    </w:p>
    <w:p w14:paraId="3FEA7916" w14:textId="77777777" w:rsidR="00820CE5" w:rsidRDefault="00820CE5" w:rsidP="002D37DA">
      <w:pPr>
        <w:spacing w:after="0" w:line="240" w:lineRule="auto"/>
        <w:jc w:val="left"/>
      </w:pPr>
    </w:p>
    <w:p w14:paraId="65BFBD04" w14:textId="77777777" w:rsidR="00820CE5" w:rsidRDefault="00820CE5" w:rsidP="002D37DA">
      <w:pPr>
        <w:spacing w:after="0" w:line="240" w:lineRule="auto"/>
        <w:jc w:val="left"/>
      </w:pPr>
    </w:p>
    <w:p w14:paraId="668553DC" w14:textId="77777777" w:rsidR="00820CE5" w:rsidRDefault="00820CE5" w:rsidP="002D37DA">
      <w:pPr>
        <w:spacing w:after="0" w:line="240" w:lineRule="auto"/>
        <w:jc w:val="left"/>
      </w:pPr>
    </w:p>
    <w:p w14:paraId="24EEFE4D" w14:textId="77777777" w:rsidR="00820CE5" w:rsidRDefault="00820CE5" w:rsidP="002D37DA">
      <w:pPr>
        <w:spacing w:after="0" w:line="240" w:lineRule="auto"/>
        <w:jc w:val="left"/>
      </w:pPr>
    </w:p>
    <w:p w14:paraId="04612830" w14:textId="77777777" w:rsidR="00820CE5" w:rsidRDefault="00820CE5" w:rsidP="002D37DA">
      <w:pPr>
        <w:spacing w:after="0" w:line="240" w:lineRule="auto"/>
        <w:jc w:val="left"/>
      </w:pPr>
    </w:p>
    <w:p w14:paraId="67AAA355" w14:textId="77777777" w:rsidR="00820CE5" w:rsidRDefault="00820CE5" w:rsidP="002D37DA">
      <w:pPr>
        <w:spacing w:after="0" w:line="240" w:lineRule="auto"/>
        <w:jc w:val="left"/>
      </w:pPr>
    </w:p>
    <w:p w14:paraId="40F3E4DF" w14:textId="77777777" w:rsidR="00820CE5" w:rsidRDefault="00820CE5" w:rsidP="002D37DA">
      <w:pPr>
        <w:spacing w:after="0" w:line="240" w:lineRule="auto"/>
        <w:jc w:val="left"/>
      </w:pPr>
    </w:p>
    <w:p w14:paraId="038A3902" w14:textId="77777777" w:rsidR="00820CE5" w:rsidRDefault="00820CE5" w:rsidP="002D37DA">
      <w:pPr>
        <w:spacing w:after="0" w:line="240" w:lineRule="auto"/>
        <w:jc w:val="left"/>
      </w:pPr>
    </w:p>
    <w:p w14:paraId="39DC015F" w14:textId="77777777" w:rsidR="00820CE5" w:rsidRDefault="00820CE5" w:rsidP="002D37DA">
      <w:pPr>
        <w:spacing w:after="0" w:line="240" w:lineRule="auto"/>
        <w:jc w:val="left"/>
      </w:pPr>
    </w:p>
    <w:p w14:paraId="1036B1D2" w14:textId="77777777" w:rsidR="00820CE5" w:rsidRDefault="00820CE5" w:rsidP="002D37DA">
      <w:pPr>
        <w:spacing w:after="0" w:line="240" w:lineRule="auto"/>
        <w:jc w:val="left"/>
      </w:pPr>
    </w:p>
    <w:p w14:paraId="36C7DFC0" w14:textId="77777777" w:rsidR="00820CE5" w:rsidRDefault="00820CE5" w:rsidP="002D37DA">
      <w:pPr>
        <w:spacing w:after="0" w:line="240" w:lineRule="auto"/>
        <w:jc w:val="left"/>
      </w:pPr>
    </w:p>
    <w:p w14:paraId="197057E9" w14:textId="77777777" w:rsidR="00820CE5" w:rsidRDefault="00820CE5" w:rsidP="002D37DA">
      <w:pPr>
        <w:spacing w:after="0" w:line="240" w:lineRule="auto"/>
        <w:jc w:val="left"/>
      </w:pPr>
    </w:p>
    <w:p w14:paraId="05E94A0F" w14:textId="77777777" w:rsidR="00820CE5" w:rsidRPr="00765F17" w:rsidRDefault="00820CE5" w:rsidP="00820CE5">
      <w:pPr>
        <w:pStyle w:val="Heading1"/>
        <w:rPr>
          <w:highlight w:val="yellow"/>
        </w:rPr>
      </w:pPr>
      <w:bookmarkStart w:id="100" w:name="_Toc64888580"/>
      <w:r w:rsidRPr="00765F17">
        <w:rPr>
          <w:highlight w:val="yellow"/>
        </w:rPr>
        <w:lastRenderedPageBreak/>
        <w:t>Obračunske meritve</w:t>
      </w:r>
      <w:bookmarkEnd w:id="100"/>
      <w:r w:rsidRPr="00765F17">
        <w:rPr>
          <w:highlight w:val="yellow"/>
        </w:rPr>
        <w:t xml:space="preserve"> </w:t>
      </w:r>
    </w:p>
    <w:p w14:paraId="61CACEB4" w14:textId="77777777" w:rsidR="00820CE5" w:rsidRPr="008B7FD2" w:rsidRDefault="00820CE5" w:rsidP="00820CE5">
      <w:pPr>
        <w:pStyle w:val="Heading2"/>
      </w:pPr>
      <w:bookmarkStart w:id="101" w:name="_Toc64888581"/>
      <w:r w:rsidRPr="008B7FD2">
        <w:t>Kratek opis in namen WS</w:t>
      </w:r>
      <w:bookmarkEnd w:id="101"/>
    </w:p>
    <w:p w14:paraId="3C68C481" w14:textId="20B77AAD" w:rsidR="00820CE5" w:rsidRDefault="00820CE5" w:rsidP="00820CE5">
      <w:r>
        <w:t xml:space="preserve">Storitev izpostavlja funkcionalnosti, povezane z obračunskimi meritvami. Storitev zaenkrat izpostavlja le metodi za vnos odbirka, ostale funkcionalnosti se bodo v obliki novih metod dodane naknadno. </w:t>
      </w:r>
    </w:p>
    <w:p w14:paraId="1A475F09" w14:textId="77777777" w:rsidR="00820CE5" w:rsidRDefault="00820CE5" w:rsidP="00820CE5">
      <w:r>
        <w:t>Izpostavljene metode:</w:t>
      </w:r>
    </w:p>
    <w:p w14:paraId="3F158B66" w14:textId="77777777" w:rsidR="00820CE5" w:rsidRDefault="00820CE5" w:rsidP="00820CE5">
      <w:pPr>
        <w:pStyle w:val="ListParagraph"/>
        <w:numPr>
          <w:ilvl w:val="0"/>
          <w:numId w:val="27"/>
        </w:numPr>
      </w:pPr>
      <w:proofErr w:type="spellStart"/>
      <w:r>
        <w:t>VnosiOdbirek</w:t>
      </w:r>
      <w:proofErr w:type="spellEnd"/>
      <w:r>
        <w:t>()</w:t>
      </w:r>
    </w:p>
    <w:p w14:paraId="3891AB8F" w14:textId="77777777" w:rsidR="00820CE5" w:rsidRDefault="00820CE5" w:rsidP="00820CE5">
      <w:pPr>
        <w:pStyle w:val="ListParagraph"/>
        <w:numPr>
          <w:ilvl w:val="0"/>
          <w:numId w:val="27"/>
        </w:numPr>
      </w:pPr>
      <w:proofErr w:type="spellStart"/>
      <w:r>
        <w:t>VnesiOdbirekEnostavno</w:t>
      </w:r>
      <w:proofErr w:type="spellEnd"/>
      <w:r>
        <w:t>()</w:t>
      </w:r>
    </w:p>
    <w:p w14:paraId="476F6F2E" w14:textId="77777777" w:rsidR="00820CE5" w:rsidRDefault="00820CE5" w:rsidP="00820CE5">
      <w:r>
        <w:t>Obstoječe posamične storitve (Vnos odbirka, Pridobivanje zadnjega odbirka, Vrni odbirke, Razveljavitev odbirka) bodo postopoma umaknjene iz uporabe in bodo nadomeščene z novimi metodami v tej storitvi.</w:t>
      </w:r>
    </w:p>
    <w:p w14:paraId="19091693" w14:textId="77777777" w:rsidR="00820CE5" w:rsidRPr="008B7FD2" w:rsidRDefault="00820CE5" w:rsidP="00820CE5">
      <w:pPr>
        <w:pStyle w:val="NoSpacing"/>
        <w:numPr>
          <w:ilvl w:val="0"/>
          <w:numId w:val="27"/>
        </w:numPr>
        <w:rPr>
          <w:lang w:val="sl-SI"/>
        </w:rPr>
      </w:pPr>
      <w:r w:rsidRPr="008B7FD2">
        <w:rPr>
          <w:lang w:val="sl-SI"/>
        </w:rPr>
        <w:t>Url produkcija:</w:t>
      </w:r>
    </w:p>
    <w:p w14:paraId="0CB3B73C" w14:textId="6BF699C4" w:rsidR="00820CE5" w:rsidRPr="008B7FD2" w:rsidRDefault="00765DB7" w:rsidP="00820CE5">
      <w:pPr>
        <w:pStyle w:val="NoSpacing"/>
        <w:rPr>
          <w:lang w:val="sl-SI"/>
        </w:rPr>
      </w:pPr>
      <w:hyperlink r:id="rId51" w:history="1">
        <w:r w:rsidR="00820CE5" w:rsidRPr="007F07E4">
          <w:rPr>
            <w:rStyle w:val="Hyperlink"/>
            <w:sz w:val="18"/>
            <w:szCs w:val="18"/>
          </w:rPr>
          <w:t>https://services.informatika.si/EnotnaVstopnaTocka/ObracunskeMeritveService?wsdl</w:t>
        </w:r>
      </w:hyperlink>
    </w:p>
    <w:p w14:paraId="65892441" w14:textId="77777777" w:rsidR="00820CE5" w:rsidRPr="008B7FD2" w:rsidRDefault="00820CE5" w:rsidP="00820CE5">
      <w:pPr>
        <w:pStyle w:val="NoSpacing"/>
        <w:rPr>
          <w:rStyle w:val="Hyperlink"/>
          <w:sz w:val="18"/>
          <w:szCs w:val="18"/>
          <w:lang w:val="sl-SI"/>
        </w:rPr>
      </w:pPr>
    </w:p>
    <w:p w14:paraId="5940B8F0" w14:textId="77777777" w:rsidR="00820CE5" w:rsidRDefault="00820CE5" w:rsidP="00820CE5">
      <w:pPr>
        <w:pStyle w:val="NoSpacing"/>
        <w:numPr>
          <w:ilvl w:val="0"/>
          <w:numId w:val="27"/>
        </w:numPr>
        <w:rPr>
          <w:lang w:val="sl-SI"/>
        </w:rPr>
      </w:pPr>
      <w:r w:rsidRPr="008B7FD2">
        <w:rPr>
          <w:lang w:val="sl-SI"/>
        </w:rPr>
        <w:t xml:space="preserve">Url test: </w:t>
      </w:r>
    </w:p>
    <w:p w14:paraId="2303BB89" w14:textId="6E75E86A" w:rsidR="00820CE5" w:rsidRDefault="00765DB7" w:rsidP="00820CE5">
      <w:pPr>
        <w:pStyle w:val="NoSpacing"/>
        <w:rPr>
          <w:sz w:val="18"/>
          <w:szCs w:val="18"/>
        </w:rPr>
      </w:pPr>
      <w:hyperlink r:id="rId52" w:history="1">
        <w:r w:rsidR="00820CE5" w:rsidRPr="007F07E4">
          <w:rPr>
            <w:rStyle w:val="Hyperlink"/>
            <w:sz w:val="18"/>
            <w:szCs w:val="18"/>
          </w:rPr>
          <w:t>https://services-test.informatika.si/EnotnaVstopnaTocka/ObracunskeMeritveService?wsdl</w:t>
        </w:r>
      </w:hyperlink>
    </w:p>
    <w:p w14:paraId="613E4345" w14:textId="77777777" w:rsidR="00820CE5" w:rsidRPr="008B7FD2" w:rsidRDefault="00820CE5" w:rsidP="00820CE5">
      <w:pPr>
        <w:pStyle w:val="NoSpacing"/>
        <w:rPr>
          <w:lang w:val="sl-SI"/>
        </w:rPr>
      </w:pPr>
    </w:p>
    <w:p w14:paraId="2CA7995D" w14:textId="77777777" w:rsidR="00820CE5" w:rsidRPr="008B7FD2" w:rsidRDefault="00820CE5" w:rsidP="00820CE5">
      <w:pPr>
        <w:pStyle w:val="Heading2"/>
      </w:pPr>
      <w:bookmarkStart w:id="102" w:name="_Toc64888582"/>
      <w:proofErr w:type="spellStart"/>
      <w:r w:rsidRPr="008B7FD2">
        <w:t>Verzioniranje</w:t>
      </w:r>
      <w:proofErr w:type="spellEnd"/>
      <w:r w:rsidRPr="008B7FD2">
        <w:t xml:space="preserve"> WS</w:t>
      </w:r>
      <w:bookmarkEnd w:id="102"/>
    </w:p>
    <w:p w14:paraId="34B362D2" w14:textId="77777777" w:rsidR="00820CE5" w:rsidRPr="008B7FD2" w:rsidRDefault="00820CE5" w:rsidP="00820CE5">
      <w:r w:rsidRPr="008B7FD2">
        <w:t xml:space="preserve">Verzija nabora storitev </w:t>
      </w:r>
      <w:r>
        <w:t>1</w:t>
      </w:r>
      <w:r w:rsidRPr="008B7FD2">
        <w:t>.0</w:t>
      </w:r>
    </w:p>
    <w:p w14:paraId="60E2EA8E" w14:textId="77777777" w:rsidR="00820CE5" w:rsidRDefault="00820CE5" w:rsidP="00820CE5">
      <w:pPr>
        <w:pStyle w:val="Heading2"/>
      </w:pPr>
      <w:bookmarkStart w:id="103" w:name="_Toc64888583"/>
      <w:r>
        <w:t>Diagram poteka</w:t>
      </w:r>
      <w:bookmarkEnd w:id="103"/>
    </w:p>
    <w:p w14:paraId="7C4D225F" w14:textId="77777777" w:rsidR="00820CE5" w:rsidRPr="00A05C0C" w:rsidRDefault="00820CE5" w:rsidP="00820CE5">
      <w:r>
        <w:t>Ni na voljo.</w:t>
      </w:r>
    </w:p>
    <w:p w14:paraId="362CA015" w14:textId="77777777" w:rsidR="00820CE5" w:rsidRDefault="00820CE5" w:rsidP="00820CE5">
      <w:pPr>
        <w:pStyle w:val="Heading2"/>
      </w:pPr>
      <w:bookmarkStart w:id="104" w:name="_Toc64888584"/>
      <w:r>
        <w:t>Izpostavljene operacije</w:t>
      </w:r>
      <w:bookmarkEnd w:id="104"/>
    </w:p>
    <w:p w14:paraId="69060BFC" w14:textId="77777777" w:rsidR="00820CE5" w:rsidRDefault="00820CE5" w:rsidP="00820CE5">
      <w:pPr>
        <w:pStyle w:val="Heading3"/>
      </w:pPr>
      <w:bookmarkStart w:id="105" w:name="_Toc64888585"/>
      <w:proofErr w:type="spellStart"/>
      <w:r>
        <w:t>VnesiOdbirek</w:t>
      </w:r>
      <w:bookmarkEnd w:id="105"/>
      <w:proofErr w:type="spellEnd"/>
    </w:p>
    <w:p w14:paraId="2806B1E4" w14:textId="77777777" w:rsidR="00820CE5" w:rsidRDefault="00820CE5" w:rsidP="00820CE5">
      <w:pPr>
        <w:pStyle w:val="Heading4"/>
      </w:pPr>
      <w:r>
        <w:t>Način uporabe</w:t>
      </w:r>
    </w:p>
    <w:p w14:paraId="62482439" w14:textId="5EF53970" w:rsidR="00820CE5" w:rsidRPr="008B7FD2" w:rsidRDefault="006C503F" w:rsidP="00820CE5">
      <w:r>
        <w:t>Metoda</w:t>
      </w:r>
      <w:r w:rsidR="00820CE5" w:rsidRPr="008B7FD2">
        <w:t xml:space="preserve"> se kliče za potrebe dodajanja odbirka v sistem distributerja. Kot pomoč </w:t>
      </w:r>
      <w:r w:rsidR="00820CE5">
        <w:t>pri</w:t>
      </w:r>
      <w:r w:rsidR="00820CE5" w:rsidRPr="008B7FD2">
        <w:t xml:space="preserve"> kreiranje ustrezne XML strukture odbirka se lahko najprej pokliče storitev za pridobivanje zadnjega odbirka in se nato samo zamenjajo vrednosti določenih elementov.</w:t>
      </w:r>
    </w:p>
    <w:p w14:paraId="04A28BBB" w14:textId="77777777" w:rsidR="00820CE5" w:rsidRPr="00594CF1" w:rsidRDefault="00820CE5" w:rsidP="00820CE5">
      <w:pPr>
        <w:pStyle w:val="Heading4"/>
      </w:pPr>
      <w:r>
        <w:t>Posebnosti</w:t>
      </w:r>
    </w:p>
    <w:p w14:paraId="5F4272CE" w14:textId="77777777" w:rsidR="00820CE5" w:rsidRDefault="00820CE5" w:rsidP="00820CE5">
      <w:r w:rsidRPr="008B7FD2">
        <w:t>Dodajanje odbirkov je</w:t>
      </w:r>
      <w:r>
        <w:t xml:space="preserve"> v osnovi</w:t>
      </w:r>
      <w:r w:rsidRPr="008B7FD2">
        <w:t xml:space="preserve"> mogoče za merilna mesta, za katera je klicatelj dejanski dobavitelj na merilnem mestu. Vnos odbirka je mogoč za merilna mesta, ki imajo letno frekvenco odbiranja in za odbirke, ki izpolnjujejo </w:t>
      </w:r>
      <w:proofErr w:type="spellStart"/>
      <w:r w:rsidRPr="008B7FD2">
        <w:t>validacijska</w:t>
      </w:r>
      <w:proofErr w:type="spellEnd"/>
      <w:r w:rsidRPr="008B7FD2">
        <w:t xml:space="preserve">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 Oddaja je možna z enotnim identifikatorjem m</w:t>
      </w:r>
      <w:r>
        <w:t>e</w:t>
      </w:r>
      <w:r w:rsidRPr="008B7FD2">
        <w:t>rilnega mesta ali enolično številko GSRN.</w:t>
      </w:r>
    </w:p>
    <w:p w14:paraId="133B2A52" w14:textId="42F90FB7" w:rsidR="00820CE5" w:rsidRDefault="00820CE5" w:rsidP="00820CE5">
      <w:r>
        <w:lastRenderedPageBreak/>
        <w:t xml:space="preserve">Posebnost pri vnosu odbirka je vnos odbirka za potrebe menjave dobavitelja odjema ali oddaje. V tem primeru </w:t>
      </w:r>
      <w:r w:rsidR="006C503F">
        <w:t>za merilno mesto na ročnem odbiranju</w:t>
      </w:r>
      <w:r>
        <w:t xml:space="preserve"> odbirek vnese potencialni novi dobavitelj, ki v času vnosa odbirka še ni evidentiran kot dobavitelj na merilnem mestu. Pogoj za vnos odbirka s strani novega dobavitelja:</w:t>
      </w:r>
    </w:p>
    <w:p w14:paraId="5FD34B54" w14:textId="77777777" w:rsidR="00820CE5" w:rsidRDefault="00820CE5" w:rsidP="00820CE5">
      <w:pPr>
        <w:pStyle w:val="ListParagraph"/>
        <w:numPr>
          <w:ilvl w:val="0"/>
          <w:numId w:val="27"/>
        </w:numPr>
      </w:pPr>
      <w:r>
        <w:t>Dobavitelj, ki vstavlja odbirek, ima v teku menjavo dobavitelja odjema ali oddaje</w:t>
      </w:r>
    </w:p>
    <w:p w14:paraId="47FDB08E" w14:textId="77777777" w:rsidR="00820CE5" w:rsidRDefault="00820CE5" w:rsidP="00820CE5">
      <w:pPr>
        <w:pStyle w:val="ListParagraph"/>
        <w:numPr>
          <w:ilvl w:val="0"/>
          <w:numId w:val="27"/>
        </w:numPr>
      </w:pPr>
      <w:r>
        <w:t>Postopek menjave dobavitelja trenutno čaka na pridobitev odbirka</w:t>
      </w:r>
    </w:p>
    <w:p w14:paraId="6A6B05A9" w14:textId="77777777" w:rsidR="00820CE5" w:rsidRDefault="00820CE5" w:rsidP="00820CE5">
      <w:pPr>
        <w:pStyle w:val="ListParagraph"/>
        <w:numPr>
          <w:ilvl w:val="0"/>
          <w:numId w:val="27"/>
        </w:numPr>
      </w:pPr>
      <w:r>
        <w:t xml:space="preserve">Predviden način pridobitve odbirka v postopku menjave je </w:t>
      </w:r>
      <w:proofErr w:type="spellStart"/>
      <w:r>
        <w:t>samoodčitavanje</w:t>
      </w:r>
      <w:proofErr w:type="spellEnd"/>
      <w:r>
        <w:t xml:space="preserve"> s strani uporabnika (privzeto za vsa merilna mesta na ročnem odbiranju)</w:t>
      </w:r>
    </w:p>
    <w:p w14:paraId="26C50893" w14:textId="77777777" w:rsidR="00820CE5" w:rsidRDefault="00820CE5" w:rsidP="00820CE5">
      <w:pPr>
        <w:pStyle w:val="ListParagraph"/>
        <w:numPr>
          <w:ilvl w:val="0"/>
          <w:numId w:val="27"/>
        </w:numPr>
      </w:pPr>
      <w:r>
        <w:t>Datum odbirka je v obdobju [</w:t>
      </w:r>
      <w:proofErr w:type="spellStart"/>
      <w:r>
        <w:t>datumOdobritveZahteveZaMenjavo</w:t>
      </w:r>
      <w:proofErr w:type="spellEnd"/>
      <w:r>
        <w:t xml:space="preserve">, </w:t>
      </w:r>
      <w:proofErr w:type="spellStart"/>
      <w:r>
        <w:t>rokZaMenjavoDobavitelja</w:t>
      </w:r>
      <w:proofErr w:type="spellEnd"/>
      <w:r>
        <w:t>]</w:t>
      </w:r>
    </w:p>
    <w:p w14:paraId="6FE6C39F" w14:textId="7F16AEFC" w:rsidR="00820CE5" w:rsidRDefault="00820CE5" w:rsidP="00820CE5">
      <w:r>
        <w:t xml:space="preserve">Pri vnosu odbirka za potrebe menjave dobavitelja se ne preverja, ali je </w:t>
      </w:r>
      <w:r w:rsidR="006C503F">
        <w:t>merilno mesto</w:t>
      </w:r>
      <w:r>
        <w:t xml:space="preserve"> na letni ali mesečni frekvenci odbiranja, prav tako se odbirek nikoli ne vstavi v čakalnico, ampak direktno v tabelo </w:t>
      </w:r>
      <w:proofErr w:type="spellStart"/>
      <w:r>
        <w:t>odbirko</w:t>
      </w:r>
      <w:proofErr w:type="spellEnd"/>
      <w:r>
        <w:t xml:space="preserve"> (seveda</w:t>
      </w:r>
      <w:r w:rsidR="006C503F">
        <w:t xml:space="preserve"> samo, če</w:t>
      </w:r>
      <w:r>
        <w:t xml:space="preserve"> ustreza </w:t>
      </w:r>
      <w:proofErr w:type="spellStart"/>
      <w:r>
        <w:t>valid</w:t>
      </w:r>
      <w:r w:rsidR="006C503F">
        <w:t>ac</w:t>
      </w:r>
      <w:r>
        <w:t>ijskim</w:t>
      </w:r>
      <w:proofErr w:type="spellEnd"/>
      <w:r>
        <w:t xml:space="preserve"> </w:t>
      </w:r>
      <w:proofErr w:type="spellStart"/>
      <w:r>
        <w:t>kreiterijem</w:t>
      </w:r>
      <w:proofErr w:type="spellEnd"/>
      <w:r>
        <w:t>).</w:t>
      </w:r>
    </w:p>
    <w:p w14:paraId="02EB8AE6" w14:textId="77777777" w:rsidR="00820CE5" w:rsidRDefault="00820CE5" w:rsidP="00820CE5"/>
    <w:p w14:paraId="213C4ED5" w14:textId="77777777" w:rsidR="00820CE5" w:rsidRDefault="00820CE5" w:rsidP="00820CE5">
      <w:pPr>
        <w:pStyle w:val="Heading3"/>
      </w:pPr>
      <w:bookmarkStart w:id="106" w:name="_Toc64888586"/>
      <w:proofErr w:type="spellStart"/>
      <w:r>
        <w:t>VnesiOdbirekEnostavno</w:t>
      </w:r>
      <w:bookmarkEnd w:id="106"/>
      <w:proofErr w:type="spellEnd"/>
    </w:p>
    <w:p w14:paraId="21A8FA7B" w14:textId="77777777" w:rsidR="00820CE5" w:rsidRDefault="00820CE5" w:rsidP="00820CE5">
      <w:pPr>
        <w:pStyle w:val="Heading4"/>
      </w:pPr>
      <w:r>
        <w:t>Način uporabe</w:t>
      </w:r>
    </w:p>
    <w:p w14:paraId="6A9DF488" w14:textId="5AC8D6AF" w:rsidR="00820CE5" w:rsidRDefault="00796D93" w:rsidP="00820CE5">
      <w:r>
        <w:t>Metoda</w:t>
      </w:r>
      <w:r w:rsidR="00820CE5" w:rsidRPr="008B7FD2">
        <w:t xml:space="preserve"> se kliče za potrebe dodajanja odbirka v sistem distributerja. Enostavni vnos odbirka je primeren za merilna mesta z </w:t>
      </w:r>
      <w:proofErr w:type="spellStart"/>
      <w:r w:rsidR="00820CE5" w:rsidRPr="008B7FD2">
        <w:t>enotarifnim</w:t>
      </w:r>
      <w:proofErr w:type="spellEnd"/>
      <w:r w:rsidR="00820CE5" w:rsidRPr="008B7FD2">
        <w:t xml:space="preserve"> ali dvotarifnim merjenjem. Ponuja vnos stanja zgolj za registre ET ali VT in MT. Posredovanje morajo biti vrednosti glede na aktivirane registre merilnega mesta. Oddaja je možna z enotnim identifikatorjem </w:t>
      </w:r>
      <w:proofErr w:type="spellStart"/>
      <w:r w:rsidR="00820CE5" w:rsidRPr="008B7FD2">
        <w:t>marilnega</w:t>
      </w:r>
      <w:proofErr w:type="spellEnd"/>
      <w:r w:rsidR="00820CE5" w:rsidRPr="008B7FD2">
        <w:t xml:space="preserve"> mesta ali enolično številko GSRN</w:t>
      </w:r>
      <w:r w:rsidR="00820CE5">
        <w:t>.</w:t>
      </w:r>
    </w:p>
    <w:p w14:paraId="48BAF9EB" w14:textId="77777777" w:rsidR="00820CE5" w:rsidRDefault="00820CE5" w:rsidP="00820CE5">
      <w:pPr>
        <w:pStyle w:val="Heading4"/>
      </w:pPr>
      <w:r>
        <w:t>Posebnosti</w:t>
      </w:r>
    </w:p>
    <w:p w14:paraId="48129785" w14:textId="77777777" w:rsidR="00820CE5" w:rsidRDefault="00820CE5" w:rsidP="00820CE5">
      <w:r w:rsidRPr="008B7FD2">
        <w:t xml:space="preserve">Dodajanje odbirkov je mogoče za merilna mesta, za katera je klicatelj dejanski dobavitelj na merilnem mestu. Vnos odbirka je mogoč za merilna mesta, ki imajo letno frekvenco odbiranja in za odbirke, ki izpolnjujejo </w:t>
      </w:r>
      <w:proofErr w:type="spellStart"/>
      <w:r w:rsidRPr="008B7FD2">
        <w:t>validacijska</w:t>
      </w:r>
      <w:proofErr w:type="spellEnd"/>
      <w:r w:rsidRPr="008B7FD2">
        <w:t xml:space="preserve"> pravila. V primeru, da odbirek ni v skladu s pravili, odbirek ni mogoče vnesti, lahko se odda v čakalnico zahtev distributerju za potrjevanje. Oddaja v čakalnico je mogoča preko storitev Evidence zahtev. V primeru, da se oddaja odbirek v mesecu obračuna, se le-ta odloži v začasno odložišče odbirkov in uporabi le v primeru, da distributer ni zagotovil odbirka v mesecu obračuna. Enostavni vnos odbirka </w:t>
      </w:r>
      <w:r>
        <w:t>je primeren za gospodinjske odjemalce.</w:t>
      </w:r>
    </w:p>
    <w:p w14:paraId="16298CAD" w14:textId="77777777" w:rsidR="00796D93" w:rsidRDefault="00796D93" w:rsidP="00796D93">
      <w:r>
        <w:t>Posebnost pri vnosu odbirka je vnos odbirka za potrebe menjave dobavitelja odjema ali oddaje. V tem primeru za merilno mesto na ročnem odbiranju odbirek vnese potencialni novi dobavitelj, ki v času vnosa odbirka še ni evidentiran kot dobavitelj na merilnem mestu. Pogoj za vnos odbirka s strani novega dobavitelja:</w:t>
      </w:r>
    </w:p>
    <w:p w14:paraId="53068BC2" w14:textId="77777777" w:rsidR="00796D93" w:rsidRDefault="00796D93" w:rsidP="00796D93">
      <w:pPr>
        <w:pStyle w:val="ListParagraph"/>
        <w:numPr>
          <w:ilvl w:val="0"/>
          <w:numId w:val="27"/>
        </w:numPr>
      </w:pPr>
      <w:r>
        <w:t>Dobavitelj, ki vstavlja odbirek, ima v teku menjavo dobavitelja odjema ali oddaje</w:t>
      </w:r>
    </w:p>
    <w:p w14:paraId="3D2C732F" w14:textId="77777777" w:rsidR="00796D93" w:rsidRDefault="00796D93" w:rsidP="00796D93">
      <w:pPr>
        <w:pStyle w:val="ListParagraph"/>
        <w:numPr>
          <w:ilvl w:val="0"/>
          <w:numId w:val="27"/>
        </w:numPr>
      </w:pPr>
      <w:r>
        <w:t>Postopek menjave dobavitelja trenutno čaka na pridobitev odbirka</w:t>
      </w:r>
    </w:p>
    <w:p w14:paraId="6D4BA684" w14:textId="77777777" w:rsidR="00796D93" w:rsidRDefault="00796D93" w:rsidP="00796D93">
      <w:pPr>
        <w:pStyle w:val="ListParagraph"/>
        <w:numPr>
          <w:ilvl w:val="0"/>
          <w:numId w:val="27"/>
        </w:numPr>
      </w:pPr>
      <w:r>
        <w:t xml:space="preserve">Predviden način pridobitve odbirka v postopku menjave je </w:t>
      </w:r>
      <w:proofErr w:type="spellStart"/>
      <w:r>
        <w:t>samoodčitavanje</w:t>
      </w:r>
      <w:proofErr w:type="spellEnd"/>
      <w:r>
        <w:t xml:space="preserve"> s strani uporabnika (privzeto za vsa merilna mesta na ročnem odbiranju)</w:t>
      </w:r>
    </w:p>
    <w:p w14:paraId="0A400AFF" w14:textId="77777777" w:rsidR="00796D93" w:rsidRDefault="00796D93" w:rsidP="00796D93">
      <w:pPr>
        <w:pStyle w:val="ListParagraph"/>
        <w:numPr>
          <w:ilvl w:val="0"/>
          <w:numId w:val="27"/>
        </w:numPr>
      </w:pPr>
      <w:r>
        <w:t>Datum odbirka je v obdobju [</w:t>
      </w:r>
      <w:proofErr w:type="spellStart"/>
      <w:r>
        <w:t>datumOdobritveZahteveZaMenjavo</w:t>
      </w:r>
      <w:proofErr w:type="spellEnd"/>
      <w:r>
        <w:t xml:space="preserve">, </w:t>
      </w:r>
      <w:proofErr w:type="spellStart"/>
      <w:r>
        <w:t>rokZaMenjavoDobavitelja</w:t>
      </w:r>
      <w:proofErr w:type="spellEnd"/>
      <w:r>
        <w:t>]</w:t>
      </w:r>
    </w:p>
    <w:p w14:paraId="14756734" w14:textId="55F2819F" w:rsidR="00820CE5" w:rsidRPr="008B7FD2" w:rsidRDefault="00796D93" w:rsidP="00796D93">
      <w:r>
        <w:t xml:space="preserve">Pri vnosu odbirka za potrebe menjave dobavitelja se ne preverja, ali je merilno mesto na letni ali mesečni frekvenci odbiranja, prav tako se odbirek nikoli ne vstavi v čakalnico, ampak direktno v tabelo </w:t>
      </w:r>
      <w:proofErr w:type="spellStart"/>
      <w:r>
        <w:t>odbirko</w:t>
      </w:r>
      <w:proofErr w:type="spellEnd"/>
      <w:r>
        <w:t xml:space="preserve"> (seveda samo, če ustreza </w:t>
      </w:r>
      <w:proofErr w:type="spellStart"/>
      <w:r>
        <w:t>validacijskim</w:t>
      </w:r>
      <w:proofErr w:type="spellEnd"/>
      <w:r>
        <w:t xml:space="preserve"> </w:t>
      </w:r>
      <w:proofErr w:type="spellStart"/>
      <w:r>
        <w:t>kreiterijem</w:t>
      </w:r>
      <w:proofErr w:type="spellEnd"/>
      <w:r>
        <w:t>)</w:t>
      </w:r>
      <w:r w:rsidR="00820CE5">
        <w:t>.</w:t>
      </w:r>
    </w:p>
    <w:p w14:paraId="7704E312" w14:textId="77777777" w:rsidR="00820CE5" w:rsidRPr="008B7FD2" w:rsidRDefault="00820CE5" w:rsidP="00820CE5">
      <w:pPr>
        <w:pStyle w:val="Heading2"/>
        <w:ind w:left="578" w:hanging="578"/>
      </w:pPr>
      <w:bookmarkStart w:id="107" w:name="_Toc64888587"/>
      <w:r w:rsidRPr="008B7FD2">
        <w:lastRenderedPageBreak/>
        <w:t>Tehnološki predpogoji uporabe WS</w:t>
      </w:r>
      <w:bookmarkEnd w:id="107"/>
    </w:p>
    <w:p w14:paraId="118817B0" w14:textId="77777777" w:rsidR="00820CE5" w:rsidRPr="008B7FD2" w:rsidRDefault="00820CE5" w:rsidP="00820CE5">
      <w:r w:rsidRPr="008B7FD2">
        <w:t>Uporabnik storitve mora vzpostaviti povezavo do spletnega mesta services.informatika.si ter services-test.informatika.si in zaupati certifikatu spletnega mesta. Klici so varovani z uporabniškim imenom in geslom.</w:t>
      </w:r>
    </w:p>
    <w:p w14:paraId="34C901D3" w14:textId="2CDF9BFF" w:rsidR="002D37DA" w:rsidRDefault="002D37DA" w:rsidP="002D37DA">
      <w:pPr>
        <w:spacing w:after="0" w:line="240" w:lineRule="auto"/>
        <w:jc w:val="left"/>
      </w:pPr>
      <w:r>
        <w:br w:type="page"/>
      </w:r>
    </w:p>
    <w:p w14:paraId="233104C7" w14:textId="425C44BE" w:rsidR="003E1D5A" w:rsidRPr="008B7FD2" w:rsidRDefault="003E1D5A" w:rsidP="003E1D5A">
      <w:pPr>
        <w:pStyle w:val="Heading1"/>
      </w:pPr>
      <w:bookmarkStart w:id="108" w:name="_Toc64888588"/>
      <w:bookmarkEnd w:id="3"/>
      <w:r w:rsidRPr="008B7FD2">
        <w:lastRenderedPageBreak/>
        <w:t>Pridobivanje PDP</w:t>
      </w:r>
      <w:bookmarkEnd w:id="108"/>
    </w:p>
    <w:p w14:paraId="2A910622" w14:textId="77777777" w:rsidR="003E1D5A" w:rsidRPr="008B7FD2" w:rsidRDefault="003E1D5A" w:rsidP="003E1D5A">
      <w:pPr>
        <w:pStyle w:val="Heading2"/>
      </w:pPr>
      <w:bookmarkStart w:id="109" w:name="_Toc64888589"/>
      <w:r w:rsidRPr="008B7FD2">
        <w:t>Kratek opis in namen WS</w:t>
      </w:r>
      <w:bookmarkEnd w:id="109"/>
    </w:p>
    <w:p w14:paraId="18A516E7" w14:textId="0E58B11A" w:rsidR="003E1D5A" w:rsidRPr="008B7FD2" w:rsidRDefault="003E1D5A" w:rsidP="003E1D5A">
      <w:r w:rsidRPr="008B7FD2">
        <w:t>Storitev je namenjena pridobivanju podatkov o povprečni dnevni porabi na merilnem mestu.</w:t>
      </w:r>
    </w:p>
    <w:p w14:paraId="106C5983" w14:textId="77777777" w:rsidR="003E1D5A" w:rsidRPr="008B7FD2" w:rsidRDefault="003E1D5A" w:rsidP="003E1D5A">
      <w:pPr>
        <w:pStyle w:val="NoSpacing"/>
        <w:numPr>
          <w:ilvl w:val="0"/>
          <w:numId w:val="27"/>
        </w:numPr>
        <w:rPr>
          <w:lang w:val="sl-SI"/>
        </w:rPr>
      </w:pPr>
      <w:r w:rsidRPr="008B7FD2">
        <w:rPr>
          <w:lang w:val="sl-SI"/>
        </w:rPr>
        <w:t>url produkcija:</w:t>
      </w:r>
    </w:p>
    <w:p w14:paraId="0DF94B6B" w14:textId="3C622039" w:rsidR="003E1D5A" w:rsidRPr="008B7FD2" w:rsidRDefault="00765DB7" w:rsidP="003E1D5A">
      <w:pPr>
        <w:pStyle w:val="NoSpacing"/>
        <w:rPr>
          <w:sz w:val="18"/>
          <w:szCs w:val="18"/>
          <w:lang w:val="sl-SI"/>
        </w:rPr>
      </w:pPr>
      <w:hyperlink r:id="rId53" w:history="1">
        <w:r w:rsidR="003E1D5A" w:rsidRPr="008B7FD2">
          <w:rPr>
            <w:rStyle w:val="Hyperlink"/>
            <w:sz w:val="18"/>
            <w:szCs w:val="18"/>
            <w:lang w:val="sl-SI"/>
          </w:rPr>
          <w:t>https://services.informatika.si/PridobivanjePDPWeb/sca/PridobivanjePDPStoritev?WSDL</w:t>
        </w:r>
      </w:hyperlink>
    </w:p>
    <w:p w14:paraId="7FF5CAB7" w14:textId="77777777" w:rsidR="003E1D5A" w:rsidRPr="008B7FD2" w:rsidRDefault="003E1D5A" w:rsidP="003E1D5A">
      <w:pPr>
        <w:pStyle w:val="NoSpacing"/>
        <w:rPr>
          <w:sz w:val="18"/>
          <w:szCs w:val="18"/>
          <w:lang w:val="sl-SI"/>
        </w:rPr>
      </w:pPr>
    </w:p>
    <w:p w14:paraId="2FCEFBF3" w14:textId="3370A7E9" w:rsidR="003E1D5A" w:rsidRPr="008B7FD2" w:rsidRDefault="003E1D5A" w:rsidP="003E1D5A">
      <w:pPr>
        <w:pStyle w:val="NoSpacing"/>
        <w:numPr>
          <w:ilvl w:val="0"/>
          <w:numId w:val="27"/>
        </w:numPr>
        <w:rPr>
          <w:lang w:val="sl-SI"/>
        </w:rPr>
      </w:pPr>
      <w:r w:rsidRPr="008B7FD2">
        <w:rPr>
          <w:lang w:val="sl-SI"/>
        </w:rPr>
        <w:t>url test:</w:t>
      </w:r>
    </w:p>
    <w:p w14:paraId="27A3EE38" w14:textId="1B7AEBF9" w:rsidR="003E1D5A" w:rsidRPr="008B7FD2" w:rsidRDefault="00765DB7" w:rsidP="003E1D5A">
      <w:pPr>
        <w:pStyle w:val="NoSpacing"/>
        <w:rPr>
          <w:sz w:val="18"/>
          <w:szCs w:val="18"/>
          <w:lang w:val="sl-SI"/>
        </w:rPr>
      </w:pPr>
      <w:hyperlink r:id="rId54" w:history="1">
        <w:r w:rsidR="003E1D5A" w:rsidRPr="008B7FD2">
          <w:rPr>
            <w:rStyle w:val="Hyperlink"/>
            <w:sz w:val="18"/>
            <w:szCs w:val="18"/>
            <w:lang w:val="sl-SI"/>
          </w:rPr>
          <w:t>https://services-test.informatika.si:443/PridobivanjePDPWeb/sca/PridobivanjePDPStoritev?WSDL</w:t>
        </w:r>
      </w:hyperlink>
    </w:p>
    <w:p w14:paraId="6582E9E0" w14:textId="77777777" w:rsidR="003E1D5A" w:rsidRPr="008B7FD2" w:rsidRDefault="003E1D5A" w:rsidP="003E1D5A"/>
    <w:p w14:paraId="6A532DF5" w14:textId="77777777" w:rsidR="003E1D5A" w:rsidRPr="008B7FD2" w:rsidRDefault="003E1D5A" w:rsidP="003E1D5A">
      <w:pPr>
        <w:pStyle w:val="Heading2"/>
      </w:pPr>
      <w:bookmarkStart w:id="110" w:name="_Toc64888590"/>
      <w:proofErr w:type="spellStart"/>
      <w:r w:rsidRPr="008B7FD2">
        <w:t>Verzioniranje</w:t>
      </w:r>
      <w:proofErr w:type="spellEnd"/>
      <w:r w:rsidRPr="008B7FD2">
        <w:t xml:space="preserve"> WS</w:t>
      </w:r>
      <w:bookmarkEnd w:id="110"/>
    </w:p>
    <w:p w14:paraId="14170C50" w14:textId="77777777" w:rsidR="003E1D5A" w:rsidRPr="008B7FD2" w:rsidRDefault="003E1D5A" w:rsidP="003E1D5A">
      <w:r w:rsidRPr="008B7FD2">
        <w:t>Verzija storitve 1.0</w:t>
      </w:r>
    </w:p>
    <w:p w14:paraId="534019A6" w14:textId="77777777" w:rsidR="003E1D5A" w:rsidRPr="008B7FD2" w:rsidRDefault="003E1D5A" w:rsidP="003E1D5A">
      <w:pPr>
        <w:pStyle w:val="Heading2"/>
        <w:ind w:left="578" w:hanging="578"/>
      </w:pPr>
      <w:bookmarkStart w:id="111" w:name="_Toc64888591"/>
      <w:r w:rsidRPr="008B7FD2">
        <w:t>Diagram poteka</w:t>
      </w:r>
      <w:bookmarkEnd w:id="111"/>
    </w:p>
    <w:p w14:paraId="5D24E52C" w14:textId="77777777" w:rsidR="003E1D5A" w:rsidRPr="008B7FD2" w:rsidRDefault="003E1D5A" w:rsidP="003E1D5A">
      <w:r w:rsidRPr="008B7FD2">
        <w:t>Ni na voljo.</w:t>
      </w:r>
    </w:p>
    <w:p w14:paraId="6B78AA17" w14:textId="77777777" w:rsidR="003E1D5A" w:rsidRPr="008B7FD2" w:rsidRDefault="003E1D5A" w:rsidP="003E1D5A">
      <w:pPr>
        <w:pStyle w:val="Heading2"/>
        <w:ind w:left="578" w:hanging="578"/>
      </w:pPr>
      <w:bookmarkStart w:id="112" w:name="_Toc64888592"/>
      <w:r w:rsidRPr="008B7FD2">
        <w:t>Način uporabe</w:t>
      </w:r>
      <w:bookmarkEnd w:id="112"/>
    </w:p>
    <w:p w14:paraId="0F221DC8" w14:textId="2B396256" w:rsidR="003E1D5A" w:rsidRPr="008B7FD2" w:rsidRDefault="003E1D5A" w:rsidP="003E1D5A">
      <w:r w:rsidRPr="008B7FD2">
        <w:t>Storitev se kliče za potrebe pridobivanja podatkov o povprečni dnevni porabi na merilnem mestu, ki je zavedena pri distributerju.</w:t>
      </w:r>
    </w:p>
    <w:p w14:paraId="2ADD4B03" w14:textId="77777777" w:rsidR="003E1D5A" w:rsidRPr="008B7FD2" w:rsidRDefault="003E1D5A" w:rsidP="003E1D5A">
      <w:pPr>
        <w:pStyle w:val="Heading2"/>
        <w:ind w:left="578" w:hanging="578"/>
      </w:pPr>
      <w:bookmarkStart w:id="113" w:name="_Toc64888593"/>
      <w:r w:rsidRPr="008B7FD2">
        <w:t>Posebnosti</w:t>
      </w:r>
      <w:bookmarkEnd w:id="113"/>
    </w:p>
    <w:p w14:paraId="06938544" w14:textId="55AE2CB8" w:rsidR="003E1D5A" w:rsidRDefault="003E1D5A" w:rsidP="003E1D5A">
      <w:r w:rsidRPr="008B7FD2">
        <w:t>Storitev vrne podatke samo za merilna mesta, za katera je klicatelj na trenutni datum dejansko dobavitelj na merilnem mestu.</w:t>
      </w:r>
    </w:p>
    <w:p w14:paraId="1F306800" w14:textId="01E76E3D" w:rsidR="001075AD" w:rsidRPr="0002293F" w:rsidRDefault="002968D7" w:rsidP="001075AD">
      <w:r>
        <w:t>Storitev umaknjena iz uporabe s 1.10.2018</w:t>
      </w:r>
    </w:p>
    <w:p w14:paraId="646C26A4" w14:textId="77777777" w:rsidR="003E1D5A" w:rsidRPr="008B7FD2" w:rsidRDefault="003E1D5A" w:rsidP="003E1D5A">
      <w:pPr>
        <w:pStyle w:val="Heading2"/>
        <w:ind w:left="578" w:hanging="578"/>
      </w:pPr>
      <w:bookmarkStart w:id="114" w:name="_Toc64888594"/>
      <w:r w:rsidRPr="008B7FD2">
        <w:t>Tehnološki predpogoji uporabe WS</w:t>
      </w:r>
      <w:bookmarkEnd w:id="114"/>
    </w:p>
    <w:p w14:paraId="24135079" w14:textId="2DC6A01C" w:rsidR="00B60C76" w:rsidRDefault="003E1D5A" w:rsidP="003E1D5A">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37F91A67" w14:textId="77777777" w:rsidR="00B60C76" w:rsidRDefault="00B60C76">
      <w:pPr>
        <w:spacing w:after="0" w:line="240" w:lineRule="auto"/>
        <w:jc w:val="left"/>
      </w:pPr>
      <w:r>
        <w:br w:type="page"/>
      </w:r>
    </w:p>
    <w:p w14:paraId="1CF7B6EF" w14:textId="7D05A8FB" w:rsidR="00B60C76" w:rsidRPr="008B7FD2" w:rsidRDefault="00B60C76" w:rsidP="00B60C76">
      <w:pPr>
        <w:pStyle w:val="Heading1"/>
      </w:pPr>
      <w:bookmarkStart w:id="115" w:name="_Toc64888595"/>
      <w:r w:rsidRPr="008B7FD2">
        <w:lastRenderedPageBreak/>
        <w:t>Pridobivanje PDP</w:t>
      </w:r>
      <w:r>
        <w:t xml:space="preserve"> v2</w:t>
      </w:r>
      <w:bookmarkEnd w:id="115"/>
    </w:p>
    <w:p w14:paraId="6631C105" w14:textId="77777777" w:rsidR="00B60C76" w:rsidRPr="008B7FD2" w:rsidRDefault="00B60C76" w:rsidP="00B60C76">
      <w:pPr>
        <w:pStyle w:val="Heading2"/>
      </w:pPr>
      <w:bookmarkStart w:id="116" w:name="_Toc64888596"/>
      <w:r w:rsidRPr="008B7FD2">
        <w:t>Kratek opis in namen WS</w:t>
      </w:r>
      <w:bookmarkEnd w:id="116"/>
    </w:p>
    <w:p w14:paraId="1DC6C0A0" w14:textId="77777777" w:rsidR="00B60C76" w:rsidRPr="008B7FD2" w:rsidRDefault="00B60C76" w:rsidP="00B60C76">
      <w:r w:rsidRPr="008B7FD2">
        <w:t>Storitev je namenjena pridobivanju podatkov o povprečni dnevni porabi na merilnem mestu.</w:t>
      </w:r>
    </w:p>
    <w:p w14:paraId="6CD86B80" w14:textId="77777777" w:rsidR="00B60C76" w:rsidRPr="008B7FD2" w:rsidRDefault="00B60C76" w:rsidP="00B60C76">
      <w:pPr>
        <w:pStyle w:val="NoSpacing"/>
        <w:numPr>
          <w:ilvl w:val="0"/>
          <w:numId w:val="27"/>
        </w:numPr>
        <w:rPr>
          <w:lang w:val="sl-SI"/>
        </w:rPr>
      </w:pPr>
      <w:r w:rsidRPr="008B7FD2">
        <w:rPr>
          <w:lang w:val="sl-SI"/>
        </w:rPr>
        <w:t>url produkcija:</w:t>
      </w:r>
    </w:p>
    <w:p w14:paraId="45A1023D" w14:textId="55BB6AF3" w:rsidR="00B60C76" w:rsidRPr="008B7FD2" w:rsidRDefault="00765DB7" w:rsidP="00B60C76">
      <w:pPr>
        <w:pStyle w:val="NoSpacing"/>
        <w:rPr>
          <w:sz w:val="18"/>
          <w:szCs w:val="18"/>
          <w:lang w:val="sl-SI"/>
        </w:rPr>
      </w:pPr>
      <w:hyperlink r:id="rId55" w:history="1">
        <w:r w:rsidR="00ED5AC1" w:rsidRPr="005A7DEA">
          <w:rPr>
            <w:rStyle w:val="Hyperlink"/>
            <w:sz w:val="18"/>
            <w:szCs w:val="18"/>
            <w:lang w:val="sl-SI"/>
          </w:rPr>
          <w:t>https://services.informatika.si/PridobivanjePDPWeb/sca/PridobivanjePDP2Storitev?WSDL</w:t>
        </w:r>
      </w:hyperlink>
    </w:p>
    <w:p w14:paraId="4CDFB800" w14:textId="77777777" w:rsidR="00B60C76" w:rsidRPr="008B7FD2" w:rsidRDefault="00B60C76" w:rsidP="00B60C76">
      <w:pPr>
        <w:pStyle w:val="NoSpacing"/>
        <w:rPr>
          <w:sz w:val="18"/>
          <w:szCs w:val="18"/>
          <w:lang w:val="sl-SI"/>
        </w:rPr>
      </w:pPr>
    </w:p>
    <w:p w14:paraId="3DA2A9AC" w14:textId="77777777" w:rsidR="00B60C76" w:rsidRPr="008B7FD2" w:rsidRDefault="00B60C76" w:rsidP="00B60C76">
      <w:pPr>
        <w:pStyle w:val="NoSpacing"/>
        <w:numPr>
          <w:ilvl w:val="0"/>
          <w:numId w:val="27"/>
        </w:numPr>
        <w:rPr>
          <w:lang w:val="sl-SI"/>
        </w:rPr>
      </w:pPr>
      <w:r w:rsidRPr="008B7FD2">
        <w:rPr>
          <w:lang w:val="sl-SI"/>
        </w:rPr>
        <w:t>url test:</w:t>
      </w:r>
    </w:p>
    <w:p w14:paraId="245404E0" w14:textId="1202CEA9" w:rsidR="00B60C76" w:rsidRPr="008B7FD2" w:rsidRDefault="00765DB7" w:rsidP="00B60C76">
      <w:pPr>
        <w:pStyle w:val="NoSpacing"/>
        <w:rPr>
          <w:sz w:val="18"/>
          <w:szCs w:val="18"/>
          <w:lang w:val="sl-SI"/>
        </w:rPr>
      </w:pPr>
      <w:hyperlink r:id="rId56" w:history="1">
        <w:r w:rsidR="001075AD" w:rsidRPr="005A7DEA">
          <w:rPr>
            <w:rStyle w:val="Hyperlink"/>
            <w:sz w:val="18"/>
            <w:szCs w:val="18"/>
            <w:lang w:val="sl-SI"/>
          </w:rPr>
          <w:t>https://services-test.informatika.si:443/PridobivanjePDPWeb/sca/PridobivanjePDP2Storitev?WSDL</w:t>
        </w:r>
      </w:hyperlink>
    </w:p>
    <w:p w14:paraId="464BD39A" w14:textId="77777777" w:rsidR="00B60C76" w:rsidRPr="008B7FD2" w:rsidRDefault="00B60C76" w:rsidP="00B60C76"/>
    <w:p w14:paraId="660186B2" w14:textId="77777777" w:rsidR="00B60C76" w:rsidRPr="008B7FD2" w:rsidRDefault="00B60C76" w:rsidP="00B60C76">
      <w:pPr>
        <w:pStyle w:val="Heading2"/>
      </w:pPr>
      <w:bookmarkStart w:id="117" w:name="_Toc64888597"/>
      <w:proofErr w:type="spellStart"/>
      <w:r w:rsidRPr="008B7FD2">
        <w:t>Verzioniranje</w:t>
      </w:r>
      <w:proofErr w:type="spellEnd"/>
      <w:r w:rsidRPr="008B7FD2">
        <w:t xml:space="preserve"> WS</w:t>
      </w:r>
      <w:bookmarkEnd w:id="117"/>
    </w:p>
    <w:p w14:paraId="63994D01" w14:textId="4C835D6E" w:rsidR="00B60C76" w:rsidRPr="008B7FD2" w:rsidRDefault="00B60C76" w:rsidP="00B60C76">
      <w:r w:rsidRPr="008B7FD2">
        <w:t xml:space="preserve">Verzija storitve </w:t>
      </w:r>
      <w:r w:rsidR="001075AD">
        <w:t>2</w:t>
      </w:r>
      <w:r w:rsidRPr="008B7FD2">
        <w:t>.0</w:t>
      </w:r>
    </w:p>
    <w:p w14:paraId="0B2C0040" w14:textId="77777777" w:rsidR="00B60C76" w:rsidRPr="008B7FD2" w:rsidRDefault="00B60C76" w:rsidP="00B60C76">
      <w:pPr>
        <w:pStyle w:val="Heading2"/>
        <w:ind w:left="578" w:hanging="578"/>
      </w:pPr>
      <w:bookmarkStart w:id="118" w:name="_Toc64888598"/>
      <w:r w:rsidRPr="008B7FD2">
        <w:t>Diagram poteka</w:t>
      </w:r>
      <w:bookmarkEnd w:id="118"/>
    </w:p>
    <w:p w14:paraId="32124568" w14:textId="77777777" w:rsidR="00B60C76" w:rsidRPr="008B7FD2" w:rsidRDefault="00B60C76" w:rsidP="00B60C76">
      <w:r w:rsidRPr="008B7FD2">
        <w:t>Ni na voljo.</w:t>
      </w:r>
    </w:p>
    <w:p w14:paraId="01FD7C6E" w14:textId="77777777" w:rsidR="00B60C76" w:rsidRPr="008B7FD2" w:rsidRDefault="00B60C76" w:rsidP="00B60C76">
      <w:pPr>
        <w:pStyle w:val="Heading2"/>
        <w:ind w:left="578" w:hanging="578"/>
      </w:pPr>
      <w:bookmarkStart w:id="119" w:name="_Toc64888599"/>
      <w:r w:rsidRPr="008B7FD2">
        <w:t>Način uporabe</w:t>
      </w:r>
      <w:bookmarkEnd w:id="119"/>
    </w:p>
    <w:p w14:paraId="749B2CAC" w14:textId="77777777" w:rsidR="00B60C76" w:rsidRPr="008B7FD2" w:rsidRDefault="00B60C76" w:rsidP="00B60C76">
      <w:r w:rsidRPr="008B7FD2">
        <w:t>Storitev se kliče za potrebe pridobivanja podatkov o povprečni dnevni porabi na merilnem mestu, ki je zavedena pri distributerju.</w:t>
      </w:r>
    </w:p>
    <w:p w14:paraId="000DC2D8" w14:textId="77777777" w:rsidR="00B60C76" w:rsidRPr="008B7FD2" w:rsidRDefault="00B60C76" w:rsidP="00B60C76">
      <w:pPr>
        <w:pStyle w:val="Heading2"/>
        <w:ind w:left="578" w:hanging="578"/>
      </w:pPr>
      <w:bookmarkStart w:id="120" w:name="_Toc64888600"/>
      <w:r w:rsidRPr="008B7FD2">
        <w:t>Posebnosti</w:t>
      </w:r>
      <w:bookmarkEnd w:id="120"/>
    </w:p>
    <w:p w14:paraId="2AF8825B" w14:textId="77777777" w:rsidR="00B60C76" w:rsidRPr="008B7FD2" w:rsidRDefault="00B60C76" w:rsidP="00B60C76">
      <w:r w:rsidRPr="008B7FD2">
        <w:t>Storitev vrne podatke samo za merilna mesta, za katera je klicatelj na trenutni datum dejansko dobavitelj na merilnem mestu.</w:t>
      </w:r>
    </w:p>
    <w:p w14:paraId="1AADA525" w14:textId="77777777" w:rsidR="00B60C76" w:rsidRPr="008B7FD2" w:rsidRDefault="00B60C76" w:rsidP="00B60C76">
      <w:pPr>
        <w:pStyle w:val="Heading2"/>
        <w:ind w:left="578" w:hanging="578"/>
      </w:pPr>
      <w:bookmarkStart w:id="121" w:name="_Toc64888601"/>
      <w:r w:rsidRPr="008B7FD2">
        <w:t>Tehnološki predpogoji uporabe WS</w:t>
      </w:r>
      <w:bookmarkEnd w:id="121"/>
    </w:p>
    <w:p w14:paraId="1EF4BB6A" w14:textId="12A53384" w:rsidR="003E1D5A" w:rsidRPr="008B7FD2" w:rsidRDefault="00B60C76" w:rsidP="00B60C76">
      <w:r w:rsidRPr="008B7FD2">
        <w:t>Uporabnik storitve mora vzpostaviti povezavo do spletnega mesta services.informatika.si ter services-test.informatika.si in zaupati certifikatu spletnega mesta. Klici so varovani z uporabniškim imenom in geslom.</w:t>
      </w:r>
    </w:p>
    <w:p w14:paraId="0C7E806A" w14:textId="77777777" w:rsidR="003E1D5A" w:rsidRPr="008B7FD2" w:rsidRDefault="003E1D5A">
      <w:pPr>
        <w:spacing w:after="0" w:line="240" w:lineRule="auto"/>
        <w:jc w:val="left"/>
      </w:pPr>
    </w:p>
    <w:p w14:paraId="71C0CCD2" w14:textId="77777777" w:rsidR="003E1D5A" w:rsidRPr="008B7FD2" w:rsidRDefault="003E1D5A">
      <w:pPr>
        <w:spacing w:after="0" w:line="240" w:lineRule="auto"/>
        <w:jc w:val="left"/>
        <w:rPr>
          <w:rFonts w:ascii="Cambria" w:eastAsia="Times New Roman" w:hAnsi="Cambria"/>
          <w:b/>
          <w:bCs/>
          <w:color w:val="1F497D"/>
          <w:sz w:val="28"/>
          <w:szCs w:val="28"/>
        </w:rPr>
      </w:pPr>
      <w:r w:rsidRPr="008B7FD2">
        <w:br w:type="page"/>
      </w:r>
    </w:p>
    <w:p w14:paraId="3D34240F" w14:textId="4A7A1609" w:rsidR="003E1D5A" w:rsidRPr="008B7FD2" w:rsidRDefault="003E1D5A" w:rsidP="003E1D5A">
      <w:pPr>
        <w:pStyle w:val="Heading1"/>
      </w:pPr>
      <w:bookmarkStart w:id="122" w:name="_Toc64888602"/>
      <w:r w:rsidRPr="008B7FD2">
        <w:lastRenderedPageBreak/>
        <w:t>Vnos PDP</w:t>
      </w:r>
      <w:bookmarkEnd w:id="122"/>
    </w:p>
    <w:p w14:paraId="1458360F" w14:textId="77777777" w:rsidR="003E1D5A" w:rsidRPr="008B7FD2" w:rsidRDefault="003E1D5A" w:rsidP="003E1D5A">
      <w:pPr>
        <w:pStyle w:val="Heading2"/>
      </w:pPr>
      <w:bookmarkStart w:id="123" w:name="_Toc64888603"/>
      <w:r w:rsidRPr="008B7FD2">
        <w:t>Kratek opis in namen WS</w:t>
      </w:r>
      <w:bookmarkEnd w:id="123"/>
    </w:p>
    <w:p w14:paraId="171E926D" w14:textId="0F18E58A" w:rsidR="003E1D5A" w:rsidRPr="008B7FD2" w:rsidRDefault="003E1D5A" w:rsidP="003E1D5A">
      <w:r w:rsidRPr="008B7FD2">
        <w:t>Storitev je namenjena vnosu podatkov o povprečni dnevni porabi na merilnem mestu.</w:t>
      </w:r>
    </w:p>
    <w:p w14:paraId="0AE42330" w14:textId="77777777" w:rsidR="003E1D5A" w:rsidRPr="008B7FD2" w:rsidRDefault="003E1D5A" w:rsidP="003E1D5A">
      <w:pPr>
        <w:pStyle w:val="NoSpacing"/>
        <w:numPr>
          <w:ilvl w:val="0"/>
          <w:numId w:val="27"/>
        </w:numPr>
        <w:rPr>
          <w:lang w:val="sl-SI"/>
        </w:rPr>
      </w:pPr>
      <w:r w:rsidRPr="008B7FD2">
        <w:rPr>
          <w:lang w:val="sl-SI"/>
        </w:rPr>
        <w:t>url produkcija:</w:t>
      </w:r>
    </w:p>
    <w:p w14:paraId="7C4C7C48" w14:textId="10BEEFD5" w:rsidR="003E1D5A" w:rsidRPr="008B7FD2" w:rsidRDefault="00765DB7" w:rsidP="003E1D5A">
      <w:pPr>
        <w:pStyle w:val="NoSpacing"/>
        <w:rPr>
          <w:sz w:val="18"/>
          <w:szCs w:val="18"/>
          <w:lang w:val="sl-SI"/>
        </w:rPr>
      </w:pPr>
      <w:hyperlink r:id="rId57" w:history="1">
        <w:r w:rsidR="003E1D5A" w:rsidRPr="008B7FD2">
          <w:rPr>
            <w:rStyle w:val="Hyperlink"/>
            <w:sz w:val="18"/>
            <w:szCs w:val="18"/>
            <w:lang w:val="sl-SI"/>
          </w:rPr>
          <w:t>https://services.informatika.si/VnosPDPWeb/sca/VnosPDPStoritev?WSDL</w:t>
        </w:r>
      </w:hyperlink>
    </w:p>
    <w:p w14:paraId="55F42AE6" w14:textId="77777777" w:rsidR="003E1D5A" w:rsidRPr="008B7FD2" w:rsidRDefault="003E1D5A" w:rsidP="003E1D5A">
      <w:pPr>
        <w:pStyle w:val="NoSpacing"/>
        <w:rPr>
          <w:sz w:val="18"/>
          <w:szCs w:val="18"/>
          <w:lang w:val="sl-SI"/>
        </w:rPr>
      </w:pPr>
    </w:p>
    <w:p w14:paraId="1D48CE92" w14:textId="77777777" w:rsidR="003E1D5A" w:rsidRPr="008B7FD2" w:rsidRDefault="003E1D5A" w:rsidP="003E1D5A">
      <w:pPr>
        <w:pStyle w:val="NoSpacing"/>
        <w:numPr>
          <w:ilvl w:val="0"/>
          <w:numId w:val="27"/>
        </w:numPr>
        <w:rPr>
          <w:lang w:val="sl-SI"/>
        </w:rPr>
      </w:pPr>
      <w:r w:rsidRPr="008B7FD2">
        <w:rPr>
          <w:lang w:val="sl-SI"/>
        </w:rPr>
        <w:t>url test:</w:t>
      </w:r>
    </w:p>
    <w:p w14:paraId="2361D8EE" w14:textId="080367F8" w:rsidR="003E1D5A" w:rsidRPr="008B7FD2" w:rsidRDefault="00765DB7" w:rsidP="003E1D5A">
      <w:pPr>
        <w:pStyle w:val="NoSpacing"/>
        <w:rPr>
          <w:sz w:val="18"/>
          <w:szCs w:val="18"/>
          <w:lang w:val="sl-SI"/>
        </w:rPr>
      </w:pPr>
      <w:hyperlink r:id="rId58" w:history="1">
        <w:r w:rsidR="003E1D5A" w:rsidRPr="008B7FD2">
          <w:rPr>
            <w:rStyle w:val="Hyperlink"/>
            <w:sz w:val="18"/>
            <w:szCs w:val="18"/>
            <w:lang w:val="sl-SI"/>
          </w:rPr>
          <w:t>https://services.informatika.si/VnosPDPWeb/sca/VnosPDPStoritev?WSDL</w:t>
        </w:r>
      </w:hyperlink>
    </w:p>
    <w:p w14:paraId="0852A25B" w14:textId="77777777" w:rsidR="003E1D5A" w:rsidRPr="008B7FD2" w:rsidRDefault="003E1D5A" w:rsidP="003E1D5A"/>
    <w:p w14:paraId="652B2033" w14:textId="77777777" w:rsidR="003E1D5A" w:rsidRPr="008B7FD2" w:rsidRDefault="003E1D5A" w:rsidP="003E1D5A">
      <w:pPr>
        <w:pStyle w:val="Heading2"/>
      </w:pPr>
      <w:bookmarkStart w:id="124" w:name="_Toc64888604"/>
      <w:proofErr w:type="spellStart"/>
      <w:r w:rsidRPr="008B7FD2">
        <w:t>Verzioniranje</w:t>
      </w:r>
      <w:proofErr w:type="spellEnd"/>
      <w:r w:rsidRPr="008B7FD2">
        <w:t xml:space="preserve"> WS</w:t>
      </w:r>
      <w:bookmarkEnd w:id="124"/>
    </w:p>
    <w:p w14:paraId="427F25A2" w14:textId="77777777" w:rsidR="003E1D5A" w:rsidRPr="008B7FD2" w:rsidRDefault="003E1D5A" w:rsidP="003E1D5A">
      <w:r w:rsidRPr="008B7FD2">
        <w:t>Verzija storitve 1.0</w:t>
      </w:r>
    </w:p>
    <w:p w14:paraId="22D3A147" w14:textId="77777777" w:rsidR="003E1D5A" w:rsidRPr="008B7FD2" w:rsidRDefault="003E1D5A" w:rsidP="003E1D5A">
      <w:pPr>
        <w:pStyle w:val="Heading2"/>
        <w:ind w:left="578" w:hanging="578"/>
      </w:pPr>
      <w:bookmarkStart w:id="125" w:name="_Toc64888605"/>
      <w:r w:rsidRPr="008B7FD2">
        <w:t>Diagram poteka</w:t>
      </w:r>
      <w:bookmarkEnd w:id="125"/>
    </w:p>
    <w:p w14:paraId="2BDEEA13" w14:textId="77777777" w:rsidR="003E1D5A" w:rsidRPr="008B7FD2" w:rsidRDefault="003E1D5A" w:rsidP="003E1D5A">
      <w:r w:rsidRPr="008B7FD2">
        <w:t>Ni na voljo.</w:t>
      </w:r>
    </w:p>
    <w:p w14:paraId="21C6A71B" w14:textId="77777777" w:rsidR="003E1D5A" w:rsidRPr="008B7FD2" w:rsidRDefault="003E1D5A" w:rsidP="003E1D5A">
      <w:pPr>
        <w:pStyle w:val="Heading2"/>
        <w:ind w:left="578" w:hanging="578"/>
      </w:pPr>
      <w:bookmarkStart w:id="126" w:name="_Toc64888606"/>
      <w:r w:rsidRPr="008B7FD2">
        <w:t>Način uporabe</w:t>
      </w:r>
      <w:bookmarkEnd w:id="126"/>
    </w:p>
    <w:p w14:paraId="5D05863B" w14:textId="60653E40" w:rsidR="003E1D5A" w:rsidRPr="008B7FD2" w:rsidRDefault="003E1D5A" w:rsidP="003E1D5A">
      <w:r w:rsidRPr="008B7FD2">
        <w:t xml:space="preserve">Storitev omogoča vnos podatkov o povprečni dnevni porabi na merilnem mestu, ki se </w:t>
      </w:r>
      <w:proofErr w:type="spellStart"/>
      <w:r w:rsidRPr="008B7FD2">
        <w:t>zavede</w:t>
      </w:r>
      <w:proofErr w:type="spellEnd"/>
      <w:r w:rsidRPr="008B7FD2">
        <w:t xml:space="preserve"> pri distributerju za potrebe obračuna omrežnine.</w:t>
      </w:r>
    </w:p>
    <w:p w14:paraId="37FB73F4" w14:textId="77777777" w:rsidR="003E1D5A" w:rsidRPr="008B7FD2" w:rsidRDefault="003E1D5A" w:rsidP="003E1D5A">
      <w:pPr>
        <w:pStyle w:val="Heading2"/>
        <w:ind w:left="578" w:hanging="578"/>
      </w:pPr>
      <w:bookmarkStart w:id="127" w:name="_Toc64888607"/>
      <w:r w:rsidRPr="008B7FD2">
        <w:t>Posebnosti</w:t>
      </w:r>
      <w:bookmarkEnd w:id="127"/>
    </w:p>
    <w:p w14:paraId="449C2E68" w14:textId="38092003" w:rsidR="003E1D5A" w:rsidRDefault="003E1D5A" w:rsidP="003E1D5A">
      <w:r w:rsidRPr="008B7FD2">
        <w:t>Storitev omogoča vnos podatkov samo za merilna mesta, za katera je klicatelj na trenutni datum dejansko dobavitelj na merilnem mestu.</w:t>
      </w:r>
      <w:r w:rsidR="00E031D3" w:rsidRPr="008B7FD2">
        <w:t xml:space="preserve"> Vnos PDP je mogoč za merilna mesta, ki imajo letno frekvenco odbiranja in PDP izpolnjuje </w:t>
      </w:r>
      <w:proofErr w:type="spellStart"/>
      <w:r w:rsidR="00E031D3" w:rsidRPr="008B7FD2">
        <w:t>validacijska</w:t>
      </w:r>
      <w:proofErr w:type="spellEnd"/>
      <w:r w:rsidR="00E031D3" w:rsidRPr="008B7FD2">
        <w:t xml:space="preserve"> pravila. V primeru, da PDP ni v skladu s pravili, PDP ni mogoče vnesti, lahko se odda v čakalnico zahtev distributerju za potrjevanje. Oddaja v čakalnico je mogoča preko storitev Evidence zahtev.</w:t>
      </w:r>
    </w:p>
    <w:p w14:paraId="5F90144A" w14:textId="1DB8AE94" w:rsidR="00BD49E7" w:rsidRPr="0002293F" w:rsidRDefault="002968D7" w:rsidP="00BD49E7">
      <w:r>
        <w:t>Storitev umaknjena iz uporabe s 1.10.2018</w:t>
      </w:r>
    </w:p>
    <w:p w14:paraId="36AD32A9" w14:textId="77777777" w:rsidR="003E1D5A" w:rsidRPr="008B7FD2" w:rsidRDefault="003E1D5A" w:rsidP="003E1D5A">
      <w:pPr>
        <w:pStyle w:val="Heading2"/>
        <w:ind w:left="578" w:hanging="578"/>
      </w:pPr>
      <w:bookmarkStart w:id="128" w:name="_Toc64888608"/>
      <w:r w:rsidRPr="008B7FD2">
        <w:t>Tehnološki predpogoji uporabe WS</w:t>
      </w:r>
      <w:bookmarkEnd w:id="128"/>
    </w:p>
    <w:p w14:paraId="2D7D3FEF" w14:textId="5316DF2D" w:rsidR="006803A7" w:rsidRDefault="003E1D5A" w:rsidP="003E1D5A">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2F7C957E" w14:textId="77777777" w:rsidR="006803A7" w:rsidRDefault="006803A7">
      <w:pPr>
        <w:spacing w:after="0" w:line="240" w:lineRule="auto"/>
        <w:jc w:val="left"/>
      </w:pPr>
      <w:r>
        <w:br w:type="page"/>
      </w:r>
    </w:p>
    <w:p w14:paraId="12A9BFA4" w14:textId="775398E3" w:rsidR="006803A7" w:rsidRPr="008B7FD2" w:rsidRDefault="006803A7" w:rsidP="006803A7">
      <w:pPr>
        <w:pStyle w:val="Heading1"/>
      </w:pPr>
      <w:bookmarkStart w:id="129" w:name="_Toc64888609"/>
      <w:r w:rsidRPr="008B7FD2">
        <w:lastRenderedPageBreak/>
        <w:t>Vnos PDP</w:t>
      </w:r>
      <w:r>
        <w:t xml:space="preserve"> v2</w:t>
      </w:r>
      <w:bookmarkEnd w:id="129"/>
    </w:p>
    <w:p w14:paraId="1529BEE3" w14:textId="77777777" w:rsidR="006803A7" w:rsidRPr="008B7FD2" w:rsidRDefault="006803A7" w:rsidP="006803A7">
      <w:pPr>
        <w:pStyle w:val="Heading2"/>
      </w:pPr>
      <w:bookmarkStart w:id="130" w:name="_Toc64888610"/>
      <w:r w:rsidRPr="008B7FD2">
        <w:t>Kratek opis in namen WS</w:t>
      </w:r>
      <w:bookmarkEnd w:id="130"/>
    </w:p>
    <w:p w14:paraId="7D8CC8CD" w14:textId="77777777" w:rsidR="006803A7" w:rsidRPr="008B7FD2" w:rsidRDefault="006803A7" w:rsidP="006803A7">
      <w:r w:rsidRPr="008B7FD2">
        <w:t>Storitev je namenjena vnosu podatkov o povprečni dnevni porabi na merilnem mestu.</w:t>
      </w:r>
    </w:p>
    <w:p w14:paraId="1D006579" w14:textId="77777777" w:rsidR="006803A7" w:rsidRPr="008B7FD2" w:rsidRDefault="006803A7" w:rsidP="006803A7">
      <w:pPr>
        <w:pStyle w:val="NoSpacing"/>
        <w:numPr>
          <w:ilvl w:val="0"/>
          <w:numId w:val="27"/>
        </w:numPr>
        <w:rPr>
          <w:lang w:val="sl-SI"/>
        </w:rPr>
      </w:pPr>
      <w:r w:rsidRPr="008B7FD2">
        <w:rPr>
          <w:lang w:val="sl-SI"/>
        </w:rPr>
        <w:t>url produkcija:</w:t>
      </w:r>
    </w:p>
    <w:p w14:paraId="33419652" w14:textId="05B8414E" w:rsidR="006803A7" w:rsidRPr="008B7FD2" w:rsidRDefault="00765DB7" w:rsidP="006803A7">
      <w:pPr>
        <w:pStyle w:val="NoSpacing"/>
        <w:rPr>
          <w:sz w:val="18"/>
          <w:szCs w:val="18"/>
          <w:lang w:val="sl-SI"/>
        </w:rPr>
      </w:pPr>
      <w:hyperlink r:id="rId59" w:history="1">
        <w:r w:rsidR="00EB6BA4" w:rsidRPr="005A7DEA">
          <w:rPr>
            <w:rStyle w:val="Hyperlink"/>
            <w:sz w:val="18"/>
            <w:szCs w:val="18"/>
            <w:lang w:val="sl-SI"/>
          </w:rPr>
          <w:t>https://services.informatika.si/VnosPDPWeb/sca/VnosPDP2Storitev?WSDL</w:t>
        </w:r>
      </w:hyperlink>
    </w:p>
    <w:p w14:paraId="76308693" w14:textId="77777777" w:rsidR="006803A7" w:rsidRPr="008B7FD2" w:rsidRDefault="006803A7" w:rsidP="006803A7">
      <w:pPr>
        <w:pStyle w:val="NoSpacing"/>
        <w:rPr>
          <w:sz w:val="18"/>
          <w:szCs w:val="18"/>
          <w:lang w:val="sl-SI"/>
        </w:rPr>
      </w:pPr>
    </w:p>
    <w:p w14:paraId="3EA7BDD9" w14:textId="77777777" w:rsidR="006803A7" w:rsidRPr="008B7FD2" w:rsidRDefault="006803A7" w:rsidP="006803A7">
      <w:pPr>
        <w:pStyle w:val="NoSpacing"/>
        <w:numPr>
          <w:ilvl w:val="0"/>
          <w:numId w:val="27"/>
        </w:numPr>
        <w:rPr>
          <w:lang w:val="sl-SI"/>
        </w:rPr>
      </w:pPr>
      <w:r w:rsidRPr="008B7FD2">
        <w:rPr>
          <w:lang w:val="sl-SI"/>
        </w:rPr>
        <w:t>url test:</w:t>
      </w:r>
    </w:p>
    <w:p w14:paraId="442AFED4" w14:textId="08AE0742" w:rsidR="006803A7" w:rsidRPr="008B7FD2" w:rsidRDefault="00765DB7" w:rsidP="006803A7">
      <w:pPr>
        <w:pStyle w:val="NoSpacing"/>
        <w:rPr>
          <w:sz w:val="18"/>
          <w:szCs w:val="18"/>
          <w:lang w:val="sl-SI"/>
        </w:rPr>
      </w:pPr>
      <w:hyperlink r:id="rId60" w:history="1">
        <w:r w:rsidR="00670653" w:rsidRPr="005A7DEA">
          <w:rPr>
            <w:rStyle w:val="Hyperlink"/>
            <w:sz w:val="18"/>
            <w:szCs w:val="18"/>
            <w:lang w:val="sl-SI"/>
          </w:rPr>
          <w:t>https://services.informatika.si/VnosPDPWeb/sca/VnosPDP2Storitev?WSDL</w:t>
        </w:r>
      </w:hyperlink>
    </w:p>
    <w:p w14:paraId="407EF26B" w14:textId="77777777" w:rsidR="006803A7" w:rsidRPr="008B7FD2" w:rsidRDefault="006803A7" w:rsidP="006803A7"/>
    <w:p w14:paraId="6126BFD2" w14:textId="77777777" w:rsidR="006803A7" w:rsidRPr="008B7FD2" w:rsidRDefault="006803A7" w:rsidP="006803A7">
      <w:pPr>
        <w:pStyle w:val="Heading2"/>
      </w:pPr>
      <w:bookmarkStart w:id="131" w:name="_Toc64888611"/>
      <w:proofErr w:type="spellStart"/>
      <w:r w:rsidRPr="008B7FD2">
        <w:t>Verzioniranje</w:t>
      </w:r>
      <w:proofErr w:type="spellEnd"/>
      <w:r w:rsidRPr="008B7FD2">
        <w:t xml:space="preserve"> WS</w:t>
      </w:r>
      <w:bookmarkEnd w:id="131"/>
    </w:p>
    <w:p w14:paraId="2699CA09" w14:textId="6E7D7C2C" w:rsidR="006803A7" w:rsidRPr="008B7FD2" w:rsidRDefault="006803A7" w:rsidP="006803A7">
      <w:r w:rsidRPr="008B7FD2">
        <w:t xml:space="preserve">Verzija storitve </w:t>
      </w:r>
      <w:r w:rsidR="00670653">
        <w:t>2</w:t>
      </w:r>
      <w:r w:rsidRPr="008B7FD2">
        <w:t>.0</w:t>
      </w:r>
    </w:p>
    <w:p w14:paraId="74E88093" w14:textId="77777777" w:rsidR="006803A7" w:rsidRPr="008B7FD2" w:rsidRDefault="006803A7" w:rsidP="006803A7">
      <w:pPr>
        <w:pStyle w:val="Heading2"/>
        <w:ind w:left="578" w:hanging="578"/>
      </w:pPr>
      <w:bookmarkStart w:id="132" w:name="_Toc64888612"/>
      <w:r w:rsidRPr="008B7FD2">
        <w:t>Diagram poteka</w:t>
      </w:r>
      <w:bookmarkEnd w:id="132"/>
    </w:p>
    <w:p w14:paraId="16998848" w14:textId="77777777" w:rsidR="006803A7" w:rsidRPr="008B7FD2" w:rsidRDefault="006803A7" w:rsidP="006803A7">
      <w:r w:rsidRPr="008B7FD2">
        <w:t>Ni na voljo.</w:t>
      </w:r>
    </w:p>
    <w:p w14:paraId="1B0DF5D2" w14:textId="77777777" w:rsidR="006803A7" w:rsidRPr="008B7FD2" w:rsidRDefault="006803A7" w:rsidP="006803A7">
      <w:pPr>
        <w:pStyle w:val="Heading2"/>
        <w:ind w:left="578" w:hanging="578"/>
      </w:pPr>
      <w:bookmarkStart w:id="133" w:name="_Toc64888613"/>
      <w:r w:rsidRPr="008B7FD2">
        <w:t>Način uporabe</w:t>
      </w:r>
      <w:bookmarkEnd w:id="133"/>
    </w:p>
    <w:p w14:paraId="019C2D98" w14:textId="77777777" w:rsidR="006803A7" w:rsidRPr="008B7FD2" w:rsidRDefault="006803A7" w:rsidP="006803A7">
      <w:r w:rsidRPr="008B7FD2">
        <w:t xml:space="preserve">Storitev omogoča vnos podatkov o povprečni dnevni porabi na merilnem mestu, ki se </w:t>
      </w:r>
      <w:proofErr w:type="spellStart"/>
      <w:r w:rsidRPr="008B7FD2">
        <w:t>zavede</w:t>
      </w:r>
      <w:proofErr w:type="spellEnd"/>
      <w:r w:rsidRPr="008B7FD2">
        <w:t xml:space="preserve"> pri distributerju za potrebe obračuna omrežnine.</w:t>
      </w:r>
    </w:p>
    <w:p w14:paraId="5F8DCB73" w14:textId="77777777" w:rsidR="006803A7" w:rsidRPr="008B7FD2" w:rsidRDefault="006803A7" w:rsidP="006803A7">
      <w:pPr>
        <w:pStyle w:val="Heading2"/>
        <w:ind w:left="578" w:hanging="578"/>
      </w:pPr>
      <w:bookmarkStart w:id="134" w:name="_Toc64888614"/>
      <w:r w:rsidRPr="008B7FD2">
        <w:t>Posebnosti</w:t>
      </w:r>
      <w:bookmarkEnd w:id="134"/>
    </w:p>
    <w:p w14:paraId="5DC2F390" w14:textId="7403426F" w:rsidR="006803A7" w:rsidRDefault="006803A7" w:rsidP="006803A7">
      <w:r w:rsidRPr="008B7FD2">
        <w:t xml:space="preserve">Storitev omogoča vnos podatkov samo za merilna mesta, za katera je klicatelj na trenutni datum dejansko dobavitelj na merilnem mestu. Vnos PDP je mogoč za merilna mesta, ki imajo letno frekvenco odbiranja in PDP izpolnjuje </w:t>
      </w:r>
      <w:proofErr w:type="spellStart"/>
      <w:r w:rsidRPr="008B7FD2">
        <w:t>validacijska</w:t>
      </w:r>
      <w:proofErr w:type="spellEnd"/>
      <w:r w:rsidRPr="008B7FD2">
        <w:t xml:space="preserve"> pravila. V primeru, da PDP ni v skladu s pravili, PDP</w:t>
      </w:r>
      <w:r w:rsidR="00670653">
        <w:t>-ja</w:t>
      </w:r>
      <w:r w:rsidRPr="008B7FD2">
        <w:t xml:space="preserve"> ni mogoče vnesti, lahko se odda v čakalnico zahtev distributerju za potrjevanje. Oddaja v čakalnico je mogoča preko storitev Evidence zahtev.</w:t>
      </w:r>
    </w:p>
    <w:p w14:paraId="6BF8C3FC" w14:textId="77777777" w:rsidR="006803A7" w:rsidRPr="008B7FD2" w:rsidRDefault="006803A7" w:rsidP="006803A7">
      <w:pPr>
        <w:pStyle w:val="Heading2"/>
        <w:ind w:left="578" w:hanging="578"/>
      </w:pPr>
      <w:bookmarkStart w:id="135" w:name="_Toc64888615"/>
      <w:r w:rsidRPr="008B7FD2">
        <w:t>Tehnološki predpogoji uporabe WS</w:t>
      </w:r>
      <w:bookmarkEnd w:id="135"/>
    </w:p>
    <w:p w14:paraId="41837FB3" w14:textId="5DB3B748" w:rsidR="006803A7" w:rsidRPr="008B7FD2" w:rsidRDefault="006803A7" w:rsidP="006803A7">
      <w:r w:rsidRPr="008B7FD2">
        <w:t>Uporabnik storitve mora vzpostaviti povezavo do spletnega mesta services.informatika.si ter services-test.informatika.si in zaupati certifikatu spletnega mesta. Klici so varovani z uporabniškim imenom in geslom.</w:t>
      </w:r>
    </w:p>
    <w:p w14:paraId="699C1D51" w14:textId="2D0365A0" w:rsidR="00B43002" w:rsidRPr="008B7FD2" w:rsidRDefault="00B43002" w:rsidP="00794645">
      <w:pPr>
        <w:pStyle w:val="Heading1"/>
      </w:pPr>
      <w:bookmarkStart w:id="136" w:name="_Toc64888616"/>
      <w:r w:rsidRPr="008B7FD2">
        <w:lastRenderedPageBreak/>
        <w:t xml:space="preserve">Pridobivanje </w:t>
      </w:r>
      <w:r w:rsidR="00121362" w:rsidRPr="008B7FD2">
        <w:t>podatkov MM</w:t>
      </w:r>
      <w:bookmarkEnd w:id="136"/>
    </w:p>
    <w:p w14:paraId="699C1D52" w14:textId="77777777" w:rsidR="00B43002" w:rsidRPr="008B7FD2" w:rsidRDefault="00B43002" w:rsidP="00B43002">
      <w:pPr>
        <w:pStyle w:val="Heading2"/>
      </w:pPr>
      <w:bookmarkStart w:id="137" w:name="_Toc64888617"/>
      <w:r w:rsidRPr="008B7FD2">
        <w:t>Kratek opis in namen WS</w:t>
      </w:r>
      <w:bookmarkEnd w:id="137"/>
    </w:p>
    <w:p w14:paraId="699C1D53" w14:textId="77777777" w:rsidR="00F81085" w:rsidRPr="008B7FD2" w:rsidRDefault="00F81085" w:rsidP="00F81085">
      <w:r w:rsidRPr="008B7FD2">
        <w:t>Storitev je namenjena pridobivanju podatkov o merilnem mestu, ki jih je distributer na podlagi zakonodaje dolžan zagotavljati dobaviteljem.</w:t>
      </w:r>
    </w:p>
    <w:p w14:paraId="699C1D54" w14:textId="77777777" w:rsidR="00F77B12" w:rsidRPr="008B7FD2" w:rsidRDefault="00F81085" w:rsidP="00B52F84">
      <w:pPr>
        <w:pStyle w:val="NoSpacing"/>
        <w:numPr>
          <w:ilvl w:val="0"/>
          <w:numId w:val="27"/>
        </w:numPr>
        <w:rPr>
          <w:lang w:val="sl-SI"/>
        </w:rPr>
      </w:pPr>
      <w:r w:rsidRPr="008B7FD2">
        <w:rPr>
          <w:lang w:val="sl-SI"/>
        </w:rPr>
        <w:t>url produkcija</w:t>
      </w:r>
      <w:r w:rsidR="00F77B12" w:rsidRPr="008B7FD2">
        <w:rPr>
          <w:lang w:val="sl-SI"/>
        </w:rPr>
        <w:t>:</w:t>
      </w:r>
    </w:p>
    <w:p w14:paraId="699C1D55" w14:textId="1759321D" w:rsidR="00B52F84" w:rsidRPr="008B7FD2" w:rsidRDefault="00F77B12" w:rsidP="00B52F84">
      <w:pPr>
        <w:pStyle w:val="NoSpacing"/>
        <w:rPr>
          <w:sz w:val="18"/>
          <w:szCs w:val="18"/>
          <w:lang w:val="sl-SI"/>
        </w:rPr>
      </w:pPr>
      <w:r w:rsidRPr="008B7FD2">
        <w:rPr>
          <w:sz w:val="18"/>
          <w:szCs w:val="18"/>
          <w:lang w:val="sl-SI"/>
        </w:rPr>
        <w:t xml:space="preserve"> </w:t>
      </w:r>
      <w:hyperlink r:id="rId61" w:history="1">
        <w:r w:rsidR="00B8644B" w:rsidRPr="008B7FD2">
          <w:rPr>
            <w:rStyle w:val="Hyperlink"/>
            <w:sz w:val="18"/>
            <w:szCs w:val="18"/>
            <w:lang w:val="sl-SI"/>
          </w:rPr>
          <w:t>https://services.informatika.si/PridobivanjePodatkovMMWeb/sca/PridobivanjePodatkovMMStoritev2?WSDL</w:t>
        </w:r>
      </w:hyperlink>
    </w:p>
    <w:p w14:paraId="71073EA7" w14:textId="77777777" w:rsidR="00B8644B" w:rsidRPr="008B7FD2" w:rsidRDefault="00B8644B" w:rsidP="00B52F84">
      <w:pPr>
        <w:pStyle w:val="NoSpacing"/>
        <w:rPr>
          <w:sz w:val="18"/>
          <w:szCs w:val="18"/>
          <w:lang w:val="sl-SI"/>
        </w:rPr>
      </w:pPr>
    </w:p>
    <w:p w14:paraId="699C1D56" w14:textId="77777777" w:rsidR="00B52F84" w:rsidRPr="008B7FD2" w:rsidRDefault="00B52F84" w:rsidP="00B52F84">
      <w:pPr>
        <w:pStyle w:val="NoSpacing"/>
        <w:rPr>
          <w:sz w:val="18"/>
          <w:szCs w:val="18"/>
          <w:lang w:val="sl-SI"/>
        </w:rPr>
      </w:pPr>
    </w:p>
    <w:p w14:paraId="169BBE61" w14:textId="77777777" w:rsidR="005B0E84" w:rsidRPr="008B7FD2" w:rsidRDefault="00F81085" w:rsidP="005B0E84">
      <w:pPr>
        <w:pStyle w:val="NoSpacing"/>
        <w:numPr>
          <w:ilvl w:val="0"/>
          <w:numId w:val="27"/>
        </w:numPr>
        <w:rPr>
          <w:lang w:val="sl-SI"/>
        </w:rPr>
      </w:pPr>
      <w:r w:rsidRPr="008B7FD2">
        <w:rPr>
          <w:lang w:val="sl-SI"/>
        </w:rPr>
        <w:t>url test:</w:t>
      </w:r>
    </w:p>
    <w:p w14:paraId="699C1D59" w14:textId="53E452C8" w:rsidR="00F81085" w:rsidRPr="008B7FD2" w:rsidRDefault="00765DB7" w:rsidP="005B0E84">
      <w:pPr>
        <w:pStyle w:val="NoSpacing"/>
        <w:rPr>
          <w:sz w:val="18"/>
          <w:szCs w:val="18"/>
          <w:lang w:val="sl-SI"/>
        </w:rPr>
      </w:pPr>
      <w:hyperlink r:id="rId62" w:history="1">
        <w:r w:rsidR="00B8644B" w:rsidRPr="008B7FD2">
          <w:rPr>
            <w:rStyle w:val="Hyperlink"/>
            <w:sz w:val="18"/>
            <w:szCs w:val="18"/>
            <w:lang w:val="sl-SI"/>
          </w:rPr>
          <w:t>https://services-test.informatika.si/PridobivanjePodatkovMMWeb/sca/PridobivanjePodatkovMMStoritev2?WSDL</w:t>
        </w:r>
      </w:hyperlink>
    </w:p>
    <w:p w14:paraId="699C1D5A" w14:textId="77777777" w:rsidR="00F81085" w:rsidRPr="008B7FD2" w:rsidRDefault="00F81085" w:rsidP="00F81085"/>
    <w:p w14:paraId="699C1D5B" w14:textId="77777777" w:rsidR="00B43002" w:rsidRPr="008B7FD2" w:rsidRDefault="00B43002" w:rsidP="00B43002">
      <w:pPr>
        <w:pStyle w:val="Heading2"/>
      </w:pPr>
      <w:bookmarkStart w:id="138" w:name="_Toc64888618"/>
      <w:proofErr w:type="spellStart"/>
      <w:r w:rsidRPr="008B7FD2">
        <w:t>Verzioniranje</w:t>
      </w:r>
      <w:proofErr w:type="spellEnd"/>
      <w:r w:rsidRPr="008B7FD2">
        <w:t xml:space="preserve"> WS</w:t>
      </w:r>
      <w:bookmarkEnd w:id="138"/>
    </w:p>
    <w:p w14:paraId="699C1D5C" w14:textId="77777777" w:rsidR="00F77B12" w:rsidRPr="008B7FD2" w:rsidRDefault="00F77B12" w:rsidP="00F77B12">
      <w:r w:rsidRPr="008B7FD2">
        <w:t>Verzija storitve 1.0</w:t>
      </w:r>
    </w:p>
    <w:p w14:paraId="699C1D5D" w14:textId="77777777" w:rsidR="00B43002" w:rsidRPr="008B7FD2" w:rsidRDefault="00B43002" w:rsidP="00B43002">
      <w:pPr>
        <w:pStyle w:val="Heading2"/>
        <w:ind w:left="578" w:hanging="578"/>
      </w:pPr>
      <w:bookmarkStart w:id="139" w:name="_Toc64888619"/>
      <w:r w:rsidRPr="008B7FD2">
        <w:t>Diagram poteka</w:t>
      </w:r>
      <w:bookmarkEnd w:id="139"/>
    </w:p>
    <w:p w14:paraId="699C1D5E" w14:textId="77777777" w:rsidR="00F81085" w:rsidRPr="008B7FD2" w:rsidRDefault="00F81085" w:rsidP="00F81085">
      <w:r w:rsidRPr="008B7FD2">
        <w:t>Ni na voljo.</w:t>
      </w:r>
    </w:p>
    <w:p w14:paraId="699C1D5F" w14:textId="77777777" w:rsidR="00B43002" w:rsidRPr="008B7FD2" w:rsidRDefault="00B43002" w:rsidP="00B43002">
      <w:pPr>
        <w:pStyle w:val="Heading2"/>
        <w:ind w:left="578" w:hanging="578"/>
      </w:pPr>
      <w:bookmarkStart w:id="140" w:name="_Toc64888620"/>
      <w:r w:rsidRPr="008B7FD2">
        <w:t>Način uporabe</w:t>
      </w:r>
      <w:bookmarkEnd w:id="140"/>
    </w:p>
    <w:p w14:paraId="699C1D60" w14:textId="77777777" w:rsidR="00F81085" w:rsidRPr="008B7FD2" w:rsidRDefault="00F81085" w:rsidP="00F81085">
      <w:r w:rsidRPr="008B7FD2">
        <w:t>Storitev se kliče za potrebe pridobivanja podatkov o merilnem mestu.</w:t>
      </w:r>
    </w:p>
    <w:p w14:paraId="699C1D61" w14:textId="77777777" w:rsidR="00B43002" w:rsidRPr="008B7FD2" w:rsidRDefault="00B43002" w:rsidP="00B43002">
      <w:pPr>
        <w:pStyle w:val="Heading2"/>
        <w:ind w:left="578" w:hanging="578"/>
      </w:pPr>
      <w:bookmarkStart w:id="141" w:name="_Toc64888621"/>
      <w:r w:rsidRPr="008B7FD2">
        <w:t>Posebnosti</w:t>
      </w:r>
      <w:bookmarkEnd w:id="141"/>
    </w:p>
    <w:p w14:paraId="699C1D62" w14:textId="4C1F8EB3" w:rsidR="001228D2" w:rsidRDefault="001228D2" w:rsidP="001228D2">
      <w:r w:rsidRPr="008B7FD2">
        <w:t>Storitev vrne podatke samo za merilna mesta, za katera je klicatelj na trenutni datum dejansko dobavitelj na merilnem mestu.</w:t>
      </w:r>
    </w:p>
    <w:p w14:paraId="71B2402B" w14:textId="29869EAE" w:rsidR="00F92570" w:rsidRPr="008B7FD2" w:rsidRDefault="002968D7" w:rsidP="001228D2">
      <w:r>
        <w:t>Storitev umaknjena iz uporabe s 1.10.2018</w:t>
      </w:r>
    </w:p>
    <w:p w14:paraId="699C1D63" w14:textId="77777777" w:rsidR="00F77B12" w:rsidRPr="008B7FD2" w:rsidRDefault="00B43002" w:rsidP="00B43002">
      <w:pPr>
        <w:pStyle w:val="Heading2"/>
        <w:ind w:left="578" w:hanging="578"/>
      </w:pPr>
      <w:bookmarkStart w:id="142" w:name="_Toc64888622"/>
      <w:r w:rsidRPr="008B7FD2">
        <w:t>Tehnološki predpogoji uporabe WS</w:t>
      </w:r>
      <w:bookmarkEnd w:id="142"/>
    </w:p>
    <w:p w14:paraId="699C1D64" w14:textId="776A1102" w:rsidR="00F77B12" w:rsidRPr="008B7FD2" w:rsidRDefault="00F77B12" w:rsidP="00F77B12">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699C1D65" w14:textId="77777777" w:rsidR="00B43002" w:rsidRPr="008B7FD2" w:rsidRDefault="00B43002" w:rsidP="00B43002">
      <w:pPr>
        <w:pStyle w:val="Heading2"/>
        <w:ind w:left="578" w:hanging="578"/>
      </w:pPr>
      <w:r w:rsidRPr="008B7FD2">
        <w:br w:type="page"/>
      </w:r>
    </w:p>
    <w:p w14:paraId="21F1D5ED" w14:textId="11E27C15" w:rsidR="000B03D7" w:rsidRPr="008B7FD2" w:rsidRDefault="000B03D7" w:rsidP="000B03D7">
      <w:pPr>
        <w:pStyle w:val="Heading1"/>
      </w:pPr>
      <w:bookmarkStart w:id="143" w:name="_Toc64888623"/>
      <w:r w:rsidRPr="008B7FD2">
        <w:lastRenderedPageBreak/>
        <w:t>Pridobivanje podatkov MM verzija 4</w:t>
      </w:r>
      <w:bookmarkEnd w:id="143"/>
    </w:p>
    <w:p w14:paraId="55A89B0C" w14:textId="77777777" w:rsidR="000B03D7" w:rsidRPr="008B7FD2" w:rsidRDefault="000B03D7" w:rsidP="000B03D7">
      <w:pPr>
        <w:pStyle w:val="Heading2"/>
      </w:pPr>
      <w:bookmarkStart w:id="144" w:name="_Toc64888624"/>
      <w:r w:rsidRPr="008B7FD2">
        <w:t>Kratek opis in namen WS</w:t>
      </w:r>
      <w:bookmarkEnd w:id="144"/>
    </w:p>
    <w:p w14:paraId="4050ECCF" w14:textId="663D45DE" w:rsidR="000B03D7" w:rsidRPr="008B7FD2" w:rsidRDefault="000B03D7" w:rsidP="000B03D7">
      <w:r w:rsidRPr="008B7FD2">
        <w:t xml:space="preserve">Storitev je namenjena pridobivanju podatkov o merilnem mestu, ki jih je distributer na podlagi zakonodaje dolžan zagotavljati dobaviteljem. V verziji 4 so dodani </w:t>
      </w:r>
      <w:r w:rsidR="007E564F" w:rsidRPr="008B7FD2">
        <w:t xml:space="preserve">časovni </w:t>
      </w:r>
      <w:r w:rsidRPr="008B7FD2">
        <w:t>podatki o dobavitelju na merilnem mestu.</w:t>
      </w:r>
    </w:p>
    <w:p w14:paraId="7B9985AE" w14:textId="77777777" w:rsidR="000B03D7" w:rsidRPr="008B7FD2" w:rsidRDefault="000B03D7" w:rsidP="000B03D7">
      <w:pPr>
        <w:pStyle w:val="NoSpacing"/>
        <w:numPr>
          <w:ilvl w:val="0"/>
          <w:numId w:val="27"/>
        </w:numPr>
        <w:rPr>
          <w:lang w:val="sl-SI"/>
        </w:rPr>
      </w:pPr>
      <w:r w:rsidRPr="008B7FD2">
        <w:rPr>
          <w:lang w:val="sl-SI"/>
        </w:rPr>
        <w:t>url produkcija:</w:t>
      </w:r>
    </w:p>
    <w:p w14:paraId="62F7C6F6" w14:textId="7948B119" w:rsidR="000B03D7" w:rsidRPr="00C21C73" w:rsidRDefault="00765DB7" w:rsidP="000B03D7">
      <w:pPr>
        <w:pStyle w:val="NoSpacing"/>
        <w:rPr>
          <w:sz w:val="20"/>
          <w:szCs w:val="20"/>
          <w:lang w:val="sl-SI"/>
        </w:rPr>
      </w:pPr>
      <w:hyperlink r:id="rId63" w:history="1">
        <w:r w:rsidR="0054397B" w:rsidRPr="00C21C73">
          <w:rPr>
            <w:rStyle w:val="Hyperlink"/>
            <w:sz w:val="20"/>
            <w:szCs w:val="20"/>
            <w:lang w:val="sl-SI"/>
          </w:rPr>
          <w:t>https://services.informatika.si/PridobivanjePodatkovMMWeb/sca/PridobivanjePodatkovMM4Storitev?WSDL</w:t>
        </w:r>
      </w:hyperlink>
      <w:r w:rsidR="0054397B" w:rsidRPr="00C21C73">
        <w:rPr>
          <w:sz w:val="20"/>
          <w:szCs w:val="20"/>
          <w:lang w:val="sl-SI"/>
        </w:rPr>
        <w:t xml:space="preserve"> </w:t>
      </w:r>
    </w:p>
    <w:p w14:paraId="5698A8E0" w14:textId="77777777" w:rsidR="000B03D7" w:rsidRPr="008B7FD2" w:rsidRDefault="000B03D7" w:rsidP="000B03D7">
      <w:pPr>
        <w:pStyle w:val="NoSpacing"/>
        <w:rPr>
          <w:sz w:val="18"/>
          <w:szCs w:val="18"/>
          <w:lang w:val="sl-SI"/>
        </w:rPr>
      </w:pPr>
    </w:p>
    <w:p w14:paraId="39938D97" w14:textId="77777777" w:rsidR="000B03D7" w:rsidRPr="008B7FD2" w:rsidRDefault="000B03D7" w:rsidP="000B03D7">
      <w:pPr>
        <w:pStyle w:val="NoSpacing"/>
        <w:numPr>
          <w:ilvl w:val="0"/>
          <w:numId w:val="27"/>
        </w:numPr>
        <w:rPr>
          <w:lang w:val="sl-SI"/>
        </w:rPr>
      </w:pPr>
      <w:r w:rsidRPr="008B7FD2">
        <w:rPr>
          <w:lang w:val="sl-SI"/>
        </w:rPr>
        <w:t>url test:</w:t>
      </w:r>
    </w:p>
    <w:p w14:paraId="10843793" w14:textId="74BF023E" w:rsidR="000B03D7" w:rsidRPr="00C21C73" w:rsidRDefault="00765DB7" w:rsidP="000B03D7">
      <w:pPr>
        <w:rPr>
          <w:sz w:val="18"/>
          <w:szCs w:val="18"/>
        </w:rPr>
      </w:pPr>
      <w:hyperlink r:id="rId64" w:history="1">
        <w:r w:rsidR="0054397B" w:rsidRPr="00C21C73">
          <w:rPr>
            <w:rStyle w:val="Hyperlink"/>
            <w:rFonts w:eastAsia="Times New Roman"/>
            <w:sz w:val="18"/>
            <w:szCs w:val="18"/>
          </w:rPr>
          <w:t>https://services-test.informatika.si/PridobivanjePodatkovMMWeb/sca/PridobivanjePodatkovMM4Storitev?WSDL</w:t>
        </w:r>
      </w:hyperlink>
      <w:r w:rsidR="0054397B" w:rsidRPr="00C21C73">
        <w:rPr>
          <w:rFonts w:eastAsia="Times New Roman"/>
          <w:sz w:val="18"/>
          <w:szCs w:val="18"/>
        </w:rPr>
        <w:t xml:space="preserve"> </w:t>
      </w:r>
    </w:p>
    <w:p w14:paraId="3B54BB20" w14:textId="77777777" w:rsidR="000B03D7" w:rsidRPr="008B7FD2" w:rsidRDefault="000B03D7" w:rsidP="000B03D7">
      <w:pPr>
        <w:pStyle w:val="Heading2"/>
      </w:pPr>
      <w:bookmarkStart w:id="145" w:name="_Toc64888625"/>
      <w:proofErr w:type="spellStart"/>
      <w:r w:rsidRPr="008B7FD2">
        <w:t>Verzioniranje</w:t>
      </w:r>
      <w:proofErr w:type="spellEnd"/>
      <w:r w:rsidRPr="008B7FD2">
        <w:t xml:space="preserve"> WS</w:t>
      </w:r>
      <w:bookmarkEnd w:id="145"/>
    </w:p>
    <w:p w14:paraId="3C9B815C" w14:textId="51E9BD90" w:rsidR="000B03D7" w:rsidRPr="008B7FD2" w:rsidRDefault="000B03D7" w:rsidP="000B03D7">
      <w:r w:rsidRPr="008B7FD2">
        <w:t>Verzija storitve 4.0</w:t>
      </w:r>
    </w:p>
    <w:p w14:paraId="34BE6BE2" w14:textId="77777777" w:rsidR="000B03D7" w:rsidRPr="008B7FD2" w:rsidRDefault="000B03D7" w:rsidP="000B03D7">
      <w:pPr>
        <w:pStyle w:val="Heading2"/>
        <w:ind w:left="578" w:hanging="578"/>
      </w:pPr>
      <w:bookmarkStart w:id="146" w:name="_Toc64888626"/>
      <w:r w:rsidRPr="008B7FD2">
        <w:t>Diagram poteka</w:t>
      </w:r>
      <w:bookmarkEnd w:id="146"/>
    </w:p>
    <w:p w14:paraId="083D7F31" w14:textId="77777777" w:rsidR="000B03D7" w:rsidRPr="008B7FD2" w:rsidRDefault="000B03D7" w:rsidP="000B03D7">
      <w:r w:rsidRPr="008B7FD2">
        <w:t>Ni na voljo.</w:t>
      </w:r>
    </w:p>
    <w:p w14:paraId="3A453638" w14:textId="77777777" w:rsidR="000B03D7" w:rsidRPr="008B7FD2" w:rsidRDefault="000B03D7" w:rsidP="000B03D7">
      <w:pPr>
        <w:pStyle w:val="Heading2"/>
        <w:ind w:left="578" w:hanging="578"/>
      </w:pPr>
      <w:bookmarkStart w:id="147" w:name="_Toc64888627"/>
      <w:r w:rsidRPr="008B7FD2">
        <w:t>Način uporabe</w:t>
      </w:r>
      <w:bookmarkEnd w:id="147"/>
    </w:p>
    <w:p w14:paraId="0C3DDDC2" w14:textId="77777777" w:rsidR="000B03D7" w:rsidRPr="008B7FD2" w:rsidRDefault="000B03D7" w:rsidP="000B03D7">
      <w:r w:rsidRPr="008B7FD2">
        <w:t>Storitev se kliče za potrebe pridobivanja podatkov o merilnem mestu.</w:t>
      </w:r>
    </w:p>
    <w:p w14:paraId="3C712608" w14:textId="77777777" w:rsidR="000B03D7" w:rsidRPr="008B7FD2" w:rsidRDefault="000B03D7" w:rsidP="000B03D7">
      <w:pPr>
        <w:pStyle w:val="Heading2"/>
        <w:ind w:left="578" w:hanging="578"/>
      </w:pPr>
      <w:bookmarkStart w:id="148" w:name="_Toc64888628"/>
      <w:r w:rsidRPr="008B7FD2">
        <w:t>Posebnosti</w:t>
      </w:r>
      <w:bookmarkEnd w:id="148"/>
    </w:p>
    <w:p w14:paraId="5BCCD07B" w14:textId="3CA97E02" w:rsidR="000B03D7" w:rsidRDefault="000B03D7" w:rsidP="000B03D7">
      <w:r w:rsidRPr="008B7FD2">
        <w:t>Storitev vrne podatke samo za merilna mesta, za katera je klicatelj na trenutni datum dejansko dobavitelj na merilnem mestu.</w:t>
      </w:r>
    </w:p>
    <w:p w14:paraId="4D53DF9A" w14:textId="1EFB086C" w:rsidR="00A26C7B" w:rsidRPr="008B7FD2" w:rsidRDefault="002968D7" w:rsidP="000B03D7">
      <w:r>
        <w:t>Storitev umaknjena iz uporabe s 1.10.2018</w:t>
      </w:r>
    </w:p>
    <w:p w14:paraId="5B66D4C6" w14:textId="77777777" w:rsidR="000B03D7" w:rsidRPr="008B7FD2" w:rsidRDefault="000B03D7" w:rsidP="000B03D7">
      <w:pPr>
        <w:pStyle w:val="Heading2"/>
        <w:ind w:left="578" w:hanging="578"/>
      </w:pPr>
      <w:bookmarkStart w:id="149" w:name="_Toc64888629"/>
      <w:r w:rsidRPr="008B7FD2">
        <w:t>Tehnološki predpogoji uporabe WS</w:t>
      </w:r>
      <w:bookmarkEnd w:id="149"/>
    </w:p>
    <w:p w14:paraId="12FDA4D2" w14:textId="1C1F70E5" w:rsidR="00C431B2" w:rsidRDefault="000B03D7" w:rsidP="000B03D7">
      <w:r w:rsidRPr="008B7FD2">
        <w:t>Uporabnik storitve mora vzpostaviti povezavo do spletnega mesta services.informatika.si ter services-test.informatika.si in zaupati certifikatu spletnega mesta. Klici so varovani z uporabniškim imenom in geslom.</w:t>
      </w:r>
    </w:p>
    <w:p w14:paraId="7D3AB291" w14:textId="77777777" w:rsidR="00C431B2" w:rsidRDefault="00C431B2">
      <w:pPr>
        <w:spacing w:after="0" w:line="240" w:lineRule="auto"/>
        <w:jc w:val="left"/>
      </w:pPr>
      <w:r>
        <w:br w:type="page"/>
      </w:r>
    </w:p>
    <w:p w14:paraId="59DF662E" w14:textId="3E650B9C" w:rsidR="00C431B2" w:rsidRPr="008B7FD2" w:rsidRDefault="00C431B2" w:rsidP="00C431B2">
      <w:pPr>
        <w:pStyle w:val="Heading1"/>
      </w:pPr>
      <w:bookmarkStart w:id="150" w:name="_Pridobivanje_podatkov_MM"/>
      <w:bookmarkStart w:id="151" w:name="_Toc64888630"/>
      <w:bookmarkEnd w:id="150"/>
      <w:r w:rsidRPr="008B7FD2">
        <w:lastRenderedPageBreak/>
        <w:t xml:space="preserve">Pridobivanje podatkov MM </w:t>
      </w:r>
      <w:r>
        <w:t>v5</w:t>
      </w:r>
      <w:bookmarkEnd w:id="151"/>
    </w:p>
    <w:p w14:paraId="6A5FE054" w14:textId="77777777" w:rsidR="00C431B2" w:rsidRPr="008B7FD2" w:rsidRDefault="00C431B2" w:rsidP="00C431B2">
      <w:pPr>
        <w:pStyle w:val="Heading2"/>
      </w:pPr>
      <w:bookmarkStart w:id="152" w:name="_Toc64888631"/>
      <w:r w:rsidRPr="008B7FD2">
        <w:t>Kratek opis in namen WS</w:t>
      </w:r>
      <w:bookmarkEnd w:id="152"/>
    </w:p>
    <w:p w14:paraId="7B2DECC0" w14:textId="356FE1F4" w:rsidR="00C431B2" w:rsidRPr="008B7FD2" w:rsidRDefault="00C431B2" w:rsidP="00C431B2">
      <w:r w:rsidRPr="008B7FD2">
        <w:t xml:space="preserve">Storitev je namenjena pridobivanju podatkov o merilnem mestu, ki jih je distributer na podlagi zakonodaje dolžan zagotavljati dobaviteljem. </w:t>
      </w:r>
      <w:r w:rsidR="008B20E6">
        <w:t>Od verzije</w:t>
      </w:r>
      <w:r w:rsidRPr="008B7FD2">
        <w:t xml:space="preserve"> 4 </w:t>
      </w:r>
      <w:r w:rsidR="00DA046C">
        <w:t xml:space="preserve">naprej </w:t>
      </w:r>
      <w:r w:rsidRPr="008B7FD2">
        <w:t>so dodani časovni podatki o dobavitelju na merilnem mestu.</w:t>
      </w:r>
    </w:p>
    <w:p w14:paraId="2BE073B8" w14:textId="77777777" w:rsidR="00C431B2" w:rsidRPr="008B7FD2" w:rsidRDefault="00C431B2" w:rsidP="00C431B2">
      <w:pPr>
        <w:pStyle w:val="NoSpacing"/>
        <w:numPr>
          <w:ilvl w:val="0"/>
          <w:numId w:val="27"/>
        </w:numPr>
        <w:rPr>
          <w:lang w:val="sl-SI"/>
        </w:rPr>
      </w:pPr>
      <w:r w:rsidRPr="008B7FD2">
        <w:rPr>
          <w:lang w:val="sl-SI"/>
        </w:rPr>
        <w:t>url produkcija:</w:t>
      </w:r>
    </w:p>
    <w:p w14:paraId="5CC417F5" w14:textId="5EC5EF98" w:rsidR="00C431B2" w:rsidRPr="003C68C2" w:rsidRDefault="00765DB7" w:rsidP="00C431B2">
      <w:pPr>
        <w:pStyle w:val="NoSpacing"/>
        <w:rPr>
          <w:sz w:val="18"/>
          <w:szCs w:val="18"/>
          <w:lang w:val="sl-SI"/>
        </w:rPr>
      </w:pPr>
      <w:hyperlink r:id="rId65" w:history="1">
        <w:r w:rsidR="003C68C2" w:rsidRPr="003C68C2">
          <w:rPr>
            <w:rStyle w:val="Hyperlink"/>
            <w:sz w:val="18"/>
            <w:szCs w:val="18"/>
            <w:lang w:val="sl-SI"/>
          </w:rPr>
          <w:t>https://services.informatika.si/PridobivanjePodatkovMMWeb/sca/PridobivanjePodatkovMM5Storitev?WSDL</w:t>
        </w:r>
      </w:hyperlink>
      <w:r w:rsidR="00C431B2" w:rsidRPr="003C68C2">
        <w:rPr>
          <w:sz w:val="18"/>
          <w:szCs w:val="18"/>
          <w:lang w:val="sl-SI"/>
        </w:rPr>
        <w:t xml:space="preserve"> </w:t>
      </w:r>
    </w:p>
    <w:p w14:paraId="69D80218" w14:textId="77777777" w:rsidR="00C431B2" w:rsidRPr="008B7FD2" w:rsidRDefault="00C431B2" w:rsidP="00C431B2">
      <w:pPr>
        <w:pStyle w:val="NoSpacing"/>
        <w:rPr>
          <w:sz w:val="18"/>
          <w:szCs w:val="18"/>
          <w:lang w:val="sl-SI"/>
        </w:rPr>
      </w:pPr>
    </w:p>
    <w:p w14:paraId="1ED548BC" w14:textId="77777777" w:rsidR="00C431B2" w:rsidRPr="008B7FD2" w:rsidRDefault="00C431B2" w:rsidP="00C431B2">
      <w:pPr>
        <w:pStyle w:val="NoSpacing"/>
        <w:numPr>
          <w:ilvl w:val="0"/>
          <w:numId w:val="27"/>
        </w:numPr>
        <w:rPr>
          <w:lang w:val="sl-SI"/>
        </w:rPr>
      </w:pPr>
      <w:r w:rsidRPr="008B7FD2">
        <w:rPr>
          <w:lang w:val="sl-SI"/>
        </w:rPr>
        <w:t>url test:</w:t>
      </w:r>
    </w:p>
    <w:p w14:paraId="77540AFE" w14:textId="6A8589C9" w:rsidR="00E917FA" w:rsidRPr="003C68C2" w:rsidRDefault="00765DB7" w:rsidP="00E917FA">
      <w:pPr>
        <w:rPr>
          <w:sz w:val="18"/>
          <w:szCs w:val="18"/>
        </w:rPr>
      </w:pPr>
      <w:hyperlink r:id="rId66" w:history="1">
        <w:r w:rsidR="003C68C2" w:rsidRPr="003C68C2">
          <w:rPr>
            <w:rStyle w:val="Hyperlink"/>
            <w:rFonts w:eastAsia="Times New Roman"/>
            <w:sz w:val="18"/>
            <w:szCs w:val="18"/>
          </w:rPr>
          <w:t>https://services-test.informatika.si/PridobivanjePodatkovMMWeb/sca/PridobivanjePodatkovMM5Storitev?WSDL</w:t>
        </w:r>
      </w:hyperlink>
      <w:r w:rsidR="00C431B2" w:rsidRPr="003C68C2">
        <w:rPr>
          <w:rFonts w:eastAsia="Times New Roman"/>
          <w:sz w:val="18"/>
          <w:szCs w:val="18"/>
        </w:rPr>
        <w:t xml:space="preserve"> </w:t>
      </w:r>
    </w:p>
    <w:p w14:paraId="1C714A38" w14:textId="77777777" w:rsidR="00E917FA" w:rsidRPr="00AC6703" w:rsidRDefault="00E917FA" w:rsidP="00E917FA">
      <w:pPr>
        <w:pStyle w:val="Heading3"/>
        <w:rPr>
          <w:lang w:val="en-US"/>
        </w:rPr>
      </w:pPr>
      <w:bookmarkStart w:id="153" w:name="_Toc526328051"/>
      <w:bookmarkStart w:id="154" w:name="_Toc64888632"/>
      <w:proofErr w:type="spellStart"/>
      <w:r>
        <w:rPr>
          <w:lang w:val="en-US"/>
        </w:rPr>
        <w:t>Opis</w:t>
      </w:r>
      <w:proofErr w:type="spellEnd"/>
      <w:r>
        <w:rPr>
          <w:lang w:val="en-US"/>
        </w:rPr>
        <w:t xml:space="preserve"> </w:t>
      </w:r>
      <w:proofErr w:type="spellStart"/>
      <w:r>
        <w:rPr>
          <w:lang w:val="en-US"/>
        </w:rPr>
        <w:t>vhodno</w:t>
      </w:r>
      <w:proofErr w:type="spellEnd"/>
      <w:r>
        <w:rPr>
          <w:lang w:val="en-US"/>
        </w:rPr>
        <w:t>/</w:t>
      </w:r>
      <w:proofErr w:type="spellStart"/>
      <w:r>
        <w:rPr>
          <w:lang w:val="en-US"/>
        </w:rPr>
        <w:t>izhodnih</w:t>
      </w:r>
      <w:proofErr w:type="spellEnd"/>
      <w:r>
        <w:rPr>
          <w:lang w:val="en-US"/>
        </w:rPr>
        <w:t xml:space="preserve"> </w:t>
      </w:r>
      <w:proofErr w:type="spellStart"/>
      <w:r>
        <w:rPr>
          <w:lang w:val="en-US"/>
        </w:rPr>
        <w:t>parametrov</w:t>
      </w:r>
      <w:bookmarkEnd w:id="153"/>
      <w:bookmarkEnd w:id="154"/>
      <w:proofErr w:type="spellEnd"/>
    </w:p>
    <w:p w14:paraId="3E4F039A" w14:textId="30BF91F5" w:rsidR="00E66CF7" w:rsidRDefault="00E66CF7" w:rsidP="00E66CF7">
      <w:pPr>
        <w:pStyle w:val="Heading4"/>
        <w:numPr>
          <w:ilvl w:val="3"/>
          <w:numId w:val="35"/>
        </w:numPr>
      </w:pPr>
      <w:r>
        <w:t>Vhodni parametri</w:t>
      </w:r>
      <w:r w:rsidR="00E917FA">
        <w:t xml:space="preserve"> </w:t>
      </w:r>
    </w:p>
    <w:tbl>
      <w:tblPr>
        <w:tblStyle w:val="TableGrid"/>
        <w:tblW w:w="0" w:type="auto"/>
        <w:tblLook w:val="04A0" w:firstRow="1" w:lastRow="0" w:firstColumn="1" w:lastColumn="0" w:noHBand="0" w:noVBand="1"/>
      </w:tblPr>
      <w:tblGrid>
        <w:gridCol w:w="2283"/>
        <w:gridCol w:w="1321"/>
        <w:gridCol w:w="2095"/>
        <w:gridCol w:w="735"/>
        <w:gridCol w:w="896"/>
        <w:gridCol w:w="1121"/>
        <w:gridCol w:w="565"/>
      </w:tblGrid>
      <w:tr w:rsidR="00E66CF7" w14:paraId="511FBA94" w14:textId="77777777" w:rsidTr="00E66CF7">
        <w:tc>
          <w:tcPr>
            <w:tcW w:w="22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4A0B3A" w14:textId="77777777" w:rsidR="00E66CF7" w:rsidRDefault="00E66CF7">
            <w:pPr>
              <w:rPr>
                <w:b/>
              </w:rPr>
            </w:pPr>
            <w:bookmarkStart w:id="155" w:name="_Hlk525296267"/>
            <w:r>
              <w:rPr>
                <w:b/>
              </w:rPr>
              <w:t>Značka</w:t>
            </w:r>
          </w:p>
        </w:tc>
        <w:tc>
          <w:tcPr>
            <w:tcW w:w="13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9D9992" w14:textId="77777777" w:rsidR="00E66CF7" w:rsidRDefault="00E66CF7">
            <w:pPr>
              <w:rPr>
                <w:b/>
              </w:rPr>
            </w:pPr>
            <w:r>
              <w:rPr>
                <w:b/>
              </w:rPr>
              <w:t>Naziv elementa</w:t>
            </w:r>
          </w:p>
        </w:tc>
        <w:tc>
          <w:tcPr>
            <w:tcW w:w="2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194649" w14:textId="77777777" w:rsidR="00E66CF7" w:rsidRDefault="00E66CF7">
            <w:pPr>
              <w:rPr>
                <w:b/>
              </w:rPr>
            </w:pPr>
            <w:r>
              <w:rPr>
                <w:b/>
              </w:rPr>
              <w:t>Opis</w:t>
            </w:r>
          </w:p>
        </w:tc>
        <w:tc>
          <w:tcPr>
            <w:tcW w:w="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AA4CF6" w14:textId="77777777" w:rsidR="00E66CF7" w:rsidRDefault="00E66CF7">
            <w:pPr>
              <w:rPr>
                <w:b/>
              </w:rPr>
            </w:pPr>
            <w:r>
              <w:rPr>
                <w:b/>
              </w:rPr>
              <w:t>Tip</w:t>
            </w:r>
          </w:p>
        </w:tc>
        <w:tc>
          <w:tcPr>
            <w:tcW w:w="8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576FAE" w14:textId="77777777" w:rsidR="00E66CF7" w:rsidRDefault="00E66CF7">
            <w:pPr>
              <w:rPr>
                <w:b/>
              </w:rPr>
            </w:pPr>
            <w:r>
              <w:rPr>
                <w:b/>
              </w:rPr>
              <w:t>Dolžina</w:t>
            </w:r>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6438DC" w14:textId="77777777" w:rsidR="00E66CF7" w:rsidRDefault="00E66CF7">
            <w:pPr>
              <w:rPr>
                <w:b/>
              </w:rPr>
            </w:pPr>
            <w:r>
              <w:rPr>
                <w:b/>
              </w:rPr>
              <w:t>Pojavnost</w:t>
            </w: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E610CF" w14:textId="77777777" w:rsidR="00E66CF7" w:rsidRDefault="00E66CF7">
            <w:pPr>
              <w:rPr>
                <w:b/>
              </w:rPr>
            </w:pPr>
            <w:r>
              <w:rPr>
                <w:b/>
              </w:rPr>
              <w:t>Z/O</w:t>
            </w:r>
          </w:p>
        </w:tc>
      </w:tr>
      <w:tr w:rsidR="00E66CF7" w14:paraId="205A9D65" w14:textId="77777777" w:rsidTr="00E66CF7">
        <w:tc>
          <w:tcPr>
            <w:tcW w:w="2283" w:type="dxa"/>
            <w:tcBorders>
              <w:top w:val="single" w:sz="4" w:space="0" w:color="auto"/>
              <w:left w:val="single" w:sz="4" w:space="0" w:color="auto"/>
              <w:bottom w:val="single" w:sz="4" w:space="0" w:color="auto"/>
              <w:right w:val="single" w:sz="4" w:space="0" w:color="auto"/>
            </w:tcBorders>
            <w:hideMark/>
          </w:tcPr>
          <w:p w14:paraId="49459077" w14:textId="77777777" w:rsidR="00E66CF7" w:rsidRDefault="00E66CF7">
            <w:proofErr w:type="spellStart"/>
            <w:r>
              <w:t>enotniIdentifikatorMM</w:t>
            </w:r>
            <w:proofErr w:type="spellEnd"/>
          </w:p>
        </w:tc>
        <w:tc>
          <w:tcPr>
            <w:tcW w:w="1321" w:type="dxa"/>
            <w:tcBorders>
              <w:top w:val="single" w:sz="4" w:space="0" w:color="auto"/>
              <w:left w:val="single" w:sz="4" w:space="0" w:color="auto"/>
              <w:bottom w:val="single" w:sz="4" w:space="0" w:color="auto"/>
              <w:right w:val="single" w:sz="4" w:space="0" w:color="auto"/>
            </w:tcBorders>
            <w:hideMark/>
          </w:tcPr>
          <w:p w14:paraId="0CC3F0C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Enotni identifikator MM</w:t>
            </w:r>
          </w:p>
        </w:tc>
        <w:tc>
          <w:tcPr>
            <w:tcW w:w="2095" w:type="dxa"/>
            <w:tcBorders>
              <w:top w:val="single" w:sz="4" w:space="0" w:color="auto"/>
              <w:left w:val="single" w:sz="4" w:space="0" w:color="auto"/>
              <w:bottom w:val="single" w:sz="4" w:space="0" w:color="auto"/>
              <w:right w:val="single" w:sz="4" w:space="0" w:color="auto"/>
            </w:tcBorders>
            <w:hideMark/>
          </w:tcPr>
          <w:p w14:paraId="53F81FE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Kot vhodni parameter obvezen </w:t>
            </w:r>
            <w:proofErr w:type="spellStart"/>
            <w:r>
              <w:rPr>
                <w:rFonts w:asciiTheme="minorHAnsi" w:hAnsiTheme="minorHAnsi" w:cstheme="minorHAnsi"/>
                <w:sz w:val="20"/>
                <w:szCs w:val="20"/>
              </w:rPr>
              <w:t>enotniIdentifikatorMM</w:t>
            </w:r>
            <w:proofErr w:type="spellEnd"/>
            <w:r>
              <w:rPr>
                <w:rFonts w:asciiTheme="minorHAnsi" w:hAnsiTheme="minorHAnsi" w:cstheme="minorHAnsi"/>
                <w:sz w:val="20"/>
                <w:szCs w:val="20"/>
              </w:rPr>
              <w:t xml:space="preserve"> ali </w:t>
            </w:r>
            <w:proofErr w:type="spellStart"/>
            <w:r>
              <w:rPr>
                <w:rFonts w:asciiTheme="minorHAnsi" w:hAnsiTheme="minorHAnsi" w:cstheme="minorHAnsi"/>
                <w:sz w:val="20"/>
                <w:szCs w:val="20"/>
              </w:rPr>
              <w:t>gsrnMM</w:t>
            </w:r>
            <w:proofErr w:type="spellEnd"/>
            <w:r>
              <w:rPr>
                <w:rFonts w:asciiTheme="minorHAnsi" w:hAnsiTheme="minorHAnsi" w:cstheme="minorHAnsi"/>
                <w:sz w:val="20"/>
                <w:szCs w:val="20"/>
              </w:rPr>
              <w:t xml:space="preserve"> </w:t>
            </w:r>
          </w:p>
        </w:tc>
        <w:tc>
          <w:tcPr>
            <w:tcW w:w="735" w:type="dxa"/>
            <w:tcBorders>
              <w:top w:val="single" w:sz="4" w:space="0" w:color="auto"/>
              <w:left w:val="single" w:sz="4" w:space="0" w:color="auto"/>
              <w:bottom w:val="single" w:sz="4" w:space="0" w:color="auto"/>
              <w:right w:val="single" w:sz="4" w:space="0" w:color="auto"/>
            </w:tcBorders>
            <w:hideMark/>
          </w:tcPr>
          <w:p w14:paraId="70ED1AE3"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hideMark/>
          </w:tcPr>
          <w:p w14:paraId="532D703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3-9</w:t>
            </w:r>
          </w:p>
        </w:tc>
        <w:tc>
          <w:tcPr>
            <w:tcW w:w="1121" w:type="dxa"/>
            <w:tcBorders>
              <w:top w:val="single" w:sz="4" w:space="0" w:color="auto"/>
              <w:left w:val="single" w:sz="4" w:space="0" w:color="auto"/>
              <w:bottom w:val="single" w:sz="4" w:space="0" w:color="auto"/>
              <w:right w:val="single" w:sz="4" w:space="0" w:color="auto"/>
            </w:tcBorders>
            <w:hideMark/>
          </w:tcPr>
          <w:p w14:paraId="11371AF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0A13456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Z/O</w:t>
            </w:r>
          </w:p>
        </w:tc>
      </w:tr>
      <w:tr w:rsidR="00E66CF7" w14:paraId="271B82CA" w14:textId="77777777" w:rsidTr="00E66CF7">
        <w:tc>
          <w:tcPr>
            <w:tcW w:w="2283" w:type="dxa"/>
            <w:tcBorders>
              <w:top w:val="single" w:sz="4" w:space="0" w:color="auto"/>
              <w:left w:val="single" w:sz="4" w:space="0" w:color="auto"/>
              <w:bottom w:val="single" w:sz="4" w:space="0" w:color="auto"/>
              <w:right w:val="single" w:sz="4" w:space="0" w:color="auto"/>
            </w:tcBorders>
            <w:hideMark/>
          </w:tcPr>
          <w:p w14:paraId="4F54F3C6" w14:textId="77777777" w:rsidR="00E66CF7" w:rsidRDefault="00E66CF7">
            <w:proofErr w:type="spellStart"/>
            <w:r>
              <w:t>gsrnMM</w:t>
            </w:r>
            <w:proofErr w:type="spellEnd"/>
          </w:p>
        </w:tc>
        <w:tc>
          <w:tcPr>
            <w:tcW w:w="1321" w:type="dxa"/>
            <w:tcBorders>
              <w:top w:val="single" w:sz="4" w:space="0" w:color="auto"/>
              <w:left w:val="single" w:sz="4" w:space="0" w:color="auto"/>
              <w:bottom w:val="single" w:sz="4" w:space="0" w:color="auto"/>
              <w:right w:val="single" w:sz="4" w:space="0" w:color="auto"/>
            </w:tcBorders>
            <w:hideMark/>
          </w:tcPr>
          <w:p w14:paraId="0918C2BB" w14:textId="77777777" w:rsidR="00E66CF7" w:rsidRDefault="00E66CF7">
            <w:pPr>
              <w:rPr>
                <w:rFonts w:asciiTheme="minorHAnsi" w:hAnsiTheme="minorHAnsi" w:cstheme="minorHAnsi"/>
                <w:sz w:val="20"/>
                <w:szCs w:val="20"/>
              </w:rPr>
            </w:pPr>
            <w:r>
              <w:rPr>
                <w:rFonts w:asciiTheme="minorHAnsi" w:hAnsiTheme="minorHAnsi" w:cstheme="minorHAnsi"/>
                <w:color w:val="000000"/>
                <w:sz w:val="20"/>
                <w:szCs w:val="20"/>
              </w:rPr>
              <w:t>GS1 koda merilnega mesta</w:t>
            </w:r>
          </w:p>
        </w:tc>
        <w:tc>
          <w:tcPr>
            <w:tcW w:w="2095" w:type="dxa"/>
            <w:tcBorders>
              <w:top w:val="single" w:sz="4" w:space="0" w:color="auto"/>
              <w:left w:val="single" w:sz="4" w:space="0" w:color="auto"/>
              <w:bottom w:val="single" w:sz="4" w:space="0" w:color="auto"/>
              <w:right w:val="single" w:sz="4" w:space="0" w:color="auto"/>
            </w:tcBorders>
            <w:hideMark/>
          </w:tcPr>
          <w:p w14:paraId="15F3449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Kot vhodni parameter obvezen </w:t>
            </w:r>
            <w:proofErr w:type="spellStart"/>
            <w:r>
              <w:rPr>
                <w:rFonts w:asciiTheme="minorHAnsi" w:hAnsiTheme="minorHAnsi" w:cstheme="minorHAnsi"/>
                <w:sz w:val="20"/>
                <w:szCs w:val="20"/>
              </w:rPr>
              <w:t>enotniIdentifikatorMM</w:t>
            </w:r>
            <w:proofErr w:type="spellEnd"/>
            <w:r>
              <w:rPr>
                <w:rFonts w:asciiTheme="minorHAnsi" w:hAnsiTheme="minorHAnsi" w:cstheme="minorHAnsi"/>
                <w:sz w:val="20"/>
                <w:szCs w:val="20"/>
              </w:rPr>
              <w:t xml:space="preserve"> ali </w:t>
            </w:r>
            <w:proofErr w:type="spellStart"/>
            <w:r>
              <w:rPr>
                <w:rFonts w:asciiTheme="minorHAnsi" w:hAnsiTheme="minorHAnsi" w:cstheme="minorHAnsi"/>
                <w:sz w:val="20"/>
                <w:szCs w:val="20"/>
              </w:rPr>
              <w:t>gsrnMM</w:t>
            </w:r>
            <w:proofErr w:type="spellEnd"/>
          </w:p>
        </w:tc>
        <w:tc>
          <w:tcPr>
            <w:tcW w:w="735" w:type="dxa"/>
            <w:tcBorders>
              <w:top w:val="single" w:sz="4" w:space="0" w:color="auto"/>
              <w:left w:val="single" w:sz="4" w:space="0" w:color="auto"/>
              <w:bottom w:val="single" w:sz="4" w:space="0" w:color="auto"/>
              <w:right w:val="single" w:sz="4" w:space="0" w:color="auto"/>
            </w:tcBorders>
            <w:hideMark/>
          </w:tcPr>
          <w:p w14:paraId="309A5734"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long</w:t>
            </w:r>
            <w:proofErr w:type="spellEnd"/>
          </w:p>
        </w:tc>
        <w:tc>
          <w:tcPr>
            <w:tcW w:w="896" w:type="dxa"/>
            <w:tcBorders>
              <w:top w:val="single" w:sz="4" w:space="0" w:color="auto"/>
              <w:left w:val="single" w:sz="4" w:space="0" w:color="auto"/>
              <w:bottom w:val="single" w:sz="4" w:space="0" w:color="auto"/>
              <w:right w:val="single" w:sz="4" w:space="0" w:color="auto"/>
            </w:tcBorders>
          </w:tcPr>
          <w:p w14:paraId="2C102847"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02E6031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4D112DE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Z/O</w:t>
            </w:r>
          </w:p>
        </w:tc>
      </w:tr>
      <w:tr w:rsidR="00E66CF7" w14:paraId="47C5575B" w14:textId="77777777" w:rsidTr="00E917FA">
        <w:tc>
          <w:tcPr>
            <w:tcW w:w="2283" w:type="dxa"/>
            <w:tcBorders>
              <w:top w:val="single" w:sz="4" w:space="0" w:color="auto"/>
              <w:left w:val="single" w:sz="4" w:space="0" w:color="auto"/>
              <w:bottom w:val="single" w:sz="4" w:space="0" w:color="auto"/>
              <w:right w:val="single" w:sz="4" w:space="0" w:color="auto"/>
            </w:tcBorders>
            <w:hideMark/>
          </w:tcPr>
          <w:p w14:paraId="657557DF" w14:textId="77777777" w:rsidR="00E66CF7" w:rsidRDefault="00E66CF7">
            <w:proofErr w:type="spellStart"/>
            <w:r>
              <w:t>oznakaDobavitelja</w:t>
            </w:r>
            <w:proofErr w:type="spellEnd"/>
          </w:p>
        </w:tc>
        <w:tc>
          <w:tcPr>
            <w:tcW w:w="1321" w:type="dxa"/>
            <w:tcBorders>
              <w:top w:val="single" w:sz="4" w:space="0" w:color="auto"/>
              <w:left w:val="single" w:sz="4" w:space="0" w:color="auto"/>
              <w:bottom w:val="single" w:sz="4" w:space="0" w:color="auto"/>
              <w:right w:val="single" w:sz="4" w:space="0" w:color="auto"/>
            </w:tcBorders>
            <w:hideMark/>
          </w:tcPr>
          <w:p w14:paraId="61B8F3B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dobavitelja</w:t>
            </w:r>
          </w:p>
        </w:tc>
        <w:tc>
          <w:tcPr>
            <w:tcW w:w="2095" w:type="dxa"/>
            <w:tcBorders>
              <w:top w:val="single" w:sz="4" w:space="0" w:color="auto"/>
              <w:left w:val="single" w:sz="4" w:space="0" w:color="auto"/>
              <w:bottom w:val="single" w:sz="4" w:space="0" w:color="auto"/>
              <w:right w:val="single" w:sz="4" w:space="0" w:color="auto"/>
            </w:tcBorders>
            <w:shd w:val="clear" w:color="auto" w:fill="auto"/>
            <w:hideMark/>
          </w:tcPr>
          <w:p w14:paraId="0F6A3D99" w14:textId="08912F4D" w:rsidR="00E66CF7" w:rsidRDefault="00E66CF7">
            <w:pPr>
              <w:rPr>
                <w:rFonts w:asciiTheme="minorHAnsi" w:hAnsiTheme="minorHAnsi" w:cstheme="minorHAnsi"/>
                <w:sz w:val="20"/>
                <w:szCs w:val="20"/>
              </w:rPr>
            </w:pPr>
          </w:p>
        </w:tc>
        <w:tc>
          <w:tcPr>
            <w:tcW w:w="735" w:type="dxa"/>
            <w:tcBorders>
              <w:top w:val="single" w:sz="4" w:space="0" w:color="auto"/>
              <w:left w:val="single" w:sz="4" w:space="0" w:color="auto"/>
              <w:bottom w:val="single" w:sz="4" w:space="0" w:color="auto"/>
              <w:right w:val="single" w:sz="4" w:space="0" w:color="auto"/>
            </w:tcBorders>
            <w:hideMark/>
          </w:tcPr>
          <w:p w14:paraId="79C9DE0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896" w:type="dxa"/>
            <w:tcBorders>
              <w:top w:val="single" w:sz="4" w:space="0" w:color="auto"/>
              <w:left w:val="single" w:sz="4" w:space="0" w:color="auto"/>
              <w:bottom w:val="single" w:sz="4" w:space="0" w:color="auto"/>
              <w:right w:val="single" w:sz="4" w:space="0" w:color="auto"/>
            </w:tcBorders>
          </w:tcPr>
          <w:p w14:paraId="5058F097"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auto"/>
            <w:hideMark/>
          </w:tcPr>
          <w:p w14:paraId="7F12B68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shd w:val="clear" w:color="auto" w:fill="auto"/>
            <w:hideMark/>
          </w:tcPr>
          <w:p w14:paraId="0BF16BE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bl>
    <w:p w14:paraId="78B5211C" w14:textId="77777777" w:rsidR="00E66CF7" w:rsidRDefault="00E66CF7" w:rsidP="00E66CF7"/>
    <w:p w14:paraId="1D17FF17" w14:textId="4E5152B3" w:rsidR="00E66CF7" w:rsidRDefault="00E66CF7" w:rsidP="00E66CF7">
      <w:pPr>
        <w:pStyle w:val="Heading4"/>
        <w:numPr>
          <w:ilvl w:val="3"/>
          <w:numId w:val="35"/>
        </w:numPr>
      </w:pPr>
      <w:bookmarkStart w:id="156" w:name="_Izhodni_parametri"/>
      <w:bookmarkEnd w:id="155"/>
      <w:bookmarkEnd w:id="156"/>
      <w:r>
        <w:t>Izhodni parametri</w:t>
      </w:r>
    </w:p>
    <w:p w14:paraId="3CA1CBE7" w14:textId="77777777" w:rsidR="00E66CF7" w:rsidRDefault="00E66CF7" w:rsidP="00E66CF7">
      <w:r>
        <w:t xml:space="preserve">Podatkovna struktura: </w:t>
      </w:r>
      <w:proofErr w:type="spellStart"/>
      <w:r>
        <w:rPr>
          <w:b/>
        </w:rPr>
        <w:t>PodatkiMerilnegaMesta</w:t>
      </w:r>
      <w:proofErr w:type="spellEnd"/>
      <w:r>
        <w:rPr>
          <w:b/>
        </w:rPr>
        <w:t xml:space="preserve"> 5.0</w:t>
      </w:r>
    </w:p>
    <w:tbl>
      <w:tblPr>
        <w:tblStyle w:val="TableGrid"/>
        <w:tblW w:w="0" w:type="auto"/>
        <w:tblLook w:val="04A0" w:firstRow="1" w:lastRow="0" w:firstColumn="1" w:lastColumn="0" w:noHBand="0" w:noVBand="1"/>
      </w:tblPr>
      <w:tblGrid>
        <w:gridCol w:w="3269"/>
        <w:gridCol w:w="2008"/>
        <w:gridCol w:w="1037"/>
        <w:gridCol w:w="1016"/>
        <w:gridCol w:w="1121"/>
        <w:gridCol w:w="565"/>
      </w:tblGrid>
      <w:tr w:rsidR="00E66CF7" w14:paraId="4D3213E0"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183FC0" w14:textId="77777777" w:rsidR="00E66CF7" w:rsidRDefault="00E66CF7">
            <w:pPr>
              <w:rPr>
                <w:b/>
              </w:rPr>
            </w:pPr>
            <w:r>
              <w:rPr>
                <w:b/>
              </w:rPr>
              <w:t>Značka</w:t>
            </w:r>
          </w:p>
        </w:tc>
        <w:tc>
          <w:tcPr>
            <w:tcW w:w="2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5272A2" w14:textId="77777777" w:rsidR="00E66CF7" w:rsidRDefault="00E66CF7">
            <w:pPr>
              <w:rPr>
                <w:b/>
              </w:rPr>
            </w:pPr>
            <w:r>
              <w:rPr>
                <w:b/>
              </w:rPr>
              <w:t>Naziv elementa/Opis</w:t>
            </w:r>
          </w:p>
        </w:tc>
        <w:tc>
          <w:tcPr>
            <w:tcW w:w="10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046812" w14:textId="77777777" w:rsidR="00E66CF7" w:rsidRDefault="00E66CF7">
            <w:pPr>
              <w:rPr>
                <w:b/>
              </w:rPr>
            </w:pPr>
            <w:r>
              <w:rPr>
                <w:b/>
              </w:rPr>
              <w:t>Tip</w:t>
            </w:r>
          </w:p>
        </w:tc>
        <w:tc>
          <w:tcPr>
            <w:tcW w:w="10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1975B9" w14:textId="77777777" w:rsidR="00E66CF7" w:rsidRDefault="00E66CF7">
            <w:pPr>
              <w:rPr>
                <w:b/>
              </w:rPr>
            </w:pPr>
            <w:r>
              <w:rPr>
                <w:b/>
              </w:rPr>
              <w:t>Dolžina</w:t>
            </w:r>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C6055B" w14:textId="77777777" w:rsidR="00E66CF7" w:rsidRDefault="00E66CF7">
            <w:pPr>
              <w:rPr>
                <w:b/>
              </w:rPr>
            </w:pPr>
            <w:r>
              <w:rPr>
                <w:b/>
              </w:rPr>
              <w:t>Pojavnost</w:t>
            </w: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C87B61" w14:textId="77777777" w:rsidR="00E66CF7" w:rsidRDefault="00E66CF7">
            <w:pPr>
              <w:rPr>
                <w:b/>
              </w:rPr>
            </w:pPr>
            <w:r>
              <w:rPr>
                <w:b/>
              </w:rPr>
              <w:t>Z/O</w:t>
            </w:r>
          </w:p>
        </w:tc>
      </w:tr>
      <w:tr w:rsidR="00E66CF7" w14:paraId="6A180B33"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3157D6" w14:textId="77777777" w:rsidR="00E66CF7" w:rsidRDefault="00E66CF7">
            <w:r>
              <w:t>+</w:t>
            </w:r>
            <w:proofErr w:type="spellStart"/>
            <w:r>
              <w:rPr>
                <w:shd w:val="clear" w:color="auto" w:fill="FFFFFF" w:themeFill="background1"/>
              </w:rPr>
              <w:t>PodatkiMMinMKN</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036FF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Podatki merilnega mesta in merilno </w:t>
            </w:r>
            <w:proofErr w:type="spellStart"/>
            <w:r>
              <w:rPr>
                <w:rFonts w:asciiTheme="minorHAnsi" w:hAnsiTheme="minorHAnsi" w:cstheme="minorHAnsi"/>
                <w:sz w:val="20"/>
                <w:szCs w:val="20"/>
              </w:rPr>
              <w:t>komunikac</w:t>
            </w:r>
            <w:proofErr w:type="spellEnd"/>
            <w:r>
              <w:rPr>
                <w:rFonts w:asciiTheme="minorHAnsi" w:hAnsiTheme="minorHAnsi" w:cstheme="minorHAnsi"/>
                <w:sz w:val="20"/>
                <w:szCs w:val="20"/>
              </w:rPr>
              <w:t>.  naprave</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14:paraId="1BEABADC" w14:textId="77777777" w:rsidR="00E66CF7" w:rsidRDefault="00E66CF7">
            <w:pPr>
              <w:rPr>
                <w:rFonts w:asciiTheme="minorHAnsi" w:hAnsiTheme="minorHAnsi" w:cstheme="minorHAnsi"/>
                <w:sz w:val="20"/>
                <w:szCs w:val="20"/>
              </w:rPr>
            </w:pPr>
          </w:p>
        </w:tc>
        <w:tc>
          <w:tcPr>
            <w:tcW w:w="1016" w:type="dxa"/>
            <w:tcBorders>
              <w:top w:val="single" w:sz="4" w:space="0" w:color="auto"/>
              <w:left w:val="single" w:sz="4" w:space="0" w:color="auto"/>
              <w:bottom w:val="single" w:sz="4" w:space="0" w:color="auto"/>
              <w:right w:val="single" w:sz="4" w:space="0" w:color="auto"/>
            </w:tcBorders>
            <w:shd w:val="clear" w:color="auto" w:fill="FFFFFF" w:themeFill="background1"/>
          </w:tcPr>
          <w:p w14:paraId="170F4DE2"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tcPr>
          <w:p w14:paraId="412BA746" w14:textId="77777777" w:rsidR="00E66CF7" w:rsidRDefault="00E66CF7">
            <w:pPr>
              <w:rPr>
                <w:rFonts w:asciiTheme="minorHAnsi" w:hAnsiTheme="minorHAnsi" w:cstheme="minorHAnsi"/>
                <w:sz w:val="20"/>
                <w:szCs w:val="20"/>
              </w:rPr>
            </w:pPr>
          </w:p>
        </w:tc>
        <w:tc>
          <w:tcPr>
            <w:tcW w:w="565" w:type="dxa"/>
            <w:tcBorders>
              <w:top w:val="single" w:sz="4" w:space="0" w:color="auto"/>
              <w:left w:val="single" w:sz="4" w:space="0" w:color="auto"/>
              <w:bottom w:val="single" w:sz="4" w:space="0" w:color="auto"/>
              <w:right w:val="single" w:sz="4" w:space="0" w:color="auto"/>
            </w:tcBorders>
          </w:tcPr>
          <w:p w14:paraId="42BD0FE8" w14:textId="77777777" w:rsidR="00E66CF7" w:rsidRDefault="00E66CF7">
            <w:pPr>
              <w:rPr>
                <w:rFonts w:asciiTheme="minorHAnsi" w:hAnsiTheme="minorHAnsi" w:cstheme="minorHAnsi"/>
                <w:sz w:val="20"/>
                <w:szCs w:val="20"/>
              </w:rPr>
            </w:pPr>
          </w:p>
        </w:tc>
      </w:tr>
      <w:tr w:rsidR="00E66CF7" w14:paraId="57DEA8F8"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37728E27" w14:textId="77777777" w:rsidR="00E66CF7" w:rsidRDefault="00E66CF7">
            <w:pPr>
              <w:spacing w:after="0" w:line="240" w:lineRule="auto"/>
              <w:jc w:val="left"/>
              <w:rPr>
                <w:rFonts w:eastAsia="Times New Roman" w:cs="Calibri"/>
                <w:color w:val="000000"/>
                <w:lang w:val="en-GB"/>
              </w:rPr>
            </w:pPr>
            <w:r>
              <w:rPr>
                <w:rFonts w:cs="Calibri"/>
                <w:color w:val="000000"/>
              </w:rPr>
              <w:t>++</w:t>
            </w:r>
            <w:proofErr w:type="spellStart"/>
            <w:r>
              <w:rPr>
                <w:rFonts w:cs="Calibri"/>
                <w:color w:val="000000"/>
              </w:rPr>
              <w:t>idMM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0C433DA" w14:textId="77777777" w:rsidR="00E66CF7" w:rsidRDefault="00E66CF7">
            <w:pPr>
              <w:rPr>
                <w:rFonts w:asciiTheme="minorHAnsi" w:hAnsiTheme="minorHAnsi" w:cstheme="minorHAnsi"/>
                <w:sz w:val="20"/>
                <w:szCs w:val="20"/>
              </w:rPr>
            </w:pPr>
            <w:r>
              <w:rPr>
                <w:rFonts w:ascii="Arial" w:hAnsi="Arial" w:cs="Arial"/>
                <w:color w:val="000000"/>
                <w:sz w:val="17"/>
                <w:szCs w:val="17"/>
              </w:rPr>
              <w:t>ID merilno mesto</w:t>
            </w:r>
          </w:p>
        </w:tc>
        <w:tc>
          <w:tcPr>
            <w:tcW w:w="1037" w:type="dxa"/>
            <w:tcBorders>
              <w:top w:val="single" w:sz="4" w:space="0" w:color="auto"/>
              <w:left w:val="single" w:sz="4" w:space="0" w:color="auto"/>
              <w:bottom w:val="single" w:sz="4" w:space="0" w:color="auto"/>
              <w:right w:val="single" w:sz="4" w:space="0" w:color="auto"/>
            </w:tcBorders>
            <w:vAlign w:val="bottom"/>
            <w:hideMark/>
          </w:tcPr>
          <w:p w14:paraId="42060930" w14:textId="77777777" w:rsidR="00E66CF7" w:rsidRDefault="00E66CF7">
            <w:pPr>
              <w:spacing w:after="0" w:line="240" w:lineRule="auto"/>
              <w:jc w:val="left"/>
              <w:rPr>
                <w:rFonts w:eastAsia="Times New Roman" w:cs="Calibri"/>
                <w:color w:val="000000"/>
                <w:lang w:val="en-GB"/>
              </w:rPr>
            </w:pPr>
            <w:proofErr w:type="spellStart"/>
            <w:r>
              <w:rPr>
                <w:rFonts w:cs="Calibri"/>
                <w:color w:val="000000"/>
              </w:rPr>
              <w:t>integer</w:t>
            </w:r>
            <w:proofErr w:type="spellEnd"/>
          </w:p>
        </w:tc>
        <w:tc>
          <w:tcPr>
            <w:tcW w:w="1016" w:type="dxa"/>
            <w:tcBorders>
              <w:top w:val="single" w:sz="4" w:space="0" w:color="auto"/>
              <w:left w:val="single" w:sz="4" w:space="0" w:color="auto"/>
              <w:bottom w:val="single" w:sz="4" w:space="0" w:color="auto"/>
              <w:right w:val="single" w:sz="4" w:space="0" w:color="auto"/>
            </w:tcBorders>
          </w:tcPr>
          <w:p w14:paraId="7C9B4BD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6CB9ED18" w14:textId="77777777" w:rsidR="00E66CF7" w:rsidRDefault="00E66CF7">
            <w:pPr>
              <w:spacing w:after="0" w:line="240" w:lineRule="auto"/>
              <w:jc w:val="left"/>
              <w:rPr>
                <w:rFonts w:eastAsia="Times New Roman" w:cs="Calibri"/>
                <w:color w:val="000000"/>
                <w:lang w:val="en-GB"/>
              </w:rPr>
            </w:pPr>
            <w:r>
              <w:rPr>
                <w:rFonts w:cs="Calibri"/>
                <w:color w:val="000000"/>
              </w:rPr>
              <w:t>1</w:t>
            </w:r>
          </w:p>
        </w:tc>
        <w:tc>
          <w:tcPr>
            <w:tcW w:w="565" w:type="dxa"/>
            <w:tcBorders>
              <w:top w:val="single" w:sz="4" w:space="0" w:color="auto"/>
              <w:left w:val="single" w:sz="4" w:space="0" w:color="auto"/>
              <w:bottom w:val="single" w:sz="4" w:space="0" w:color="auto"/>
              <w:right w:val="single" w:sz="4" w:space="0" w:color="auto"/>
            </w:tcBorders>
            <w:vAlign w:val="bottom"/>
            <w:hideMark/>
          </w:tcPr>
          <w:p w14:paraId="33C99826" w14:textId="77777777" w:rsidR="00E66CF7" w:rsidRDefault="00E66CF7">
            <w:pPr>
              <w:rPr>
                <w:rFonts w:cs="Calibri"/>
                <w:color w:val="000000"/>
              </w:rPr>
            </w:pPr>
            <w:r>
              <w:rPr>
                <w:rFonts w:cs="Calibri"/>
                <w:color w:val="000000"/>
              </w:rPr>
              <w:t>Z</w:t>
            </w:r>
          </w:p>
        </w:tc>
      </w:tr>
      <w:tr w:rsidR="00E66CF7" w14:paraId="1990165C"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140510A8" w14:textId="77777777" w:rsidR="00E66CF7" w:rsidRDefault="00E66CF7">
            <w:pPr>
              <w:rPr>
                <w:rFonts w:cs="Calibri"/>
                <w:color w:val="000000"/>
              </w:rPr>
            </w:pPr>
            <w:r>
              <w:rPr>
                <w:rFonts w:cs="Calibri"/>
                <w:color w:val="000000"/>
              </w:rPr>
              <w:t>++</w:t>
            </w:r>
            <w:proofErr w:type="spellStart"/>
            <w:r>
              <w:rPr>
                <w:rFonts w:cs="Calibri"/>
                <w:color w:val="000000"/>
              </w:rPr>
              <w:t>enotniIdentifikator</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15CB95A" w14:textId="77777777" w:rsidR="00E66CF7" w:rsidRDefault="00E66CF7">
            <w:pPr>
              <w:rPr>
                <w:rFonts w:asciiTheme="minorHAnsi" w:hAnsiTheme="minorHAnsi" w:cstheme="minorHAnsi"/>
                <w:sz w:val="20"/>
                <w:szCs w:val="20"/>
              </w:rPr>
            </w:pPr>
            <w:r>
              <w:rPr>
                <w:rFonts w:ascii="Arial" w:hAnsi="Arial" w:cs="Arial"/>
                <w:color w:val="000000"/>
                <w:sz w:val="17"/>
                <w:szCs w:val="17"/>
              </w:rPr>
              <w:t>Enotni identifikator merilnega mesta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7D3F6DA2"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055DEC0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3-9</w:t>
            </w:r>
          </w:p>
        </w:tc>
        <w:tc>
          <w:tcPr>
            <w:tcW w:w="1121" w:type="dxa"/>
            <w:tcBorders>
              <w:top w:val="single" w:sz="4" w:space="0" w:color="auto"/>
              <w:left w:val="single" w:sz="4" w:space="0" w:color="auto"/>
              <w:bottom w:val="single" w:sz="4" w:space="0" w:color="auto"/>
              <w:right w:val="single" w:sz="4" w:space="0" w:color="auto"/>
            </w:tcBorders>
            <w:vAlign w:val="bottom"/>
            <w:hideMark/>
          </w:tcPr>
          <w:p w14:paraId="7F353623" w14:textId="77777777" w:rsidR="00E66CF7" w:rsidRDefault="00E66CF7">
            <w:pPr>
              <w:rPr>
                <w:rFonts w:cs="Calibri"/>
                <w:color w:val="000000"/>
              </w:rPr>
            </w:pPr>
            <w:r>
              <w:rPr>
                <w:rFonts w:cs="Calibri"/>
                <w:color w:val="000000"/>
              </w:rPr>
              <w:t>1</w:t>
            </w:r>
          </w:p>
        </w:tc>
        <w:tc>
          <w:tcPr>
            <w:tcW w:w="565" w:type="dxa"/>
            <w:tcBorders>
              <w:top w:val="single" w:sz="4" w:space="0" w:color="auto"/>
              <w:left w:val="single" w:sz="4" w:space="0" w:color="auto"/>
              <w:bottom w:val="single" w:sz="4" w:space="0" w:color="auto"/>
              <w:right w:val="single" w:sz="4" w:space="0" w:color="auto"/>
            </w:tcBorders>
            <w:vAlign w:val="bottom"/>
            <w:hideMark/>
          </w:tcPr>
          <w:p w14:paraId="376ADC3E" w14:textId="77777777" w:rsidR="00E66CF7" w:rsidRDefault="00E66CF7">
            <w:pPr>
              <w:rPr>
                <w:rFonts w:cs="Calibri"/>
                <w:color w:val="000000"/>
              </w:rPr>
            </w:pPr>
            <w:r>
              <w:rPr>
                <w:rFonts w:cs="Calibri"/>
                <w:color w:val="000000"/>
              </w:rPr>
              <w:t>Z</w:t>
            </w:r>
          </w:p>
        </w:tc>
      </w:tr>
      <w:tr w:rsidR="00E66CF7" w14:paraId="703A019F"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47B6871C" w14:textId="77777777" w:rsidR="00E66CF7" w:rsidRDefault="00E66CF7">
            <w:pPr>
              <w:rPr>
                <w:rFonts w:cs="Calibri"/>
                <w:color w:val="000000"/>
              </w:rPr>
            </w:pPr>
            <w:r>
              <w:rPr>
                <w:rFonts w:cs="Calibri"/>
                <w:color w:val="000000"/>
              </w:rPr>
              <w:lastRenderedPageBreak/>
              <w:t>++</w:t>
            </w:r>
            <w:proofErr w:type="spellStart"/>
            <w:r>
              <w:rPr>
                <w:rFonts w:cs="Calibri"/>
                <w:color w:val="000000"/>
              </w:rPr>
              <w:t>gsrnMM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06A2626" w14:textId="77777777" w:rsidR="00E66CF7" w:rsidRDefault="00E66CF7">
            <w:pPr>
              <w:rPr>
                <w:rFonts w:asciiTheme="minorHAnsi" w:hAnsiTheme="minorHAnsi" w:cstheme="minorHAnsi"/>
                <w:sz w:val="20"/>
                <w:szCs w:val="20"/>
              </w:rPr>
            </w:pPr>
            <w:r>
              <w:rPr>
                <w:rFonts w:ascii="Arial" w:hAnsi="Arial" w:cs="Arial"/>
                <w:color w:val="000000"/>
                <w:sz w:val="17"/>
                <w:szCs w:val="17"/>
              </w:rPr>
              <w:t>GS1 koda merilnega mesta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434645A3" w14:textId="77777777" w:rsidR="00E66CF7" w:rsidRDefault="00E66CF7">
            <w:pPr>
              <w:rPr>
                <w:rFonts w:cs="Calibri"/>
                <w:color w:val="000000"/>
              </w:rPr>
            </w:pPr>
            <w:proofErr w:type="spellStart"/>
            <w:r>
              <w:rPr>
                <w:rFonts w:cs="Calibri"/>
                <w:color w:val="000000"/>
              </w:rPr>
              <w:t>long</w:t>
            </w:r>
            <w:proofErr w:type="spellEnd"/>
          </w:p>
        </w:tc>
        <w:tc>
          <w:tcPr>
            <w:tcW w:w="1016" w:type="dxa"/>
            <w:tcBorders>
              <w:top w:val="single" w:sz="4" w:space="0" w:color="auto"/>
              <w:left w:val="single" w:sz="4" w:space="0" w:color="auto"/>
              <w:bottom w:val="single" w:sz="4" w:space="0" w:color="auto"/>
              <w:right w:val="single" w:sz="4" w:space="0" w:color="auto"/>
            </w:tcBorders>
          </w:tcPr>
          <w:p w14:paraId="79EA6324"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2FEA4F9E"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hideMark/>
          </w:tcPr>
          <w:p w14:paraId="4AFD3DD5" w14:textId="77777777" w:rsidR="00E66CF7" w:rsidRDefault="00E66CF7">
            <w:pPr>
              <w:rPr>
                <w:rFonts w:cs="Calibri"/>
                <w:color w:val="000000"/>
              </w:rPr>
            </w:pPr>
            <w:r>
              <w:rPr>
                <w:rFonts w:cs="Calibri"/>
                <w:color w:val="000000"/>
              </w:rPr>
              <w:t>O</w:t>
            </w:r>
          </w:p>
        </w:tc>
      </w:tr>
      <w:tr w:rsidR="00E66CF7" w14:paraId="43170D5C"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7C5D2A84" w14:textId="77777777" w:rsidR="00E66CF7" w:rsidRDefault="00E66CF7">
            <w:pPr>
              <w:rPr>
                <w:rFonts w:cs="Calibri"/>
                <w:color w:val="000000"/>
              </w:rPr>
            </w:pPr>
            <w:r>
              <w:rPr>
                <w:rFonts w:cs="Calibri"/>
                <w:color w:val="000000"/>
              </w:rPr>
              <w:t>++</w:t>
            </w:r>
            <w:proofErr w:type="spellStart"/>
            <w:r>
              <w:rPr>
                <w:rFonts w:cs="Calibri"/>
                <w:color w:val="000000"/>
              </w:rPr>
              <w:t>nazivMM</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35109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merilnega mesta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17CAA729"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47B80B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250</w:t>
            </w:r>
          </w:p>
        </w:tc>
        <w:tc>
          <w:tcPr>
            <w:tcW w:w="1121" w:type="dxa"/>
            <w:tcBorders>
              <w:top w:val="single" w:sz="4" w:space="0" w:color="auto"/>
              <w:left w:val="single" w:sz="4" w:space="0" w:color="auto"/>
              <w:bottom w:val="single" w:sz="4" w:space="0" w:color="auto"/>
              <w:right w:val="single" w:sz="4" w:space="0" w:color="auto"/>
            </w:tcBorders>
            <w:vAlign w:val="bottom"/>
            <w:hideMark/>
          </w:tcPr>
          <w:p w14:paraId="210709B6"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hideMark/>
          </w:tcPr>
          <w:p w14:paraId="260C5B4B" w14:textId="77777777" w:rsidR="00E66CF7" w:rsidRDefault="00E66CF7">
            <w:pPr>
              <w:rPr>
                <w:rFonts w:cs="Calibri"/>
                <w:color w:val="000000"/>
              </w:rPr>
            </w:pPr>
            <w:r>
              <w:rPr>
                <w:rFonts w:cs="Calibri"/>
                <w:color w:val="000000"/>
              </w:rPr>
              <w:t>O</w:t>
            </w:r>
          </w:p>
        </w:tc>
      </w:tr>
      <w:tr w:rsidR="00E66CF7" w14:paraId="4E622E96"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66685657" w14:textId="77777777" w:rsidR="00E66CF7" w:rsidRDefault="00E66CF7">
            <w:pPr>
              <w:rPr>
                <w:rFonts w:cs="Calibri"/>
                <w:color w:val="000000"/>
              </w:rPr>
            </w:pPr>
            <w:r>
              <w:rPr>
                <w:rFonts w:cs="Calibri"/>
                <w:color w:val="000000"/>
              </w:rPr>
              <w:t>++</w:t>
            </w:r>
            <w:proofErr w:type="spellStart"/>
            <w:r>
              <w:rPr>
                <w:rFonts w:cs="Calibri"/>
                <w:color w:val="000000"/>
              </w:rPr>
              <w:t>tipStevca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4BC5323A" w14:textId="77777777" w:rsidR="00E66CF7" w:rsidRDefault="00E66CF7">
            <w:pPr>
              <w:rPr>
                <w:rFonts w:asciiTheme="minorHAnsi" w:hAnsiTheme="minorHAnsi" w:cstheme="minorHAnsi"/>
                <w:sz w:val="20"/>
                <w:szCs w:val="20"/>
              </w:rPr>
            </w:pPr>
          </w:p>
        </w:tc>
        <w:tc>
          <w:tcPr>
            <w:tcW w:w="1037" w:type="dxa"/>
            <w:tcBorders>
              <w:top w:val="single" w:sz="4" w:space="0" w:color="auto"/>
              <w:left w:val="single" w:sz="4" w:space="0" w:color="auto"/>
              <w:bottom w:val="single" w:sz="4" w:space="0" w:color="auto"/>
              <w:right w:val="single" w:sz="4" w:space="0" w:color="auto"/>
            </w:tcBorders>
            <w:vAlign w:val="bottom"/>
            <w:hideMark/>
          </w:tcPr>
          <w:p w14:paraId="6724C71D"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08F7A0E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w:t>
            </w:r>
          </w:p>
        </w:tc>
        <w:tc>
          <w:tcPr>
            <w:tcW w:w="1121" w:type="dxa"/>
            <w:tcBorders>
              <w:top w:val="single" w:sz="4" w:space="0" w:color="auto"/>
              <w:left w:val="single" w:sz="4" w:space="0" w:color="auto"/>
              <w:bottom w:val="single" w:sz="4" w:space="0" w:color="auto"/>
              <w:right w:val="single" w:sz="4" w:space="0" w:color="auto"/>
            </w:tcBorders>
            <w:vAlign w:val="bottom"/>
            <w:hideMark/>
          </w:tcPr>
          <w:p w14:paraId="1EE42040"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30B5ED6D" w14:textId="77777777" w:rsidR="00E66CF7" w:rsidRDefault="00E66CF7">
            <w:pPr>
              <w:rPr>
                <w:rFonts w:cs="Calibri"/>
                <w:color w:val="000000"/>
              </w:rPr>
            </w:pPr>
            <w:r>
              <w:rPr>
                <w:rFonts w:cs="Calibri"/>
                <w:color w:val="000000"/>
              </w:rPr>
              <w:t>O</w:t>
            </w:r>
          </w:p>
        </w:tc>
      </w:tr>
      <w:tr w:rsidR="00E66CF7" w14:paraId="1C3AAF97"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27A20EFB" w14:textId="77777777" w:rsidR="00E66CF7" w:rsidRDefault="00E66CF7">
            <w:pPr>
              <w:rPr>
                <w:rFonts w:cs="Calibri"/>
                <w:color w:val="000000"/>
              </w:rPr>
            </w:pPr>
            <w:r>
              <w:rPr>
                <w:rFonts w:cs="Calibri"/>
                <w:color w:val="000000"/>
              </w:rPr>
              <w:t>++</w:t>
            </w:r>
            <w:proofErr w:type="spellStart"/>
            <w:r>
              <w:rPr>
                <w:rFonts w:cs="Calibri"/>
                <w:color w:val="000000"/>
              </w:rPr>
              <w:t>daljinskoCitanje</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F256889" w14:textId="77777777" w:rsidR="00E66CF7" w:rsidRDefault="00E66CF7">
            <w:pPr>
              <w:rPr>
                <w:rFonts w:asciiTheme="minorHAnsi" w:hAnsiTheme="minorHAnsi" w:cstheme="minorHAnsi"/>
                <w:sz w:val="20"/>
                <w:szCs w:val="20"/>
              </w:rPr>
            </w:pPr>
            <w:r>
              <w:rPr>
                <w:rFonts w:ascii="Arial" w:hAnsi="Arial" w:cs="Arial"/>
                <w:color w:val="000000"/>
                <w:sz w:val="17"/>
                <w:szCs w:val="17"/>
              </w:rPr>
              <w:t>Daljinsko odbiranje stanja električne energije D-N</w:t>
            </w:r>
          </w:p>
        </w:tc>
        <w:tc>
          <w:tcPr>
            <w:tcW w:w="1037" w:type="dxa"/>
            <w:tcBorders>
              <w:top w:val="single" w:sz="4" w:space="0" w:color="auto"/>
              <w:left w:val="single" w:sz="4" w:space="0" w:color="auto"/>
              <w:bottom w:val="single" w:sz="4" w:space="0" w:color="auto"/>
              <w:right w:val="single" w:sz="4" w:space="0" w:color="auto"/>
            </w:tcBorders>
            <w:vAlign w:val="bottom"/>
            <w:hideMark/>
          </w:tcPr>
          <w:p w14:paraId="29280FD6" w14:textId="77777777" w:rsidR="00E66CF7" w:rsidRDefault="00E66CF7">
            <w:pPr>
              <w:rPr>
                <w:rFonts w:cs="Calibri"/>
                <w:color w:val="000000"/>
              </w:rPr>
            </w:pPr>
            <w:proofErr w:type="spellStart"/>
            <w:r>
              <w:rPr>
                <w:rFonts w:cs="Calibri"/>
                <w:color w:val="000000"/>
              </w:rPr>
              <w:t>boolean</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00F443D6"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true</w:t>
            </w:r>
            <w:proofErr w:type="spellEnd"/>
            <w:r>
              <w:rPr>
                <w:rFonts w:asciiTheme="minorHAnsi" w:hAnsiTheme="minorHAnsi" w:cstheme="minorHAnsi"/>
                <w:sz w:val="20"/>
                <w:szCs w:val="20"/>
              </w:rPr>
              <w:t>/</w:t>
            </w:r>
            <w:proofErr w:type="spellStart"/>
            <w:r>
              <w:rPr>
                <w:rFonts w:asciiTheme="minorHAnsi" w:hAnsiTheme="minorHAnsi" w:cstheme="minorHAnsi"/>
                <w:sz w:val="20"/>
                <w:szCs w:val="20"/>
              </w:rPr>
              <w:t>false</w:t>
            </w:r>
            <w:proofErr w:type="spellEnd"/>
          </w:p>
        </w:tc>
        <w:tc>
          <w:tcPr>
            <w:tcW w:w="1121" w:type="dxa"/>
            <w:tcBorders>
              <w:top w:val="single" w:sz="4" w:space="0" w:color="auto"/>
              <w:left w:val="single" w:sz="4" w:space="0" w:color="auto"/>
              <w:bottom w:val="single" w:sz="4" w:space="0" w:color="auto"/>
              <w:right w:val="single" w:sz="4" w:space="0" w:color="auto"/>
            </w:tcBorders>
            <w:vAlign w:val="bottom"/>
            <w:hideMark/>
          </w:tcPr>
          <w:p w14:paraId="35DB19F9"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318025E6" w14:textId="77777777" w:rsidR="00E66CF7" w:rsidRDefault="00E66CF7">
            <w:pPr>
              <w:rPr>
                <w:rFonts w:cs="Calibri"/>
                <w:color w:val="000000"/>
              </w:rPr>
            </w:pPr>
            <w:r>
              <w:rPr>
                <w:rFonts w:cs="Calibri"/>
                <w:color w:val="000000"/>
              </w:rPr>
              <w:t>O</w:t>
            </w:r>
          </w:p>
        </w:tc>
      </w:tr>
      <w:tr w:rsidR="00E66CF7" w14:paraId="13E0BF25"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126EEED4" w14:textId="77777777" w:rsidR="00E66CF7" w:rsidRDefault="00E66CF7">
            <w:pPr>
              <w:rPr>
                <w:rFonts w:cs="Calibri"/>
                <w:color w:val="000000"/>
              </w:rPr>
            </w:pPr>
            <w:r>
              <w:rPr>
                <w:rFonts w:cs="Calibri"/>
                <w:color w:val="000000"/>
              </w:rPr>
              <w:t>++</w:t>
            </w:r>
            <w:proofErr w:type="spellStart"/>
            <w:r>
              <w:rPr>
                <w:rFonts w:cs="Calibri"/>
                <w:color w:val="000000"/>
              </w:rPr>
              <w:t>registracijskeMeritve</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4CCEC9E" w14:textId="77777777" w:rsidR="00E66CF7" w:rsidRDefault="00E66CF7">
            <w:pPr>
              <w:rPr>
                <w:rFonts w:asciiTheme="minorHAnsi" w:hAnsiTheme="minorHAnsi" w:cstheme="minorHAnsi"/>
                <w:sz w:val="20"/>
                <w:szCs w:val="20"/>
              </w:rPr>
            </w:pPr>
            <w:r>
              <w:rPr>
                <w:rFonts w:ascii="Arial" w:hAnsi="Arial" w:cs="Arial"/>
                <w:color w:val="000000"/>
                <w:sz w:val="17"/>
                <w:szCs w:val="17"/>
              </w:rPr>
              <w:t>REGISTRACIJSKE MERITVE (D/N)</w:t>
            </w:r>
          </w:p>
        </w:tc>
        <w:tc>
          <w:tcPr>
            <w:tcW w:w="1037" w:type="dxa"/>
            <w:tcBorders>
              <w:top w:val="single" w:sz="4" w:space="0" w:color="auto"/>
              <w:left w:val="single" w:sz="4" w:space="0" w:color="auto"/>
              <w:bottom w:val="single" w:sz="4" w:space="0" w:color="auto"/>
              <w:right w:val="single" w:sz="4" w:space="0" w:color="auto"/>
            </w:tcBorders>
            <w:vAlign w:val="bottom"/>
            <w:hideMark/>
          </w:tcPr>
          <w:p w14:paraId="049E4CAF" w14:textId="77777777" w:rsidR="00E66CF7" w:rsidRDefault="00E66CF7">
            <w:pPr>
              <w:rPr>
                <w:rFonts w:cs="Calibri"/>
                <w:color w:val="000000"/>
              </w:rPr>
            </w:pPr>
            <w:proofErr w:type="spellStart"/>
            <w:r>
              <w:rPr>
                <w:rFonts w:cs="Calibri"/>
                <w:color w:val="000000"/>
              </w:rPr>
              <w:t>boolean</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47F07C8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true</w:t>
            </w:r>
            <w:proofErr w:type="spellEnd"/>
            <w:r>
              <w:rPr>
                <w:rFonts w:asciiTheme="minorHAnsi" w:hAnsiTheme="minorHAnsi" w:cstheme="minorHAnsi"/>
                <w:sz w:val="20"/>
                <w:szCs w:val="20"/>
              </w:rPr>
              <w:t>/</w:t>
            </w:r>
            <w:proofErr w:type="spellStart"/>
            <w:r>
              <w:rPr>
                <w:rFonts w:asciiTheme="minorHAnsi" w:hAnsiTheme="minorHAnsi" w:cstheme="minorHAnsi"/>
                <w:sz w:val="20"/>
                <w:szCs w:val="20"/>
              </w:rPr>
              <w:t>false</w:t>
            </w:r>
            <w:proofErr w:type="spellEnd"/>
          </w:p>
        </w:tc>
        <w:tc>
          <w:tcPr>
            <w:tcW w:w="1121" w:type="dxa"/>
            <w:tcBorders>
              <w:top w:val="single" w:sz="4" w:space="0" w:color="auto"/>
              <w:left w:val="single" w:sz="4" w:space="0" w:color="auto"/>
              <w:bottom w:val="single" w:sz="4" w:space="0" w:color="auto"/>
              <w:right w:val="single" w:sz="4" w:space="0" w:color="auto"/>
            </w:tcBorders>
            <w:vAlign w:val="bottom"/>
            <w:hideMark/>
          </w:tcPr>
          <w:p w14:paraId="6FE67EFD"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78A2AD56" w14:textId="77777777" w:rsidR="00E66CF7" w:rsidRDefault="00E66CF7">
            <w:pPr>
              <w:rPr>
                <w:rFonts w:cs="Calibri"/>
                <w:color w:val="000000"/>
              </w:rPr>
            </w:pPr>
            <w:r>
              <w:rPr>
                <w:rFonts w:cs="Calibri"/>
                <w:color w:val="000000"/>
              </w:rPr>
              <w:t>O</w:t>
            </w:r>
          </w:p>
        </w:tc>
      </w:tr>
      <w:tr w:rsidR="00E66CF7" w14:paraId="59CFE224"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011AE82" w14:textId="77777777" w:rsidR="00E66CF7" w:rsidRDefault="00E66CF7">
            <w:pPr>
              <w:rPr>
                <w:rFonts w:cs="Calibri"/>
                <w:color w:val="000000"/>
              </w:rPr>
            </w:pPr>
            <w:r>
              <w:rPr>
                <w:rFonts w:cs="Calibri"/>
                <w:color w:val="000000"/>
              </w:rPr>
              <w:t>++</w:t>
            </w:r>
            <w:proofErr w:type="spellStart"/>
            <w:r>
              <w:rPr>
                <w:rFonts w:cs="Calibri"/>
                <w:color w:val="000000"/>
              </w:rPr>
              <w:t>naslovMM</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60705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Tabela: TR_NASLOV_MM ?</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C1AB04" w14:textId="77777777" w:rsidR="00E66CF7" w:rsidRDefault="00E66CF7">
            <w:pPr>
              <w:rPr>
                <w:rFonts w:cs="Calibri"/>
                <w:color w:val="000000"/>
              </w:rPr>
            </w:pPr>
          </w:p>
        </w:tc>
        <w:tc>
          <w:tcPr>
            <w:tcW w:w="1016" w:type="dxa"/>
            <w:tcBorders>
              <w:top w:val="single" w:sz="4" w:space="0" w:color="auto"/>
              <w:left w:val="single" w:sz="4" w:space="0" w:color="auto"/>
              <w:bottom w:val="single" w:sz="4" w:space="0" w:color="auto"/>
              <w:right w:val="single" w:sz="4" w:space="0" w:color="auto"/>
            </w:tcBorders>
            <w:shd w:val="clear" w:color="auto" w:fill="FFFFFF" w:themeFill="background1"/>
          </w:tcPr>
          <w:p w14:paraId="2FCA9F42"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B4C628C"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C6D57D9" w14:textId="77777777" w:rsidR="00E66CF7" w:rsidRDefault="00E66CF7">
            <w:pPr>
              <w:rPr>
                <w:rFonts w:cs="Calibri"/>
                <w:color w:val="000000"/>
              </w:rPr>
            </w:pPr>
            <w:r>
              <w:rPr>
                <w:rFonts w:cs="Calibri"/>
                <w:color w:val="000000"/>
              </w:rPr>
              <w:t>O</w:t>
            </w:r>
          </w:p>
        </w:tc>
      </w:tr>
      <w:tr w:rsidR="00E66CF7" w14:paraId="36D1A2A9"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72375C4" w14:textId="77777777" w:rsidR="00E66CF7" w:rsidRDefault="00E66CF7">
            <w:pPr>
              <w:rPr>
                <w:rFonts w:cs="Calibri"/>
                <w:color w:val="000000"/>
              </w:rPr>
            </w:pPr>
            <w:r>
              <w:rPr>
                <w:rFonts w:cs="Calibri"/>
                <w:color w:val="000000"/>
              </w:rPr>
              <w:t>+++</w:t>
            </w:r>
            <w:proofErr w:type="spellStart"/>
            <w:r>
              <w:rPr>
                <w:rFonts w:cs="Calibri"/>
                <w:color w:val="000000"/>
              </w:rPr>
              <w:t>idNaslov</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69AF41" w14:textId="77777777" w:rsidR="00E66CF7" w:rsidRDefault="00E66CF7">
            <w:pPr>
              <w:rPr>
                <w:rFonts w:asciiTheme="minorHAnsi" w:hAnsiTheme="minorHAnsi" w:cstheme="minorHAnsi"/>
                <w:sz w:val="20"/>
                <w:szCs w:val="20"/>
                <w:highlight w:val="yellow"/>
              </w:rPr>
            </w:pPr>
            <w:r>
              <w:rPr>
                <w:rFonts w:asciiTheme="minorHAnsi" w:hAnsiTheme="minorHAnsi" w:cstheme="minorHAnsi"/>
                <w:sz w:val="20"/>
                <w:szCs w:val="20"/>
              </w:rPr>
              <w:t>ID naslov MM</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F751C4A" w14:textId="77777777" w:rsidR="00E66CF7" w:rsidRDefault="00E66CF7">
            <w:pPr>
              <w:rPr>
                <w:rFonts w:cs="Calibri"/>
                <w:color w:val="000000"/>
              </w:rPr>
            </w:pPr>
            <w:proofErr w:type="spellStart"/>
            <w:r>
              <w:rPr>
                <w:rFonts w:cs="Calibri"/>
                <w:color w:val="00000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2ACB2E42"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4FBA589E"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3AE6798B" w14:textId="77777777" w:rsidR="00E66CF7" w:rsidRDefault="00E66CF7">
            <w:pPr>
              <w:rPr>
                <w:rFonts w:cs="Calibri"/>
                <w:color w:val="000000"/>
              </w:rPr>
            </w:pPr>
            <w:r>
              <w:rPr>
                <w:rFonts w:cs="Calibri"/>
                <w:color w:val="000000"/>
              </w:rPr>
              <w:t>O</w:t>
            </w:r>
          </w:p>
        </w:tc>
      </w:tr>
      <w:tr w:rsidR="00E66CF7" w14:paraId="57FD0927"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35A0D14" w14:textId="77777777" w:rsidR="00E66CF7" w:rsidRDefault="00E66CF7">
            <w:pPr>
              <w:rPr>
                <w:rFonts w:cs="Calibri"/>
                <w:color w:val="000000"/>
              </w:rPr>
            </w:pPr>
            <w:r>
              <w:rPr>
                <w:rFonts w:cs="Calibri"/>
                <w:color w:val="000000"/>
              </w:rPr>
              <w:t>+++naslov</w:t>
            </w:r>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50B49061"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A13CA75"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44AAF9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w:t>
            </w:r>
          </w:p>
        </w:tc>
        <w:tc>
          <w:tcPr>
            <w:tcW w:w="1121" w:type="dxa"/>
            <w:tcBorders>
              <w:top w:val="single" w:sz="4" w:space="0" w:color="auto"/>
              <w:left w:val="single" w:sz="4" w:space="0" w:color="auto"/>
              <w:bottom w:val="single" w:sz="4" w:space="0" w:color="auto"/>
              <w:right w:val="single" w:sz="4" w:space="0" w:color="auto"/>
            </w:tcBorders>
            <w:vAlign w:val="bottom"/>
            <w:hideMark/>
          </w:tcPr>
          <w:p w14:paraId="603EF976"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hideMark/>
          </w:tcPr>
          <w:p w14:paraId="6AF51A40" w14:textId="77777777" w:rsidR="00E66CF7" w:rsidRDefault="00E66CF7">
            <w:pPr>
              <w:rPr>
                <w:rFonts w:cs="Calibri"/>
                <w:color w:val="000000"/>
              </w:rPr>
            </w:pPr>
            <w:r>
              <w:rPr>
                <w:rFonts w:cs="Calibri"/>
                <w:color w:val="000000"/>
              </w:rPr>
              <w:t>O</w:t>
            </w:r>
          </w:p>
        </w:tc>
      </w:tr>
      <w:tr w:rsidR="00E66CF7" w14:paraId="4475AC54"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154F968" w14:textId="77777777" w:rsidR="00E66CF7" w:rsidRDefault="00E66CF7">
            <w:pPr>
              <w:rPr>
                <w:rFonts w:cs="Calibri"/>
                <w:color w:val="000000"/>
              </w:rPr>
            </w:pPr>
            <w:r>
              <w:rPr>
                <w:rFonts w:cs="Calibri"/>
                <w:color w:val="000000"/>
              </w:rPr>
              <w:t>+++nadstropje</w:t>
            </w:r>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tcPr>
          <w:p w14:paraId="53F0D542"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93233F2"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75FFA52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10</w:t>
            </w:r>
          </w:p>
        </w:tc>
        <w:tc>
          <w:tcPr>
            <w:tcW w:w="1121" w:type="dxa"/>
            <w:tcBorders>
              <w:top w:val="single" w:sz="4" w:space="0" w:color="auto"/>
              <w:left w:val="single" w:sz="4" w:space="0" w:color="auto"/>
              <w:bottom w:val="single" w:sz="4" w:space="0" w:color="auto"/>
              <w:right w:val="single" w:sz="4" w:space="0" w:color="auto"/>
            </w:tcBorders>
            <w:vAlign w:val="bottom"/>
            <w:hideMark/>
          </w:tcPr>
          <w:p w14:paraId="6B6EB123"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hideMark/>
          </w:tcPr>
          <w:p w14:paraId="108E76F1" w14:textId="77777777" w:rsidR="00E66CF7" w:rsidRDefault="00E66CF7">
            <w:pPr>
              <w:rPr>
                <w:rFonts w:cs="Calibri"/>
                <w:color w:val="000000"/>
              </w:rPr>
            </w:pPr>
            <w:r>
              <w:rPr>
                <w:rFonts w:cs="Calibri"/>
                <w:color w:val="000000"/>
              </w:rPr>
              <w:t>O</w:t>
            </w:r>
          </w:p>
        </w:tc>
      </w:tr>
      <w:tr w:rsidR="00E66CF7" w14:paraId="638A17FC"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7160F5DE" w14:textId="77777777" w:rsidR="00E66CF7" w:rsidRDefault="00E66CF7">
            <w:pPr>
              <w:rPr>
                <w:rFonts w:cs="Calibri"/>
                <w:color w:val="000000"/>
              </w:rPr>
            </w:pPr>
            <w:r>
              <w:rPr>
                <w:rFonts w:cs="Calibri"/>
                <w:color w:val="000000"/>
              </w:rPr>
              <w:t>+++</w:t>
            </w:r>
            <w:proofErr w:type="spellStart"/>
            <w:r>
              <w:rPr>
                <w:rFonts w:cs="Calibri"/>
                <w:color w:val="000000"/>
              </w:rPr>
              <w:t>stevilkaStanovanja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tcPr>
          <w:p w14:paraId="2FC5404F"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D40D783"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7B989AF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10</w:t>
            </w:r>
          </w:p>
        </w:tc>
        <w:tc>
          <w:tcPr>
            <w:tcW w:w="1121" w:type="dxa"/>
            <w:tcBorders>
              <w:top w:val="single" w:sz="4" w:space="0" w:color="auto"/>
              <w:left w:val="single" w:sz="4" w:space="0" w:color="auto"/>
              <w:bottom w:val="single" w:sz="4" w:space="0" w:color="auto"/>
              <w:right w:val="single" w:sz="4" w:space="0" w:color="auto"/>
            </w:tcBorders>
            <w:vAlign w:val="bottom"/>
            <w:hideMark/>
          </w:tcPr>
          <w:p w14:paraId="287F23BF"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hideMark/>
          </w:tcPr>
          <w:p w14:paraId="308B1AA6" w14:textId="77777777" w:rsidR="00E66CF7" w:rsidRDefault="00E66CF7">
            <w:pPr>
              <w:rPr>
                <w:rFonts w:cs="Calibri"/>
                <w:color w:val="000000"/>
              </w:rPr>
            </w:pPr>
            <w:r>
              <w:rPr>
                <w:rFonts w:cs="Calibri"/>
                <w:color w:val="000000"/>
              </w:rPr>
              <w:t>O</w:t>
            </w:r>
          </w:p>
        </w:tc>
      </w:tr>
      <w:tr w:rsidR="00E66CF7" w14:paraId="47EC8320"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43C71BE7" w14:textId="77777777" w:rsidR="00E66CF7" w:rsidRDefault="00E66CF7">
            <w:pPr>
              <w:rPr>
                <w:rFonts w:cs="Calibri"/>
                <w:color w:val="000000"/>
              </w:rPr>
            </w:pPr>
            <w:r>
              <w:rPr>
                <w:rFonts w:cs="Calibri"/>
                <w:color w:val="000000"/>
              </w:rPr>
              <w:t>+++opomba</w:t>
            </w:r>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48864256"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1ABB9C7"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1402EDA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w:t>
            </w:r>
          </w:p>
        </w:tc>
        <w:tc>
          <w:tcPr>
            <w:tcW w:w="1121" w:type="dxa"/>
            <w:tcBorders>
              <w:top w:val="single" w:sz="4" w:space="0" w:color="auto"/>
              <w:left w:val="single" w:sz="4" w:space="0" w:color="auto"/>
              <w:bottom w:val="single" w:sz="4" w:space="0" w:color="auto"/>
              <w:right w:val="single" w:sz="4" w:space="0" w:color="auto"/>
            </w:tcBorders>
            <w:vAlign w:val="bottom"/>
            <w:hideMark/>
          </w:tcPr>
          <w:p w14:paraId="4F63B16D" w14:textId="77777777" w:rsidR="00E66CF7" w:rsidRDefault="00E66CF7">
            <w:pPr>
              <w:rPr>
                <w:rFonts w:cs="Calibri"/>
                <w:color w:val="000000"/>
              </w:rPr>
            </w:pPr>
            <w:r>
              <w:rPr>
                <w:rFonts w:cs="Calibri"/>
                <w:color w:val="000000"/>
              </w:rPr>
              <w:t>0</w:t>
            </w:r>
          </w:p>
        </w:tc>
        <w:tc>
          <w:tcPr>
            <w:tcW w:w="565" w:type="dxa"/>
            <w:tcBorders>
              <w:top w:val="single" w:sz="4" w:space="0" w:color="auto"/>
              <w:left w:val="single" w:sz="4" w:space="0" w:color="auto"/>
              <w:bottom w:val="single" w:sz="4" w:space="0" w:color="auto"/>
              <w:right w:val="single" w:sz="4" w:space="0" w:color="auto"/>
            </w:tcBorders>
            <w:vAlign w:val="bottom"/>
          </w:tcPr>
          <w:p w14:paraId="3E9A7E4F" w14:textId="77777777" w:rsidR="00E66CF7" w:rsidRDefault="00E66CF7">
            <w:pPr>
              <w:rPr>
                <w:rFonts w:cs="Calibri"/>
                <w:color w:val="000000"/>
              </w:rPr>
            </w:pPr>
          </w:p>
        </w:tc>
      </w:tr>
      <w:tr w:rsidR="00E66CF7" w14:paraId="5A33F7CE"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576F4814" w14:textId="77777777" w:rsidR="00E66CF7" w:rsidRDefault="00E66CF7">
            <w:pPr>
              <w:rPr>
                <w:rFonts w:cs="Calibri"/>
                <w:color w:val="000000"/>
              </w:rPr>
            </w:pPr>
            <w:r>
              <w:rPr>
                <w:rFonts w:cs="Calibri"/>
                <w:color w:val="000000"/>
              </w:rPr>
              <w:t>++</w:t>
            </w:r>
            <w:proofErr w:type="spellStart"/>
            <w:r>
              <w:rPr>
                <w:rFonts w:cs="Calibri"/>
                <w:color w:val="000000"/>
              </w:rPr>
              <w:t>mesecObracuna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tcPr>
          <w:p w14:paraId="632CFEDB" w14:textId="77777777" w:rsidR="00E66CF7" w:rsidRDefault="00E66CF7">
            <w:pPr>
              <w:rPr>
                <w:rFonts w:asciiTheme="minorHAnsi" w:hAnsiTheme="minorHAnsi" w:cstheme="minorHAnsi"/>
                <w:sz w:val="20"/>
                <w:szCs w:val="20"/>
              </w:rPr>
            </w:pPr>
          </w:p>
        </w:tc>
        <w:tc>
          <w:tcPr>
            <w:tcW w:w="1037" w:type="dxa"/>
            <w:tcBorders>
              <w:top w:val="single" w:sz="4" w:space="0" w:color="auto"/>
              <w:left w:val="single" w:sz="4" w:space="0" w:color="auto"/>
              <w:bottom w:val="single" w:sz="4" w:space="0" w:color="auto"/>
              <w:right w:val="single" w:sz="4" w:space="0" w:color="auto"/>
            </w:tcBorders>
            <w:vAlign w:val="bottom"/>
            <w:hideMark/>
          </w:tcPr>
          <w:p w14:paraId="5039FE5C" w14:textId="77777777" w:rsidR="00E66CF7" w:rsidRDefault="00E66CF7">
            <w:pPr>
              <w:rPr>
                <w:rFonts w:cs="Calibri"/>
                <w:color w:val="000000"/>
              </w:rPr>
            </w:pPr>
            <w:proofErr w:type="spellStart"/>
            <w:r>
              <w:rPr>
                <w:rFonts w:cs="Calibri"/>
                <w:color w:val="000000"/>
              </w:rPr>
              <w:t>integer</w:t>
            </w:r>
            <w:proofErr w:type="spellEnd"/>
          </w:p>
        </w:tc>
        <w:tc>
          <w:tcPr>
            <w:tcW w:w="1016" w:type="dxa"/>
            <w:tcBorders>
              <w:top w:val="single" w:sz="4" w:space="0" w:color="auto"/>
              <w:left w:val="single" w:sz="4" w:space="0" w:color="auto"/>
              <w:bottom w:val="single" w:sz="4" w:space="0" w:color="auto"/>
              <w:right w:val="single" w:sz="4" w:space="0" w:color="auto"/>
            </w:tcBorders>
          </w:tcPr>
          <w:p w14:paraId="5BDFF15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393AF30C"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258AD5AC" w14:textId="77777777" w:rsidR="00E66CF7" w:rsidRDefault="00E66CF7">
            <w:pPr>
              <w:rPr>
                <w:rFonts w:cs="Calibri"/>
                <w:color w:val="000000"/>
              </w:rPr>
            </w:pPr>
            <w:r>
              <w:rPr>
                <w:rFonts w:cs="Calibri"/>
                <w:color w:val="000000"/>
              </w:rPr>
              <w:t>O</w:t>
            </w:r>
          </w:p>
        </w:tc>
      </w:tr>
      <w:tr w:rsidR="00E66CF7" w14:paraId="07A26D30"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16B68F40" w14:textId="77777777" w:rsidR="00E66CF7" w:rsidRDefault="00E66CF7">
            <w:pPr>
              <w:rPr>
                <w:rFonts w:cs="Calibri"/>
                <w:color w:val="000000"/>
              </w:rPr>
            </w:pPr>
            <w:r>
              <w:rPr>
                <w:rFonts w:cs="Calibri"/>
                <w:color w:val="000000"/>
              </w:rPr>
              <w:t>++</w:t>
            </w:r>
            <w:proofErr w:type="spellStart"/>
            <w:r>
              <w:rPr>
                <w:rFonts w:cs="Calibri"/>
                <w:color w:val="000000"/>
              </w:rPr>
              <w:t>idFrekvencaOdbiranja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A255ED" w14:textId="77777777" w:rsidR="00E66CF7" w:rsidRDefault="00E66CF7">
            <w:pPr>
              <w:rPr>
                <w:rFonts w:asciiTheme="minorHAnsi" w:hAnsiTheme="minorHAnsi" w:cstheme="minorHAnsi"/>
                <w:sz w:val="20"/>
                <w:szCs w:val="20"/>
              </w:rPr>
            </w:pPr>
            <w:r>
              <w:rPr>
                <w:rFonts w:ascii="Arial" w:hAnsi="Arial" w:cs="Arial"/>
                <w:color w:val="000000"/>
                <w:sz w:val="17"/>
                <w:szCs w:val="17"/>
              </w:rPr>
              <w:t>ID frekvenca odbiranja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12C75079" w14:textId="77777777" w:rsidR="00E66CF7" w:rsidRDefault="00E66CF7">
            <w:pPr>
              <w:rPr>
                <w:rFonts w:cs="Calibri"/>
                <w:color w:val="000000"/>
              </w:rPr>
            </w:pPr>
            <w:proofErr w:type="spellStart"/>
            <w:r>
              <w:rPr>
                <w:rFonts w:cs="Calibri"/>
                <w:color w:val="00000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0366F0AD"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1F2BD199"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6F14AFA0" w14:textId="77777777" w:rsidR="00E66CF7" w:rsidRDefault="00E66CF7">
            <w:pPr>
              <w:rPr>
                <w:rFonts w:cs="Calibri"/>
                <w:color w:val="000000"/>
              </w:rPr>
            </w:pPr>
            <w:r>
              <w:rPr>
                <w:rFonts w:cs="Calibri"/>
                <w:color w:val="000000"/>
              </w:rPr>
              <w:t>O</w:t>
            </w:r>
          </w:p>
        </w:tc>
      </w:tr>
      <w:tr w:rsidR="00E66CF7" w14:paraId="7C091854"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7D4378D1" w14:textId="77777777" w:rsidR="00E66CF7" w:rsidRDefault="00E66CF7">
            <w:pPr>
              <w:rPr>
                <w:rFonts w:cs="Calibri"/>
                <w:color w:val="000000"/>
              </w:rPr>
            </w:pPr>
            <w:r>
              <w:rPr>
                <w:rFonts w:cs="Calibri"/>
                <w:color w:val="000000"/>
              </w:rPr>
              <w:t>++</w:t>
            </w:r>
            <w:proofErr w:type="spellStart"/>
            <w:r>
              <w:rPr>
                <w:rFonts w:cs="Calibri"/>
                <w:color w:val="000000"/>
              </w:rPr>
              <w:t>nazivFrekvenceOdbiranja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07ED47A" w14:textId="77777777" w:rsidR="00E66CF7" w:rsidRDefault="00E66CF7">
            <w:pPr>
              <w:rPr>
                <w:rFonts w:asciiTheme="minorHAnsi" w:hAnsiTheme="minorHAnsi" w:cstheme="minorHAnsi"/>
                <w:sz w:val="20"/>
                <w:szCs w:val="20"/>
              </w:rPr>
            </w:pPr>
            <w:r>
              <w:rPr>
                <w:rFonts w:ascii="Arial" w:hAnsi="Arial" w:cs="Arial"/>
                <w:color w:val="000000"/>
                <w:sz w:val="17"/>
                <w:szCs w:val="17"/>
              </w:rPr>
              <w:t>Naziv frekvence odbiranja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3CAA0B30"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27BF31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vAlign w:val="bottom"/>
            <w:hideMark/>
          </w:tcPr>
          <w:p w14:paraId="482ADF6D" w14:textId="77777777" w:rsidR="00E66CF7" w:rsidRDefault="00E66CF7">
            <w:pPr>
              <w:rPr>
                <w:rFonts w:cs="Calibri"/>
                <w:color w:val="000000"/>
              </w:rPr>
            </w:pPr>
            <w:r>
              <w:rPr>
                <w:rFonts w:cs="Calibri"/>
                <w:color w:val="000000"/>
              </w:rPr>
              <w:t>0-1</w:t>
            </w:r>
          </w:p>
        </w:tc>
        <w:tc>
          <w:tcPr>
            <w:tcW w:w="565" w:type="dxa"/>
            <w:tcBorders>
              <w:top w:val="single" w:sz="4" w:space="0" w:color="auto"/>
              <w:left w:val="single" w:sz="4" w:space="0" w:color="auto"/>
              <w:bottom w:val="single" w:sz="4" w:space="0" w:color="auto"/>
              <w:right w:val="single" w:sz="4" w:space="0" w:color="auto"/>
            </w:tcBorders>
            <w:vAlign w:val="bottom"/>
            <w:hideMark/>
          </w:tcPr>
          <w:p w14:paraId="2FCA3968" w14:textId="77777777" w:rsidR="00E66CF7" w:rsidRDefault="00E66CF7">
            <w:pPr>
              <w:rPr>
                <w:rFonts w:cs="Calibri"/>
                <w:color w:val="000000"/>
              </w:rPr>
            </w:pPr>
            <w:r>
              <w:rPr>
                <w:rFonts w:cs="Calibri"/>
                <w:color w:val="000000"/>
              </w:rPr>
              <w:t>O</w:t>
            </w:r>
          </w:p>
        </w:tc>
      </w:tr>
      <w:tr w:rsidR="00E66CF7" w14:paraId="088847A3"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03F74EA6" w14:textId="77777777" w:rsidR="00E66CF7" w:rsidRDefault="00E66CF7">
            <w:pPr>
              <w:rPr>
                <w:rFonts w:cs="Calibri"/>
                <w:color w:val="000000"/>
              </w:rPr>
            </w:pPr>
            <w:r>
              <w:rPr>
                <w:rFonts w:cs="Calibri"/>
                <w:color w:val="000000"/>
              </w:rPr>
              <w:t>++</w:t>
            </w:r>
            <w:proofErr w:type="spellStart"/>
            <w:r>
              <w:rPr>
                <w:rFonts w:cs="Calibri"/>
                <w:color w:val="000000"/>
              </w:rPr>
              <w:t>tipMM</w:t>
            </w:r>
            <w:proofErr w:type="spellEnd"/>
          </w:p>
        </w:tc>
        <w:tc>
          <w:tcPr>
            <w:tcW w:w="2008" w:type="dxa"/>
            <w:tcBorders>
              <w:top w:val="single" w:sz="4" w:space="0" w:color="auto"/>
              <w:left w:val="single" w:sz="4" w:space="0" w:color="auto"/>
              <w:bottom w:val="single" w:sz="4" w:space="0" w:color="auto"/>
              <w:right w:val="single" w:sz="4" w:space="0" w:color="auto"/>
            </w:tcBorders>
          </w:tcPr>
          <w:p w14:paraId="4190DACC" w14:textId="77777777" w:rsidR="00E66CF7" w:rsidRDefault="00E66CF7">
            <w:pPr>
              <w:rPr>
                <w:rFonts w:asciiTheme="minorHAnsi" w:hAnsiTheme="minorHAnsi" w:cstheme="minorHAnsi"/>
                <w:sz w:val="20"/>
                <w:szCs w:val="20"/>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68931" w14:textId="77777777" w:rsidR="00E66CF7" w:rsidRDefault="00E66CF7">
            <w:pPr>
              <w:rPr>
                <w:rFonts w:asciiTheme="minorHAnsi" w:hAnsiTheme="minorHAnsi" w:cstheme="minorHAnsi"/>
                <w:sz w:val="20"/>
                <w:szCs w:val="20"/>
              </w:rPr>
            </w:pPr>
          </w:p>
        </w:tc>
        <w:tc>
          <w:tcPr>
            <w:tcW w:w="1016" w:type="dxa"/>
            <w:tcBorders>
              <w:top w:val="single" w:sz="4" w:space="0" w:color="auto"/>
              <w:left w:val="single" w:sz="4" w:space="0" w:color="auto"/>
              <w:bottom w:val="single" w:sz="4" w:space="0" w:color="auto"/>
              <w:right w:val="single" w:sz="4" w:space="0" w:color="auto"/>
            </w:tcBorders>
          </w:tcPr>
          <w:p w14:paraId="7A6A08C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tcPr>
          <w:p w14:paraId="50DF6407" w14:textId="77777777" w:rsidR="00E66CF7" w:rsidRDefault="00E66CF7">
            <w:pPr>
              <w:rPr>
                <w:rFonts w:asciiTheme="minorHAnsi" w:hAnsiTheme="minorHAnsi" w:cstheme="minorHAnsi"/>
                <w:sz w:val="20"/>
                <w:szCs w:val="20"/>
              </w:rPr>
            </w:pPr>
          </w:p>
        </w:tc>
        <w:tc>
          <w:tcPr>
            <w:tcW w:w="565" w:type="dxa"/>
            <w:tcBorders>
              <w:top w:val="single" w:sz="4" w:space="0" w:color="auto"/>
              <w:left w:val="single" w:sz="4" w:space="0" w:color="auto"/>
              <w:bottom w:val="single" w:sz="4" w:space="0" w:color="auto"/>
              <w:right w:val="single" w:sz="4" w:space="0" w:color="auto"/>
            </w:tcBorders>
          </w:tcPr>
          <w:p w14:paraId="250D4121" w14:textId="77777777" w:rsidR="00E66CF7" w:rsidRDefault="00E66CF7">
            <w:pPr>
              <w:rPr>
                <w:rFonts w:asciiTheme="minorHAnsi" w:hAnsiTheme="minorHAnsi" w:cstheme="minorHAnsi"/>
                <w:sz w:val="20"/>
                <w:szCs w:val="20"/>
              </w:rPr>
            </w:pPr>
          </w:p>
        </w:tc>
      </w:tr>
      <w:tr w:rsidR="00E66CF7" w14:paraId="2C9BA49A"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6F30F7FA" w14:textId="77777777" w:rsidR="00E66CF7" w:rsidRDefault="00E66CF7">
            <w:pPr>
              <w:spacing w:after="0" w:line="240" w:lineRule="auto"/>
              <w:jc w:val="left"/>
              <w:rPr>
                <w:rFonts w:eastAsia="Times New Roman" w:cs="Calibri"/>
                <w:color w:val="000000"/>
                <w:lang w:val="en-GB"/>
              </w:rPr>
            </w:pPr>
            <w:r>
              <w:rPr>
                <w:rFonts w:eastAsia="Times New Roman" w:cs="Calibri"/>
                <w:color w:val="000000"/>
                <w:lang w:val="en-GB"/>
              </w:rPr>
              <w:t>+++</w:t>
            </w:r>
            <w:proofErr w:type="spellStart"/>
            <w:r>
              <w:rPr>
                <w:rFonts w:eastAsia="Times New Roman" w:cs="Calibri"/>
                <w:color w:val="000000"/>
                <w:lang w:val="en-GB"/>
              </w:rPr>
              <w:t>sifra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44A621C3"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6A1E11"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tcPr>
          <w:p w14:paraId="66103F0D"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184FBD8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w:t>
            </w:r>
          </w:p>
        </w:tc>
        <w:tc>
          <w:tcPr>
            <w:tcW w:w="565" w:type="dxa"/>
            <w:tcBorders>
              <w:top w:val="single" w:sz="4" w:space="0" w:color="auto"/>
              <w:left w:val="single" w:sz="4" w:space="0" w:color="auto"/>
              <w:bottom w:val="single" w:sz="4" w:space="0" w:color="auto"/>
              <w:right w:val="single" w:sz="4" w:space="0" w:color="auto"/>
            </w:tcBorders>
            <w:hideMark/>
          </w:tcPr>
          <w:p w14:paraId="4625A0E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2271E6A"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6A066F20" w14:textId="77777777" w:rsidR="00E66CF7" w:rsidRDefault="00E66CF7">
            <w:pPr>
              <w:rPr>
                <w:rFonts w:cs="Calibri"/>
                <w:color w:val="000000"/>
              </w:rPr>
            </w:pPr>
            <w:r>
              <w:rPr>
                <w:rFonts w:cs="Calibri"/>
                <w:color w:val="000000"/>
              </w:rPr>
              <w:t>+++opis</w:t>
            </w:r>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13E20DE6" w14:textId="77777777" w:rsidR="00E66CF7" w:rsidRDefault="00E66CF7">
            <w:pPr>
              <w:rPr>
                <w:rFonts w:asciiTheme="minorHAnsi" w:hAnsiTheme="minorHAnsi" w:cstheme="minorHAnsi"/>
                <w:sz w:val="20"/>
                <w:szCs w:val="20"/>
                <w:highlight w:val="yellow"/>
              </w:rPr>
            </w:pP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3BD9EA"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tcPr>
          <w:p w14:paraId="2D23CA0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510AA7E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w:t>
            </w:r>
          </w:p>
        </w:tc>
        <w:tc>
          <w:tcPr>
            <w:tcW w:w="565" w:type="dxa"/>
            <w:tcBorders>
              <w:top w:val="single" w:sz="4" w:space="0" w:color="auto"/>
              <w:left w:val="single" w:sz="4" w:space="0" w:color="auto"/>
              <w:bottom w:val="single" w:sz="4" w:space="0" w:color="auto"/>
              <w:right w:val="single" w:sz="4" w:space="0" w:color="auto"/>
            </w:tcBorders>
            <w:hideMark/>
          </w:tcPr>
          <w:p w14:paraId="20D8A46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2A873EAD"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21C6A80B" w14:textId="77777777" w:rsidR="00E66CF7" w:rsidRDefault="00E66CF7">
            <w:pPr>
              <w:rPr>
                <w:rFonts w:cs="Calibri"/>
                <w:color w:val="000000"/>
              </w:rPr>
            </w:pPr>
            <w:r>
              <w:rPr>
                <w:rFonts w:cs="Calibri"/>
                <w:color w:val="000000"/>
              </w:rPr>
              <w:t>+</w:t>
            </w:r>
            <w:proofErr w:type="spellStart"/>
            <w:r>
              <w:rPr>
                <w:rFonts w:cs="Calibri"/>
                <w:color w:val="000000"/>
              </w:rPr>
              <w:t>oznakaDist</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5D29782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distributerja</w:t>
            </w:r>
          </w:p>
        </w:tc>
        <w:tc>
          <w:tcPr>
            <w:tcW w:w="1037" w:type="dxa"/>
            <w:tcBorders>
              <w:top w:val="single" w:sz="4" w:space="0" w:color="auto"/>
              <w:left w:val="single" w:sz="4" w:space="0" w:color="auto"/>
              <w:bottom w:val="single" w:sz="4" w:space="0" w:color="auto"/>
              <w:right w:val="single" w:sz="4" w:space="0" w:color="auto"/>
            </w:tcBorders>
            <w:hideMark/>
          </w:tcPr>
          <w:p w14:paraId="1AF42972"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23E6BEC0"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6630986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1537A4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7E8E3C3"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217C4BF1" w14:textId="77777777" w:rsidR="00E66CF7" w:rsidRDefault="00E66CF7">
            <w:pPr>
              <w:rPr>
                <w:rFonts w:cs="Calibri"/>
                <w:color w:val="000000"/>
              </w:rPr>
            </w:pPr>
            <w:r>
              <w:rPr>
                <w:rFonts w:cs="Calibri"/>
                <w:color w:val="000000"/>
              </w:rPr>
              <w:t>+</w:t>
            </w:r>
            <w:proofErr w:type="spellStart"/>
            <w:r>
              <w:rPr>
                <w:rFonts w:cs="Calibri"/>
                <w:color w:val="000000"/>
              </w:rPr>
              <w:t>eicDistributer</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87A0EE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EIC koda </w:t>
            </w:r>
            <w:proofErr w:type="spellStart"/>
            <w:r>
              <w:rPr>
                <w:rFonts w:asciiTheme="minorHAnsi" w:hAnsiTheme="minorHAnsi" w:cstheme="minorHAnsi"/>
                <w:sz w:val="20"/>
                <w:szCs w:val="20"/>
              </w:rPr>
              <w:t>distr</w:t>
            </w:r>
            <w:proofErr w:type="spellEnd"/>
            <w:r>
              <w:rPr>
                <w:rFonts w:asciiTheme="minorHAnsi" w:hAnsiTheme="minorHAnsi" w:cstheme="minorHAnsi"/>
                <w:sz w:val="20"/>
                <w:szCs w:val="20"/>
              </w:rPr>
              <w:t xml:space="preserve">. </w:t>
            </w:r>
            <w:r>
              <w:rPr>
                <w:rFonts w:ascii="Arial" w:hAnsi="Arial" w:cs="Arial"/>
                <w:color w:val="000000"/>
                <w:sz w:val="17"/>
                <w:szCs w:val="17"/>
              </w:rPr>
              <w:t>(</w:t>
            </w:r>
            <w:proofErr w:type="spellStart"/>
            <w:r>
              <w:rPr>
                <w:rFonts w:ascii="Arial" w:hAnsi="Arial" w:cs="Arial"/>
                <w:color w:val="000000"/>
                <w:sz w:val="17"/>
                <w:szCs w:val="17"/>
              </w:rPr>
              <w:t>Energy</w:t>
            </w:r>
            <w:proofErr w:type="spellEnd"/>
            <w:r>
              <w:rPr>
                <w:rFonts w:ascii="Arial" w:hAnsi="Arial" w:cs="Arial"/>
                <w:color w:val="000000"/>
                <w:sz w:val="17"/>
                <w:szCs w:val="17"/>
              </w:rPr>
              <w:t xml:space="preserve"> </w:t>
            </w:r>
            <w:proofErr w:type="spellStart"/>
            <w:r>
              <w:rPr>
                <w:rFonts w:ascii="Arial" w:hAnsi="Arial" w:cs="Arial"/>
                <w:color w:val="000000"/>
                <w:sz w:val="17"/>
                <w:szCs w:val="17"/>
              </w:rPr>
              <w:t>Identification</w:t>
            </w:r>
            <w:proofErr w:type="spellEnd"/>
            <w:r>
              <w:rPr>
                <w:rFonts w:ascii="Arial" w:hAnsi="Arial" w:cs="Arial"/>
                <w:color w:val="000000"/>
                <w:sz w:val="17"/>
                <w:szCs w:val="17"/>
              </w:rPr>
              <w:t xml:space="preserve"> </w:t>
            </w:r>
            <w:proofErr w:type="spellStart"/>
            <w:r>
              <w:rPr>
                <w:rFonts w:ascii="Arial" w:hAnsi="Arial" w:cs="Arial"/>
                <w:color w:val="000000"/>
                <w:sz w:val="17"/>
                <w:szCs w:val="17"/>
              </w:rPr>
              <w:t>Codes</w:t>
            </w:r>
            <w:proofErr w:type="spellEnd"/>
            <w:r>
              <w:rPr>
                <w:rFonts w:ascii="Arial" w:hAnsi="Arial" w:cs="Arial"/>
                <w:color w:val="000000"/>
                <w:sz w:val="17"/>
                <w:szCs w:val="17"/>
              </w:rPr>
              <w:t>)</w:t>
            </w:r>
          </w:p>
        </w:tc>
        <w:tc>
          <w:tcPr>
            <w:tcW w:w="1037" w:type="dxa"/>
            <w:tcBorders>
              <w:top w:val="single" w:sz="4" w:space="0" w:color="auto"/>
              <w:left w:val="single" w:sz="4" w:space="0" w:color="auto"/>
              <w:bottom w:val="single" w:sz="4" w:space="0" w:color="auto"/>
              <w:right w:val="single" w:sz="4" w:space="0" w:color="auto"/>
            </w:tcBorders>
            <w:hideMark/>
          </w:tcPr>
          <w:p w14:paraId="3D9A9028"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D99190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16</w:t>
            </w:r>
          </w:p>
        </w:tc>
        <w:tc>
          <w:tcPr>
            <w:tcW w:w="1121" w:type="dxa"/>
            <w:tcBorders>
              <w:top w:val="single" w:sz="4" w:space="0" w:color="auto"/>
              <w:left w:val="single" w:sz="4" w:space="0" w:color="auto"/>
              <w:bottom w:val="single" w:sz="4" w:space="0" w:color="auto"/>
              <w:right w:val="single" w:sz="4" w:space="0" w:color="auto"/>
            </w:tcBorders>
            <w:hideMark/>
          </w:tcPr>
          <w:p w14:paraId="256150B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216196F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13C2903"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7C767080" w14:textId="77777777" w:rsidR="00E66CF7" w:rsidRDefault="00E66CF7">
            <w:pPr>
              <w:rPr>
                <w:rFonts w:cs="Calibri"/>
                <w:color w:val="000000"/>
              </w:rPr>
            </w:pPr>
            <w:r>
              <w:rPr>
                <w:rFonts w:cs="Calibri"/>
                <w:color w:val="000000"/>
              </w:rPr>
              <w:t>+</w:t>
            </w:r>
            <w:proofErr w:type="spellStart"/>
            <w:r>
              <w:rPr>
                <w:rFonts w:cs="Calibri"/>
                <w:color w:val="000000"/>
              </w:rPr>
              <w:t>nazivDist</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6C6D55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distributerja</w:t>
            </w:r>
          </w:p>
        </w:tc>
        <w:tc>
          <w:tcPr>
            <w:tcW w:w="1037" w:type="dxa"/>
            <w:tcBorders>
              <w:top w:val="single" w:sz="4" w:space="0" w:color="auto"/>
              <w:left w:val="single" w:sz="4" w:space="0" w:color="auto"/>
              <w:bottom w:val="single" w:sz="4" w:space="0" w:color="auto"/>
              <w:right w:val="single" w:sz="4" w:space="0" w:color="auto"/>
            </w:tcBorders>
            <w:hideMark/>
          </w:tcPr>
          <w:p w14:paraId="74F32160"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E54579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74B1DFB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6DFC2A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631F2F83"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FE1A79" w14:textId="77777777" w:rsidR="00E66CF7" w:rsidRDefault="00E66CF7">
            <w:r>
              <w:t>+</w:t>
            </w:r>
            <w:proofErr w:type="spellStart"/>
            <w:r>
              <w:t>lastnikMM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E4A919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Lastnik MM</w:t>
            </w:r>
          </w:p>
        </w:tc>
        <w:tc>
          <w:tcPr>
            <w:tcW w:w="1037" w:type="dxa"/>
            <w:tcBorders>
              <w:top w:val="single" w:sz="4" w:space="0" w:color="auto"/>
              <w:left w:val="single" w:sz="4" w:space="0" w:color="auto"/>
              <w:bottom w:val="single" w:sz="4" w:space="0" w:color="auto"/>
              <w:right w:val="single" w:sz="4" w:space="0" w:color="auto"/>
            </w:tcBorders>
            <w:hideMark/>
          </w:tcPr>
          <w:p w14:paraId="5DC0FF0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PodatkiPP</w:t>
            </w:r>
            <w:proofErr w:type="spellEnd"/>
          </w:p>
        </w:tc>
        <w:tc>
          <w:tcPr>
            <w:tcW w:w="1016" w:type="dxa"/>
            <w:tcBorders>
              <w:top w:val="single" w:sz="4" w:space="0" w:color="auto"/>
              <w:left w:val="single" w:sz="4" w:space="0" w:color="auto"/>
              <w:bottom w:val="single" w:sz="4" w:space="0" w:color="auto"/>
              <w:right w:val="single" w:sz="4" w:space="0" w:color="auto"/>
            </w:tcBorders>
          </w:tcPr>
          <w:p w14:paraId="5004F5A7"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6950EB6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606378D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61ED0FE8"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6E8DE8" w14:textId="77777777" w:rsidR="00E66CF7" w:rsidRDefault="00E66CF7">
            <w:r>
              <w:t>+</w:t>
            </w:r>
            <w:proofErr w:type="spellStart"/>
            <w:r>
              <w:t>placnikMM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246C48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Plačnik na MM</w:t>
            </w:r>
          </w:p>
        </w:tc>
        <w:tc>
          <w:tcPr>
            <w:tcW w:w="1037" w:type="dxa"/>
            <w:tcBorders>
              <w:top w:val="single" w:sz="4" w:space="0" w:color="auto"/>
              <w:left w:val="single" w:sz="4" w:space="0" w:color="auto"/>
              <w:bottom w:val="single" w:sz="4" w:space="0" w:color="auto"/>
              <w:right w:val="single" w:sz="4" w:space="0" w:color="auto"/>
            </w:tcBorders>
            <w:hideMark/>
          </w:tcPr>
          <w:p w14:paraId="5FEEB201"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PodatkiPP</w:t>
            </w:r>
            <w:proofErr w:type="spellEnd"/>
          </w:p>
        </w:tc>
        <w:tc>
          <w:tcPr>
            <w:tcW w:w="1016" w:type="dxa"/>
            <w:tcBorders>
              <w:top w:val="single" w:sz="4" w:space="0" w:color="auto"/>
              <w:left w:val="single" w:sz="4" w:space="0" w:color="auto"/>
              <w:bottom w:val="single" w:sz="4" w:space="0" w:color="auto"/>
              <w:right w:val="single" w:sz="4" w:space="0" w:color="auto"/>
            </w:tcBorders>
          </w:tcPr>
          <w:p w14:paraId="632FC254"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3A3EF4E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1C46C47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53356A24" w14:textId="77777777" w:rsidTr="00E66CF7">
        <w:tc>
          <w:tcPr>
            <w:tcW w:w="32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8813F7" w14:textId="77777777" w:rsidR="00E66CF7" w:rsidRDefault="00E66CF7">
            <w:r>
              <w:t>+</w:t>
            </w:r>
            <w:proofErr w:type="spellStart"/>
            <w:r>
              <w:t>naslovnikMM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572DF0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Naslovnik MM</w:t>
            </w:r>
          </w:p>
        </w:tc>
        <w:tc>
          <w:tcPr>
            <w:tcW w:w="1037" w:type="dxa"/>
            <w:tcBorders>
              <w:top w:val="single" w:sz="4" w:space="0" w:color="auto"/>
              <w:left w:val="single" w:sz="4" w:space="0" w:color="auto"/>
              <w:bottom w:val="single" w:sz="4" w:space="0" w:color="auto"/>
              <w:right w:val="single" w:sz="4" w:space="0" w:color="auto"/>
            </w:tcBorders>
            <w:hideMark/>
          </w:tcPr>
          <w:p w14:paraId="42E2990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PodatkiPP</w:t>
            </w:r>
            <w:proofErr w:type="spellEnd"/>
          </w:p>
        </w:tc>
        <w:tc>
          <w:tcPr>
            <w:tcW w:w="1016" w:type="dxa"/>
            <w:tcBorders>
              <w:top w:val="single" w:sz="4" w:space="0" w:color="auto"/>
              <w:left w:val="single" w:sz="4" w:space="0" w:color="auto"/>
              <w:bottom w:val="single" w:sz="4" w:space="0" w:color="auto"/>
              <w:right w:val="single" w:sz="4" w:space="0" w:color="auto"/>
            </w:tcBorders>
          </w:tcPr>
          <w:p w14:paraId="0A16B0E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238DBA0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0F26812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3CA0CB6"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4335D107" w14:textId="77777777" w:rsidR="00E66CF7" w:rsidRDefault="00E66CF7">
            <w:r>
              <w:t>+</w:t>
            </w:r>
            <w:proofErr w:type="spellStart"/>
            <w:r>
              <w:t>dobaviteljNaMM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2A0CD3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Dobavitelj za MM</w:t>
            </w:r>
          </w:p>
        </w:tc>
        <w:tc>
          <w:tcPr>
            <w:tcW w:w="1037" w:type="dxa"/>
            <w:tcBorders>
              <w:top w:val="single" w:sz="4" w:space="0" w:color="auto"/>
              <w:left w:val="single" w:sz="4" w:space="0" w:color="auto"/>
              <w:bottom w:val="single" w:sz="4" w:space="0" w:color="auto"/>
              <w:right w:val="single" w:sz="4" w:space="0" w:color="auto"/>
            </w:tcBorders>
          </w:tcPr>
          <w:p w14:paraId="6DEE72E0" w14:textId="77777777" w:rsidR="00E66CF7" w:rsidRDefault="00E66CF7">
            <w:pPr>
              <w:rPr>
                <w:rFonts w:asciiTheme="minorHAnsi" w:hAnsiTheme="minorHAnsi" w:cstheme="minorHAnsi"/>
                <w:sz w:val="20"/>
                <w:szCs w:val="20"/>
              </w:rPr>
            </w:pPr>
          </w:p>
        </w:tc>
        <w:tc>
          <w:tcPr>
            <w:tcW w:w="1016" w:type="dxa"/>
            <w:tcBorders>
              <w:top w:val="single" w:sz="4" w:space="0" w:color="auto"/>
              <w:left w:val="single" w:sz="4" w:space="0" w:color="auto"/>
              <w:bottom w:val="single" w:sz="4" w:space="0" w:color="auto"/>
              <w:right w:val="single" w:sz="4" w:space="0" w:color="auto"/>
            </w:tcBorders>
          </w:tcPr>
          <w:p w14:paraId="6FB9F3C9"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tcPr>
          <w:p w14:paraId="4BCA52E4" w14:textId="77777777" w:rsidR="00E66CF7" w:rsidRDefault="00E66CF7">
            <w:pPr>
              <w:rPr>
                <w:rFonts w:asciiTheme="minorHAnsi" w:hAnsiTheme="minorHAnsi" w:cstheme="minorHAnsi"/>
                <w:sz w:val="20"/>
                <w:szCs w:val="20"/>
              </w:rPr>
            </w:pPr>
          </w:p>
        </w:tc>
        <w:tc>
          <w:tcPr>
            <w:tcW w:w="565" w:type="dxa"/>
            <w:tcBorders>
              <w:top w:val="single" w:sz="4" w:space="0" w:color="auto"/>
              <w:left w:val="single" w:sz="4" w:space="0" w:color="auto"/>
              <w:bottom w:val="single" w:sz="4" w:space="0" w:color="auto"/>
              <w:right w:val="single" w:sz="4" w:space="0" w:color="auto"/>
            </w:tcBorders>
          </w:tcPr>
          <w:p w14:paraId="2BDACBD2" w14:textId="77777777" w:rsidR="00E66CF7" w:rsidRDefault="00E66CF7">
            <w:pPr>
              <w:rPr>
                <w:rFonts w:asciiTheme="minorHAnsi" w:hAnsiTheme="minorHAnsi" w:cstheme="minorHAnsi"/>
                <w:sz w:val="20"/>
                <w:szCs w:val="20"/>
              </w:rPr>
            </w:pPr>
          </w:p>
        </w:tc>
      </w:tr>
      <w:tr w:rsidR="00E66CF7" w14:paraId="3E2B868A"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7956584A" w14:textId="77777777" w:rsidR="00E66CF7" w:rsidRDefault="00E66CF7">
            <w:pPr>
              <w:rPr>
                <w:rFonts w:cs="Calibri"/>
                <w:color w:val="000000"/>
              </w:rPr>
            </w:pPr>
            <w:r>
              <w:rPr>
                <w:rFonts w:cs="Calibri"/>
                <w:color w:val="000000"/>
              </w:rPr>
              <w:lastRenderedPageBreak/>
              <w:t>++</w:t>
            </w:r>
            <w:proofErr w:type="spellStart"/>
            <w:r>
              <w:rPr>
                <w:rFonts w:cs="Calibri"/>
                <w:color w:val="000000"/>
              </w:rPr>
              <w:t>enotniIdentifikator</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085F53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Enotni identifikator MM</w:t>
            </w:r>
          </w:p>
        </w:tc>
        <w:tc>
          <w:tcPr>
            <w:tcW w:w="1037" w:type="dxa"/>
            <w:tcBorders>
              <w:top w:val="single" w:sz="4" w:space="0" w:color="auto"/>
              <w:left w:val="single" w:sz="4" w:space="0" w:color="auto"/>
              <w:bottom w:val="single" w:sz="4" w:space="0" w:color="auto"/>
              <w:right w:val="single" w:sz="4" w:space="0" w:color="auto"/>
            </w:tcBorders>
            <w:vAlign w:val="bottom"/>
            <w:hideMark/>
          </w:tcPr>
          <w:p w14:paraId="2E1DDD6F" w14:textId="77777777" w:rsidR="00E66CF7" w:rsidRDefault="00E66CF7">
            <w:pPr>
              <w:rPr>
                <w:rFonts w:cs="Calibri"/>
                <w:color w:val="000000"/>
              </w:rPr>
            </w:pPr>
            <w:proofErr w:type="spellStart"/>
            <w:r>
              <w:rPr>
                <w:rFonts w:cs="Calibri"/>
                <w:color w:val="00000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4AC4AE9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3-9</w:t>
            </w:r>
          </w:p>
        </w:tc>
        <w:tc>
          <w:tcPr>
            <w:tcW w:w="1121" w:type="dxa"/>
            <w:tcBorders>
              <w:top w:val="single" w:sz="4" w:space="0" w:color="auto"/>
              <w:left w:val="single" w:sz="4" w:space="0" w:color="auto"/>
              <w:bottom w:val="single" w:sz="4" w:space="0" w:color="auto"/>
              <w:right w:val="single" w:sz="4" w:space="0" w:color="auto"/>
            </w:tcBorders>
            <w:vAlign w:val="bottom"/>
            <w:hideMark/>
          </w:tcPr>
          <w:p w14:paraId="766B805B" w14:textId="77777777" w:rsidR="00E66CF7" w:rsidRDefault="00E66CF7">
            <w:pPr>
              <w:rPr>
                <w:rFonts w:cs="Calibri"/>
                <w:color w:val="000000"/>
              </w:rPr>
            </w:pPr>
            <w:r>
              <w:rPr>
                <w:rFonts w:cs="Calibri"/>
                <w:color w:val="000000"/>
              </w:rPr>
              <w:t>1</w:t>
            </w:r>
          </w:p>
        </w:tc>
        <w:tc>
          <w:tcPr>
            <w:tcW w:w="565" w:type="dxa"/>
            <w:tcBorders>
              <w:top w:val="single" w:sz="4" w:space="0" w:color="auto"/>
              <w:left w:val="single" w:sz="4" w:space="0" w:color="auto"/>
              <w:bottom w:val="single" w:sz="4" w:space="0" w:color="auto"/>
              <w:right w:val="single" w:sz="4" w:space="0" w:color="auto"/>
            </w:tcBorders>
            <w:vAlign w:val="bottom"/>
            <w:hideMark/>
          </w:tcPr>
          <w:p w14:paraId="152817F3" w14:textId="77777777" w:rsidR="00E66CF7" w:rsidRDefault="00E66CF7">
            <w:pPr>
              <w:rPr>
                <w:rFonts w:cs="Calibri"/>
                <w:color w:val="000000"/>
              </w:rPr>
            </w:pPr>
            <w:r>
              <w:rPr>
                <w:rFonts w:cs="Calibri"/>
                <w:color w:val="000000"/>
              </w:rPr>
              <w:t>Z</w:t>
            </w:r>
          </w:p>
        </w:tc>
      </w:tr>
      <w:tr w:rsidR="00E66CF7" w14:paraId="08CF5822" w14:textId="77777777" w:rsidTr="00E66CF7">
        <w:tc>
          <w:tcPr>
            <w:tcW w:w="3269" w:type="dxa"/>
            <w:tcBorders>
              <w:top w:val="single" w:sz="4" w:space="0" w:color="auto"/>
              <w:left w:val="single" w:sz="4" w:space="0" w:color="auto"/>
              <w:bottom w:val="single" w:sz="4" w:space="0" w:color="auto"/>
              <w:right w:val="single" w:sz="4" w:space="0" w:color="auto"/>
            </w:tcBorders>
            <w:vAlign w:val="bottom"/>
            <w:hideMark/>
          </w:tcPr>
          <w:p w14:paraId="26D53DFE" w14:textId="77777777" w:rsidR="00E66CF7" w:rsidRDefault="00E66CF7">
            <w:pPr>
              <w:rPr>
                <w:rFonts w:cs="Calibri"/>
                <w:color w:val="000000"/>
              </w:rPr>
            </w:pPr>
            <w:r>
              <w:rPr>
                <w:rFonts w:cs="Calibri"/>
                <w:color w:val="000000"/>
              </w:rPr>
              <w:t>++</w:t>
            </w:r>
            <w:proofErr w:type="spellStart"/>
            <w:r>
              <w:rPr>
                <w:rFonts w:cs="Calibri"/>
                <w:color w:val="000000"/>
              </w:rPr>
              <w:t>gsrnMM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5DB7F54A" w14:textId="77777777" w:rsidR="00E66CF7" w:rsidRDefault="00E66CF7">
            <w:pPr>
              <w:rPr>
                <w:rFonts w:asciiTheme="minorHAnsi" w:hAnsiTheme="minorHAnsi" w:cstheme="minorHAnsi"/>
                <w:sz w:val="20"/>
                <w:szCs w:val="20"/>
              </w:rPr>
            </w:pPr>
            <w:r>
              <w:rPr>
                <w:rFonts w:asciiTheme="minorHAnsi" w:hAnsiTheme="minorHAnsi" w:cstheme="minorHAnsi"/>
                <w:color w:val="000000"/>
                <w:sz w:val="20"/>
                <w:szCs w:val="20"/>
              </w:rPr>
              <w:t>GS1 koda merilnega mesta</w:t>
            </w:r>
          </w:p>
        </w:tc>
        <w:tc>
          <w:tcPr>
            <w:tcW w:w="1037" w:type="dxa"/>
            <w:tcBorders>
              <w:top w:val="single" w:sz="4" w:space="0" w:color="auto"/>
              <w:left w:val="single" w:sz="4" w:space="0" w:color="auto"/>
              <w:bottom w:val="single" w:sz="4" w:space="0" w:color="auto"/>
              <w:right w:val="single" w:sz="4" w:space="0" w:color="auto"/>
            </w:tcBorders>
            <w:vAlign w:val="bottom"/>
            <w:hideMark/>
          </w:tcPr>
          <w:p w14:paraId="754A04AD" w14:textId="77777777" w:rsidR="00E66CF7" w:rsidRDefault="00E66CF7">
            <w:pPr>
              <w:rPr>
                <w:rFonts w:cs="Calibri"/>
                <w:color w:val="000000"/>
              </w:rPr>
            </w:pPr>
            <w:proofErr w:type="spellStart"/>
            <w:r>
              <w:rPr>
                <w:rFonts w:cs="Calibri"/>
                <w:color w:val="000000"/>
              </w:rPr>
              <w:t>long</w:t>
            </w:r>
            <w:proofErr w:type="spellEnd"/>
          </w:p>
        </w:tc>
        <w:tc>
          <w:tcPr>
            <w:tcW w:w="1016" w:type="dxa"/>
            <w:tcBorders>
              <w:top w:val="single" w:sz="4" w:space="0" w:color="auto"/>
              <w:left w:val="single" w:sz="4" w:space="0" w:color="auto"/>
              <w:bottom w:val="single" w:sz="4" w:space="0" w:color="auto"/>
              <w:right w:val="single" w:sz="4" w:space="0" w:color="auto"/>
            </w:tcBorders>
          </w:tcPr>
          <w:p w14:paraId="33A25729"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vAlign w:val="bottom"/>
            <w:hideMark/>
          </w:tcPr>
          <w:p w14:paraId="75F6928A" w14:textId="77777777" w:rsidR="00E66CF7" w:rsidRDefault="00E66CF7">
            <w:pPr>
              <w:rPr>
                <w:rFonts w:cs="Calibri"/>
                <w:color w:val="000000"/>
              </w:rPr>
            </w:pPr>
            <w:r>
              <w:rPr>
                <w:rFonts w:cs="Calibri"/>
                <w:color w:val="000000"/>
              </w:rPr>
              <w:t>1</w:t>
            </w:r>
          </w:p>
        </w:tc>
        <w:tc>
          <w:tcPr>
            <w:tcW w:w="565" w:type="dxa"/>
            <w:tcBorders>
              <w:top w:val="single" w:sz="4" w:space="0" w:color="auto"/>
              <w:left w:val="single" w:sz="4" w:space="0" w:color="auto"/>
              <w:bottom w:val="single" w:sz="4" w:space="0" w:color="auto"/>
              <w:right w:val="single" w:sz="4" w:space="0" w:color="auto"/>
            </w:tcBorders>
            <w:vAlign w:val="bottom"/>
            <w:hideMark/>
          </w:tcPr>
          <w:p w14:paraId="0F609F63" w14:textId="77777777" w:rsidR="00E66CF7" w:rsidRDefault="00E66CF7">
            <w:pPr>
              <w:rPr>
                <w:rFonts w:cs="Calibri"/>
                <w:color w:val="000000"/>
              </w:rPr>
            </w:pPr>
            <w:r>
              <w:rPr>
                <w:rFonts w:cs="Calibri"/>
                <w:color w:val="000000"/>
              </w:rPr>
              <w:t>Z</w:t>
            </w:r>
          </w:p>
        </w:tc>
      </w:tr>
      <w:tr w:rsidR="00E66CF7" w14:paraId="1A95B1AF"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1574C88D" w14:textId="77777777" w:rsidR="00E66CF7" w:rsidRDefault="00E66CF7">
            <w:r>
              <w:t>++</w:t>
            </w:r>
            <w:proofErr w:type="spellStart"/>
            <w:r>
              <w:t>oznakaDobavitelja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C3E858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dobavitelja na MM</w:t>
            </w:r>
          </w:p>
        </w:tc>
        <w:tc>
          <w:tcPr>
            <w:tcW w:w="1037" w:type="dxa"/>
            <w:tcBorders>
              <w:top w:val="single" w:sz="4" w:space="0" w:color="auto"/>
              <w:left w:val="single" w:sz="4" w:space="0" w:color="auto"/>
              <w:bottom w:val="single" w:sz="4" w:space="0" w:color="auto"/>
              <w:right w:val="single" w:sz="4" w:space="0" w:color="auto"/>
            </w:tcBorders>
            <w:hideMark/>
          </w:tcPr>
          <w:p w14:paraId="4595E170"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21F66B84"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05877B0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3987676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6DE1CDCC"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7BCE37F3" w14:textId="77777777" w:rsidR="00E66CF7" w:rsidRDefault="00E66CF7">
            <w:r>
              <w:t>++</w:t>
            </w:r>
            <w:proofErr w:type="spellStart"/>
            <w:r>
              <w:t>eicDobavitelj</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1455A0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EIC koda dobav. </w:t>
            </w:r>
            <w:r>
              <w:rPr>
                <w:rFonts w:ascii="Arial" w:hAnsi="Arial" w:cs="Arial"/>
                <w:color w:val="000000"/>
                <w:sz w:val="17"/>
                <w:szCs w:val="17"/>
              </w:rPr>
              <w:t>(</w:t>
            </w:r>
            <w:proofErr w:type="spellStart"/>
            <w:r>
              <w:rPr>
                <w:rFonts w:ascii="Arial" w:hAnsi="Arial" w:cs="Arial"/>
                <w:color w:val="000000"/>
                <w:sz w:val="17"/>
                <w:szCs w:val="17"/>
              </w:rPr>
              <w:t>Energy</w:t>
            </w:r>
            <w:proofErr w:type="spellEnd"/>
            <w:r>
              <w:rPr>
                <w:rFonts w:ascii="Arial" w:hAnsi="Arial" w:cs="Arial"/>
                <w:color w:val="000000"/>
                <w:sz w:val="17"/>
                <w:szCs w:val="17"/>
              </w:rPr>
              <w:t xml:space="preserve"> </w:t>
            </w:r>
            <w:proofErr w:type="spellStart"/>
            <w:r>
              <w:rPr>
                <w:rFonts w:ascii="Arial" w:hAnsi="Arial" w:cs="Arial"/>
                <w:color w:val="000000"/>
                <w:sz w:val="17"/>
                <w:szCs w:val="17"/>
              </w:rPr>
              <w:t>Identification</w:t>
            </w:r>
            <w:proofErr w:type="spellEnd"/>
            <w:r>
              <w:rPr>
                <w:rFonts w:ascii="Arial" w:hAnsi="Arial" w:cs="Arial"/>
                <w:color w:val="000000"/>
                <w:sz w:val="17"/>
                <w:szCs w:val="17"/>
              </w:rPr>
              <w:t xml:space="preserve"> </w:t>
            </w:r>
            <w:proofErr w:type="spellStart"/>
            <w:r>
              <w:rPr>
                <w:rFonts w:ascii="Arial" w:hAnsi="Arial" w:cs="Arial"/>
                <w:color w:val="000000"/>
                <w:sz w:val="17"/>
                <w:szCs w:val="17"/>
              </w:rPr>
              <w:t>Codes</w:t>
            </w:r>
            <w:proofErr w:type="spellEnd"/>
            <w:r>
              <w:rPr>
                <w:rFonts w:ascii="Arial" w:hAnsi="Arial" w:cs="Arial"/>
                <w:color w:val="000000"/>
                <w:sz w:val="17"/>
                <w:szCs w:val="17"/>
              </w:rPr>
              <w:t>)</w:t>
            </w:r>
          </w:p>
        </w:tc>
        <w:tc>
          <w:tcPr>
            <w:tcW w:w="1037" w:type="dxa"/>
            <w:tcBorders>
              <w:top w:val="single" w:sz="4" w:space="0" w:color="auto"/>
              <w:left w:val="single" w:sz="4" w:space="0" w:color="auto"/>
              <w:bottom w:val="single" w:sz="4" w:space="0" w:color="auto"/>
              <w:right w:val="single" w:sz="4" w:space="0" w:color="auto"/>
            </w:tcBorders>
            <w:hideMark/>
          </w:tcPr>
          <w:p w14:paraId="4C9B254B"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76F27FE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16</w:t>
            </w:r>
          </w:p>
        </w:tc>
        <w:tc>
          <w:tcPr>
            <w:tcW w:w="1121" w:type="dxa"/>
            <w:tcBorders>
              <w:top w:val="single" w:sz="4" w:space="0" w:color="auto"/>
              <w:left w:val="single" w:sz="4" w:space="0" w:color="auto"/>
              <w:bottom w:val="single" w:sz="4" w:space="0" w:color="auto"/>
              <w:right w:val="single" w:sz="4" w:space="0" w:color="auto"/>
            </w:tcBorders>
            <w:hideMark/>
          </w:tcPr>
          <w:p w14:paraId="502233C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B288E2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144040F9"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AA0F955" w14:textId="77777777" w:rsidR="00E66CF7" w:rsidRDefault="00E66CF7">
            <w:r>
              <w:t>++</w:t>
            </w:r>
            <w:proofErr w:type="spellStart"/>
            <w:r>
              <w:t>nazivDobavitelja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5C89ECD9" w14:textId="77777777" w:rsidR="00E66CF7" w:rsidRDefault="00E66CF7">
            <w:pPr>
              <w:rPr>
                <w:rFonts w:asciiTheme="minorHAnsi" w:hAnsiTheme="minorHAnsi" w:cstheme="minorHAnsi"/>
                <w:sz w:val="20"/>
                <w:szCs w:val="20"/>
              </w:rPr>
            </w:pPr>
            <w:r>
              <w:rPr>
                <w:rFonts w:ascii="Arial" w:hAnsi="Arial" w:cs="Arial"/>
                <w:color w:val="000000"/>
                <w:sz w:val="17"/>
                <w:szCs w:val="17"/>
              </w:rPr>
              <w:t>Naziv dobavitelja</w:t>
            </w:r>
          </w:p>
        </w:tc>
        <w:tc>
          <w:tcPr>
            <w:tcW w:w="1037" w:type="dxa"/>
            <w:tcBorders>
              <w:top w:val="single" w:sz="4" w:space="0" w:color="auto"/>
              <w:left w:val="single" w:sz="4" w:space="0" w:color="auto"/>
              <w:bottom w:val="single" w:sz="4" w:space="0" w:color="auto"/>
              <w:right w:val="single" w:sz="4" w:space="0" w:color="auto"/>
            </w:tcBorders>
            <w:hideMark/>
          </w:tcPr>
          <w:p w14:paraId="325018CD"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45D42D6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77DE22A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1FE44BE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613CD382"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0094D74" w14:textId="77777777" w:rsidR="00E66CF7" w:rsidRDefault="00E66CF7">
            <w:r>
              <w:t>++</w:t>
            </w:r>
            <w:proofErr w:type="spellStart"/>
            <w:r>
              <w:t>datumOd</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FED091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Datum veljavnosti od</w:t>
            </w:r>
          </w:p>
        </w:tc>
        <w:tc>
          <w:tcPr>
            <w:tcW w:w="1037" w:type="dxa"/>
            <w:tcBorders>
              <w:top w:val="single" w:sz="4" w:space="0" w:color="auto"/>
              <w:left w:val="single" w:sz="4" w:space="0" w:color="auto"/>
              <w:bottom w:val="single" w:sz="4" w:space="0" w:color="auto"/>
              <w:right w:val="single" w:sz="4" w:space="0" w:color="auto"/>
            </w:tcBorders>
            <w:hideMark/>
          </w:tcPr>
          <w:p w14:paraId="4381DEA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date</w:t>
            </w:r>
          </w:p>
        </w:tc>
        <w:tc>
          <w:tcPr>
            <w:tcW w:w="1016" w:type="dxa"/>
            <w:tcBorders>
              <w:top w:val="single" w:sz="4" w:space="0" w:color="auto"/>
              <w:left w:val="single" w:sz="4" w:space="0" w:color="auto"/>
              <w:bottom w:val="single" w:sz="4" w:space="0" w:color="auto"/>
              <w:right w:val="single" w:sz="4" w:space="0" w:color="auto"/>
            </w:tcBorders>
          </w:tcPr>
          <w:p w14:paraId="68471ECE"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0B75ADE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3C9CAA4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74CBAA98"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758B1623" w14:textId="77777777" w:rsidR="00E66CF7" w:rsidRDefault="00E66CF7">
            <w:r>
              <w:t>++</w:t>
            </w:r>
            <w:proofErr w:type="spellStart"/>
            <w:r>
              <w:t>datumDo</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3DD3CD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Datum veljavnosti do</w:t>
            </w:r>
          </w:p>
        </w:tc>
        <w:tc>
          <w:tcPr>
            <w:tcW w:w="1037" w:type="dxa"/>
            <w:tcBorders>
              <w:top w:val="single" w:sz="4" w:space="0" w:color="auto"/>
              <w:left w:val="single" w:sz="4" w:space="0" w:color="auto"/>
              <w:bottom w:val="single" w:sz="4" w:space="0" w:color="auto"/>
              <w:right w:val="single" w:sz="4" w:space="0" w:color="auto"/>
            </w:tcBorders>
            <w:hideMark/>
          </w:tcPr>
          <w:p w14:paraId="0973F55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date</w:t>
            </w:r>
          </w:p>
        </w:tc>
        <w:tc>
          <w:tcPr>
            <w:tcW w:w="1016" w:type="dxa"/>
            <w:tcBorders>
              <w:top w:val="single" w:sz="4" w:space="0" w:color="auto"/>
              <w:left w:val="single" w:sz="4" w:space="0" w:color="auto"/>
              <w:bottom w:val="single" w:sz="4" w:space="0" w:color="auto"/>
              <w:right w:val="single" w:sz="4" w:space="0" w:color="auto"/>
            </w:tcBorders>
          </w:tcPr>
          <w:p w14:paraId="40973650"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040B67A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4493CA7B"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14BA743B"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445C8839" w14:textId="77777777" w:rsidR="00E66CF7" w:rsidRDefault="00E66CF7">
            <w:r>
              <w:t>+</w:t>
            </w:r>
            <w:proofErr w:type="spellStart"/>
            <w:r>
              <w:t>prikljucnaMoc</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CE2C80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priključna moč</w:t>
            </w:r>
          </w:p>
        </w:tc>
        <w:tc>
          <w:tcPr>
            <w:tcW w:w="1037" w:type="dxa"/>
            <w:tcBorders>
              <w:top w:val="single" w:sz="4" w:space="0" w:color="auto"/>
              <w:left w:val="single" w:sz="4" w:space="0" w:color="auto"/>
              <w:bottom w:val="single" w:sz="4" w:space="0" w:color="auto"/>
              <w:right w:val="single" w:sz="4" w:space="0" w:color="auto"/>
            </w:tcBorders>
            <w:hideMark/>
          </w:tcPr>
          <w:p w14:paraId="1321704B"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04DDB15C"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47E9CE2B"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6F9726D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5CA28189"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5009B8CD" w14:textId="77777777" w:rsidR="00E66CF7" w:rsidRDefault="00E66CF7">
            <w:r>
              <w:t>+</w:t>
            </w:r>
            <w:proofErr w:type="spellStart"/>
            <w:r>
              <w:t>sifraTrenDob</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003613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Šifra trenutnega dobavitelja</w:t>
            </w:r>
          </w:p>
        </w:tc>
        <w:tc>
          <w:tcPr>
            <w:tcW w:w="1037" w:type="dxa"/>
            <w:tcBorders>
              <w:top w:val="single" w:sz="4" w:space="0" w:color="auto"/>
              <w:left w:val="single" w:sz="4" w:space="0" w:color="auto"/>
              <w:bottom w:val="single" w:sz="4" w:space="0" w:color="auto"/>
              <w:right w:val="single" w:sz="4" w:space="0" w:color="auto"/>
            </w:tcBorders>
            <w:hideMark/>
          </w:tcPr>
          <w:p w14:paraId="3CB68062"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406808EB"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722AE6A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2DE7E5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692A1824"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6150572F" w14:textId="77777777" w:rsidR="00E66CF7" w:rsidRDefault="00E66CF7">
            <w:proofErr w:type="spellStart"/>
            <w:r>
              <w:t>nazivTrenDob</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2D8DE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trenutnega dobavitelja</w:t>
            </w:r>
          </w:p>
        </w:tc>
        <w:tc>
          <w:tcPr>
            <w:tcW w:w="1037" w:type="dxa"/>
            <w:tcBorders>
              <w:top w:val="single" w:sz="4" w:space="0" w:color="auto"/>
              <w:left w:val="single" w:sz="4" w:space="0" w:color="auto"/>
              <w:bottom w:val="single" w:sz="4" w:space="0" w:color="auto"/>
              <w:right w:val="single" w:sz="4" w:space="0" w:color="auto"/>
            </w:tcBorders>
            <w:hideMark/>
          </w:tcPr>
          <w:p w14:paraId="08AA8D80"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1203172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1B9C211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FAE34B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1DB9EE11"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EED02FC" w14:textId="77777777" w:rsidR="00E66CF7" w:rsidRDefault="00E66CF7">
            <w:r>
              <w:t>+</w:t>
            </w:r>
            <w:proofErr w:type="spellStart"/>
            <w:r>
              <w:t>stevilkaSzP</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598323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Št.soglasja</w:t>
            </w:r>
            <w:proofErr w:type="spellEnd"/>
            <w:r>
              <w:rPr>
                <w:rFonts w:asciiTheme="minorHAnsi" w:hAnsiTheme="minorHAnsi" w:cstheme="minorHAnsi"/>
                <w:sz w:val="20"/>
                <w:szCs w:val="20"/>
              </w:rPr>
              <w:t xml:space="preserve"> za priklop</w:t>
            </w:r>
          </w:p>
        </w:tc>
        <w:tc>
          <w:tcPr>
            <w:tcW w:w="1037" w:type="dxa"/>
            <w:tcBorders>
              <w:top w:val="single" w:sz="4" w:space="0" w:color="auto"/>
              <w:left w:val="single" w:sz="4" w:space="0" w:color="auto"/>
              <w:bottom w:val="single" w:sz="4" w:space="0" w:color="auto"/>
              <w:right w:val="single" w:sz="4" w:space="0" w:color="auto"/>
            </w:tcBorders>
            <w:hideMark/>
          </w:tcPr>
          <w:p w14:paraId="2ACB82C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5C6516D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2D29E3F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3B1B348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7BA3E1CB"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0EEB44F" w14:textId="77777777" w:rsidR="00E66CF7" w:rsidRDefault="00E66CF7">
            <w:r>
              <w:t>+</w:t>
            </w:r>
            <w:proofErr w:type="spellStart"/>
            <w:r>
              <w:t>nazivVrsteTarifeObracuna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087DBAA" w14:textId="77777777" w:rsidR="00E66CF7" w:rsidRDefault="00E66CF7">
            <w:pPr>
              <w:rPr>
                <w:rFonts w:asciiTheme="minorHAnsi" w:hAnsiTheme="minorHAnsi" w:cstheme="minorHAnsi"/>
                <w:sz w:val="20"/>
                <w:szCs w:val="20"/>
              </w:rPr>
            </w:pPr>
            <w:r>
              <w:rPr>
                <w:rFonts w:ascii="Arial" w:hAnsi="Arial" w:cs="Arial"/>
                <w:color w:val="000000"/>
                <w:sz w:val="17"/>
                <w:szCs w:val="17"/>
              </w:rPr>
              <w:t>Naziv vrste tarife</w:t>
            </w:r>
          </w:p>
        </w:tc>
        <w:tc>
          <w:tcPr>
            <w:tcW w:w="1037" w:type="dxa"/>
            <w:tcBorders>
              <w:top w:val="single" w:sz="4" w:space="0" w:color="auto"/>
              <w:left w:val="single" w:sz="4" w:space="0" w:color="auto"/>
              <w:bottom w:val="single" w:sz="4" w:space="0" w:color="auto"/>
              <w:right w:val="single" w:sz="4" w:space="0" w:color="auto"/>
            </w:tcBorders>
            <w:hideMark/>
          </w:tcPr>
          <w:p w14:paraId="570305F7"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A08A7A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2915749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3727599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E89C110"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591A2BF2" w14:textId="77777777" w:rsidR="00E66CF7" w:rsidRDefault="00E66CF7">
            <w:r>
              <w:t>+</w:t>
            </w:r>
            <w:proofErr w:type="spellStart"/>
            <w:r>
              <w:t>oznakaVrsteTarifeObracuna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5C14BED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vrste tarife</w:t>
            </w:r>
          </w:p>
        </w:tc>
        <w:tc>
          <w:tcPr>
            <w:tcW w:w="1037" w:type="dxa"/>
            <w:tcBorders>
              <w:top w:val="single" w:sz="4" w:space="0" w:color="auto"/>
              <w:left w:val="single" w:sz="4" w:space="0" w:color="auto"/>
              <w:bottom w:val="single" w:sz="4" w:space="0" w:color="auto"/>
              <w:right w:val="single" w:sz="4" w:space="0" w:color="auto"/>
            </w:tcBorders>
            <w:hideMark/>
          </w:tcPr>
          <w:p w14:paraId="22EA862B"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1A29D25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5177790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F6B9D9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6F2BA156"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55C04B91" w14:textId="77777777" w:rsidR="00E66CF7" w:rsidRDefault="00E66CF7">
            <w:r>
              <w:t>+</w:t>
            </w:r>
            <w:proofErr w:type="spellStart"/>
            <w:r>
              <w:t>nazivNacinaObracuna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D1FE1D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načina obračuna</w:t>
            </w:r>
          </w:p>
        </w:tc>
        <w:tc>
          <w:tcPr>
            <w:tcW w:w="1037" w:type="dxa"/>
            <w:tcBorders>
              <w:top w:val="single" w:sz="4" w:space="0" w:color="auto"/>
              <w:left w:val="single" w:sz="4" w:space="0" w:color="auto"/>
              <w:bottom w:val="single" w:sz="4" w:space="0" w:color="auto"/>
              <w:right w:val="single" w:sz="4" w:space="0" w:color="auto"/>
            </w:tcBorders>
            <w:hideMark/>
          </w:tcPr>
          <w:p w14:paraId="5B2747EC"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0CFF14A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30C753E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9EAC8F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277957C3"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77D94DA2" w14:textId="77777777" w:rsidR="00E66CF7" w:rsidRDefault="00E66CF7">
            <w:r>
              <w:t>+</w:t>
            </w:r>
            <w:proofErr w:type="spellStart"/>
            <w:r>
              <w:t>oznakaNacinaObracuna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684478B"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načina obračuna</w:t>
            </w:r>
          </w:p>
        </w:tc>
        <w:tc>
          <w:tcPr>
            <w:tcW w:w="1037" w:type="dxa"/>
            <w:tcBorders>
              <w:top w:val="single" w:sz="4" w:space="0" w:color="auto"/>
              <w:left w:val="single" w:sz="4" w:space="0" w:color="auto"/>
              <w:bottom w:val="single" w:sz="4" w:space="0" w:color="auto"/>
              <w:right w:val="single" w:sz="4" w:space="0" w:color="auto"/>
            </w:tcBorders>
            <w:hideMark/>
          </w:tcPr>
          <w:p w14:paraId="7BB99DE6"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1AEB6ACE"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546D2A3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AF86CF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78AABAB6"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75289C71" w14:textId="77777777" w:rsidR="00E66CF7" w:rsidRDefault="00E66CF7">
            <w:r>
              <w:t>+</w:t>
            </w:r>
            <w:proofErr w:type="spellStart"/>
            <w:r>
              <w:t>nazivVrsteOdjema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2069BA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vrste odjema</w:t>
            </w:r>
          </w:p>
        </w:tc>
        <w:tc>
          <w:tcPr>
            <w:tcW w:w="1037" w:type="dxa"/>
            <w:tcBorders>
              <w:top w:val="single" w:sz="4" w:space="0" w:color="auto"/>
              <w:left w:val="single" w:sz="4" w:space="0" w:color="auto"/>
              <w:bottom w:val="single" w:sz="4" w:space="0" w:color="auto"/>
              <w:right w:val="single" w:sz="4" w:space="0" w:color="auto"/>
            </w:tcBorders>
            <w:hideMark/>
          </w:tcPr>
          <w:p w14:paraId="428D3DA3"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3F82815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0CA99CE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1F46A9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A8B0137"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48C9C25E" w14:textId="77777777" w:rsidR="00E66CF7" w:rsidRDefault="00E66CF7">
            <w:r>
              <w:t>+</w:t>
            </w:r>
            <w:proofErr w:type="spellStart"/>
            <w:r>
              <w:t>oznakaVrsteOdjema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F32598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vrste odjema</w:t>
            </w:r>
          </w:p>
        </w:tc>
        <w:tc>
          <w:tcPr>
            <w:tcW w:w="1037" w:type="dxa"/>
            <w:tcBorders>
              <w:top w:val="single" w:sz="4" w:space="0" w:color="auto"/>
              <w:left w:val="single" w:sz="4" w:space="0" w:color="auto"/>
              <w:bottom w:val="single" w:sz="4" w:space="0" w:color="auto"/>
              <w:right w:val="single" w:sz="4" w:space="0" w:color="auto"/>
            </w:tcBorders>
            <w:hideMark/>
          </w:tcPr>
          <w:p w14:paraId="49A07D0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2CE98DB9"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16EEC8A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1955FD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88ABD48"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1BA7EB7" w14:textId="77777777" w:rsidR="00E66CF7" w:rsidRDefault="00E66CF7">
            <w:r>
              <w:t>+</w:t>
            </w:r>
            <w:proofErr w:type="spellStart"/>
            <w:r>
              <w:t>nazivNapetostnegaNivoja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A9BDCE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napetostnega nivoja</w:t>
            </w:r>
          </w:p>
        </w:tc>
        <w:tc>
          <w:tcPr>
            <w:tcW w:w="1037" w:type="dxa"/>
            <w:tcBorders>
              <w:top w:val="single" w:sz="4" w:space="0" w:color="auto"/>
              <w:left w:val="single" w:sz="4" w:space="0" w:color="auto"/>
              <w:bottom w:val="single" w:sz="4" w:space="0" w:color="auto"/>
              <w:right w:val="single" w:sz="4" w:space="0" w:color="auto"/>
            </w:tcBorders>
            <w:hideMark/>
          </w:tcPr>
          <w:p w14:paraId="7875E953"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E85057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302FB13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30AEAF6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B22EF39"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D8C50F8" w14:textId="77777777" w:rsidR="00E66CF7" w:rsidRDefault="00E66CF7">
            <w:r>
              <w:t>+</w:t>
            </w:r>
            <w:proofErr w:type="spellStart"/>
            <w:r>
              <w:t>oznakaNapetostnegaNivoja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B0AFD7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napetostnega nivoja</w:t>
            </w:r>
          </w:p>
        </w:tc>
        <w:tc>
          <w:tcPr>
            <w:tcW w:w="1037" w:type="dxa"/>
            <w:tcBorders>
              <w:top w:val="single" w:sz="4" w:space="0" w:color="auto"/>
              <w:left w:val="single" w:sz="4" w:space="0" w:color="auto"/>
              <w:bottom w:val="single" w:sz="4" w:space="0" w:color="auto"/>
              <w:right w:val="single" w:sz="4" w:space="0" w:color="auto"/>
            </w:tcBorders>
            <w:hideMark/>
          </w:tcPr>
          <w:p w14:paraId="7FAA304A"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3F0B8F5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2</w:t>
            </w:r>
          </w:p>
        </w:tc>
        <w:tc>
          <w:tcPr>
            <w:tcW w:w="1121" w:type="dxa"/>
            <w:tcBorders>
              <w:top w:val="single" w:sz="4" w:space="0" w:color="auto"/>
              <w:left w:val="single" w:sz="4" w:space="0" w:color="auto"/>
              <w:bottom w:val="single" w:sz="4" w:space="0" w:color="auto"/>
              <w:right w:val="single" w:sz="4" w:space="0" w:color="auto"/>
            </w:tcBorders>
            <w:hideMark/>
          </w:tcPr>
          <w:p w14:paraId="39865A8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24B3AF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131AD877"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16404C87" w14:textId="77777777" w:rsidR="00E66CF7" w:rsidRDefault="00E66CF7">
            <w:r>
              <w:t>+</w:t>
            </w:r>
            <w:proofErr w:type="spellStart"/>
            <w:r>
              <w:t>nazivNacinaPrikljucitve</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BC4A352" w14:textId="77777777" w:rsidR="00E66CF7" w:rsidRDefault="00E66CF7">
            <w:pPr>
              <w:rPr>
                <w:rFonts w:asciiTheme="minorHAnsi" w:hAnsiTheme="minorHAnsi" w:cstheme="minorHAnsi"/>
                <w:sz w:val="20"/>
                <w:szCs w:val="20"/>
              </w:rPr>
            </w:pPr>
            <w:r>
              <w:rPr>
                <w:rFonts w:ascii="Arial" w:hAnsi="Arial" w:cs="Arial"/>
                <w:color w:val="000000"/>
                <w:sz w:val="17"/>
                <w:szCs w:val="17"/>
              </w:rPr>
              <w:t>Naziv načina priključitve</w:t>
            </w:r>
          </w:p>
        </w:tc>
        <w:tc>
          <w:tcPr>
            <w:tcW w:w="1037" w:type="dxa"/>
            <w:tcBorders>
              <w:top w:val="single" w:sz="4" w:space="0" w:color="auto"/>
              <w:left w:val="single" w:sz="4" w:space="0" w:color="auto"/>
              <w:bottom w:val="single" w:sz="4" w:space="0" w:color="auto"/>
              <w:right w:val="single" w:sz="4" w:space="0" w:color="auto"/>
            </w:tcBorders>
            <w:hideMark/>
          </w:tcPr>
          <w:p w14:paraId="01BA572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4AF6A1B"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38868B5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1C9B766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234F972A"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7EF0ECC" w14:textId="77777777" w:rsidR="00E66CF7" w:rsidRDefault="00E66CF7">
            <w:r>
              <w:t>+</w:t>
            </w:r>
            <w:proofErr w:type="spellStart"/>
            <w:r>
              <w:t>oznakaNacinaPrikljucitve</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917591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Oznaka načina priključitve</w:t>
            </w:r>
          </w:p>
        </w:tc>
        <w:tc>
          <w:tcPr>
            <w:tcW w:w="1037" w:type="dxa"/>
            <w:tcBorders>
              <w:top w:val="single" w:sz="4" w:space="0" w:color="auto"/>
              <w:left w:val="single" w:sz="4" w:space="0" w:color="auto"/>
              <w:bottom w:val="single" w:sz="4" w:space="0" w:color="auto"/>
              <w:right w:val="single" w:sz="4" w:space="0" w:color="auto"/>
            </w:tcBorders>
            <w:hideMark/>
          </w:tcPr>
          <w:p w14:paraId="0FC27F6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339F8D5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0AFDBEB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38A14D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2263B19A"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F66EC2B" w14:textId="77777777" w:rsidR="00E66CF7" w:rsidRDefault="00E66CF7">
            <w:r>
              <w:lastRenderedPageBreak/>
              <w:t>+</w:t>
            </w:r>
            <w:proofErr w:type="spellStart"/>
            <w:r>
              <w:t>datumPogodbeODostopuOd</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A7EF32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Datum veljavnosti pogodbe o dostopu od</w:t>
            </w:r>
          </w:p>
        </w:tc>
        <w:tc>
          <w:tcPr>
            <w:tcW w:w="1037" w:type="dxa"/>
            <w:tcBorders>
              <w:top w:val="single" w:sz="4" w:space="0" w:color="auto"/>
              <w:left w:val="single" w:sz="4" w:space="0" w:color="auto"/>
              <w:bottom w:val="single" w:sz="4" w:space="0" w:color="auto"/>
              <w:right w:val="single" w:sz="4" w:space="0" w:color="auto"/>
            </w:tcBorders>
            <w:hideMark/>
          </w:tcPr>
          <w:p w14:paraId="23430E9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date</w:t>
            </w:r>
          </w:p>
        </w:tc>
        <w:tc>
          <w:tcPr>
            <w:tcW w:w="1016" w:type="dxa"/>
            <w:tcBorders>
              <w:top w:val="single" w:sz="4" w:space="0" w:color="auto"/>
              <w:left w:val="single" w:sz="4" w:space="0" w:color="auto"/>
              <w:bottom w:val="single" w:sz="4" w:space="0" w:color="auto"/>
              <w:right w:val="single" w:sz="4" w:space="0" w:color="auto"/>
            </w:tcBorders>
          </w:tcPr>
          <w:p w14:paraId="5E936E27"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58F5A9F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385E30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9BB5203"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65A138E9" w14:textId="77777777" w:rsidR="00E66CF7" w:rsidRDefault="00E66CF7">
            <w:r>
              <w:t>+</w:t>
            </w:r>
            <w:proofErr w:type="spellStart"/>
            <w:r>
              <w:t>datumPogodbeODostopuDo</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51125E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Datum veljavnosti pogodbe o dostopu do</w:t>
            </w:r>
          </w:p>
        </w:tc>
        <w:tc>
          <w:tcPr>
            <w:tcW w:w="1037" w:type="dxa"/>
            <w:tcBorders>
              <w:top w:val="single" w:sz="4" w:space="0" w:color="auto"/>
              <w:left w:val="single" w:sz="4" w:space="0" w:color="auto"/>
              <w:bottom w:val="single" w:sz="4" w:space="0" w:color="auto"/>
              <w:right w:val="single" w:sz="4" w:space="0" w:color="auto"/>
            </w:tcBorders>
            <w:hideMark/>
          </w:tcPr>
          <w:p w14:paraId="2DE8C26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date</w:t>
            </w:r>
          </w:p>
        </w:tc>
        <w:tc>
          <w:tcPr>
            <w:tcW w:w="1016" w:type="dxa"/>
            <w:tcBorders>
              <w:top w:val="single" w:sz="4" w:space="0" w:color="auto"/>
              <w:left w:val="single" w:sz="4" w:space="0" w:color="auto"/>
              <w:bottom w:val="single" w:sz="4" w:space="0" w:color="auto"/>
              <w:right w:val="single" w:sz="4" w:space="0" w:color="auto"/>
            </w:tcBorders>
          </w:tcPr>
          <w:p w14:paraId="5577947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6787239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66C746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AE3C034"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24623D1" w14:textId="77777777" w:rsidR="00E66CF7" w:rsidRDefault="00E66CF7">
            <w:r>
              <w:t>+</w:t>
            </w:r>
            <w:proofErr w:type="spellStart"/>
            <w:r>
              <w:t>vrstaRacuna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47D8E3E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Vrsta računa – vrednosti: S (skupen) /L (ločen)</w:t>
            </w:r>
          </w:p>
        </w:tc>
        <w:tc>
          <w:tcPr>
            <w:tcW w:w="1037" w:type="dxa"/>
            <w:tcBorders>
              <w:top w:val="single" w:sz="4" w:space="0" w:color="auto"/>
              <w:left w:val="single" w:sz="4" w:space="0" w:color="auto"/>
              <w:bottom w:val="single" w:sz="4" w:space="0" w:color="auto"/>
              <w:right w:val="single" w:sz="4" w:space="0" w:color="auto"/>
            </w:tcBorders>
            <w:hideMark/>
          </w:tcPr>
          <w:p w14:paraId="66AB68E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char</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8E5812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1121" w:type="dxa"/>
            <w:tcBorders>
              <w:top w:val="single" w:sz="4" w:space="0" w:color="auto"/>
              <w:left w:val="single" w:sz="4" w:space="0" w:color="auto"/>
              <w:bottom w:val="single" w:sz="4" w:space="0" w:color="auto"/>
              <w:right w:val="single" w:sz="4" w:space="0" w:color="auto"/>
            </w:tcBorders>
            <w:hideMark/>
          </w:tcPr>
          <w:p w14:paraId="77977C7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098EEB4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5D5C2498"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1E516F72" w14:textId="77777777" w:rsidR="00E66CF7" w:rsidRDefault="00E66CF7">
            <w:r>
              <w:t>+</w:t>
            </w:r>
            <w:proofErr w:type="spellStart"/>
            <w:r>
              <w:t>vrstaPrikljucka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52D391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Vrsta priključka</w:t>
            </w:r>
          </w:p>
        </w:tc>
        <w:tc>
          <w:tcPr>
            <w:tcW w:w="1037" w:type="dxa"/>
            <w:tcBorders>
              <w:top w:val="single" w:sz="4" w:space="0" w:color="auto"/>
              <w:left w:val="single" w:sz="4" w:space="0" w:color="auto"/>
              <w:bottom w:val="single" w:sz="4" w:space="0" w:color="auto"/>
              <w:right w:val="single" w:sz="4" w:space="0" w:color="auto"/>
            </w:tcBorders>
            <w:hideMark/>
          </w:tcPr>
          <w:p w14:paraId="22F4D911"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638184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5107162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17E8E9C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465348D5"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2F4BDC0" w14:textId="77777777" w:rsidR="00E66CF7" w:rsidRDefault="00E66CF7">
            <w:r>
              <w:t>+</w:t>
            </w:r>
            <w:proofErr w:type="spellStart"/>
            <w:r>
              <w:t>steviloFaz</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220431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Število faz</w:t>
            </w:r>
          </w:p>
        </w:tc>
        <w:tc>
          <w:tcPr>
            <w:tcW w:w="1037" w:type="dxa"/>
            <w:tcBorders>
              <w:top w:val="single" w:sz="4" w:space="0" w:color="auto"/>
              <w:left w:val="single" w:sz="4" w:space="0" w:color="auto"/>
              <w:bottom w:val="single" w:sz="4" w:space="0" w:color="auto"/>
              <w:right w:val="single" w:sz="4" w:space="0" w:color="auto"/>
            </w:tcBorders>
            <w:hideMark/>
          </w:tcPr>
          <w:p w14:paraId="5ABBC3F8"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7059D47C"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41399F9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5AAD52E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4483E11E"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41DDB17" w14:textId="77777777" w:rsidR="00E66CF7" w:rsidRDefault="00E66CF7">
            <w:r>
              <w:t>+</w:t>
            </w:r>
            <w:proofErr w:type="spellStart"/>
            <w:r>
              <w:t>vrstaOmejevalcaToka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86AAE5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Vrsta </w:t>
            </w:r>
            <w:proofErr w:type="spellStart"/>
            <w:r>
              <w:rPr>
                <w:rFonts w:asciiTheme="minorHAnsi" w:hAnsiTheme="minorHAnsi" w:cstheme="minorHAnsi"/>
                <w:sz w:val="20"/>
                <w:szCs w:val="20"/>
              </w:rPr>
              <w:t>omejevalca</w:t>
            </w:r>
            <w:proofErr w:type="spellEnd"/>
            <w:r>
              <w:rPr>
                <w:rFonts w:asciiTheme="minorHAnsi" w:hAnsiTheme="minorHAnsi" w:cstheme="minorHAnsi"/>
                <w:sz w:val="20"/>
                <w:szCs w:val="20"/>
              </w:rPr>
              <w:t xml:space="preserve"> toka</w:t>
            </w:r>
          </w:p>
        </w:tc>
        <w:tc>
          <w:tcPr>
            <w:tcW w:w="1037" w:type="dxa"/>
            <w:tcBorders>
              <w:top w:val="single" w:sz="4" w:space="0" w:color="auto"/>
              <w:left w:val="single" w:sz="4" w:space="0" w:color="auto"/>
              <w:bottom w:val="single" w:sz="4" w:space="0" w:color="auto"/>
              <w:right w:val="single" w:sz="4" w:space="0" w:color="auto"/>
            </w:tcBorders>
            <w:hideMark/>
          </w:tcPr>
          <w:p w14:paraId="7FAE0C4C"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31ACCA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4628EA4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2AB0323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61327439"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12601404" w14:textId="77777777" w:rsidR="00E66CF7" w:rsidRDefault="00E66CF7">
            <w:r>
              <w:t>+</w:t>
            </w:r>
            <w:proofErr w:type="spellStart"/>
            <w:r>
              <w:t>idVrsteOmejevalcaToka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AECA84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ID vrsta </w:t>
            </w:r>
            <w:proofErr w:type="spellStart"/>
            <w:r>
              <w:rPr>
                <w:rFonts w:asciiTheme="minorHAnsi" w:hAnsiTheme="minorHAnsi" w:cstheme="minorHAnsi"/>
                <w:sz w:val="20"/>
                <w:szCs w:val="20"/>
              </w:rPr>
              <w:t>omejevalca</w:t>
            </w:r>
            <w:proofErr w:type="spellEnd"/>
            <w:r>
              <w:rPr>
                <w:rFonts w:asciiTheme="minorHAnsi" w:hAnsiTheme="minorHAnsi" w:cstheme="minorHAnsi"/>
                <w:sz w:val="20"/>
                <w:szCs w:val="20"/>
              </w:rPr>
              <w:t xml:space="preserve"> toka</w:t>
            </w:r>
          </w:p>
        </w:tc>
        <w:tc>
          <w:tcPr>
            <w:tcW w:w="1037" w:type="dxa"/>
            <w:tcBorders>
              <w:top w:val="single" w:sz="4" w:space="0" w:color="auto"/>
              <w:left w:val="single" w:sz="4" w:space="0" w:color="auto"/>
              <w:bottom w:val="single" w:sz="4" w:space="0" w:color="auto"/>
              <w:right w:val="single" w:sz="4" w:space="0" w:color="auto"/>
            </w:tcBorders>
            <w:hideMark/>
          </w:tcPr>
          <w:p w14:paraId="3401A3C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3DF51BA1"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7F31BF82"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328CDE21"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24298D56"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67A19F8C" w14:textId="77777777" w:rsidR="00E66CF7" w:rsidRDefault="00E66CF7">
            <w:r>
              <w:t>+</w:t>
            </w:r>
            <w:proofErr w:type="spellStart"/>
            <w:r>
              <w:t>jakostOmejevalcaToka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3E72ACD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 xml:space="preserve">Jakost </w:t>
            </w:r>
            <w:proofErr w:type="spellStart"/>
            <w:r>
              <w:rPr>
                <w:rFonts w:asciiTheme="minorHAnsi" w:hAnsiTheme="minorHAnsi" w:cstheme="minorHAnsi"/>
                <w:sz w:val="20"/>
                <w:szCs w:val="20"/>
              </w:rPr>
              <w:t>omejevalca</w:t>
            </w:r>
            <w:proofErr w:type="spellEnd"/>
            <w:r>
              <w:rPr>
                <w:rFonts w:asciiTheme="minorHAnsi" w:hAnsiTheme="minorHAnsi" w:cstheme="minorHAnsi"/>
                <w:sz w:val="20"/>
                <w:szCs w:val="20"/>
              </w:rPr>
              <w:t xml:space="preserve"> toka</w:t>
            </w:r>
          </w:p>
        </w:tc>
        <w:tc>
          <w:tcPr>
            <w:tcW w:w="1037" w:type="dxa"/>
            <w:tcBorders>
              <w:top w:val="single" w:sz="4" w:space="0" w:color="auto"/>
              <w:left w:val="single" w:sz="4" w:space="0" w:color="auto"/>
              <w:bottom w:val="single" w:sz="4" w:space="0" w:color="auto"/>
              <w:right w:val="single" w:sz="4" w:space="0" w:color="auto"/>
            </w:tcBorders>
            <w:hideMark/>
          </w:tcPr>
          <w:p w14:paraId="505D1B3B"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1EEA7496"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2387634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w:t>
            </w:r>
          </w:p>
        </w:tc>
        <w:tc>
          <w:tcPr>
            <w:tcW w:w="565" w:type="dxa"/>
            <w:tcBorders>
              <w:top w:val="single" w:sz="4" w:space="0" w:color="auto"/>
              <w:left w:val="single" w:sz="4" w:space="0" w:color="auto"/>
              <w:bottom w:val="single" w:sz="4" w:space="0" w:color="auto"/>
              <w:right w:val="single" w:sz="4" w:space="0" w:color="auto"/>
            </w:tcBorders>
            <w:hideMark/>
          </w:tcPr>
          <w:p w14:paraId="1BF86AE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Z</w:t>
            </w:r>
          </w:p>
        </w:tc>
      </w:tr>
      <w:tr w:rsidR="00E66CF7" w14:paraId="72DA1CBD"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691FF448" w14:textId="77777777" w:rsidR="00E66CF7" w:rsidRDefault="00E66CF7">
            <w:r>
              <w:t>+</w:t>
            </w:r>
            <w:proofErr w:type="spellStart"/>
            <w:r>
              <w:t>opisLastnostiTipaStevca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9EB586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Opis lastnosti tipa števca</w:t>
            </w:r>
          </w:p>
        </w:tc>
        <w:tc>
          <w:tcPr>
            <w:tcW w:w="1037" w:type="dxa"/>
            <w:tcBorders>
              <w:top w:val="single" w:sz="4" w:space="0" w:color="auto"/>
              <w:left w:val="single" w:sz="4" w:space="0" w:color="auto"/>
              <w:bottom w:val="single" w:sz="4" w:space="0" w:color="auto"/>
              <w:right w:val="single" w:sz="4" w:space="0" w:color="auto"/>
            </w:tcBorders>
            <w:hideMark/>
          </w:tcPr>
          <w:p w14:paraId="24AB56FD"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5C34ED2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140</w:t>
            </w:r>
          </w:p>
        </w:tc>
        <w:tc>
          <w:tcPr>
            <w:tcW w:w="1121" w:type="dxa"/>
            <w:tcBorders>
              <w:top w:val="single" w:sz="4" w:space="0" w:color="auto"/>
              <w:left w:val="single" w:sz="4" w:space="0" w:color="auto"/>
              <w:bottom w:val="single" w:sz="4" w:space="0" w:color="auto"/>
              <w:right w:val="single" w:sz="4" w:space="0" w:color="auto"/>
            </w:tcBorders>
            <w:hideMark/>
          </w:tcPr>
          <w:p w14:paraId="757A77F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659ECB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67C02E2"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48D61CB" w14:textId="77777777" w:rsidR="00E66CF7" w:rsidRDefault="00E66CF7">
            <w:r>
              <w:t>+</w:t>
            </w:r>
            <w:proofErr w:type="spellStart"/>
            <w:r>
              <w:t>idOpisLastnostiTipaStevca</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EED683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ID opis lastnosti tipa števca</w:t>
            </w:r>
          </w:p>
        </w:tc>
        <w:tc>
          <w:tcPr>
            <w:tcW w:w="1037" w:type="dxa"/>
            <w:tcBorders>
              <w:top w:val="single" w:sz="4" w:space="0" w:color="auto"/>
              <w:left w:val="single" w:sz="4" w:space="0" w:color="auto"/>
              <w:bottom w:val="single" w:sz="4" w:space="0" w:color="auto"/>
              <w:right w:val="single" w:sz="4" w:space="0" w:color="auto"/>
            </w:tcBorders>
            <w:hideMark/>
          </w:tcPr>
          <w:p w14:paraId="64C3B3A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42D13922"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6F89B12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105E234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6B039358"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5E875265" w14:textId="77777777" w:rsidR="00E66CF7" w:rsidRDefault="00E66CF7">
            <w:r>
              <w:t>+</w:t>
            </w:r>
            <w:proofErr w:type="spellStart"/>
            <w:r>
              <w:t>obracunIzgub</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0870D2AC" w14:textId="77777777" w:rsidR="00E66CF7" w:rsidRDefault="00E66CF7">
            <w:pPr>
              <w:tabs>
                <w:tab w:val="right" w:pos="2194"/>
              </w:tabs>
              <w:rPr>
                <w:rFonts w:asciiTheme="minorHAnsi" w:hAnsiTheme="minorHAnsi" w:cstheme="minorHAnsi"/>
                <w:sz w:val="20"/>
                <w:szCs w:val="20"/>
              </w:rPr>
            </w:pPr>
            <w:r>
              <w:rPr>
                <w:rFonts w:asciiTheme="minorHAnsi" w:hAnsiTheme="minorHAnsi" w:cstheme="minorHAnsi"/>
                <w:sz w:val="20"/>
                <w:szCs w:val="20"/>
              </w:rPr>
              <w:t>Obračun izgub:</w:t>
            </w:r>
          </w:p>
          <w:p w14:paraId="6B4ECC20" w14:textId="77777777" w:rsidR="00E66CF7" w:rsidRDefault="00E66CF7">
            <w:pPr>
              <w:tabs>
                <w:tab w:val="right" w:pos="2194"/>
              </w:tabs>
              <w:rPr>
                <w:rFonts w:asciiTheme="minorHAnsi" w:hAnsiTheme="minorHAnsi" w:cstheme="minorHAnsi"/>
                <w:sz w:val="20"/>
                <w:szCs w:val="20"/>
              </w:rPr>
            </w:pPr>
            <w:r>
              <w:rPr>
                <w:rFonts w:asciiTheme="minorHAnsi" w:hAnsiTheme="minorHAnsi" w:cstheme="minorHAnsi"/>
                <w:sz w:val="20"/>
                <w:szCs w:val="20"/>
              </w:rPr>
              <w:t>D-</w:t>
            </w:r>
            <w:proofErr w:type="spellStart"/>
            <w:r>
              <w:rPr>
                <w:rFonts w:asciiTheme="minorHAnsi" w:hAnsiTheme="minorHAnsi" w:cstheme="minorHAnsi"/>
                <w:sz w:val="20"/>
                <w:szCs w:val="20"/>
              </w:rPr>
              <w:t>true</w:t>
            </w:r>
            <w:proofErr w:type="spellEnd"/>
          </w:p>
          <w:p w14:paraId="48F9D7F1" w14:textId="77777777" w:rsidR="00E66CF7" w:rsidRDefault="00E66CF7">
            <w:pPr>
              <w:tabs>
                <w:tab w:val="right" w:pos="2194"/>
              </w:tabs>
              <w:rPr>
                <w:rFonts w:asciiTheme="minorHAnsi" w:hAnsiTheme="minorHAnsi" w:cstheme="minorHAnsi"/>
                <w:sz w:val="20"/>
                <w:szCs w:val="20"/>
              </w:rPr>
            </w:pPr>
            <w:r>
              <w:rPr>
                <w:rFonts w:asciiTheme="minorHAnsi" w:hAnsiTheme="minorHAnsi" w:cstheme="minorHAnsi"/>
                <w:sz w:val="20"/>
                <w:szCs w:val="20"/>
              </w:rPr>
              <w:t>n-</w:t>
            </w:r>
            <w:proofErr w:type="spellStart"/>
            <w:r>
              <w:rPr>
                <w:rFonts w:asciiTheme="minorHAnsi" w:hAnsiTheme="minorHAnsi" w:cstheme="minorHAnsi"/>
                <w:sz w:val="20"/>
                <w:szCs w:val="20"/>
              </w:rPr>
              <w:t>false</w:t>
            </w:r>
            <w:proofErr w:type="spellEnd"/>
            <w:r>
              <w:rPr>
                <w:rFonts w:asciiTheme="minorHAnsi" w:hAnsiTheme="minorHAnsi" w:cstheme="minorHAnsi"/>
                <w:sz w:val="20"/>
                <w:szCs w:val="20"/>
              </w:rPr>
              <w:tab/>
            </w:r>
          </w:p>
        </w:tc>
        <w:tc>
          <w:tcPr>
            <w:tcW w:w="1037" w:type="dxa"/>
            <w:tcBorders>
              <w:top w:val="single" w:sz="4" w:space="0" w:color="auto"/>
              <w:left w:val="single" w:sz="4" w:space="0" w:color="auto"/>
              <w:bottom w:val="single" w:sz="4" w:space="0" w:color="auto"/>
              <w:right w:val="single" w:sz="4" w:space="0" w:color="auto"/>
            </w:tcBorders>
            <w:hideMark/>
          </w:tcPr>
          <w:p w14:paraId="33DE1D2E"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boolean</w:t>
            </w:r>
            <w:proofErr w:type="spellEnd"/>
          </w:p>
        </w:tc>
        <w:tc>
          <w:tcPr>
            <w:tcW w:w="1016" w:type="dxa"/>
            <w:tcBorders>
              <w:top w:val="single" w:sz="4" w:space="0" w:color="auto"/>
              <w:left w:val="single" w:sz="4" w:space="0" w:color="auto"/>
              <w:bottom w:val="single" w:sz="4" w:space="0" w:color="auto"/>
              <w:right w:val="single" w:sz="4" w:space="0" w:color="auto"/>
            </w:tcBorders>
          </w:tcPr>
          <w:p w14:paraId="6B124560"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36FC61A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0B3AD4D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C3BBC72"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03387801" w14:textId="77777777" w:rsidR="00E66CF7" w:rsidRDefault="00E66CF7">
            <w:r>
              <w:t>+</w:t>
            </w:r>
            <w:proofErr w:type="spellStart"/>
            <w:r>
              <w:t>letniOdjem</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8607A8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Letni odjem</w:t>
            </w:r>
          </w:p>
        </w:tc>
        <w:tc>
          <w:tcPr>
            <w:tcW w:w="1037" w:type="dxa"/>
            <w:tcBorders>
              <w:top w:val="single" w:sz="4" w:space="0" w:color="auto"/>
              <w:left w:val="single" w:sz="4" w:space="0" w:color="auto"/>
              <w:bottom w:val="single" w:sz="4" w:space="0" w:color="auto"/>
              <w:right w:val="single" w:sz="4" w:space="0" w:color="auto"/>
            </w:tcBorders>
            <w:hideMark/>
          </w:tcPr>
          <w:p w14:paraId="184987C8"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57EABC00"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633B3C9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291537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10C0756"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2AB92E84" w14:textId="77777777" w:rsidR="00E66CF7" w:rsidRDefault="00E66CF7">
            <w:r>
              <w:t>+</w:t>
            </w:r>
            <w:proofErr w:type="spellStart"/>
            <w:r>
              <w:t>steviloTarifMerjenja</w:t>
            </w:r>
            <w:proofErr w:type="spellEnd"/>
          </w:p>
        </w:tc>
        <w:tc>
          <w:tcPr>
            <w:tcW w:w="2008" w:type="dxa"/>
            <w:tcBorders>
              <w:top w:val="single" w:sz="4" w:space="0" w:color="auto"/>
              <w:left w:val="single" w:sz="4" w:space="0" w:color="auto"/>
              <w:bottom w:val="single" w:sz="4" w:space="0" w:color="auto"/>
              <w:right w:val="single" w:sz="4" w:space="0" w:color="auto"/>
            </w:tcBorders>
            <w:shd w:val="clear" w:color="auto" w:fill="FFFF00"/>
          </w:tcPr>
          <w:p w14:paraId="1D3A5446" w14:textId="77777777" w:rsidR="00E66CF7" w:rsidRDefault="00E66CF7">
            <w:pPr>
              <w:rPr>
                <w:rFonts w:asciiTheme="minorHAnsi" w:hAnsiTheme="minorHAnsi" w:cstheme="minorHAnsi"/>
                <w:sz w:val="20"/>
                <w:szCs w:val="20"/>
              </w:rPr>
            </w:pPr>
          </w:p>
        </w:tc>
        <w:tc>
          <w:tcPr>
            <w:tcW w:w="1037" w:type="dxa"/>
            <w:tcBorders>
              <w:top w:val="single" w:sz="4" w:space="0" w:color="auto"/>
              <w:left w:val="single" w:sz="4" w:space="0" w:color="auto"/>
              <w:bottom w:val="single" w:sz="4" w:space="0" w:color="auto"/>
              <w:right w:val="single" w:sz="4" w:space="0" w:color="auto"/>
            </w:tcBorders>
            <w:hideMark/>
          </w:tcPr>
          <w:p w14:paraId="61BFBE7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tcPr>
          <w:p w14:paraId="13FBE967"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tcPr>
          <w:p w14:paraId="4235D109" w14:textId="77777777" w:rsidR="00E66CF7" w:rsidRDefault="00E66CF7">
            <w:pPr>
              <w:rPr>
                <w:rFonts w:asciiTheme="minorHAnsi" w:hAnsiTheme="minorHAnsi" w:cstheme="minorHAnsi"/>
                <w:sz w:val="20"/>
                <w:szCs w:val="20"/>
              </w:rPr>
            </w:pPr>
          </w:p>
        </w:tc>
        <w:tc>
          <w:tcPr>
            <w:tcW w:w="565" w:type="dxa"/>
            <w:tcBorders>
              <w:top w:val="single" w:sz="4" w:space="0" w:color="auto"/>
              <w:left w:val="single" w:sz="4" w:space="0" w:color="auto"/>
              <w:bottom w:val="single" w:sz="4" w:space="0" w:color="auto"/>
              <w:right w:val="single" w:sz="4" w:space="0" w:color="auto"/>
            </w:tcBorders>
          </w:tcPr>
          <w:p w14:paraId="25A11E16" w14:textId="77777777" w:rsidR="00E66CF7" w:rsidRDefault="00E66CF7">
            <w:pPr>
              <w:rPr>
                <w:rFonts w:asciiTheme="minorHAnsi" w:hAnsiTheme="minorHAnsi" w:cstheme="minorHAnsi"/>
                <w:sz w:val="20"/>
                <w:szCs w:val="20"/>
              </w:rPr>
            </w:pPr>
          </w:p>
        </w:tc>
      </w:tr>
      <w:tr w:rsidR="00E66CF7" w14:paraId="0767597F"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358243D0" w14:textId="77777777" w:rsidR="00E66CF7" w:rsidRDefault="00E66CF7">
            <w:r>
              <w:t>+</w:t>
            </w:r>
            <w:proofErr w:type="spellStart"/>
            <w:r>
              <w:t>idSkupineKoncinhOdjemalcev</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617046A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ID skupine končnih odjemalcev</w:t>
            </w:r>
          </w:p>
        </w:tc>
        <w:tc>
          <w:tcPr>
            <w:tcW w:w="1037" w:type="dxa"/>
            <w:tcBorders>
              <w:top w:val="single" w:sz="4" w:space="0" w:color="auto"/>
              <w:left w:val="single" w:sz="4" w:space="0" w:color="auto"/>
              <w:bottom w:val="single" w:sz="4" w:space="0" w:color="auto"/>
              <w:right w:val="single" w:sz="4" w:space="0" w:color="auto"/>
            </w:tcBorders>
            <w:hideMark/>
          </w:tcPr>
          <w:p w14:paraId="2B54129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535A3074"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4601A6C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86936C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7749B1BA"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22E11184" w14:textId="77777777" w:rsidR="00E66CF7" w:rsidRDefault="00E66CF7">
            <w:r>
              <w:t>+</w:t>
            </w:r>
            <w:proofErr w:type="spellStart"/>
            <w:r>
              <w:t>nazivSkupineKoncinhOdjemalcev</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F69A72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skupine končnih odjemalcev</w:t>
            </w:r>
          </w:p>
        </w:tc>
        <w:tc>
          <w:tcPr>
            <w:tcW w:w="1037" w:type="dxa"/>
            <w:tcBorders>
              <w:top w:val="single" w:sz="4" w:space="0" w:color="auto"/>
              <w:left w:val="single" w:sz="4" w:space="0" w:color="auto"/>
              <w:bottom w:val="single" w:sz="4" w:space="0" w:color="auto"/>
              <w:right w:val="single" w:sz="4" w:space="0" w:color="auto"/>
            </w:tcBorders>
            <w:hideMark/>
          </w:tcPr>
          <w:p w14:paraId="033E77D6"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1016" w:type="dxa"/>
            <w:tcBorders>
              <w:top w:val="single" w:sz="4" w:space="0" w:color="auto"/>
              <w:left w:val="single" w:sz="4" w:space="0" w:color="auto"/>
              <w:bottom w:val="single" w:sz="4" w:space="0" w:color="auto"/>
              <w:right w:val="single" w:sz="4" w:space="0" w:color="auto"/>
            </w:tcBorders>
          </w:tcPr>
          <w:p w14:paraId="0E87F91A"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116C224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7C6CDC3B"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7A05911"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613414CB" w14:textId="77777777" w:rsidR="00E66CF7" w:rsidRDefault="00E66CF7">
            <w:r>
              <w:t>+</w:t>
            </w:r>
            <w:proofErr w:type="spellStart"/>
            <w:r>
              <w:t>letneObratovalneUre</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260EA31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Letne obratovalne ure</w:t>
            </w:r>
          </w:p>
        </w:tc>
        <w:tc>
          <w:tcPr>
            <w:tcW w:w="1037" w:type="dxa"/>
            <w:tcBorders>
              <w:top w:val="single" w:sz="4" w:space="0" w:color="auto"/>
              <w:left w:val="single" w:sz="4" w:space="0" w:color="auto"/>
              <w:bottom w:val="single" w:sz="4" w:space="0" w:color="auto"/>
              <w:right w:val="single" w:sz="4" w:space="0" w:color="auto"/>
            </w:tcBorders>
            <w:hideMark/>
          </w:tcPr>
          <w:p w14:paraId="1A926532"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7D40F478"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3FEFA07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66EC059D"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41165A9" w14:textId="77777777" w:rsidTr="00E66CF7">
        <w:tc>
          <w:tcPr>
            <w:tcW w:w="3269" w:type="dxa"/>
            <w:tcBorders>
              <w:top w:val="single" w:sz="4" w:space="0" w:color="auto"/>
              <w:left w:val="single" w:sz="4" w:space="0" w:color="auto"/>
              <w:bottom w:val="single" w:sz="4" w:space="0" w:color="auto"/>
              <w:right w:val="single" w:sz="4" w:space="0" w:color="auto"/>
            </w:tcBorders>
            <w:hideMark/>
          </w:tcPr>
          <w:p w14:paraId="2D858C69" w14:textId="77777777" w:rsidR="00E66CF7" w:rsidRDefault="00E66CF7">
            <w:r>
              <w:t>+</w:t>
            </w:r>
            <w:proofErr w:type="spellStart"/>
            <w:r>
              <w:t>procentIzgub</w:t>
            </w:r>
            <w:proofErr w:type="spellEnd"/>
          </w:p>
        </w:tc>
        <w:tc>
          <w:tcPr>
            <w:tcW w:w="2008" w:type="dxa"/>
            <w:tcBorders>
              <w:top w:val="single" w:sz="4" w:space="0" w:color="auto"/>
              <w:left w:val="single" w:sz="4" w:space="0" w:color="auto"/>
              <w:bottom w:val="single" w:sz="4" w:space="0" w:color="auto"/>
              <w:right w:val="single" w:sz="4" w:space="0" w:color="auto"/>
            </w:tcBorders>
            <w:hideMark/>
          </w:tcPr>
          <w:p w14:paraId="77686A9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Procent izgub</w:t>
            </w:r>
          </w:p>
        </w:tc>
        <w:tc>
          <w:tcPr>
            <w:tcW w:w="1037" w:type="dxa"/>
            <w:tcBorders>
              <w:top w:val="single" w:sz="4" w:space="0" w:color="auto"/>
              <w:left w:val="single" w:sz="4" w:space="0" w:color="auto"/>
              <w:bottom w:val="single" w:sz="4" w:space="0" w:color="auto"/>
              <w:right w:val="single" w:sz="4" w:space="0" w:color="auto"/>
            </w:tcBorders>
            <w:hideMark/>
          </w:tcPr>
          <w:p w14:paraId="7BCD0F05"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int</w:t>
            </w:r>
            <w:proofErr w:type="spellEnd"/>
          </w:p>
        </w:tc>
        <w:tc>
          <w:tcPr>
            <w:tcW w:w="1016" w:type="dxa"/>
            <w:tcBorders>
              <w:top w:val="single" w:sz="4" w:space="0" w:color="auto"/>
              <w:left w:val="single" w:sz="4" w:space="0" w:color="auto"/>
              <w:bottom w:val="single" w:sz="4" w:space="0" w:color="auto"/>
              <w:right w:val="single" w:sz="4" w:space="0" w:color="auto"/>
            </w:tcBorders>
          </w:tcPr>
          <w:p w14:paraId="04C624A3"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hideMark/>
          </w:tcPr>
          <w:p w14:paraId="40783165"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5E0BC1A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bl>
    <w:p w14:paraId="02A585F8" w14:textId="3CC5071A" w:rsidR="00E66CF7" w:rsidRDefault="00E66CF7" w:rsidP="00E66CF7"/>
    <w:p w14:paraId="231138FD" w14:textId="77777777" w:rsidR="00E66CF7" w:rsidRDefault="00E66CF7" w:rsidP="00E66CF7">
      <w:r>
        <w:t xml:space="preserve">Podatkovna struktura: </w:t>
      </w:r>
      <w:proofErr w:type="spellStart"/>
      <w:r>
        <w:rPr>
          <w:b/>
        </w:rPr>
        <w:t>PodatkiPP</w:t>
      </w:r>
      <w:proofErr w:type="spellEnd"/>
      <w:r>
        <w:rPr>
          <w:b/>
        </w:rPr>
        <w:t xml:space="preserve"> 5.0</w:t>
      </w:r>
    </w:p>
    <w:tbl>
      <w:tblPr>
        <w:tblStyle w:val="TableGrid"/>
        <w:tblW w:w="0" w:type="auto"/>
        <w:tblLook w:val="04A0" w:firstRow="1" w:lastRow="0" w:firstColumn="1" w:lastColumn="0" w:noHBand="0" w:noVBand="1"/>
      </w:tblPr>
      <w:tblGrid>
        <w:gridCol w:w="1980"/>
        <w:gridCol w:w="3260"/>
        <w:gridCol w:w="677"/>
        <w:gridCol w:w="896"/>
        <w:gridCol w:w="1121"/>
        <w:gridCol w:w="565"/>
      </w:tblGrid>
      <w:tr w:rsidR="00E66CF7" w14:paraId="352397DD"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C3F6BC" w14:textId="77777777" w:rsidR="00E66CF7" w:rsidRDefault="00E66CF7">
            <w:pPr>
              <w:rPr>
                <w:b/>
              </w:rPr>
            </w:pPr>
            <w:r>
              <w:rPr>
                <w:b/>
              </w:rPr>
              <w:lastRenderedPageBreak/>
              <w:t>Značka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DD7D51" w14:textId="77777777" w:rsidR="00E66CF7" w:rsidRDefault="00E66CF7">
            <w:pPr>
              <w:rPr>
                <w:b/>
              </w:rPr>
            </w:pPr>
            <w:r>
              <w:rPr>
                <w:b/>
              </w:rPr>
              <w:t>Naziv elementa/Opis</w:t>
            </w:r>
          </w:p>
        </w:tc>
        <w:tc>
          <w:tcPr>
            <w:tcW w:w="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1D38EE" w14:textId="77777777" w:rsidR="00E66CF7" w:rsidRDefault="00E66CF7">
            <w:pPr>
              <w:rPr>
                <w:b/>
              </w:rPr>
            </w:pPr>
            <w:r>
              <w:rPr>
                <w:b/>
              </w:rPr>
              <w:t>Tip</w:t>
            </w:r>
          </w:p>
        </w:tc>
        <w:tc>
          <w:tcPr>
            <w:tcW w:w="8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1DFE9E" w14:textId="77777777" w:rsidR="00E66CF7" w:rsidRDefault="00E66CF7">
            <w:pPr>
              <w:rPr>
                <w:b/>
              </w:rPr>
            </w:pPr>
            <w:r>
              <w:rPr>
                <w:b/>
              </w:rPr>
              <w:t>Dolžina</w:t>
            </w:r>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BDCC7C" w14:textId="77777777" w:rsidR="00E66CF7" w:rsidRDefault="00E66CF7">
            <w:pPr>
              <w:rPr>
                <w:b/>
              </w:rPr>
            </w:pPr>
            <w:r>
              <w:rPr>
                <w:b/>
              </w:rPr>
              <w:t>Pojavnost</w:t>
            </w:r>
          </w:p>
        </w:tc>
        <w:tc>
          <w:tcPr>
            <w:tcW w:w="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5AB020" w14:textId="77777777" w:rsidR="00E66CF7" w:rsidRDefault="00E66CF7">
            <w:pPr>
              <w:rPr>
                <w:b/>
              </w:rPr>
            </w:pPr>
            <w:r>
              <w:rPr>
                <w:b/>
              </w:rPr>
              <w:t>Z/O</w:t>
            </w:r>
          </w:p>
        </w:tc>
      </w:tr>
      <w:tr w:rsidR="00E66CF7" w14:paraId="5D70C6B5"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85C3C4" w14:textId="77777777" w:rsidR="00E66CF7" w:rsidRDefault="00E66CF7">
            <w:r>
              <w:t>+Naziv</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B3FEC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Naziv poslovnega partnerja</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432569"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39FF21A9"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BB152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w:t>
            </w:r>
          </w:p>
        </w:tc>
        <w:tc>
          <w:tcPr>
            <w:tcW w:w="565" w:type="dxa"/>
            <w:tcBorders>
              <w:top w:val="single" w:sz="4" w:space="0" w:color="auto"/>
              <w:left w:val="single" w:sz="4" w:space="0" w:color="auto"/>
              <w:bottom w:val="single" w:sz="4" w:space="0" w:color="auto"/>
              <w:right w:val="single" w:sz="4" w:space="0" w:color="auto"/>
            </w:tcBorders>
            <w:hideMark/>
          </w:tcPr>
          <w:p w14:paraId="232855D0"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6E62263"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83E5CB" w14:textId="77777777" w:rsidR="00E66CF7" w:rsidRDefault="00E66CF7">
            <w:r>
              <w:t>+ds</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1386F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Davčna številka</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52EADD8"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0ACFFCB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1E58EF"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w:t>
            </w:r>
          </w:p>
        </w:tc>
        <w:tc>
          <w:tcPr>
            <w:tcW w:w="565" w:type="dxa"/>
            <w:tcBorders>
              <w:top w:val="single" w:sz="4" w:space="0" w:color="auto"/>
              <w:left w:val="single" w:sz="4" w:space="0" w:color="auto"/>
              <w:bottom w:val="single" w:sz="4" w:space="0" w:color="auto"/>
              <w:right w:val="single" w:sz="4" w:space="0" w:color="auto"/>
            </w:tcBorders>
            <w:hideMark/>
          </w:tcPr>
          <w:p w14:paraId="6F46B6F7"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7C9587C"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C1DECC" w14:textId="77777777" w:rsidR="00E66CF7" w:rsidRDefault="00E66CF7">
            <w:r>
              <w:t>+</w:t>
            </w:r>
            <w:proofErr w:type="spellStart"/>
            <w:r>
              <w:t>mst</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8CFFBE"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Matična številka</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3BE85F"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224E883D"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CD4C3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w:t>
            </w:r>
          </w:p>
        </w:tc>
        <w:tc>
          <w:tcPr>
            <w:tcW w:w="565" w:type="dxa"/>
            <w:tcBorders>
              <w:top w:val="single" w:sz="4" w:space="0" w:color="auto"/>
              <w:left w:val="single" w:sz="4" w:space="0" w:color="auto"/>
              <w:bottom w:val="single" w:sz="4" w:space="0" w:color="auto"/>
              <w:right w:val="single" w:sz="4" w:space="0" w:color="auto"/>
            </w:tcBorders>
            <w:hideMark/>
          </w:tcPr>
          <w:p w14:paraId="13F20C2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0E9E5F23"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5473DA" w14:textId="77777777" w:rsidR="00E66CF7" w:rsidRDefault="00E66CF7">
            <w:r>
              <w:t>+Naslov</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ED2DC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Naslov</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tcPr>
          <w:p w14:paraId="42017B30" w14:textId="77777777" w:rsidR="00E66CF7" w:rsidRDefault="00E66CF7">
            <w:pPr>
              <w:rPr>
                <w:rFonts w:asciiTheme="minorHAnsi" w:hAnsiTheme="minorHAnsi" w:cstheme="minorHAnsi"/>
                <w:sz w:val="20"/>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4DDFC91D"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332DD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F731FF8"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5816EE2C"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B486B9" w14:textId="77777777" w:rsidR="00E66CF7" w:rsidRDefault="00E66CF7">
            <w:r>
              <w:t>++kraj</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64A14C35" w14:textId="77777777" w:rsidR="00E66CF7" w:rsidRDefault="00E66CF7">
            <w:pPr>
              <w:rPr>
                <w:rFonts w:asciiTheme="minorHAnsi" w:hAnsiTheme="minorHAnsi" w:cstheme="minorHAnsi"/>
                <w:sz w:val="20"/>
                <w:szCs w:val="20"/>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F587C4"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8661D01"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738F0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4C43977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28FC9565"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BBF970" w14:textId="77777777" w:rsidR="00E66CF7" w:rsidRDefault="00E66CF7">
            <w:r>
              <w:t>++ulica</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05CDCF0" w14:textId="77777777" w:rsidR="00E66CF7" w:rsidRDefault="00E66CF7">
            <w:pPr>
              <w:rPr>
                <w:rFonts w:asciiTheme="minorHAnsi" w:hAnsiTheme="minorHAnsi" w:cstheme="minorHAnsi"/>
                <w:sz w:val="20"/>
                <w:szCs w:val="20"/>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5948CDB"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2EEC515F"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FA6C5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341BC90C"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31C123A6"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FC1AD4" w14:textId="77777777" w:rsidR="00E66CF7" w:rsidRDefault="00E66CF7">
            <w:r>
              <w:t>++</w:t>
            </w:r>
            <w:proofErr w:type="spellStart"/>
            <w:r>
              <w:t>hisnaStevilka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6E9E40BB" w14:textId="77777777" w:rsidR="00E66CF7" w:rsidRDefault="00E66CF7">
            <w:pPr>
              <w:rPr>
                <w:rFonts w:asciiTheme="minorHAnsi" w:hAnsiTheme="minorHAnsi" w:cstheme="minorHAnsi"/>
                <w:sz w:val="20"/>
                <w:szCs w:val="20"/>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2640BE"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7E8E87C5"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FB8D1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1960CDBA"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4FC7A52B"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81714B" w14:textId="77777777" w:rsidR="00E66CF7" w:rsidRDefault="00E66CF7">
            <w:r>
              <w:t>++posta</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5E429DB" w14:textId="77777777" w:rsidR="00E66CF7" w:rsidRDefault="00E66CF7">
            <w:pPr>
              <w:rPr>
                <w:rFonts w:asciiTheme="minorHAnsi" w:hAnsiTheme="minorHAnsi" w:cstheme="minorHAnsi"/>
                <w:sz w:val="20"/>
                <w:szCs w:val="20"/>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2687B5"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3A30F9BB"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E93FA6"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263B6613"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r w:rsidR="00E66CF7" w14:paraId="5E8B752E" w14:textId="77777777" w:rsidTr="00E66CF7">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183A4A" w14:textId="77777777" w:rsidR="00E66CF7" w:rsidRDefault="00E66CF7">
            <w:r>
              <w:t>++</w:t>
            </w:r>
            <w:proofErr w:type="spellStart"/>
            <w:r>
              <w:t>postnaStevilka</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180F049" w14:textId="77777777" w:rsidR="00E66CF7" w:rsidRDefault="00E66CF7">
            <w:pPr>
              <w:rPr>
                <w:rFonts w:asciiTheme="minorHAnsi" w:hAnsiTheme="minorHAnsi" w:cstheme="minorHAnsi"/>
                <w:sz w:val="20"/>
                <w:szCs w:val="20"/>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8F24B1" w14:textId="77777777" w:rsidR="00E66CF7" w:rsidRDefault="00E66CF7">
            <w:pPr>
              <w:rPr>
                <w:rFonts w:asciiTheme="minorHAnsi" w:hAnsiTheme="minorHAnsi" w:cstheme="minorHAnsi"/>
                <w:sz w:val="20"/>
                <w:szCs w:val="20"/>
              </w:rPr>
            </w:pPr>
            <w:proofErr w:type="spellStart"/>
            <w:r>
              <w:rPr>
                <w:rFonts w:asciiTheme="minorHAnsi" w:hAnsiTheme="minorHAnsi" w:cstheme="minorHAnsi"/>
                <w:sz w:val="20"/>
                <w:szCs w:val="20"/>
              </w:rPr>
              <w:t>string</w:t>
            </w:r>
            <w:proofErr w:type="spellEnd"/>
          </w:p>
        </w:tc>
        <w:tc>
          <w:tcPr>
            <w:tcW w:w="896" w:type="dxa"/>
            <w:tcBorders>
              <w:top w:val="single" w:sz="4" w:space="0" w:color="auto"/>
              <w:left w:val="single" w:sz="4" w:space="0" w:color="auto"/>
              <w:bottom w:val="single" w:sz="4" w:space="0" w:color="auto"/>
              <w:right w:val="single" w:sz="4" w:space="0" w:color="auto"/>
            </w:tcBorders>
            <w:shd w:val="clear" w:color="auto" w:fill="FFFFFF" w:themeFill="background1"/>
          </w:tcPr>
          <w:p w14:paraId="607F8406" w14:textId="77777777" w:rsidR="00E66CF7" w:rsidRDefault="00E66CF7">
            <w:pPr>
              <w:rPr>
                <w:rFonts w:asciiTheme="minorHAnsi" w:hAnsiTheme="minorHAnsi" w:cstheme="minorHAnsi"/>
                <w:sz w:val="20"/>
                <w:szCs w:val="20"/>
              </w:rPr>
            </w:pP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8BF69"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0-1</w:t>
            </w:r>
          </w:p>
        </w:tc>
        <w:tc>
          <w:tcPr>
            <w:tcW w:w="565" w:type="dxa"/>
            <w:tcBorders>
              <w:top w:val="single" w:sz="4" w:space="0" w:color="auto"/>
              <w:left w:val="single" w:sz="4" w:space="0" w:color="auto"/>
              <w:bottom w:val="single" w:sz="4" w:space="0" w:color="auto"/>
              <w:right w:val="single" w:sz="4" w:space="0" w:color="auto"/>
            </w:tcBorders>
            <w:hideMark/>
          </w:tcPr>
          <w:p w14:paraId="5FD3E1D4" w14:textId="77777777" w:rsidR="00E66CF7" w:rsidRDefault="00E66CF7">
            <w:pPr>
              <w:rPr>
                <w:rFonts w:asciiTheme="minorHAnsi" w:hAnsiTheme="minorHAnsi" w:cstheme="minorHAnsi"/>
                <w:sz w:val="20"/>
                <w:szCs w:val="20"/>
              </w:rPr>
            </w:pPr>
            <w:r>
              <w:rPr>
                <w:rFonts w:asciiTheme="minorHAnsi" w:hAnsiTheme="minorHAnsi" w:cstheme="minorHAnsi"/>
                <w:sz w:val="20"/>
                <w:szCs w:val="20"/>
              </w:rPr>
              <w:t>O</w:t>
            </w:r>
          </w:p>
        </w:tc>
      </w:tr>
    </w:tbl>
    <w:p w14:paraId="79A2C739" w14:textId="44D05CBD" w:rsidR="00E66CF7" w:rsidRPr="003C68C2" w:rsidRDefault="00E66CF7" w:rsidP="00C431B2">
      <w:pPr>
        <w:rPr>
          <w:sz w:val="18"/>
          <w:szCs w:val="18"/>
        </w:rPr>
      </w:pPr>
    </w:p>
    <w:p w14:paraId="6E36A30A" w14:textId="77777777" w:rsidR="00C431B2" w:rsidRPr="008B7FD2" w:rsidRDefault="00C431B2" w:rsidP="00C431B2">
      <w:pPr>
        <w:pStyle w:val="Heading2"/>
      </w:pPr>
      <w:bookmarkStart w:id="157" w:name="_Toc64888633"/>
      <w:proofErr w:type="spellStart"/>
      <w:r w:rsidRPr="008B7FD2">
        <w:t>Verzioniranje</w:t>
      </w:r>
      <w:proofErr w:type="spellEnd"/>
      <w:r w:rsidRPr="008B7FD2">
        <w:t xml:space="preserve"> WS</w:t>
      </w:r>
      <w:bookmarkEnd w:id="157"/>
    </w:p>
    <w:p w14:paraId="41199EB5" w14:textId="5A3FE6F3" w:rsidR="00C431B2" w:rsidRPr="008B7FD2" w:rsidRDefault="00C431B2" w:rsidP="00C431B2">
      <w:r w:rsidRPr="008B7FD2">
        <w:t xml:space="preserve">Verzija storitve </w:t>
      </w:r>
      <w:r w:rsidR="0073684C">
        <w:t>5</w:t>
      </w:r>
      <w:r w:rsidRPr="008B7FD2">
        <w:t>.0</w:t>
      </w:r>
    </w:p>
    <w:p w14:paraId="0EEA6B23" w14:textId="77777777" w:rsidR="00C431B2" w:rsidRPr="008B7FD2" w:rsidRDefault="00C431B2" w:rsidP="00C431B2">
      <w:pPr>
        <w:pStyle w:val="Heading2"/>
        <w:ind w:left="578" w:hanging="578"/>
      </w:pPr>
      <w:bookmarkStart w:id="158" w:name="_Toc64888634"/>
      <w:r w:rsidRPr="008B7FD2">
        <w:t>Diagram poteka</w:t>
      </w:r>
      <w:bookmarkEnd w:id="158"/>
    </w:p>
    <w:p w14:paraId="521CC7F9" w14:textId="77777777" w:rsidR="00C431B2" w:rsidRPr="008B7FD2" w:rsidRDefault="00C431B2" w:rsidP="00C431B2">
      <w:r w:rsidRPr="008B7FD2">
        <w:t>Ni na voljo.</w:t>
      </w:r>
    </w:p>
    <w:p w14:paraId="35308661" w14:textId="77777777" w:rsidR="00C431B2" w:rsidRPr="008B7FD2" w:rsidRDefault="00C431B2" w:rsidP="00C431B2">
      <w:pPr>
        <w:pStyle w:val="Heading2"/>
        <w:ind w:left="578" w:hanging="578"/>
      </w:pPr>
      <w:bookmarkStart w:id="159" w:name="_Toc64888635"/>
      <w:r w:rsidRPr="008B7FD2">
        <w:t>Način uporabe</w:t>
      </w:r>
      <w:bookmarkEnd w:id="159"/>
    </w:p>
    <w:p w14:paraId="21A018CC" w14:textId="77777777" w:rsidR="00C431B2" w:rsidRPr="008B7FD2" w:rsidRDefault="00C431B2" w:rsidP="00C431B2">
      <w:r w:rsidRPr="008B7FD2">
        <w:t>Storitev se kliče za potrebe pridobivanja podatkov o merilnem mestu.</w:t>
      </w:r>
    </w:p>
    <w:p w14:paraId="15E4109F" w14:textId="77777777" w:rsidR="00C431B2" w:rsidRPr="008B7FD2" w:rsidRDefault="00C431B2" w:rsidP="00C431B2">
      <w:pPr>
        <w:pStyle w:val="Heading2"/>
        <w:ind w:left="578" w:hanging="578"/>
      </w:pPr>
      <w:bookmarkStart w:id="160" w:name="_Toc64888636"/>
      <w:r w:rsidRPr="008B7FD2">
        <w:t>Posebnosti</w:t>
      </w:r>
      <w:bookmarkEnd w:id="160"/>
    </w:p>
    <w:p w14:paraId="695E5450" w14:textId="77777777" w:rsidR="00C431B2" w:rsidRDefault="00C431B2" w:rsidP="00C431B2">
      <w:r w:rsidRPr="008B7FD2">
        <w:t>Storitev vrne podatke samo za merilna mesta, za katera je klicatelj na trenutni datum dejansko dobavitelj na merilnem mestu.</w:t>
      </w:r>
    </w:p>
    <w:p w14:paraId="3217F309" w14:textId="77777777" w:rsidR="00C431B2" w:rsidRPr="008B7FD2" w:rsidRDefault="00C431B2" w:rsidP="00C431B2">
      <w:pPr>
        <w:pStyle w:val="Heading2"/>
        <w:ind w:left="578" w:hanging="578"/>
      </w:pPr>
      <w:bookmarkStart w:id="161" w:name="_Toc64888637"/>
      <w:r w:rsidRPr="008B7FD2">
        <w:t>Tehnološki predpogoji uporabe WS</w:t>
      </w:r>
      <w:bookmarkEnd w:id="161"/>
    </w:p>
    <w:p w14:paraId="27A8CD8E" w14:textId="12ADC9D5" w:rsidR="000B03D7" w:rsidRPr="008B7FD2" w:rsidRDefault="00C431B2" w:rsidP="00C822E3">
      <w:r w:rsidRPr="008B7FD2">
        <w:t>Uporabnik storitve mora vzpostaviti povezavo do spletnega mesta services.informatika.si ter services-test.informatika.si in zaupati certifikatu spletnega mesta. Klici so varovani z uporabniškim imenom in geslom.</w:t>
      </w:r>
    </w:p>
    <w:p w14:paraId="699C1D66" w14:textId="2B522BBA" w:rsidR="00B43002" w:rsidRPr="008B7FD2" w:rsidRDefault="00121362" w:rsidP="00B43002">
      <w:pPr>
        <w:pStyle w:val="Heading1"/>
      </w:pPr>
      <w:bookmarkStart w:id="162" w:name="_Toc64888638"/>
      <w:r w:rsidRPr="008B7FD2">
        <w:lastRenderedPageBreak/>
        <w:t>Fakturirana realizacija MM</w:t>
      </w:r>
      <w:bookmarkEnd w:id="162"/>
    </w:p>
    <w:p w14:paraId="699C1D67" w14:textId="77777777" w:rsidR="00B43002" w:rsidRPr="008B7FD2" w:rsidRDefault="00B43002" w:rsidP="00B43002">
      <w:pPr>
        <w:pStyle w:val="Heading2"/>
      </w:pPr>
      <w:bookmarkStart w:id="163" w:name="_Toc64888639"/>
      <w:r w:rsidRPr="008B7FD2">
        <w:t>Kratek opis in namen WS</w:t>
      </w:r>
      <w:bookmarkEnd w:id="163"/>
    </w:p>
    <w:p w14:paraId="699C1D68" w14:textId="77777777" w:rsidR="00C877A0" w:rsidRPr="008B7FD2" w:rsidRDefault="00C877A0" w:rsidP="00C877A0">
      <w:r w:rsidRPr="008B7FD2">
        <w:t>Storitev je namenjena pridobivanju podatkov o fakturirani realizaciji za posamezno merilno mesto za podano obdobje.</w:t>
      </w:r>
    </w:p>
    <w:p w14:paraId="699C1D69" w14:textId="77777777" w:rsidR="00B52F84" w:rsidRPr="008B7FD2" w:rsidRDefault="00C877A0" w:rsidP="00B52F84">
      <w:pPr>
        <w:pStyle w:val="NoSpacing"/>
        <w:numPr>
          <w:ilvl w:val="0"/>
          <w:numId w:val="27"/>
        </w:numPr>
        <w:rPr>
          <w:lang w:val="sl-SI"/>
        </w:rPr>
      </w:pPr>
      <w:r w:rsidRPr="008B7FD2">
        <w:rPr>
          <w:lang w:val="sl-SI"/>
        </w:rPr>
        <w:t xml:space="preserve">url produkcija: </w:t>
      </w:r>
    </w:p>
    <w:p w14:paraId="699C1D6A" w14:textId="2003CF9E" w:rsidR="00C877A0" w:rsidRPr="008B7FD2" w:rsidRDefault="00765DB7" w:rsidP="00B52F84">
      <w:pPr>
        <w:pStyle w:val="NoSpacing"/>
        <w:rPr>
          <w:rFonts w:eastAsia="Calibri"/>
          <w:sz w:val="18"/>
          <w:szCs w:val="18"/>
          <w:lang w:val="sl-SI"/>
        </w:rPr>
      </w:pPr>
      <w:hyperlink r:id="rId67" w:history="1">
        <w:r w:rsidR="00B8644B" w:rsidRPr="008B7FD2">
          <w:rPr>
            <w:rStyle w:val="Hyperlink"/>
            <w:rFonts w:eastAsia="Calibri"/>
            <w:sz w:val="18"/>
            <w:szCs w:val="18"/>
            <w:lang w:val="sl-SI"/>
          </w:rPr>
          <w:t>https://services.informatika.si/FakturiranaRealizacijaZaMMWeb/sca/FakturiranaRealizacijaStoritev?WSDL</w:t>
        </w:r>
      </w:hyperlink>
    </w:p>
    <w:p w14:paraId="5D7A1273" w14:textId="77777777" w:rsidR="00B8644B" w:rsidRPr="008B7FD2" w:rsidRDefault="00B8644B" w:rsidP="00B52F84">
      <w:pPr>
        <w:pStyle w:val="NoSpacing"/>
        <w:rPr>
          <w:rStyle w:val="Hyperlink"/>
          <w:rFonts w:eastAsia="Calibri"/>
          <w:sz w:val="18"/>
          <w:szCs w:val="18"/>
          <w:lang w:val="sl-SI"/>
        </w:rPr>
      </w:pPr>
    </w:p>
    <w:p w14:paraId="699C1D6B" w14:textId="77777777" w:rsidR="00B52F84" w:rsidRPr="008B7FD2" w:rsidRDefault="00B52F84" w:rsidP="00B52F84">
      <w:pPr>
        <w:pStyle w:val="NoSpacing"/>
        <w:rPr>
          <w:rStyle w:val="Hyperlink"/>
          <w:rFonts w:eastAsia="Calibri"/>
          <w:sz w:val="18"/>
          <w:szCs w:val="18"/>
          <w:lang w:val="sl-SI"/>
        </w:rPr>
      </w:pPr>
    </w:p>
    <w:p w14:paraId="699C1D6C" w14:textId="77777777" w:rsidR="00B52F84" w:rsidRPr="008B7FD2" w:rsidRDefault="00C877A0" w:rsidP="00B52F84">
      <w:pPr>
        <w:pStyle w:val="NoSpacing"/>
        <w:numPr>
          <w:ilvl w:val="0"/>
          <w:numId w:val="27"/>
        </w:numPr>
        <w:rPr>
          <w:lang w:val="sl-SI"/>
        </w:rPr>
      </w:pPr>
      <w:r w:rsidRPr="008B7FD2">
        <w:rPr>
          <w:lang w:val="sl-SI"/>
        </w:rPr>
        <w:t xml:space="preserve">url test: </w:t>
      </w:r>
    </w:p>
    <w:p w14:paraId="699C1D6D" w14:textId="4D40B3F1" w:rsidR="00C877A0" w:rsidRPr="008B7FD2" w:rsidRDefault="00765DB7" w:rsidP="00B52F84">
      <w:pPr>
        <w:jc w:val="left"/>
        <w:rPr>
          <w:sz w:val="18"/>
          <w:szCs w:val="18"/>
        </w:rPr>
      </w:pPr>
      <w:hyperlink r:id="rId68" w:history="1">
        <w:r w:rsidR="00B8644B" w:rsidRPr="008B7FD2">
          <w:rPr>
            <w:rStyle w:val="Hyperlink"/>
            <w:sz w:val="18"/>
            <w:szCs w:val="18"/>
          </w:rPr>
          <w:t>https://services-test.informatika.si/FakturiranaRealizacijaZaMMWeb/sca/FakturiranaRealizacijaStoritev?WSDL</w:t>
        </w:r>
      </w:hyperlink>
    </w:p>
    <w:p w14:paraId="699C1D6E" w14:textId="77777777" w:rsidR="00B43002" w:rsidRPr="008B7FD2" w:rsidRDefault="00B43002" w:rsidP="00B43002">
      <w:pPr>
        <w:pStyle w:val="Heading2"/>
      </w:pPr>
      <w:bookmarkStart w:id="164" w:name="_Toc64888640"/>
      <w:proofErr w:type="spellStart"/>
      <w:r w:rsidRPr="008B7FD2">
        <w:t>Verzioniranje</w:t>
      </w:r>
      <w:proofErr w:type="spellEnd"/>
      <w:r w:rsidRPr="008B7FD2">
        <w:t xml:space="preserve"> WS</w:t>
      </w:r>
      <w:bookmarkEnd w:id="164"/>
    </w:p>
    <w:p w14:paraId="699C1D6F" w14:textId="77777777" w:rsidR="00F77B12" w:rsidRPr="008B7FD2" w:rsidRDefault="00F77B12" w:rsidP="00F77B12">
      <w:r w:rsidRPr="008B7FD2">
        <w:t>Verzija storitve 1.0</w:t>
      </w:r>
    </w:p>
    <w:p w14:paraId="699C1D70" w14:textId="77777777" w:rsidR="00B43002" w:rsidRPr="008B7FD2" w:rsidRDefault="00B43002" w:rsidP="00B43002">
      <w:pPr>
        <w:pStyle w:val="Heading2"/>
        <w:ind w:left="578" w:hanging="578"/>
      </w:pPr>
      <w:bookmarkStart w:id="165" w:name="_Toc64888641"/>
      <w:r w:rsidRPr="008B7FD2">
        <w:t>Diagram poteka</w:t>
      </w:r>
      <w:bookmarkEnd w:id="165"/>
    </w:p>
    <w:p w14:paraId="699C1D71" w14:textId="77777777" w:rsidR="00C877A0" w:rsidRPr="008B7FD2" w:rsidRDefault="00C877A0" w:rsidP="00C877A0">
      <w:r w:rsidRPr="008B7FD2">
        <w:t>Ni na voljo.</w:t>
      </w:r>
    </w:p>
    <w:p w14:paraId="699C1D72" w14:textId="77777777" w:rsidR="00B43002" w:rsidRPr="008B7FD2" w:rsidRDefault="00B43002" w:rsidP="00B43002">
      <w:pPr>
        <w:pStyle w:val="Heading2"/>
        <w:ind w:left="578" w:hanging="578"/>
      </w:pPr>
      <w:bookmarkStart w:id="166" w:name="_Toc64888642"/>
      <w:r w:rsidRPr="008B7FD2">
        <w:t>Način uporabe</w:t>
      </w:r>
      <w:bookmarkEnd w:id="166"/>
    </w:p>
    <w:p w14:paraId="699C1D73" w14:textId="77777777" w:rsidR="00C27045" w:rsidRPr="008B7FD2" w:rsidRDefault="00C27045" w:rsidP="00C27045">
      <w:r w:rsidRPr="008B7FD2">
        <w:t>Storitev se kliče za potrebe pridobivanja podatkov o fakturirani realizaciji, ki jo dobavitelj pridobiva s strani distributerja za potrebe svojega poslovanja.</w:t>
      </w:r>
    </w:p>
    <w:p w14:paraId="699C1D74" w14:textId="77777777" w:rsidR="00B43002" w:rsidRPr="008B7FD2" w:rsidRDefault="00B43002" w:rsidP="00B43002">
      <w:pPr>
        <w:pStyle w:val="Heading2"/>
        <w:ind w:left="578" w:hanging="578"/>
      </w:pPr>
      <w:bookmarkStart w:id="167" w:name="_Toc64888643"/>
      <w:r w:rsidRPr="008B7FD2">
        <w:t>Posebnosti</w:t>
      </w:r>
      <w:bookmarkEnd w:id="167"/>
    </w:p>
    <w:p w14:paraId="699C1D75" w14:textId="5D696F62" w:rsidR="00C27045" w:rsidRDefault="00C27045" w:rsidP="00C27045">
      <w:r w:rsidRPr="008B7FD2">
        <w:t>Storitev vrne podatke o fakturirani realizaciji samo za merilna mesta, za katera je klicatelj na trenutni datum dejansko dobavitelj na merilnem mestu.</w:t>
      </w:r>
    </w:p>
    <w:p w14:paraId="30E2F698" w14:textId="612D3784" w:rsidR="001618BB" w:rsidRDefault="002968D7" w:rsidP="00C27045">
      <w:r>
        <w:t>Storitev umaknjena iz uporabe s 1.10.2018</w:t>
      </w:r>
    </w:p>
    <w:p w14:paraId="699C1D76" w14:textId="77777777" w:rsidR="00B43002" w:rsidRPr="008B7FD2" w:rsidRDefault="00B43002" w:rsidP="00B43002">
      <w:pPr>
        <w:pStyle w:val="Heading2"/>
        <w:ind w:left="578" w:hanging="578"/>
      </w:pPr>
      <w:bookmarkStart w:id="168" w:name="_Toc64888644"/>
      <w:r w:rsidRPr="008B7FD2">
        <w:t>Tehnološki predpogoji uporabe WS</w:t>
      </w:r>
      <w:bookmarkEnd w:id="168"/>
    </w:p>
    <w:p w14:paraId="699C1D77" w14:textId="3A11A49F" w:rsidR="00195140" w:rsidRDefault="00F77B12" w:rsidP="00F77B12">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51E52B0C" w14:textId="77777777" w:rsidR="00195140" w:rsidRDefault="00195140">
      <w:pPr>
        <w:spacing w:after="0" w:line="240" w:lineRule="auto"/>
        <w:jc w:val="left"/>
      </w:pPr>
      <w:r>
        <w:br w:type="page"/>
      </w:r>
    </w:p>
    <w:p w14:paraId="37454199" w14:textId="78B269FD" w:rsidR="00195140" w:rsidRPr="008B7FD2" w:rsidRDefault="00195140" w:rsidP="00195140">
      <w:pPr>
        <w:pStyle w:val="Heading1"/>
      </w:pPr>
      <w:bookmarkStart w:id="169" w:name="_Toc64888645"/>
      <w:r w:rsidRPr="008B7FD2">
        <w:lastRenderedPageBreak/>
        <w:t>Fakturirana realizacija MM</w:t>
      </w:r>
      <w:r>
        <w:t xml:space="preserve"> v2</w:t>
      </w:r>
      <w:bookmarkEnd w:id="169"/>
    </w:p>
    <w:p w14:paraId="76F25BA7" w14:textId="77777777" w:rsidR="00195140" w:rsidRPr="008B7FD2" w:rsidRDefault="00195140" w:rsidP="00195140">
      <w:pPr>
        <w:pStyle w:val="Heading2"/>
      </w:pPr>
      <w:bookmarkStart w:id="170" w:name="_Toc64888646"/>
      <w:r w:rsidRPr="008B7FD2">
        <w:t>Kratek opis in namen WS</w:t>
      </w:r>
      <w:bookmarkEnd w:id="170"/>
    </w:p>
    <w:p w14:paraId="4AB30409" w14:textId="77777777" w:rsidR="00195140" w:rsidRPr="008B7FD2" w:rsidRDefault="00195140" w:rsidP="00195140">
      <w:r w:rsidRPr="008B7FD2">
        <w:t>Storitev je namenjena pridobivanju podatkov o fakturirani realizaciji za posamezno merilno mesto za podano obdobje.</w:t>
      </w:r>
    </w:p>
    <w:p w14:paraId="50AEBC8A" w14:textId="77777777" w:rsidR="00195140" w:rsidRPr="008B7FD2" w:rsidRDefault="00195140" w:rsidP="00195140">
      <w:pPr>
        <w:pStyle w:val="NoSpacing"/>
        <w:numPr>
          <w:ilvl w:val="0"/>
          <w:numId w:val="27"/>
        </w:numPr>
        <w:rPr>
          <w:lang w:val="sl-SI"/>
        </w:rPr>
      </w:pPr>
      <w:r w:rsidRPr="008B7FD2">
        <w:rPr>
          <w:lang w:val="sl-SI"/>
        </w:rPr>
        <w:t xml:space="preserve">url produkcija: </w:t>
      </w:r>
    </w:p>
    <w:p w14:paraId="5A83C9DB" w14:textId="464412B2" w:rsidR="00195140" w:rsidRPr="008B7FD2" w:rsidRDefault="00765DB7" w:rsidP="00195140">
      <w:pPr>
        <w:pStyle w:val="NoSpacing"/>
        <w:rPr>
          <w:rFonts w:eastAsia="Calibri"/>
          <w:sz w:val="18"/>
          <w:szCs w:val="18"/>
          <w:lang w:val="sl-SI"/>
        </w:rPr>
      </w:pPr>
      <w:hyperlink r:id="rId69" w:history="1">
        <w:r w:rsidR="00195140" w:rsidRPr="005A7DEA">
          <w:rPr>
            <w:rStyle w:val="Hyperlink"/>
            <w:rFonts w:eastAsia="Calibri"/>
            <w:sz w:val="18"/>
            <w:szCs w:val="18"/>
            <w:lang w:val="sl-SI"/>
          </w:rPr>
          <w:t>https://services.informatika.si/FakturiranaRealizacijaZaMMWeb/sca/FakturiranaRealizacija2Storitev?WSDL</w:t>
        </w:r>
      </w:hyperlink>
    </w:p>
    <w:p w14:paraId="0CE3BA97" w14:textId="77777777" w:rsidR="00195140" w:rsidRPr="008B7FD2" w:rsidRDefault="00195140" w:rsidP="00195140">
      <w:pPr>
        <w:pStyle w:val="NoSpacing"/>
        <w:rPr>
          <w:rStyle w:val="Hyperlink"/>
          <w:rFonts w:eastAsia="Calibri"/>
          <w:sz w:val="18"/>
          <w:szCs w:val="18"/>
          <w:lang w:val="sl-SI"/>
        </w:rPr>
      </w:pPr>
    </w:p>
    <w:p w14:paraId="1779F924" w14:textId="77777777" w:rsidR="00195140" w:rsidRPr="008B7FD2" w:rsidRDefault="00195140" w:rsidP="00195140">
      <w:pPr>
        <w:pStyle w:val="NoSpacing"/>
        <w:rPr>
          <w:rStyle w:val="Hyperlink"/>
          <w:rFonts w:eastAsia="Calibri"/>
          <w:sz w:val="18"/>
          <w:szCs w:val="18"/>
          <w:lang w:val="sl-SI"/>
        </w:rPr>
      </w:pPr>
    </w:p>
    <w:p w14:paraId="3D579C17" w14:textId="77777777" w:rsidR="00195140" w:rsidRPr="008B7FD2" w:rsidRDefault="00195140" w:rsidP="00195140">
      <w:pPr>
        <w:pStyle w:val="NoSpacing"/>
        <w:numPr>
          <w:ilvl w:val="0"/>
          <w:numId w:val="27"/>
        </w:numPr>
        <w:rPr>
          <w:lang w:val="sl-SI"/>
        </w:rPr>
      </w:pPr>
      <w:r w:rsidRPr="008B7FD2">
        <w:rPr>
          <w:lang w:val="sl-SI"/>
        </w:rPr>
        <w:t xml:space="preserve">url test: </w:t>
      </w:r>
    </w:p>
    <w:p w14:paraId="650BF92B" w14:textId="3C8E10F4" w:rsidR="00195140" w:rsidRPr="008B7FD2" w:rsidRDefault="00765DB7" w:rsidP="00195140">
      <w:pPr>
        <w:jc w:val="left"/>
        <w:rPr>
          <w:sz w:val="18"/>
          <w:szCs w:val="18"/>
        </w:rPr>
      </w:pPr>
      <w:hyperlink r:id="rId70" w:history="1">
        <w:r w:rsidR="00B0055C" w:rsidRPr="005A7DEA">
          <w:rPr>
            <w:rStyle w:val="Hyperlink"/>
            <w:sz w:val="18"/>
            <w:szCs w:val="18"/>
          </w:rPr>
          <w:t>https://services-test.informatika.si/FakturiranaRealizacijaZaMMWeb/sca/FakturiranaRealizacija2Storitev?WSDL</w:t>
        </w:r>
      </w:hyperlink>
    </w:p>
    <w:p w14:paraId="1762C628" w14:textId="77777777" w:rsidR="00195140" w:rsidRPr="008B7FD2" w:rsidRDefault="00195140" w:rsidP="00195140">
      <w:pPr>
        <w:pStyle w:val="Heading2"/>
      </w:pPr>
      <w:bookmarkStart w:id="171" w:name="_Toc64888647"/>
      <w:proofErr w:type="spellStart"/>
      <w:r w:rsidRPr="008B7FD2">
        <w:t>Verzioniranje</w:t>
      </w:r>
      <w:proofErr w:type="spellEnd"/>
      <w:r w:rsidRPr="008B7FD2">
        <w:t xml:space="preserve"> WS</w:t>
      </w:r>
      <w:bookmarkEnd w:id="171"/>
    </w:p>
    <w:p w14:paraId="4358B6B6" w14:textId="2C36D46F" w:rsidR="00195140" w:rsidRPr="008B7FD2" w:rsidRDefault="00195140" w:rsidP="00195140">
      <w:r w:rsidRPr="008B7FD2">
        <w:t xml:space="preserve">Verzija storitve </w:t>
      </w:r>
      <w:r>
        <w:t>2</w:t>
      </w:r>
      <w:r w:rsidRPr="008B7FD2">
        <w:t>.0</w:t>
      </w:r>
    </w:p>
    <w:p w14:paraId="3D663737" w14:textId="77777777" w:rsidR="00195140" w:rsidRPr="008B7FD2" w:rsidRDefault="00195140" w:rsidP="00195140">
      <w:pPr>
        <w:pStyle w:val="Heading2"/>
        <w:ind w:left="578" w:hanging="578"/>
      </w:pPr>
      <w:bookmarkStart w:id="172" w:name="_Toc64888648"/>
      <w:r w:rsidRPr="008B7FD2">
        <w:t>Diagram poteka</w:t>
      </w:r>
      <w:bookmarkEnd w:id="172"/>
    </w:p>
    <w:p w14:paraId="1560FD51" w14:textId="77777777" w:rsidR="00195140" w:rsidRPr="008B7FD2" w:rsidRDefault="00195140" w:rsidP="00195140">
      <w:r w:rsidRPr="008B7FD2">
        <w:t>Ni na voljo.</w:t>
      </w:r>
    </w:p>
    <w:p w14:paraId="44E2D914" w14:textId="77777777" w:rsidR="00195140" w:rsidRPr="008B7FD2" w:rsidRDefault="00195140" w:rsidP="00195140">
      <w:pPr>
        <w:pStyle w:val="Heading2"/>
        <w:ind w:left="578" w:hanging="578"/>
      </w:pPr>
      <w:bookmarkStart w:id="173" w:name="_Toc64888649"/>
      <w:r w:rsidRPr="008B7FD2">
        <w:t>Način uporabe</w:t>
      </w:r>
      <w:bookmarkEnd w:id="173"/>
    </w:p>
    <w:p w14:paraId="4DAEA723" w14:textId="77777777" w:rsidR="00195140" w:rsidRPr="008B7FD2" w:rsidRDefault="00195140" w:rsidP="00195140">
      <w:r w:rsidRPr="008B7FD2">
        <w:t>Storitev se kliče za potrebe pridobivanja podatkov o fakturirani realizaciji, ki jo dobavitelj pridobiva s strani distributerja za potrebe svojega poslovanja.</w:t>
      </w:r>
    </w:p>
    <w:p w14:paraId="404EBF82" w14:textId="77777777" w:rsidR="00195140" w:rsidRPr="008B7FD2" w:rsidRDefault="00195140" w:rsidP="00195140">
      <w:pPr>
        <w:pStyle w:val="Heading2"/>
        <w:ind w:left="578" w:hanging="578"/>
      </w:pPr>
      <w:bookmarkStart w:id="174" w:name="_Toc64888650"/>
      <w:r w:rsidRPr="008B7FD2">
        <w:t>Posebnosti</w:t>
      </w:r>
      <w:bookmarkEnd w:id="174"/>
    </w:p>
    <w:p w14:paraId="2815B73E" w14:textId="77777777" w:rsidR="00195140" w:rsidRDefault="00195140" w:rsidP="00195140">
      <w:r w:rsidRPr="008B7FD2">
        <w:t>Storitev vrne podatke o fakturirani realizaciji samo za merilna mesta, za katera je klicatelj na trenutni datum dejansko dobavitelj na merilnem mestu.</w:t>
      </w:r>
    </w:p>
    <w:p w14:paraId="446F126D" w14:textId="77777777" w:rsidR="00195140" w:rsidRPr="008B7FD2" w:rsidRDefault="00195140" w:rsidP="00195140">
      <w:pPr>
        <w:pStyle w:val="Heading2"/>
        <w:ind w:left="578" w:hanging="578"/>
      </w:pPr>
      <w:bookmarkStart w:id="175" w:name="_Toc64888651"/>
      <w:r w:rsidRPr="008B7FD2">
        <w:t>Tehnološki predpogoji uporabe WS</w:t>
      </w:r>
      <w:bookmarkEnd w:id="175"/>
    </w:p>
    <w:p w14:paraId="7422A9B3" w14:textId="77777777" w:rsidR="00195140" w:rsidRPr="008B7FD2" w:rsidRDefault="00195140" w:rsidP="00195140">
      <w:r w:rsidRPr="008B7FD2">
        <w:t>Uporabnik storitve mora vzpostaviti povezavo do spletnega mesta services.informatika.si ter services-test.informatika.si in zaupati certifikatu spletnega mesta. Klici so varovani z uporabniškim imenom in geslom.</w:t>
      </w:r>
    </w:p>
    <w:p w14:paraId="04F8062D" w14:textId="77777777" w:rsidR="00097D3A" w:rsidRPr="008B7FD2" w:rsidRDefault="00097D3A" w:rsidP="00F77B12"/>
    <w:p w14:paraId="4F8C8019" w14:textId="77777777" w:rsidR="00097D3A" w:rsidRPr="008B7FD2" w:rsidRDefault="00097D3A">
      <w:pPr>
        <w:spacing w:after="0" w:line="240" w:lineRule="auto"/>
        <w:jc w:val="left"/>
      </w:pPr>
      <w:r w:rsidRPr="008B7FD2">
        <w:br w:type="page"/>
      </w:r>
    </w:p>
    <w:p w14:paraId="34281030" w14:textId="4A9DB801" w:rsidR="00097D3A" w:rsidRPr="008B7FD2" w:rsidRDefault="00097D3A" w:rsidP="00097D3A">
      <w:pPr>
        <w:pStyle w:val="Heading1"/>
      </w:pPr>
      <w:bookmarkStart w:id="176" w:name="_Toc64888652"/>
      <w:r w:rsidRPr="008B7FD2">
        <w:lastRenderedPageBreak/>
        <w:t>Menjava dobavitelja oddaja vloge</w:t>
      </w:r>
      <w:bookmarkEnd w:id="176"/>
    </w:p>
    <w:p w14:paraId="0001D3B7" w14:textId="77777777" w:rsidR="00097D3A" w:rsidRPr="008B7FD2" w:rsidRDefault="00097D3A" w:rsidP="00097D3A">
      <w:pPr>
        <w:pStyle w:val="Heading2"/>
      </w:pPr>
      <w:bookmarkStart w:id="177" w:name="_Toc64888653"/>
      <w:r w:rsidRPr="008B7FD2">
        <w:t>Kratek opis in namen WS</w:t>
      </w:r>
      <w:bookmarkEnd w:id="177"/>
    </w:p>
    <w:p w14:paraId="6123B186" w14:textId="21926A64" w:rsidR="00097D3A" w:rsidRPr="008B7FD2" w:rsidRDefault="00097D3A" w:rsidP="00097D3A">
      <w:r w:rsidRPr="008B7FD2">
        <w:t xml:space="preserve">Storitev je namenjena </w:t>
      </w:r>
      <w:r w:rsidR="005D7D6B" w:rsidRPr="008B7FD2">
        <w:t>oddaji vloge za menjavo dobavitelja.</w:t>
      </w:r>
    </w:p>
    <w:p w14:paraId="315E5BAA" w14:textId="77777777" w:rsidR="00097D3A" w:rsidRPr="008B7FD2" w:rsidRDefault="00097D3A" w:rsidP="00097D3A">
      <w:pPr>
        <w:pStyle w:val="NoSpacing"/>
        <w:numPr>
          <w:ilvl w:val="0"/>
          <w:numId w:val="27"/>
        </w:numPr>
        <w:rPr>
          <w:lang w:val="sl-SI"/>
        </w:rPr>
      </w:pPr>
      <w:r w:rsidRPr="008B7FD2">
        <w:rPr>
          <w:lang w:val="sl-SI"/>
        </w:rPr>
        <w:t xml:space="preserve">url produkcija: </w:t>
      </w:r>
    </w:p>
    <w:p w14:paraId="7A10B477" w14:textId="312D35C3" w:rsidR="00097D3A" w:rsidRPr="008B7FD2" w:rsidRDefault="00765DB7" w:rsidP="00097D3A">
      <w:pPr>
        <w:pStyle w:val="NoSpacing"/>
        <w:rPr>
          <w:sz w:val="18"/>
          <w:szCs w:val="18"/>
          <w:lang w:val="sl-SI"/>
        </w:rPr>
      </w:pPr>
      <w:hyperlink r:id="rId71" w:history="1">
        <w:r w:rsidR="005D7D6B" w:rsidRPr="008B7FD2">
          <w:rPr>
            <w:rStyle w:val="Hyperlink"/>
            <w:sz w:val="18"/>
            <w:szCs w:val="18"/>
            <w:lang w:val="sl-SI"/>
          </w:rPr>
          <w:t>https://services.informatika.si/MenjavaDobaviteljaWeb/sca/OddajaVloge?WSDL</w:t>
        </w:r>
      </w:hyperlink>
    </w:p>
    <w:p w14:paraId="2B6EF4DD" w14:textId="77777777" w:rsidR="005D7D6B" w:rsidRPr="008B7FD2" w:rsidRDefault="005D7D6B" w:rsidP="00097D3A">
      <w:pPr>
        <w:pStyle w:val="NoSpacing"/>
        <w:rPr>
          <w:rStyle w:val="Hyperlink"/>
          <w:rFonts w:eastAsia="Calibri"/>
          <w:sz w:val="18"/>
          <w:szCs w:val="18"/>
          <w:lang w:val="sl-SI"/>
        </w:rPr>
      </w:pPr>
    </w:p>
    <w:p w14:paraId="6DE839F4" w14:textId="77777777" w:rsidR="00097D3A" w:rsidRPr="008B7FD2" w:rsidRDefault="00097D3A" w:rsidP="00097D3A">
      <w:pPr>
        <w:pStyle w:val="NoSpacing"/>
        <w:numPr>
          <w:ilvl w:val="0"/>
          <w:numId w:val="27"/>
        </w:numPr>
        <w:rPr>
          <w:lang w:val="sl-SI"/>
        </w:rPr>
      </w:pPr>
      <w:r w:rsidRPr="008B7FD2">
        <w:rPr>
          <w:lang w:val="sl-SI"/>
        </w:rPr>
        <w:t xml:space="preserve">url test: </w:t>
      </w:r>
    </w:p>
    <w:p w14:paraId="238A066D" w14:textId="2E743A81" w:rsidR="005D7D6B" w:rsidRPr="008B7FD2" w:rsidRDefault="00765DB7" w:rsidP="005D7D6B">
      <w:pPr>
        <w:pStyle w:val="NoSpacing"/>
        <w:rPr>
          <w:sz w:val="18"/>
          <w:szCs w:val="18"/>
          <w:lang w:val="sl-SI"/>
        </w:rPr>
      </w:pPr>
      <w:hyperlink r:id="rId72" w:history="1">
        <w:r w:rsidR="005D7D6B" w:rsidRPr="008B7FD2">
          <w:rPr>
            <w:rStyle w:val="Hyperlink"/>
            <w:sz w:val="18"/>
            <w:szCs w:val="18"/>
            <w:lang w:val="sl-SI"/>
          </w:rPr>
          <w:t>https://services-test.informatika.si/MenjavaDobaviteljaWeb/sca/OddajaVloge?WSDL</w:t>
        </w:r>
      </w:hyperlink>
    </w:p>
    <w:p w14:paraId="0104483F" w14:textId="54498542" w:rsidR="00097D3A" w:rsidRPr="008B7FD2" w:rsidRDefault="00097D3A" w:rsidP="00097D3A">
      <w:pPr>
        <w:jc w:val="left"/>
        <w:rPr>
          <w:rStyle w:val="Hyperlink"/>
          <w:sz w:val="18"/>
          <w:szCs w:val="18"/>
        </w:rPr>
      </w:pPr>
    </w:p>
    <w:p w14:paraId="1C543D14" w14:textId="77777777" w:rsidR="00097D3A" w:rsidRPr="008B7FD2" w:rsidRDefault="00097D3A" w:rsidP="00097D3A">
      <w:pPr>
        <w:pStyle w:val="Heading2"/>
      </w:pPr>
      <w:bookmarkStart w:id="178" w:name="_Toc64888654"/>
      <w:proofErr w:type="spellStart"/>
      <w:r w:rsidRPr="008B7FD2">
        <w:t>Verzioniranje</w:t>
      </w:r>
      <w:proofErr w:type="spellEnd"/>
      <w:r w:rsidRPr="008B7FD2">
        <w:t xml:space="preserve"> WS</w:t>
      </w:r>
      <w:bookmarkEnd w:id="178"/>
    </w:p>
    <w:p w14:paraId="66B7F7D7" w14:textId="77777777" w:rsidR="00097D3A" w:rsidRPr="008B7FD2" w:rsidRDefault="00097D3A" w:rsidP="00097D3A">
      <w:r w:rsidRPr="008B7FD2">
        <w:t>Verzija storitve 1.0</w:t>
      </w:r>
    </w:p>
    <w:p w14:paraId="3AABD4B3" w14:textId="77777777" w:rsidR="00097D3A" w:rsidRPr="008B7FD2" w:rsidRDefault="00097D3A" w:rsidP="00097D3A">
      <w:pPr>
        <w:pStyle w:val="Heading2"/>
        <w:ind w:left="578" w:hanging="578"/>
      </w:pPr>
      <w:bookmarkStart w:id="179" w:name="_Toc64888655"/>
      <w:r w:rsidRPr="008B7FD2">
        <w:t>Diagram poteka</w:t>
      </w:r>
      <w:bookmarkEnd w:id="179"/>
    </w:p>
    <w:p w14:paraId="452CB675" w14:textId="1DA4FD7A" w:rsidR="00C44374" w:rsidRPr="008B7FD2" w:rsidRDefault="00C44374" w:rsidP="00C44374">
      <w:r w:rsidRPr="008B7FD2">
        <w:object w:dxaOrig="9439" w:dyaOrig="3132" w14:anchorId="31E0F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6pt;height:150pt" o:ole="">
            <v:imagedata r:id="rId73" o:title=""/>
          </v:shape>
          <o:OLEObject Type="Embed" ProgID="Visio.Drawing.11" ShapeID="_x0000_i1025" DrawAspect="Content" ObjectID="_1675501598" r:id="rId74"/>
        </w:object>
      </w:r>
    </w:p>
    <w:p w14:paraId="750E607F" w14:textId="140092A9" w:rsidR="00097D3A" w:rsidRPr="008B7FD2" w:rsidRDefault="00097D3A" w:rsidP="00097D3A">
      <w:pPr>
        <w:pStyle w:val="Heading2"/>
        <w:ind w:left="578" w:hanging="578"/>
      </w:pPr>
      <w:bookmarkStart w:id="180" w:name="_Toc64888656"/>
      <w:r w:rsidRPr="008B7FD2">
        <w:t>Način uporabe</w:t>
      </w:r>
      <w:bookmarkEnd w:id="180"/>
    </w:p>
    <w:p w14:paraId="4398EE55" w14:textId="4AE3B35F" w:rsidR="00097D3A" w:rsidRPr="008B7FD2" w:rsidRDefault="005D7D6B" w:rsidP="00097D3A">
      <w:r w:rsidRPr="008B7FD2">
        <w:t>Storitev se kliče za potrebe oddaje vloge za menjavo dobavitelja</w:t>
      </w:r>
      <w:r w:rsidR="00097D3A" w:rsidRPr="008B7FD2">
        <w:t>.</w:t>
      </w:r>
    </w:p>
    <w:p w14:paraId="5CFC1901" w14:textId="77777777" w:rsidR="00097D3A" w:rsidRPr="008B7FD2" w:rsidRDefault="00097D3A" w:rsidP="00097D3A">
      <w:pPr>
        <w:pStyle w:val="Heading2"/>
        <w:ind w:left="578" w:hanging="578"/>
      </w:pPr>
      <w:bookmarkStart w:id="181" w:name="_Toc64888657"/>
      <w:r w:rsidRPr="008B7FD2">
        <w:t>Posebnosti</w:t>
      </w:r>
      <w:bookmarkEnd w:id="181"/>
    </w:p>
    <w:p w14:paraId="4E582B4E" w14:textId="20660EF1" w:rsidR="00097D3A" w:rsidRDefault="005D7D6B" w:rsidP="00097D3A">
      <w:r w:rsidRPr="008B7FD2">
        <w:t>Storitev sprejema vloge z datumi menjave po veljavni zakonodaji</w:t>
      </w:r>
      <w:r w:rsidR="00097D3A" w:rsidRPr="008B7FD2">
        <w:t>.</w:t>
      </w:r>
    </w:p>
    <w:p w14:paraId="0657F890" w14:textId="080666E4" w:rsidR="008E67BF" w:rsidRPr="008B7FD2" w:rsidRDefault="002968D7" w:rsidP="00097D3A">
      <w:r>
        <w:t>Storitev umaknjena iz uporabe s 1.10.2018</w:t>
      </w:r>
    </w:p>
    <w:p w14:paraId="2782376A" w14:textId="77777777" w:rsidR="00097D3A" w:rsidRPr="008B7FD2" w:rsidRDefault="00097D3A" w:rsidP="00097D3A">
      <w:pPr>
        <w:pStyle w:val="Heading2"/>
        <w:ind w:left="578" w:hanging="578"/>
      </w:pPr>
      <w:bookmarkStart w:id="182" w:name="_Toc64888658"/>
      <w:r w:rsidRPr="008B7FD2">
        <w:t>Tehnološki predpogoji uporabe WS</w:t>
      </w:r>
      <w:bookmarkEnd w:id="182"/>
    </w:p>
    <w:p w14:paraId="160183D8" w14:textId="1DDF21D1" w:rsidR="008E67BF" w:rsidRDefault="00097D3A" w:rsidP="00C44374">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14211C08" w14:textId="77777777" w:rsidR="008E67BF" w:rsidRDefault="008E67BF">
      <w:pPr>
        <w:spacing w:after="0" w:line="240" w:lineRule="auto"/>
        <w:jc w:val="left"/>
      </w:pPr>
      <w:r>
        <w:br w:type="page"/>
      </w:r>
    </w:p>
    <w:p w14:paraId="304CD441" w14:textId="6F68A8D6" w:rsidR="008E67BF" w:rsidRPr="008B7FD2" w:rsidRDefault="008E67BF" w:rsidP="008E67BF">
      <w:pPr>
        <w:pStyle w:val="Heading1"/>
      </w:pPr>
      <w:bookmarkStart w:id="183" w:name="_Toc64888659"/>
      <w:r w:rsidRPr="008B7FD2">
        <w:lastRenderedPageBreak/>
        <w:t>Menjava dobavitelja oddaja vloge</w:t>
      </w:r>
      <w:r>
        <w:t xml:space="preserve"> v2</w:t>
      </w:r>
      <w:bookmarkEnd w:id="183"/>
    </w:p>
    <w:p w14:paraId="0E777E15" w14:textId="77777777" w:rsidR="008E67BF" w:rsidRPr="008B7FD2" w:rsidRDefault="008E67BF" w:rsidP="008E67BF">
      <w:pPr>
        <w:pStyle w:val="Heading2"/>
      </w:pPr>
      <w:bookmarkStart w:id="184" w:name="_Toc64888660"/>
      <w:r w:rsidRPr="008B7FD2">
        <w:t>Kratek opis in namen WS</w:t>
      </w:r>
      <w:bookmarkEnd w:id="184"/>
    </w:p>
    <w:p w14:paraId="192CB583" w14:textId="77777777" w:rsidR="008E67BF" w:rsidRPr="008B7FD2" w:rsidRDefault="008E67BF" w:rsidP="008E67BF">
      <w:r w:rsidRPr="008B7FD2">
        <w:t>Storitev je namenjena oddaji vloge za menjavo dobavitelja.</w:t>
      </w:r>
    </w:p>
    <w:p w14:paraId="633C19CF" w14:textId="77777777" w:rsidR="008E67BF" w:rsidRPr="008B7FD2" w:rsidRDefault="008E67BF" w:rsidP="008E67BF">
      <w:pPr>
        <w:pStyle w:val="NoSpacing"/>
        <w:numPr>
          <w:ilvl w:val="0"/>
          <w:numId w:val="27"/>
        </w:numPr>
        <w:rPr>
          <w:lang w:val="sl-SI"/>
        </w:rPr>
      </w:pPr>
      <w:r w:rsidRPr="008B7FD2">
        <w:rPr>
          <w:lang w:val="sl-SI"/>
        </w:rPr>
        <w:t xml:space="preserve">url produkcija: </w:t>
      </w:r>
    </w:p>
    <w:p w14:paraId="13B71562" w14:textId="3BF53756" w:rsidR="008E67BF" w:rsidRPr="008B7FD2" w:rsidRDefault="00765DB7" w:rsidP="008E67BF">
      <w:pPr>
        <w:pStyle w:val="NoSpacing"/>
        <w:rPr>
          <w:sz w:val="18"/>
          <w:szCs w:val="18"/>
          <w:lang w:val="sl-SI"/>
        </w:rPr>
      </w:pPr>
      <w:hyperlink r:id="rId75" w:history="1">
        <w:r w:rsidR="008E67BF" w:rsidRPr="005A7DEA">
          <w:rPr>
            <w:rStyle w:val="Hyperlink"/>
            <w:sz w:val="18"/>
            <w:szCs w:val="18"/>
            <w:lang w:val="sl-SI"/>
          </w:rPr>
          <w:t>https://services.informatika.si/MenjavaDobaviteljaWeb/sca/OddajaVloge2Storitev?WSDL</w:t>
        </w:r>
      </w:hyperlink>
    </w:p>
    <w:p w14:paraId="71BC1BC0" w14:textId="77777777" w:rsidR="008E67BF" w:rsidRPr="008B7FD2" w:rsidRDefault="008E67BF" w:rsidP="008E67BF">
      <w:pPr>
        <w:pStyle w:val="NoSpacing"/>
        <w:rPr>
          <w:rStyle w:val="Hyperlink"/>
          <w:rFonts w:eastAsia="Calibri"/>
          <w:sz w:val="18"/>
          <w:szCs w:val="18"/>
          <w:lang w:val="sl-SI"/>
        </w:rPr>
      </w:pPr>
    </w:p>
    <w:p w14:paraId="58819C12" w14:textId="77777777" w:rsidR="008E67BF" w:rsidRPr="008B7FD2" w:rsidRDefault="008E67BF" w:rsidP="008E67BF">
      <w:pPr>
        <w:pStyle w:val="NoSpacing"/>
        <w:numPr>
          <w:ilvl w:val="0"/>
          <w:numId w:val="27"/>
        </w:numPr>
        <w:rPr>
          <w:lang w:val="sl-SI"/>
        </w:rPr>
      </w:pPr>
      <w:r w:rsidRPr="008B7FD2">
        <w:rPr>
          <w:lang w:val="sl-SI"/>
        </w:rPr>
        <w:t xml:space="preserve">url test: </w:t>
      </w:r>
    </w:p>
    <w:p w14:paraId="7F4D3A2C" w14:textId="4958BB3A" w:rsidR="008E67BF" w:rsidRPr="008B7FD2" w:rsidRDefault="00765DB7" w:rsidP="008E67BF">
      <w:pPr>
        <w:pStyle w:val="NoSpacing"/>
        <w:rPr>
          <w:sz w:val="18"/>
          <w:szCs w:val="18"/>
          <w:lang w:val="sl-SI"/>
        </w:rPr>
      </w:pPr>
      <w:hyperlink r:id="rId76" w:history="1">
        <w:r w:rsidR="008E67BF" w:rsidRPr="008B7FD2">
          <w:rPr>
            <w:rStyle w:val="Hyperlink"/>
            <w:sz w:val="18"/>
            <w:szCs w:val="18"/>
            <w:lang w:val="sl-SI"/>
          </w:rPr>
          <w:t>https://services-test.informatika.si/MenjavaDobaviteljaWeb/sca/OddajaVloge</w:t>
        </w:r>
        <w:r w:rsidR="008E67BF" w:rsidRPr="008E67BF">
          <w:rPr>
            <w:rStyle w:val="Hyperlink"/>
            <w:sz w:val="18"/>
            <w:szCs w:val="18"/>
            <w:lang w:val="sl-SI"/>
          </w:rPr>
          <w:t>2Storitev</w:t>
        </w:r>
        <w:r w:rsidR="008E67BF" w:rsidRPr="008B7FD2">
          <w:rPr>
            <w:rStyle w:val="Hyperlink"/>
            <w:sz w:val="18"/>
            <w:szCs w:val="18"/>
            <w:lang w:val="sl-SI"/>
          </w:rPr>
          <w:t>?WSDL</w:t>
        </w:r>
      </w:hyperlink>
    </w:p>
    <w:p w14:paraId="50BDAFCE" w14:textId="77777777" w:rsidR="008E67BF" w:rsidRPr="008B7FD2" w:rsidRDefault="008E67BF" w:rsidP="008E67BF">
      <w:pPr>
        <w:jc w:val="left"/>
        <w:rPr>
          <w:rStyle w:val="Hyperlink"/>
          <w:sz w:val="18"/>
          <w:szCs w:val="18"/>
        </w:rPr>
      </w:pPr>
    </w:p>
    <w:p w14:paraId="180E5B90" w14:textId="77777777" w:rsidR="008E67BF" w:rsidRPr="008B7FD2" w:rsidRDefault="008E67BF" w:rsidP="008E67BF">
      <w:pPr>
        <w:pStyle w:val="Heading2"/>
      </w:pPr>
      <w:bookmarkStart w:id="185" w:name="_Toc64888661"/>
      <w:proofErr w:type="spellStart"/>
      <w:r w:rsidRPr="008B7FD2">
        <w:t>Verzioniranje</w:t>
      </w:r>
      <w:proofErr w:type="spellEnd"/>
      <w:r w:rsidRPr="008B7FD2">
        <w:t xml:space="preserve"> WS</w:t>
      </w:r>
      <w:bookmarkEnd w:id="185"/>
    </w:p>
    <w:p w14:paraId="79DB6219" w14:textId="7857BF98" w:rsidR="008E67BF" w:rsidRPr="008B7FD2" w:rsidRDefault="008E67BF" w:rsidP="008E67BF">
      <w:r w:rsidRPr="008B7FD2">
        <w:t xml:space="preserve">Verzija storitve </w:t>
      </w:r>
      <w:r w:rsidR="00096BBB">
        <w:t>2</w:t>
      </w:r>
      <w:r w:rsidRPr="008B7FD2">
        <w:t>.0</w:t>
      </w:r>
    </w:p>
    <w:p w14:paraId="704F6186" w14:textId="77777777" w:rsidR="008E67BF" w:rsidRPr="008B7FD2" w:rsidRDefault="008E67BF" w:rsidP="008E67BF">
      <w:pPr>
        <w:pStyle w:val="Heading2"/>
        <w:ind w:left="578" w:hanging="578"/>
      </w:pPr>
      <w:bookmarkStart w:id="186" w:name="_Toc64888662"/>
      <w:r w:rsidRPr="008B7FD2">
        <w:t>Diagram poteka</w:t>
      </w:r>
      <w:bookmarkEnd w:id="186"/>
    </w:p>
    <w:p w14:paraId="305D490B" w14:textId="77777777" w:rsidR="008E67BF" w:rsidRPr="008B7FD2" w:rsidRDefault="008E67BF" w:rsidP="008E67BF">
      <w:r w:rsidRPr="008B7FD2">
        <w:object w:dxaOrig="9439" w:dyaOrig="3132" w14:anchorId="2734D144">
          <v:shape id="_x0000_i1026" type="#_x0000_t75" style="width:452.6pt;height:150pt" o:ole="">
            <v:imagedata r:id="rId73" o:title=""/>
          </v:shape>
          <o:OLEObject Type="Embed" ProgID="Visio.Drawing.11" ShapeID="_x0000_i1026" DrawAspect="Content" ObjectID="_1675501599" r:id="rId77"/>
        </w:object>
      </w:r>
    </w:p>
    <w:p w14:paraId="05C7EC1D" w14:textId="77777777" w:rsidR="008E67BF" w:rsidRPr="008B7FD2" w:rsidRDefault="008E67BF" w:rsidP="008E67BF">
      <w:pPr>
        <w:pStyle w:val="Heading2"/>
        <w:ind w:left="578" w:hanging="578"/>
      </w:pPr>
      <w:bookmarkStart w:id="187" w:name="_Toc64888663"/>
      <w:r w:rsidRPr="008B7FD2">
        <w:t>Način uporabe</w:t>
      </w:r>
      <w:bookmarkEnd w:id="187"/>
    </w:p>
    <w:p w14:paraId="61B9C217" w14:textId="77777777" w:rsidR="008E67BF" w:rsidRPr="008B7FD2" w:rsidRDefault="008E67BF" w:rsidP="008E67BF">
      <w:r w:rsidRPr="008B7FD2">
        <w:t>Storitev se kliče za potrebe oddaje vloge za menjavo dobavitelja.</w:t>
      </w:r>
    </w:p>
    <w:p w14:paraId="2E57D6FB" w14:textId="77777777" w:rsidR="008E67BF" w:rsidRPr="008B7FD2" w:rsidRDefault="008E67BF" w:rsidP="008E67BF">
      <w:pPr>
        <w:pStyle w:val="Heading2"/>
        <w:ind w:left="578" w:hanging="578"/>
      </w:pPr>
      <w:bookmarkStart w:id="188" w:name="_Toc64888664"/>
      <w:r w:rsidRPr="008B7FD2">
        <w:t>Posebnosti</w:t>
      </w:r>
      <w:bookmarkEnd w:id="188"/>
    </w:p>
    <w:p w14:paraId="7ADF20DD" w14:textId="44C457DD" w:rsidR="008E67BF" w:rsidRDefault="008E67BF" w:rsidP="008E67BF">
      <w:r w:rsidRPr="008B7FD2">
        <w:t>Storitev sprejema vloge z datumi menjave po veljavni zakonodaji.</w:t>
      </w:r>
    </w:p>
    <w:p w14:paraId="31C9F120" w14:textId="2136747E" w:rsidR="006F5839" w:rsidRPr="008B7FD2" w:rsidRDefault="006F5839" w:rsidP="006F5839">
      <w:r w:rsidRPr="003D1E54">
        <w:rPr>
          <w:highlight w:val="yellow"/>
        </w:rPr>
        <w:t xml:space="preserve">Storitev umaknjena iz uporabe s </w:t>
      </w:r>
      <w:r w:rsidR="00FD4F29" w:rsidRPr="003D1E54">
        <w:rPr>
          <w:highlight w:val="yellow"/>
        </w:rPr>
        <w:t>1</w:t>
      </w:r>
      <w:r w:rsidRPr="003D1E54">
        <w:rPr>
          <w:highlight w:val="yellow"/>
        </w:rPr>
        <w:t>1.</w:t>
      </w:r>
      <w:r w:rsidR="00FD4F29" w:rsidRPr="003D1E54">
        <w:rPr>
          <w:highlight w:val="yellow"/>
        </w:rPr>
        <w:t>2</w:t>
      </w:r>
      <w:r w:rsidRPr="003D1E54">
        <w:rPr>
          <w:highlight w:val="yellow"/>
        </w:rPr>
        <w:t>.2021</w:t>
      </w:r>
    </w:p>
    <w:p w14:paraId="5CFCBBA4" w14:textId="77777777" w:rsidR="008E67BF" w:rsidRPr="008B7FD2" w:rsidRDefault="008E67BF" w:rsidP="008E67BF">
      <w:pPr>
        <w:pStyle w:val="Heading2"/>
        <w:ind w:left="578" w:hanging="578"/>
      </w:pPr>
      <w:bookmarkStart w:id="189" w:name="_Toc64888665"/>
      <w:r w:rsidRPr="008B7FD2">
        <w:t>Tehnološki predpogoji uporabe WS</w:t>
      </w:r>
      <w:bookmarkEnd w:id="189"/>
    </w:p>
    <w:p w14:paraId="66B75812" w14:textId="16DEF29B" w:rsidR="0003259F" w:rsidRDefault="008E67BF" w:rsidP="008E67BF">
      <w:r w:rsidRPr="008B7FD2">
        <w:t>Uporabnik storitve mora vzpostaviti povezavo do spletnega mesta services.informatika.si ter services-test.informatika.si in zaupati certifikatu spletnega mesta. Klici so varovani z uporabniškim imenom in geslom.</w:t>
      </w:r>
    </w:p>
    <w:p w14:paraId="020DDA30" w14:textId="77777777" w:rsidR="0003259F" w:rsidRDefault="0003259F">
      <w:pPr>
        <w:spacing w:after="0" w:line="240" w:lineRule="auto"/>
        <w:jc w:val="left"/>
      </w:pPr>
      <w:r>
        <w:br w:type="page"/>
      </w:r>
    </w:p>
    <w:p w14:paraId="7B8695CF" w14:textId="77777777" w:rsidR="0003259F" w:rsidRPr="008B7FD2" w:rsidRDefault="0003259F" w:rsidP="0003259F">
      <w:pPr>
        <w:pStyle w:val="Heading1"/>
      </w:pPr>
      <w:bookmarkStart w:id="190" w:name="_Toc64888666"/>
      <w:r w:rsidRPr="008B7FD2">
        <w:lastRenderedPageBreak/>
        <w:t>Menjava dobavitelja najdi vloge</w:t>
      </w:r>
      <w:bookmarkEnd w:id="190"/>
    </w:p>
    <w:p w14:paraId="752E2400" w14:textId="77777777" w:rsidR="0003259F" w:rsidRPr="008B7FD2" w:rsidRDefault="0003259F" w:rsidP="0003259F">
      <w:pPr>
        <w:pStyle w:val="Heading2"/>
      </w:pPr>
      <w:bookmarkStart w:id="191" w:name="_Toc64888667"/>
      <w:r w:rsidRPr="008B7FD2">
        <w:t>Kratek opis in namen WS</w:t>
      </w:r>
      <w:bookmarkEnd w:id="191"/>
    </w:p>
    <w:p w14:paraId="0628134F" w14:textId="77777777" w:rsidR="0003259F" w:rsidRPr="008B7FD2" w:rsidRDefault="0003259F" w:rsidP="0003259F">
      <w:r w:rsidRPr="008B7FD2">
        <w:t>Storitev je namenjena iskanju oddanih vlog, ki so še v postopku menjave dobavitelja s pripadajočim statusom.</w:t>
      </w:r>
    </w:p>
    <w:p w14:paraId="4A796230" w14:textId="77777777" w:rsidR="0003259F" w:rsidRPr="008B7FD2" w:rsidRDefault="0003259F" w:rsidP="0003259F">
      <w:pPr>
        <w:pStyle w:val="NoSpacing"/>
        <w:numPr>
          <w:ilvl w:val="0"/>
          <w:numId w:val="27"/>
        </w:numPr>
        <w:rPr>
          <w:lang w:val="sl-SI"/>
        </w:rPr>
      </w:pPr>
      <w:r w:rsidRPr="008B7FD2">
        <w:rPr>
          <w:lang w:val="sl-SI"/>
        </w:rPr>
        <w:t xml:space="preserve">url produkcija: </w:t>
      </w:r>
    </w:p>
    <w:p w14:paraId="224CE813" w14:textId="6C1389DE" w:rsidR="0003259F" w:rsidRPr="008B7FD2" w:rsidRDefault="00765DB7" w:rsidP="0003259F">
      <w:pPr>
        <w:pStyle w:val="NoSpacing"/>
        <w:rPr>
          <w:rStyle w:val="Hyperlink"/>
          <w:rFonts w:eastAsia="Calibri"/>
          <w:sz w:val="18"/>
          <w:szCs w:val="18"/>
          <w:lang w:val="sl-SI"/>
        </w:rPr>
      </w:pPr>
      <w:hyperlink r:id="rId78" w:history="1">
        <w:r w:rsidR="0003259F" w:rsidRPr="008B7FD2">
          <w:rPr>
            <w:rStyle w:val="Hyperlink"/>
            <w:sz w:val="18"/>
            <w:szCs w:val="18"/>
            <w:lang w:val="sl-SI"/>
          </w:rPr>
          <w:t>https://services.informatika.si/MenjavaDobaviteljaWeb/sca/NajdiVlogo?WSDL</w:t>
        </w:r>
      </w:hyperlink>
    </w:p>
    <w:p w14:paraId="7B6FF0EC" w14:textId="77777777" w:rsidR="0003259F" w:rsidRPr="008B7FD2" w:rsidRDefault="0003259F" w:rsidP="0003259F">
      <w:pPr>
        <w:pStyle w:val="NoSpacing"/>
        <w:rPr>
          <w:rStyle w:val="Hyperlink"/>
          <w:rFonts w:eastAsia="Calibri"/>
          <w:sz w:val="18"/>
          <w:szCs w:val="18"/>
          <w:lang w:val="sl-SI"/>
        </w:rPr>
      </w:pPr>
    </w:p>
    <w:p w14:paraId="107A8DA4" w14:textId="77777777" w:rsidR="0003259F" w:rsidRPr="008B7FD2" w:rsidRDefault="0003259F" w:rsidP="0003259F">
      <w:pPr>
        <w:pStyle w:val="NoSpacing"/>
        <w:numPr>
          <w:ilvl w:val="0"/>
          <w:numId w:val="27"/>
        </w:numPr>
        <w:rPr>
          <w:lang w:val="sl-SI"/>
        </w:rPr>
      </w:pPr>
      <w:r w:rsidRPr="008B7FD2">
        <w:rPr>
          <w:lang w:val="sl-SI"/>
        </w:rPr>
        <w:t xml:space="preserve">url test: </w:t>
      </w:r>
    </w:p>
    <w:p w14:paraId="48988274" w14:textId="449CF5C5" w:rsidR="0003259F" w:rsidRPr="008B7FD2" w:rsidRDefault="00765DB7" w:rsidP="0003259F">
      <w:pPr>
        <w:pStyle w:val="NoSpacing"/>
        <w:rPr>
          <w:sz w:val="18"/>
          <w:szCs w:val="18"/>
          <w:lang w:val="sl-SI"/>
        </w:rPr>
      </w:pPr>
      <w:hyperlink r:id="rId79" w:history="1">
        <w:r w:rsidR="0003259F" w:rsidRPr="008B7FD2">
          <w:rPr>
            <w:rStyle w:val="Hyperlink"/>
            <w:sz w:val="18"/>
            <w:szCs w:val="18"/>
            <w:lang w:val="sl-SI"/>
          </w:rPr>
          <w:t>https://services-test.informatika.si/MenjavaDobaviteljaWeb/sca/NajdiVlogo?WSDL</w:t>
        </w:r>
      </w:hyperlink>
    </w:p>
    <w:p w14:paraId="1DD1669F" w14:textId="77777777" w:rsidR="0003259F" w:rsidRPr="008B7FD2" w:rsidRDefault="0003259F" w:rsidP="0003259F">
      <w:pPr>
        <w:pStyle w:val="Heading2"/>
      </w:pPr>
      <w:bookmarkStart w:id="192" w:name="_Toc64888668"/>
      <w:proofErr w:type="spellStart"/>
      <w:r w:rsidRPr="008B7FD2">
        <w:t>Verzioniranje</w:t>
      </w:r>
      <w:proofErr w:type="spellEnd"/>
      <w:r w:rsidRPr="008B7FD2">
        <w:t xml:space="preserve"> WS</w:t>
      </w:r>
      <w:bookmarkEnd w:id="192"/>
    </w:p>
    <w:p w14:paraId="055AAA5F" w14:textId="77777777" w:rsidR="0003259F" w:rsidRPr="008B7FD2" w:rsidRDefault="0003259F" w:rsidP="0003259F">
      <w:r w:rsidRPr="008B7FD2">
        <w:t>Verzija storitve 1.0</w:t>
      </w:r>
    </w:p>
    <w:p w14:paraId="0246B25E" w14:textId="77777777" w:rsidR="0003259F" w:rsidRPr="008B7FD2" w:rsidRDefault="0003259F" w:rsidP="0003259F">
      <w:pPr>
        <w:pStyle w:val="Heading2"/>
        <w:ind w:left="578" w:hanging="578"/>
      </w:pPr>
      <w:bookmarkStart w:id="193" w:name="_Toc64888669"/>
      <w:r w:rsidRPr="008B7FD2">
        <w:t>Diagram poteka</w:t>
      </w:r>
      <w:bookmarkEnd w:id="193"/>
    </w:p>
    <w:p w14:paraId="6D3567EF" w14:textId="77777777" w:rsidR="0003259F" w:rsidRPr="008B7FD2" w:rsidRDefault="0003259F" w:rsidP="0003259F">
      <w:r w:rsidRPr="008B7FD2">
        <w:object w:dxaOrig="9439" w:dyaOrig="3132" w14:anchorId="703D522E">
          <v:shape id="_x0000_i1027" type="#_x0000_t75" style="width:452.6pt;height:150pt" o:ole="">
            <v:imagedata r:id="rId80" o:title=""/>
          </v:shape>
          <o:OLEObject Type="Embed" ProgID="Visio.Drawing.11" ShapeID="_x0000_i1027" DrawAspect="Content" ObjectID="_1675501600" r:id="rId81"/>
        </w:object>
      </w:r>
    </w:p>
    <w:p w14:paraId="34E126FA" w14:textId="77777777" w:rsidR="0003259F" w:rsidRPr="008B7FD2" w:rsidRDefault="0003259F" w:rsidP="0003259F">
      <w:pPr>
        <w:pStyle w:val="Heading2"/>
        <w:ind w:left="578" w:hanging="578"/>
      </w:pPr>
      <w:bookmarkStart w:id="194" w:name="_Toc64888670"/>
      <w:r w:rsidRPr="008B7FD2">
        <w:t>Način uporabe</w:t>
      </w:r>
      <w:bookmarkEnd w:id="194"/>
    </w:p>
    <w:p w14:paraId="3CA105A2" w14:textId="77777777" w:rsidR="0003259F" w:rsidRPr="008B7FD2" w:rsidRDefault="0003259F" w:rsidP="0003259F">
      <w:r w:rsidRPr="008B7FD2">
        <w:t xml:space="preserve">Storitev se kliče za potrebe iskanja oddanih vlog s strani posameznega dobavitelja, za pridobivanje </w:t>
      </w:r>
      <w:proofErr w:type="spellStart"/>
      <w:r w:rsidRPr="008B7FD2">
        <w:t>idOpravila</w:t>
      </w:r>
      <w:proofErr w:type="spellEnd"/>
      <w:r w:rsidRPr="008B7FD2">
        <w:t xml:space="preserve"> in statusa vloge.</w:t>
      </w:r>
    </w:p>
    <w:p w14:paraId="0861F644" w14:textId="77777777" w:rsidR="0003259F" w:rsidRPr="008B7FD2" w:rsidRDefault="0003259F" w:rsidP="0003259F">
      <w:pPr>
        <w:pStyle w:val="Heading2"/>
        <w:ind w:left="578" w:hanging="578"/>
      </w:pPr>
      <w:bookmarkStart w:id="195" w:name="_Toc64888671"/>
      <w:r w:rsidRPr="008B7FD2">
        <w:t>Posebnosti</w:t>
      </w:r>
      <w:bookmarkEnd w:id="195"/>
    </w:p>
    <w:p w14:paraId="31313D16" w14:textId="5C5BE6E6" w:rsidR="0003259F" w:rsidRDefault="0003259F" w:rsidP="0003259F">
      <w:r w:rsidRPr="008B7FD2">
        <w:t xml:space="preserve">Storitev vrača </w:t>
      </w:r>
      <w:proofErr w:type="spellStart"/>
      <w:r w:rsidRPr="008B7FD2">
        <w:t>idOpravila</w:t>
      </w:r>
      <w:proofErr w:type="spellEnd"/>
      <w:r w:rsidRPr="008B7FD2">
        <w:t xml:space="preserve"> za tiste vloge, ki jih je mogoče pridobiti s storitvijo Vrni vlogo.</w:t>
      </w:r>
    </w:p>
    <w:p w14:paraId="4CB5EE4E" w14:textId="122A89B5" w:rsidR="00160A40" w:rsidRDefault="002968D7" w:rsidP="0003259F">
      <w:r>
        <w:t>Storitev umaknjena iz uporabe s 1.10.2018</w:t>
      </w:r>
    </w:p>
    <w:p w14:paraId="62C22661" w14:textId="77777777" w:rsidR="00E60C90" w:rsidRPr="008B7FD2" w:rsidRDefault="00E60C90" w:rsidP="00E60C90">
      <w:pPr>
        <w:pStyle w:val="Heading2"/>
        <w:ind w:left="578" w:hanging="578"/>
      </w:pPr>
      <w:bookmarkStart w:id="196" w:name="_Toc64888672"/>
      <w:r w:rsidRPr="008B7FD2">
        <w:t>Tehnološki predpogoji uporabe WS</w:t>
      </w:r>
      <w:bookmarkEnd w:id="196"/>
    </w:p>
    <w:p w14:paraId="4D47404A" w14:textId="77777777" w:rsidR="00E60C90" w:rsidRPr="008B7FD2" w:rsidRDefault="00E60C90" w:rsidP="00E60C90">
      <w:r w:rsidRPr="008B7FD2">
        <w:t>Uporabnik storitve mora vzpostaviti povezavo do spletnega mesta services.informatika.si ter services-test.informatika.si in zaupati certifikatu spletnega mesta. Klici so varovani z uporabniškim imenom in geslom.</w:t>
      </w:r>
      <w:r w:rsidRPr="008B7FD2">
        <w:br w:type="page"/>
      </w:r>
    </w:p>
    <w:p w14:paraId="53EFF476" w14:textId="6A5FB95D" w:rsidR="00C44374" w:rsidRPr="008B7FD2" w:rsidRDefault="00C44374" w:rsidP="00C44374">
      <w:pPr>
        <w:pStyle w:val="Heading1"/>
      </w:pPr>
      <w:bookmarkStart w:id="197" w:name="_Toc64888673"/>
      <w:r w:rsidRPr="008B7FD2">
        <w:lastRenderedPageBreak/>
        <w:t>Menjava dobavitelja najdi vloge</w:t>
      </w:r>
      <w:r w:rsidR="0003259F">
        <w:t xml:space="preserve"> v2</w:t>
      </w:r>
      <w:bookmarkEnd w:id="197"/>
    </w:p>
    <w:p w14:paraId="37822823" w14:textId="77777777" w:rsidR="00C44374" w:rsidRPr="008B7FD2" w:rsidRDefault="00C44374" w:rsidP="00C44374">
      <w:pPr>
        <w:pStyle w:val="Heading2"/>
      </w:pPr>
      <w:bookmarkStart w:id="198" w:name="_Toc64888674"/>
      <w:r w:rsidRPr="008B7FD2">
        <w:t>Kratek opis in namen WS</w:t>
      </w:r>
      <w:bookmarkEnd w:id="198"/>
    </w:p>
    <w:p w14:paraId="174A9551" w14:textId="3C5D4076" w:rsidR="00C44374" w:rsidRPr="008B7FD2" w:rsidRDefault="00C44374" w:rsidP="00C44374">
      <w:r w:rsidRPr="008B7FD2">
        <w:t xml:space="preserve">Storitev je namenjena </w:t>
      </w:r>
      <w:r w:rsidR="00152054" w:rsidRPr="008B7FD2">
        <w:t>iskanju oddanih vlog, ki so še v postopku menjave dobavitelja s pripadajočim statusom.</w:t>
      </w:r>
    </w:p>
    <w:p w14:paraId="234F0CA9" w14:textId="77777777" w:rsidR="00C44374" w:rsidRPr="008B7FD2" w:rsidRDefault="00C44374" w:rsidP="00C44374">
      <w:pPr>
        <w:pStyle w:val="NoSpacing"/>
        <w:numPr>
          <w:ilvl w:val="0"/>
          <w:numId w:val="27"/>
        </w:numPr>
        <w:rPr>
          <w:lang w:val="sl-SI"/>
        </w:rPr>
      </w:pPr>
      <w:r w:rsidRPr="008B7FD2">
        <w:rPr>
          <w:lang w:val="sl-SI"/>
        </w:rPr>
        <w:t xml:space="preserve">url produkcija: </w:t>
      </w:r>
    </w:p>
    <w:p w14:paraId="2AA566C5" w14:textId="548D649A" w:rsidR="00C44374" w:rsidRPr="008B7FD2" w:rsidRDefault="00765DB7" w:rsidP="00C44374">
      <w:pPr>
        <w:pStyle w:val="NoSpacing"/>
        <w:rPr>
          <w:sz w:val="18"/>
          <w:szCs w:val="18"/>
          <w:lang w:val="sl-SI"/>
        </w:rPr>
      </w:pPr>
      <w:hyperlink r:id="rId82" w:history="1">
        <w:r w:rsidR="00C6012A" w:rsidRPr="005A7DEA">
          <w:rPr>
            <w:rStyle w:val="Hyperlink"/>
            <w:sz w:val="18"/>
            <w:szCs w:val="18"/>
            <w:lang w:val="sl-SI"/>
          </w:rPr>
          <w:t>https://services.informatika.si/MenjavaDobaviteljaWeb/sca/NajdiVloga3Storitev?WSDL</w:t>
        </w:r>
      </w:hyperlink>
    </w:p>
    <w:p w14:paraId="6973FD49" w14:textId="77777777" w:rsidR="007A0C7E" w:rsidRPr="008B7FD2" w:rsidRDefault="007A0C7E" w:rsidP="00C44374">
      <w:pPr>
        <w:pStyle w:val="NoSpacing"/>
        <w:rPr>
          <w:rStyle w:val="Hyperlink"/>
          <w:rFonts w:eastAsia="Calibri"/>
          <w:sz w:val="18"/>
          <w:szCs w:val="18"/>
          <w:lang w:val="sl-SI"/>
        </w:rPr>
      </w:pPr>
    </w:p>
    <w:p w14:paraId="26644FF6" w14:textId="77777777" w:rsidR="00C44374" w:rsidRPr="008B7FD2" w:rsidRDefault="00C44374" w:rsidP="00C44374">
      <w:pPr>
        <w:pStyle w:val="NoSpacing"/>
        <w:rPr>
          <w:rStyle w:val="Hyperlink"/>
          <w:rFonts w:eastAsia="Calibri"/>
          <w:sz w:val="18"/>
          <w:szCs w:val="18"/>
          <w:lang w:val="sl-SI"/>
        </w:rPr>
      </w:pPr>
    </w:p>
    <w:p w14:paraId="715C5347" w14:textId="77777777" w:rsidR="00C44374" w:rsidRPr="008B7FD2" w:rsidRDefault="00C44374" w:rsidP="00C44374">
      <w:pPr>
        <w:pStyle w:val="NoSpacing"/>
        <w:numPr>
          <w:ilvl w:val="0"/>
          <w:numId w:val="27"/>
        </w:numPr>
        <w:rPr>
          <w:lang w:val="sl-SI"/>
        </w:rPr>
      </w:pPr>
      <w:r w:rsidRPr="008B7FD2">
        <w:rPr>
          <w:lang w:val="sl-SI"/>
        </w:rPr>
        <w:t xml:space="preserve">url test: </w:t>
      </w:r>
    </w:p>
    <w:p w14:paraId="4D938D54" w14:textId="4F594036" w:rsidR="007A0C7E" w:rsidRPr="008B7FD2" w:rsidRDefault="00765DB7" w:rsidP="007A0C7E">
      <w:pPr>
        <w:pStyle w:val="NoSpacing"/>
        <w:rPr>
          <w:sz w:val="18"/>
          <w:szCs w:val="18"/>
          <w:lang w:val="sl-SI"/>
        </w:rPr>
      </w:pPr>
      <w:hyperlink r:id="rId83" w:history="1">
        <w:r w:rsidR="002D31D7" w:rsidRPr="005A7DEA">
          <w:rPr>
            <w:rStyle w:val="Hyperlink"/>
            <w:sz w:val="18"/>
            <w:szCs w:val="18"/>
            <w:lang w:val="sl-SI"/>
          </w:rPr>
          <w:t>https://services-test.informatika.si/MenjavaDobaviteljaWeb/sca/NajdiVloga3Storitev?WSDL</w:t>
        </w:r>
      </w:hyperlink>
    </w:p>
    <w:p w14:paraId="082D7EF3" w14:textId="77777777" w:rsidR="00C44374" w:rsidRPr="008B7FD2" w:rsidRDefault="00C44374" w:rsidP="00C44374">
      <w:pPr>
        <w:pStyle w:val="Heading2"/>
      </w:pPr>
      <w:bookmarkStart w:id="199" w:name="_Toc64888675"/>
      <w:proofErr w:type="spellStart"/>
      <w:r w:rsidRPr="008B7FD2">
        <w:t>Verzioniranje</w:t>
      </w:r>
      <w:proofErr w:type="spellEnd"/>
      <w:r w:rsidRPr="008B7FD2">
        <w:t xml:space="preserve"> WS</w:t>
      </w:r>
      <w:bookmarkEnd w:id="199"/>
    </w:p>
    <w:p w14:paraId="546BD8AA" w14:textId="5EFBF6D3" w:rsidR="00C44374" w:rsidRPr="008B7FD2" w:rsidRDefault="00C44374" w:rsidP="00C44374">
      <w:r w:rsidRPr="008B7FD2">
        <w:t xml:space="preserve">Verzija storitve </w:t>
      </w:r>
      <w:r w:rsidR="00160A40">
        <w:t>2</w:t>
      </w:r>
      <w:r w:rsidRPr="008B7FD2">
        <w:t>.0</w:t>
      </w:r>
    </w:p>
    <w:p w14:paraId="4863C7ED" w14:textId="77777777" w:rsidR="00C44374" w:rsidRPr="008B7FD2" w:rsidRDefault="00C44374" w:rsidP="00C44374">
      <w:pPr>
        <w:pStyle w:val="Heading2"/>
        <w:ind w:left="578" w:hanging="578"/>
      </w:pPr>
      <w:bookmarkStart w:id="200" w:name="_Toc64888676"/>
      <w:r w:rsidRPr="008B7FD2">
        <w:t>Diagram poteka</w:t>
      </w:r>
      <w:bookmarkEnd w:id="200"/>
    </w:p>
    <w:p w14:paraId="36F9A497" w14:textId="2C790827" w:rsidR="00C44374" w:rsidRPr="008B7FD2" w:rsidRDefault="001E1753" w:rsidP="00C44374">
      <w:r w:rsidRPr="008B7FD2">
        <w:object w:dxaOrig="9439" w:dyaOrig="3132" w14:anchorId="40A46C72">
          <v:shape id="_x0000_i1028" type="#_x0000_t75" style="width:452.6pt;height:150pt" o:ole="">
            <v:imagedata r:id="rId80" o:title=""/>
          </v:shape>
          <o:OLEObject Type="Embed" ProgID="Visio.Drawing.11" ShapeID="_x0000_i1028" DrawAspect="Content" ObjectID="_1675501601" r:id="rId84"/>
        </w:object>
      </w:r>
    </w:p>
    <w:p w14:paraId="222C185D" w14:textId="77777777" w:rsidR="00C44374" w:rsidRPr="008B7FD2" w:rsidRDefault="00C44374" w:rsidP="00C44374">
      <w:pPr>
        <w:pStyle w:val="Heading2"/>
        <w:ind w:left="578" w:hanging="578"/>
      </w:pPr>
      <w:bookmarkStart w:id="201" w:name="_Toc64888677"/>
      <w:r w:rsidRPr="008B7FD2">
        <w:t>Način uporabe</w:t>
      </w:r>
      <w:bookmarkEnd w:id="201"/>
    </w:p>
    <w:p w14:paraId="10AF63A8" w14:textId="7BC10F98" w:rsidR="00C44374" w:rsidRPr="008B7FD2" w:rsidRDefault="00C44374" w:rsidP="00C44374">
      <w:r w:rsidRPr="008B7FD2">
        <w:t xml:space="preserve">Storitev se kliče </w:t>
      </w:r>
      <w:r w:rsidR="00152054" w:rsidRPr="008B7FD2">
        <w:t xml:space="preserve">za potrebe iskanja oddanih vlog s strani posameznega dobavitelja, za pridobivanje </w:t>
      </w:r>
      <w:proofErr w:type="spellStart"/>
      <w:r w:rsidR="00152054" w:rsidRPr="008B7FD2">
        <w:t>idOpravila</w:t>
      </w:r>
      <w:proofErr w:type="spellEnd"/>
      <w:r w:rsidR="00152054" w:rsidRPr="008B7FD2">
        <w:t xml:space="preserve"> in statusa vloge.</w:t>
      </w:r>
    </w:p>
    <w:p w14:paraId="338EDC87" w14:textId="77777777" w:rsidR="00C44374" w:rsidRPr="008B7FD2" w:rsidRDefault="00C44374" w:rsidP="00C44374">
      <w:pPr>
        <w:pStyle w:val="Heading2"/>
        <w:ind w:left="578" w:hanging="578"/>
      </w:pPr>
      <w:bookmarkStart w:id="202" w:name="_Toc64888678"/>
      <w:r w:rsidRPr="008B7FD2">
        <w:t>Posebnosti</w:t>
      </w:r>
      <w:bookmarkEnd w:id="202"/>
    </w:p>
    <w:p w14:paraId="0AAEFF3D" w14:textId="159C2158" w:rsidR="00C44374" w:rsidRDefault="00152054" w:rsidP="00C44374">
      <w:r w:rsidRPr="008B7FD2">
        <w:t xml:space="preserve">Storitev vrača </w:t>
      </w:r>
      <w:proofErr w:type="spellStart"/>
      <w:r w:rsidRPr="008B7FD2">
        <w:t>idOpravila</w:t>
      </w:r>
      <w:proofErr w:type="spellEnd"/>
      <w:r w:rsidRPr="008B7FD2">
        <w:t xml:space="preserve"> za tiste vloge, ki jih je</w:t>
      </w:r>
      <w:r w:rsidR="00BF2023" w:rsidRPr="008B7FD2">
        <w:t xml:space="preserve"> mogoče pridobiti s storitvijo V</w:t>
      </w:r>
      <w:r w:rsidRPr="008B7FD2">
        <w:t>rni vlogo.</w:t>
      </w:r>
    </w:p>
    <w:p w14:paraId="4863E1BC" w14:textId="421CA346" w:rsidR="001C7624" w:rsidRPr="008B7FD2" w:rsidRDefault="001C7624" w:rsidP="001C7624">
      <w:r w:rsidRPr="003D1E54">
        <w:rPr>
          <w:highlight w:val="yellow"/>
        </w:rPr>
        <w:t xml:space="preserve">Storitev umaknjena iz uporabe </w:t>
      </w:r>
      <w:r w:rsidR="00192D3F" w:rsidRPr="003D1E54">
        <w:rPr>
          <w:highlight w:val="yellow"/>
        </w:rPr>
        <w:t>z</w:t>
      </w:r>
      <w:r w:rsidRPr="003D1E54">
        <w:rPr>
          <w:highlight w:val="yellow"/>
        </w:rPr>
        <w:t xml:space="preserve"> 1</w:t>
      </w:r>
      <w:r w:rsidR="00192D3F" w:rsidRPr="003D1E54">
        <w:rPr>
          <w:highlight w:val="yellow"/>
        </w:rPr>
        <w:t>0</w:t>
      </w:r>
      <w:r w:rsidRPr="003D1E54">
        <w:rPr>
          <w:highlight w:val="yellow"/>
        </w:rPr>
        <w:t>.3.2021</w:t>
      </w:r>
    </w:p>
    <w:p w14:paraId="21B7F3A1" w14:textId="77777777" w:rsidR="001C7624" w:rsidRPr="008B7FD2" w:rsidRDefault="001C7624" w:rsidP="00C44374"/>
    <w:p w14:paraId="7682729E" w14:textId="77777777" w:rsidR="00C44374" w:rsidRPr="008B7FD2" w:rsidRDefault="00C44374" w:rsidP="00C44374">
      <w:pPr>
        <w:pStyle w:val="Heading2"/>
        <w:ind w:left="578" w:hanging="578"/>
      </w:pPr>
      <w:bookmarkStart w:id="203" w:name="_Toc64888679"/>
      <w:r w:rsidRPr="008B7FD2">
        <w:lastRenderedPageBreak/>
        <w:t>Tehnološki predpogoji uporabe WS</w:t>
      </w:r>
      <w:bookmarkEnd w:id="203"/>
    </w:p>
    <w:p w14:paraId="09EFE9FB" w14:textId="21A9C1C1" w:rsidR="00C44374" w:rsidRPr="008B7FD2" w:rsidRDefault="00C44374" w:rsidP="001E1753">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r w:rsidRPr="008B7FD2">
        <w:br w:type="page"/>
      </w:r>
    </w:p>
    <w:p w14:paraId="71DBD8F3" w14:textId="05C22440" w:rsidR="00C44374" w:rsidRPr="008B7FD2" w:rsidRDefault="00C44374" w:rsidP="001E1753">
      <w:pPr>
        <w:pStyle w:val="Heading1"/>
      </w:pPr>
      <w:bookmarkStart w:id="204" w:name="_Toc64888680"/>
      <w:r w:rsidRPr="008B7FD2">
        <w:lastRenderedPageBreak/>
        <w:t>Menjava dobavitelja vrni vlogo</w:t>
      </w:r>
      <w:bookmarkEnd w:id="204"/>
    </w:p>
    <w:p w14:paraId="1A1ECFAD" w14:textId="77777777" w:rsidR="00C44374" w:rsidRPr="008B7FD2" w:rsidRDefault="00C44374" w:rsidP="00C44374">
      <w:pPr>
        <w:pStyle w:val="Heading2"/>
      </w:pPr>
      <w:bookmarkStart w:id="205" w:name="_Toc64888681"/>
      <w:r w:rsidRPr="008B7FD2">
        <w:t>Kratek opis in namen WS</w:t>
      </w:r>
      <w:bookmarkEnd w:id="205"/>
    </w:p>
    <w:p w14:paraId="2B11DAD1" w14:textId="15ECAB3A" w:rsidR="00C44374" w:rsidRPr="008B7FD2" w:rsidRDefault="00C44374" w:rsidP="00C44374">
      <w:r w:rsidRPr="008B7FD2">
        <w:t xml:space="preserve">Storitev je namenjena pridobivanju podatkov o </w:t>
      </w:r>
      <w:r w:rsidR="00152054" w:rsidRPr="008B7FD2">
        <w:t>oddani vlogi</w:t>
      </w:r>
      <w:r w:rsidRPr="008B7FD2">
        <w:t>.</w:t>
      </w:r>
    </w:p>
    <w:p w14:paraId="67045BE4" w14:textId="77777777" w:rsidR="00C44374" w:rsidRPr="008B7FD2" w:rsidRDefault="00C44374" w:rsidP="00C44374">
      <w:pPr>
        <w:pStyle w:val="NoSpacing"/>
        <w:numPr>
          <w:ilvl w:val="0"/>
          <w:numId w:val="27"/>
        </w:numPr>
        <w:rPr>
          <w:lang w:val="sl-SI"/>
        </w:rPr>
      </w:pPr>
      <w:r w:rsidRPr="008B7FD2">
        <w:rPr>
          <w:lang w:val="sl-SI"/>
        </w:rPr>
        <w:t xml:space="preserve">url produkcija: </w:t>
      </w:r>
    </w:p>
    <w:p w14:paraId="2D461D1C" w14:textId="2E013069" w:rsidR="00C44374" w:rsidRPr="008B7FD2" w:rsidRDefault="00765DB7" w:rsidP="00C44374">
      <w:pPr>
        <w:pStyle w:val="NoSpacing"/>
        <w:rPr>
          <w:sz w:val="18"/>
          <w:szCs w:val="18"/>
          <w:lang w:val="sl-SI"/>
        </w:rPr>
      </w:pPr>
      <w:hyperlink r:id="rId85" w:history="1">
        <w:r w:rsidR="00152054" w:rsidRPr="008B7FD2">
          <w:rPr>
            <w:rStyle w:val="Hyperlink"/>
            <w:sz w:val="18"/>
            <w:szCs w:val="18"/>
            <w:lang w:val="sl-SI"/>
          </w:rPr>
          <w:t>https://services.informatika.si:443/MenjavaDobaviteljaWeb/sca/VrniVlogo?WSDL</w:t>
        </w:r>
      </w:hyperlink>
    </w:p>
    <w:p w14:paraId="75D7887F" w14:textId="77777777" w:rsidR="00C44374" w:rsidRPr="008B7FD2" w:rsidRDefault="00C44374" w:rsidP="00C44374">
      <w:pPr>
        <w:pStyle w:val="NoSpacing"/>
        <w:rPr>
          <w:rStyle w:val="Hyperlink"/>
          <w:rFonts w:eastAsia="Calibri"/>
          <w:sz w:val="18"/>
          <w:szCs w:val="18"/>
          <w:lang w:val="sl-SI"/>
        </w:rPr>
      </w:pPr>
    </w:p>
    <w:p w14:paraId="689C5B5B" w14:textId="77777777" w:rsidR="00C44374" w:rsidRPr="008B7FD2" w:rsidRDefault="00C44374" w:rsidP="00C44374">
      <w:pPr>
        <w:pStyle w:val="NoSpacing"/>
        <w:numPr>
          <w:ilvl w:val="0"/>
          <w:numId w:val="27"/>
        </w:numPr>
        <w:rPr>
          <w:lang w:val="sl-SI"/>
        </w:rPr>
      </w:pPr>
      <w:r w:rsidRPr="008B7FD2">
        <w:rPr>
          <w:lang w:val="sl-SI"/>
        </w:rPr>
        <w:t xml:space="preserve">url test: </w:t>
      </w:r>
    </w:p>
    <w:p w14:paraId="2D63812A" w14:textId="7EAAE8FC" w:rsidR="00152054" w:rsidRPr="008B7FD2" w:rsidRDefault="00765DB7" w:rsidP="00152054">
      <w:pPr>
        <w:pStyle w:val="NoSpacing"/>
        <w:rPr>
          <w:sz w:val="18"/>
          <w:szCs w:val="18"/>
          <w:lang w:val="sl-SI"/>
        </w:rPr>
      </w:pPr>
      <w:hyperlink r:id="rId86" w:history="1">
        <w:r w:rsidR="00152054" w:rsidRPr="008B7FD2">
          <w:rPr>
            <w:rStyle w:val="Hyperlink"/>
            <w:sz w:val="18"/>
            <w:szCs w:val="18"/>
            <w:lang w:val="sl-SI"/>
          </w:rPr>
          <w:t>https://services-test.informatika.si:443/MenjavaDobaviteljaWeb/sca/VrniVlogo?WSDL</w:t>
        </w:r>
      </w:hyperlink>
    </w:p>
    <w:p w14:paraId="5E810AAA" w14:textId="77777777" w:rsidR="00C44374" w:rsidRPr="008B7FD2" w:rsidRDefault="00C44374" w:rsidP="00C44374">
      <w:pPr>
        <w:pStyle w:val="Heading2"/>
      </w:pPr>
      <w:bookmarkStart w:id="206" w:name="_Toc64888682"/>
      <w:proofErr w:type="spellStart"/>
      <w:r w:rsidRPr="008B7FD2">
        <w:t>Verzioniranje</w:t>
      </w:r>
      <w:proofErr w:type="spellEnd"/>
      <w:r w:rsidRPr="008B7FD2">
        <w:t xml:space="preserve"> WS</w:t>
      </w:r>
      <w:bookmarkEnd w:id="206"/>
    </w:p>
    <w:p w14:paraId="1783166B" w14:textId="77777777" w:rsidR="00C44374" w:rsidRPr="008B7FD2" w:rsidRDefault="00C44374" w:rsidP="00C44374">
      <w:r w:rsidRPr="008B7FD2">
        <w:t>Verzija storitve 1.0</w:t>
      </w:r>
    </w:p>
    <w:p w14:paraId="1AFFC79D" w14:textId="77777777" w:rsidR="00C44374" w:rsidRPr="008B7FD2" w:rsidRDefault="00C44374" w:rsidP="00C44374">
      <w:pPr>
        <w:pStyle w:val="Heading2"/>
        <w:ind w:left="578" w:hanging="578"/>
      </w:pPr>
      <w:bookmarkStart w:id="207" w:name="_Toc64888683"/>
      <w:r w:rsidRPr="008B7FD2">
        <w:t>Diagram poteka</w:t>
      </w:r>
      <w:bookmarkEnd w:id="207"/>
    </w:p>
    <w:p w14:paraId="6199831D" w14:textId="5AFBC078" w:rsidR="00C44374" w:rsidRPr="008B7FD2" w:rsidRDefault="001E1753" w:rsidP="00C44374">
      <w:r w:rsidRPr="008B7FD2">
        <w:object w:dxaOrig="9439" w:dyaOrig="3132" w14:anchorId="5CE9C061">
          <v:shape id="_x0000_i1029" type="#_x0000_t75" style="width:452.6pt;height:150pt" o:ole="">
            <v:imagedata r:id="rId87" o:title=""/>
          </v:shape>
          <o:OLEObject Type="Embed" ProgID="Visio.Drawing.11" ShapeID="_x0000_i1029" DrawAspect="Content" ObjectID="_1675501602" r:id="rId88"/>
        </w:object>
      </w:r>
    </w:p>
    <w:p w14:paraId="5947C866" w14:textId="77777777" w:rsidR="00C44374" w:rsidRPr="008B7FD2" w:rsidRDefault="00C44374" w:rsidP="00C44374">
      <w:pPr>
        <w:pStyle w:val="Heading2"/>
        <w:ind w:left="578" w:hanging="578"/>
      </w:pPr>
      <w:bookmarkStart w:id="208" w:name="_Toc64888684"/>
      <w:r w:rsidRPr="008B7FD2">
        <w:t>Način uporabe</w:t>
      </w:r>
      <w:bookmarkEnd w:id="208"/>
    </w:p>
    <w:p w14:paraId="31DFDB3B" w14:textId="3371917C" w:rsidR="00C44374" w:rsidRPr="008B7FD2" w:rsidRDefault="00C44374" w:rsidP="00C44374">
      <w:r w:rsidRPr="008B7FD2">
        <w:t xml:space="preserve">Storitev </w:t>
      </w:r>
      <w:r w:rsidR="00152054" w:rsidRPr="008B7FD2">
        <w:t xml:space="preserve">za posamezen </w:t>
      </w:r>
      <w:proofErr w:type="spellStart"/>
      <w:r w:rsidR="00152054" w:rsidRPr="008B7FD2">
        <w:t>idOpravila</w:t>
      </w:r>
      <w:proofErr w:type="spellEnd"/>
      <w:r w:rsidR="00152054" w:rsidRPr="008B7FD2">
        <w:t xml:space="preserve"> vrne podatke vloge</w:t>
      </w:r>
      <w:r w:rsidRPr="008B7FD2">
        <w:t>.</w:t>
      </w:r>
    </w:p>
    <w:p w14:paraId="73EA28AB" w14:textId="77777777" w:rsidR="00C44374" w:rsidRPr="008B7FD2" w:rsidRDefault="00C44374" w:rsidP="00C44374">
      <w:pPr>
        <w:pStyle w:val="Heading2"/>
        <w:ind w:left="578" w:hanging="578"/>
      </w:pPr>
      <w:bookmarkStart w:id="209" w:name="_Toc64888685"/>
      <w:r w:rsidRPr="008B7FD2">
        <w:t>Posebnosti</w:t>
      </w:r>
      <w:bookmarkEnd w:id="209"/>
    </w:p>
    <w:p w14:paraId="792717D6" w14:textId="4421D8D4" w:rsidR="00C44374" w:rsidRPr="008B7FD2" w:rsidRDefault="002968D7" w:rsidP="00C44374">
      <w:r>
        <w:t>Storitev umaknjena iz uporabe s 1.10.2018</w:t>
      </w:r>
    </w:p>
    <w:p w14:paraId="6BCA6659" w14:textId="77777777" w:rsidR="00C44374" w:rsidRPr="008B7FD2" w:rsidRDefault="00C44374" w:rsidP="00C44374">
      <w:pPr>
        <w:pStyle w:val="Heading2"/>
        <w:ind w:left="578" w:hanging="578"/>
      </w:pPr>
      <w:bookmarkStart w:id="210" w:name="_Toc64888686"/>
      <w:r w:rsidRPr="008B7FD2">
        <w:t>Tehnološki predpogoji uporabe WS</w:t>
      </w:r>
      <w:bookmarkEnd w:id="210"/>
    </w:p>
    <w:p w14:paraId="45DC66A9" w14:textId="77777777" w:rsidR="00CC069B" w:rsidRDefault="00C44374" w:rsidP="001E1753">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4C727030" w14:textId="77777777" w:rsidR="00CC069B" w:rsidRDefault="00CC069B">
      <w:pPr>
        <w:spacing w:after="0" w:line="240" w:lineRule="auto"/>
        <w:jc w:val="left"/>
      </w:pPr>
      <w:r>
        <w:br w:type="page"/>
      </w:r>
    </w:p>
    <w:p w14:paraId="525E31E5" w14:textId="5142D75B" w:rsidR="00CC069B" w:rsidRPr="008B7FD2" w:rsidRDefault="00CC069B" w:rsidP="00CC069B">
      <w:pPr>
        <w:pStyle w:val="Heading1"/>
      </w:pPr>
      <w:bookmarkStart w:id="211" w:name="_Toc64888687"/>
      <w:r w:rsidRPr="008B7FD2">
        <w:lastRenderedPageBreak/>
        <w:t>Menjava dobavitelja vrni vlogo</w:t>
      </w:r>
      <w:r>
        <w:t xml:space="preserve"> v2</w:t>
      </w:r>
      <w:bookmarkEnd w:id="211"/>
    </w:p>
    <w:p w14:paraId="02AD0380" w14:textId="77777777" w:rsidR="00CC069B" w:rsidRPr="008B7FD2" w:rsidRDefault="00CC069B" w:rsidP="00CC069B">
      <w:pPr>
        <w:pStyle w:val="Heading2"/>
      </w:pPr>
      <w:bookmarkStart w:id="212" w:name="_Toc64888688"/>
      <w:r w:rsidRPr="008B7FD2">
        <w:t>Kratek opis in namen WS</w:t>
      </w:r>
      <w:bookmarkEnd w:id="212"/>
    </w:p>
    <w:p w14:paraId="426BE8CB" w14:textId="77777777" w:rsidR="00CC069B" w:rsidRPr="008B7FD2" w:rsidRDefault="00CC069B" w:rsidP="00CC069B">
      <w:r w:rsidRPr="008B7FD2">
        <w:t>Storitev je namenjena pridobivanju podatkov o oddani vlogi.</w:t>
      </w:r>
    </w:p>
    <w:p w14:paraId="40CE7C6E" w14:textId="77777777" w:rsidR="00CC069B" w:rsidRPr="008B7FD2" w:rsidRDefault="00CC069B" w:rsidP="00CC069B">
      <w:pPr>
        <w:pStyle w:val="NoSpacing"/>
        <w:numPr>
          <w:ilvl w:val="0"/>
          <w:numId w:val="27"/>
        </w:numPr>
        <w:rPr>
          <w:lang w:val="sl-SI"/>
        </w:rPr>
      </w:pPr>
      <w:r w:rsidRPr="008B7FD2">
        <w:rPr>
          <w:lang w:val="sl-SI"/>
        </w:rPr>
        <w:t xml:space="preserve">url produkcija: </w:t>
      </w:r>
    </w:p>
    <w:p w14:paraId="4C8859C8" w14:textId="7DB8F844" w:rsidR="00CC069B" w:rsidRPr="008B7FD2" w:rsidRDefault="00765DB7" w:rsidP="00CC069B">
      <w:pPr>
        <w:pStyle w:val="NoSpacing"/>
        <w:rPr>
          <w:sz w:val="18"/>
          <w:szCs w:val="18"/>
          <w:lang w:val="sl-SI"/>
        </w:rPr>
      </w:pPr>
      <w:hyperlink r:id="rId89" w:history="1">
        <w:r w:rsidR="00CC069B" w:rsidRPr="008B7FD2">
          <w:rPr>
            <w:rStyle w:val="Hyperlink"/>
            <w:sz w:val="18"/>
            <w:szCs w:val="18"/>
            <w:lang w:val="sl-SI"/>
          </w:rPr>
          <w:t>https://services.informatika.si:443/MenjavaDobaviteljaWeb/sca/VrniVlog</w:t>
        </w:r>
        <w:r w:rsidR="00CC069B" w:rsidRPr="00CC069B">
          <w:rPr>
            <w:rStyle w:val="Hyperlink"/>
            <w:sz w:val="18"/>
            <w:szCs w:val="18"/>
            <w:lang w:val="sl-SI"/>
          </w:rPr>
          <w:t>a2Storitev</w:t>
        </w:r>
        <w:r w:rsidR="00CC069B" w:rsidRPr="008B7FD2">
          <w:rPr>
            <w:rStyle w:val="Hyperlink"/>
            <w:sz w:val="18"/>
            <w:szCs w:val="18"/>
            <w:lang w:val="sl-SI"/>
          </w:rPr>
          <w:t>?WSDL</w:t>
        </w:r>
      </w:hyperlink>
    </w:p>
    <w:p w14:paraId="25E934FC" w14:textId="77777777" w:rsidR="00CC069B" w:rsidRPr="008B7FD2" w:rsidRDefault="00CC069B" w:rsidP="00CC069B">
      <w:pPr>
        <w:pStyle w:val="NoSpacing"/>
        <w:rPr>
          <w:rStyle w:val="Hyperlink"/>
          <w:rFonts w:eastAsia="Calibri"/>
          <w:sz w:val="18"/>
          <w:szCs w:val="18"/>
          <w:lang w:val="sl-SI"/>
        </w:rPr>
      </w:pPr>
    </w:p>
    <w:p w14:paraId="7EA26D87" w14:textId="77777777" w:rsidR="00CC069B" w:rsidRPr="008B7FD2" w:rsidRDefault="00CC069B" w:rsidP="00CC069B">
      <w:pPr>
        <w:pStyle w:val="NoSpacing"/>
        <w:numPr>
          <w:ilvl w:val="0"/>
          <w:numId w:val="27"/>
        </w:numPr>
        <w:rPr>
          <w:lang w:val="sl-SI"/>
        </w:rPr>
      </w:pPr>
      <w:r w:rsidRPr="008B7FD2">
        <w:rPr>
          <w:lang w:val="sl-SI"/>
        </w:rPr>
        <w:t xml:space="preserve">url test: </w:t>
      </w:r>
    </w:p>
    <w:p w14:paraId="3850C6E9" w14:textId="3C19381F" w:rsidR="00CC069B" w:rsidRPr="008B7FD2" w:rsidRDefault="00765DB7" w:rsidP="00CC069B">
      <w:pPr>
        <w:pStyle w:val="NoSpacing"/>
        <w:rPr>
          <w:sz w:val="18"/>
          <w:szCs w:val="18"/>
          <w:lang w:val="sl-SI"/>
        </w:rPr>
      </w:pPr>
      <w:hyperlink r:id="rId90" w:history="1">
        <w:r w:rsidR="00CC069B" w:rsidRPr="008B7FD2">
          <w:rPr>
            <w:rStyle w:val="Hyperlink"/>
            <w:sz w:val="18"/>
            <w:szCs w:val="18"/>
            <w:lang w:val="sl-SI"/>
          </w:rPr>
          <w:t>https://services-test.informatika.si:443/MenjavaDobaviteljaWeb/sca/VrniVlog</w:t>
        </w:r>
        <w:r w:rsidR="00CC069B" w:rsidRPr="00CC069B">
          <w:rPr>
            <w:rStyle w:val="Hyperlink"/>
            <w:sz w:val="18"/>
            <w:szCs w:val="18"/>
            <w:lang w:val="sl-SI"/>
          </w:rPr>
          <w:t>a2Storitev</w:t>
        </w:r>
        <w:r w:rsidR="00CC069B" w:rsidRPr="008B7FD2">
          <w:rPr>
            <w:rStyle w:val="Hyperlink"/>
            <w:sz w:val="18"/>
            <w:szCs w:val="18"/>
            <w:lang w:val="sl-SI"/>
          </w:rPr>
          <w:t>?WSDL</w:t>
        </w:r>
      </w:hyperlink>
    </w:p>
    <w:p w14:paraId="0DEB9DA8" w14:textId="77777777" w:rsidR="00CC069B" w:rsidRPr="008B7FD2" w:rsidRDefault="00CC069B" w:rsidP="00CC069B">
      <w:pPr>
        <w:pStyle w:val="Heading2"/>
      </w:pPr>
      <w:bookmarkStart w:id="213" w:name="_Toc64888689"/>
      <w:proofErr w:type="spellStart"/>
      <w:r w:rsidRPr="008B7FD2">
        <w:t>Verzioniranje</w:t>
      </w:r>
      <w:proofErr w:type="spellEnd"/>
      <w:r w:rsidRPr="008B7FD2">
        <w:t xml:space="preserve"> WS</w:t>
      </w:r>
      <w:bookmarkEnd w:id="213"/>
    </w:p>
    <w:p w14:paraId="230BF4AC" w14:textId="46E36004" w:rsidR="00CC069B" w:rsidRPr="008B7FD2" w:rsidRDefault="00CC069B" w:rsidP="00CC069B">
      <w:r w:rsidRPr="008B7FD2">
        <w:t xml:space="preserve">Verzija storitve </w:t>
      </w:r>
      <w:r>
        <w:t>2</w:t>
      </w:r>
      <w:r w:rsidRPr="008B7FD2">
        <w:t>.0</w:t>
      </w:r>
    </w:p>
    <w:p w14:paraId="1CB63EA2" w14:textId="77777777" w:rsidR="00CC069B" w:rsidRPr="008B7FD2" w:rsidRDefault="00CC069B" w:rsidP="00CC069B">
      <w:pPr>
        <w:pStyle w:val="Heading2"/>
        <w:ind w:left="578" w:hanging="578"/>
      </w:pPr>
      <w:bookmarkStart w:id="214" w:name="_Toc64888690"/>
      <w:r w:rsidRPr="008B7FD2">
        <w:t>Diagram poteka</w:t>
      </w:r>
      <w:bookmarkEnd w:id="214"/>
    </w:p>
    <w:p w14:paraId="168D7FA8" w14:textId="77777777" w:rsidR="00CC069B" w:rsidRPr="008B7FD2" w:rsidRDefault="00CC069B" w:rsidP="00CC069B">
      <w:r w:rsidRPr="008B7FD2">
        <w:object w:dxaOrig="9439" w:dyaOrig="3132" w14:anchorId="1517EFFB">
          <v:shape id="_x0000_i1030" type="#_x0000_t75" style="width:452.6pt;height:150pt" o:ole="">
            <v:imagedata r:id="rId87" o:title=""/>
          </v:shape>
          <o:OLEObject Type="Embed" ProgID="Visio.Drawing.11" ShapeID="_x0000_i1030" DrawAspect="Content" ObjectID="_1675501603" r:id="rId91"/>
        </w:object>
      </w:r>
    </w:p>
    <w:p w14:paraId="4D67095A" w14:textId="77777777" w:rsidR="00CC069B" w:rsidRPr="008B7FD2" w:rsidRDefault="00CC069B" w:rsidP="00CC069B">
      <w:pPr>
        <w:pStyle w:val="Heading2"/>
        <w:ind w:left="578" w:hanging="578"/>
      </w:pPr>
      <w:bookmarkStart w:id="215" w:name="_Toc64888691"/>
      <w:r w:rsidRPr="008B7FD2">
        <w:t>Način uporabe</w:t>
      </w:r>
      <w:bookmarkEnd w:id="215"/>
    </w:p>
    <w:p w14:paraId="04DE99D1" w14:textId="77777777" w:rsidR="00CC069B" w:rsidRPr="008B7FD2" w:rsidRDefault="00CC069B" w:rsidP="00CC069B">
      <w:r w:rsidRPr="008B7FD2">
        <w:t xml:space="preserve">Storitev za posamezen </w:t>
      </w:r>
      <w:proofErr w:type="spellStart"/>
      <w:r w:rsidRPr="008B7FD2">
        <w:t>idOpravila</w:t>
      </w:r>
      <w:proofErr w:type="spellEnd"/>
      <w:r w:rsidRPr="008B7FD2">
        <w:t xml:space="preserve"> vrne podatke vloge.</w:t>
      </w:r>
    </w:p>
    <w:p w14:paraId="6ABF8B6A" w14:textId="77777777" w:rsidR="00CC069B" w:rsidRPr="008B7FD2" w:rsidRDefault="00CC069B" w:rsidP="00CC069B">
      <w:pPr>
        <w:pStyle w:val="Heading2"/>
        <w:ind w:left="578" w:hanging="578"/>
      </w:pPr>
      <w:bookmarkStart w:id="216" w:name="_Toc64888692"/>
      <w:r w:rsidRPr="008B7FD2">
        <w:t>Posebnosti</w:t>
      </w:r>
      <w:bookmarkEnd w:id="216"/>
    </w:p>
    <w:p w14:paraId="51544CF4" w14:textId="22497530" w:rsidR="00CC069B" w:rsidRDefault="00CC069B" w:rsidP="00CC069B">
      <w:r w:rsidRPr="008B7FD2">
        <w:t>Ni posebnosti.</w:t>
      </w:r>
    </w:p>
    <w:p w14:paraId="7FABB473" w14:textId="0BA16788" w:rsidR="00A7074F" w:rsidRPr="008B7FD2" w:rsidRDefault="00A7074F" w:rsidP="00A7074F">
      <w:r w:rsidRPr="003D1E54">
        <w:rPr>
          <w:highlight w:val="yellow"/>
        </w:rPr>
        <w:t xml:space="preserve">Storitev umaknjena iz uporabe </w:t>
      </w:r>
      <w:r w:rsidR="00192D3F" w:rsidRPr="003D1E54">
        <w:rPr>
          <w:highlight w:val="yellow"/>
        </w:rPr>
        <w:t>z</w:t>
      </w:r>
      <w:r w:rsidRPr="003D1E54">
        <w:rPr>
          <w:highlight w:val="yellow"/>
        </w:rPr>
        <w:t xml:space="preserve"> 1</w:t>
      </w:r>
      <w:r w:rsidR="00192D3F" w:rsidRPr="003D1E54">
        <w:rPr>
          <w:highlight w:val="yellow"/>
        </w:rPr>
        <w:t>0</w:t>
      </w:r>
      <w:r w:rsidRPr="003D1E54">
        <w:rPr>
          <w:highlight w:val="yellow"/>
        </w:rPr>
        <w:t>.3.2021</w:t>
      </w:r>
    </w:p>
    <w:p w14:paraId="2A19189D" w14:textId="77777777" w:rsidR="00CC069B" w:rsidRPr="008B7FD2" w:rsidRDefault="00CC069B" w:rsidP="00CC069B">
      <w:pPr>
        <w:pStyle w:val="Heading2"/>
        <w:ind w:left="578" w:hanging="578"/>
      </w:pPr>
      <w:bookmarkStart w:id="217" w:name="_Toc64888693"/>
      <w:r w:rsidRPr="008B7FD2">
        <w:t>Tehnološki predpogoji uporabe WS</w:t>
      </w:r>
      <w:bookmarkEnd w:id="217"/>
    </w:p>
    <w:p w14:paraId="648F8B32" w14:textId="1FD20F10" w:rsidR="00C44374" w:rsidRPr="008B7FD2" w:rsidRDefault="00CC069B" w:rsidP="00CC069B">
      <w:r w:rsidRPr="008B7FD2">
        <w:t>Uporabnik storitve mora vzpostaviti povezavo do spletnega mesta services.informatika.si ter services-test.informatika.si in zaupati certifikatu spletnega mesta. Klici so varovani z uporabniškim imenom in geslom.</w:t>
      </w:r>
      <w:r w:rsidR="00C44374" w:rsidRPr="008B7FD2">
        <w:br w:type="page"/>
      </w:r>
    </w:p>
    <w:p w14:paraId="1CBB5890" w14:textId="6B5D7C38" w:rsidR="00C44374" w:rsidRPr="008B7FD2" w:rsidRDefault="00C44374" w:rsidP="001E1753">
      <w:pPr>
        <w:pStyle w:val="Heading1"/>
      </w:pPr>
      <w:bookmarkStart w:id="218" w:name="_Toc64888694"/>
      <w:r w:rsidRPr="008B7FD2">
        <w:lastRenderedPageBreak/>
        <w:t>Menjava dobavitelja oddaja dopolnjene vloge</w:t>
      </w:r>
      <w:bookmarkEnd w:id="218"/>
    </w:p>
    <w:p w14:paraId="5A415D29" w14:textId="77777777" w:rsidR="00C44374" w:rsidRPr="008B7FD2" w:rsidRDefault="00C44374" w:rsidP="00C44374">
      <w:pPr>
        <w:pStyle w:val="Heading2"/>
      </w:pPr>
      <w:bookmarkStart w:id="219" w:name="_Toc64888695"/>
      <w:r w:rsidRPr="008B7FD2">
        <w:t>Kratek opis in namen WS</w:t>
      </w:r>
      <w:bookmarkEnd w:id="219"/>
    </w:p>
    <w:p w14:paraId="189FC75D" w14:textId="553BCF96" w:rsidR="00C44374" w:rsidRPr="008B7FD2" w:rsidRDefault="00C44374" w:rsidP="00C44374">
      <w:r w:rsidRPr="008B7FD2">
        <w:t xml:space="preserve">Storitev je namenjena </w:t>
      </w:r>
      <w:r w:rsidR="00152054" w:rsidRPr="008B7FD2">
        <w:t>oddaji dopolnjene vloge v kolikor je to zahtevano s strani distributerja</w:t>
      </w:r>
      <w:r w:rsidRPr="008B7FD2">
        <w:t>.</w:t>
      </w:r>
    </w:p>
    <w:p w14:paraId="44AFE99E" w14:textId="77777777" w:rsidR="00C44374" w:rsidRPr="008B7FD2" w:rsidRDefault="00C44374" w:rsidP="00C44374">
      <w:pPr>
        <w:pStyle w:val="NoSpacing"/>
        <w:numPr>
          <w:ilvl w:val="0"/>
          <w:numId w:val="27"/>
        </w:numPr>
        <w:rPr>
          <w:lang w:val="sl-SI"/>
        </w:rPr>
      </w:pPr>
      <w:r w:rsidRPr="008B7FD2">
        <w:rPr>
          <w:lang w:val="sl-SI"/>
        </w:rPr>
        <w:t xml:space="preserve">url produkcija: </w:t>
      </w:r>
    </w:p>
    <w:p w14:paraId="04CD7143" w14:textId="2E8ADB00" w:rsidR="00C44374" w:rsidRPr="008B7FD2" w:rsidRDefault="00765DB7" w:rsidP="00C44374">
      <w:pPr>
        <w:pStyle w:val="NoSpacing"/>
        <w:rPr>
          <w:sz w:val="18"/>
          <w:szCs w:val="18"/>
          <w:lang w:val="sl-SI"/>
        </w:rPr>
      </w:pPr>
      <w:hyperlink r:id="rId92" w:history="1">
        <w:r w:rsidR="00152054" w:rsidRPr="008B7FD2">
          <w:rPr>
            <w:rStyle w:val="Hyperlink"/>
            <w:sz w:val="18"/>
            <w:szCs w:val="18"/>
            <w:lang w:val="sl-SI"/>
          </w:rPr>
          <w:t>https://services.informatika.si/MenjavaDobaviteljaWeb/sca/OddajaDopVloge?WSDL</w:t>
        </w:r>
      </w:hyperlink>
    </w:p>
    <w:p w14:paraId="45ED8577" w14:textId="77777777" w:rsidR="00152054" w:rsidRPr="008B7FD2" w:rsidRDefault="00152054" w:rsidP="00C44374">
      <w:pPr>
        <w:pStyle w:val="NoSpacing"/>
        <w:rPr>
          <w:rStyle w:val="Hyperlink"/>
          <w:rFonts w:eastAsia="Calibri"/>
          <w:sz w:val="18"/>
          <w:szCs w:val="18"/>
          <w:lang w:val="sl-SI"/>
        </w:rPr>
      </w:pPr>
    </w:p>
    <w:p w14:paraId="587ECE56" w14:textId="77777777" w:rsidR="00C44374" w:rsidRPr="008B7FD2" w:rsidRDefault="00C44374" w:rsidP="00C44374">
      <w:pPr>
        <w:pStyle w:val="NoSpacing"/>
        <w:numPr>
          <w:ilvl w:val="0"/>
          <w:numId w:val="27"/>
        </w:numPr>
        <w:rPr>
          <w:lang w:val="sl-SI"/>
        </w:rPr>
      </w:pPr>
      <w:r w:rsidRPr="008B7FD2">
        <w:rPr>
          <w:lang w:val="sl-SI"/>
        </w:rPr>
        <w:t xml:space="preserve">url test: </w:t>
      </w:r>
    </w:p>
    <w:p w14:paraId="186AAAD4" w14:textId="20004B65" w:rsidR="00152054" w:rsidRPr="008B7FD2" w:rsidRDefault="00765DB7" w:rsidP="00152054">
      <w:pPr>
        <w:pStyle w:val="NoSpacing"/>
        <w:rPr>
          <w:sz w:val="18"/>
          <w:szCs w:val="18"/>
          <w:lang w:val="sl-SI"/>
        </w:rPr>
      </w:pPr>
      <w:hyperlink r:id="rId93" w:history="1">
        <w:r w:rsidR="00152054" w:rsidRPr="008B7FD2">
          <w:rPr>
            <w:rStyle w:val="Hyperlink"/>
            <w:sz w:val="18"/>
            <w:szCs w:val="18"/>
            <w:lang w:val="sl-SI"/>
          </w:rPr>
          <w:t>https://services-test.informatika.si/MenjavaDobaviteljaWeb/sca/OddajaDopVloge?WSDL</w:t>
        </w:r>
      </w:hyperlink>
    </w:p>
    <w:p w14:paraId="12FA88D6" w14:textId="77777777" w:rsidR="00C44374" w:rsidRPr="008B7FD2" w:rsidRDefault="00C44374" w:rsidP="00C44374">
      <w:pPr>
        <w:pStyle w:val="Heading2"/>
      </w:pPr>
      <w:bookmarkStart w:id="220" w:name="_Toc64888696"/>
      <w:proofErr w:type="spellStart"/>
      <w:r w:rsidRPr="008B7FD2">
        <w:t>Verzioniranje</w:t>
      </w:r>
      <w:proofErr w:type="spellEnd"/>
      <w:r w:rsidRPr="008B7FD2">
        <w:t xml:space="preserve"> WS</w:t>
      </w:r>
      <w:bookmarkEnd w:id="220"/>
    </w:p>
    <w:p w14:paraId="30603337" w14:textId="77777777" w:rsidR="00C44374" w:rsidRPr="008B7FD2" w:rsidRDefault="00C44374" w:rsidP="00C44374">
      <w:r w:rsidRPr="008B7FD2">
        <w:t>Verzija storitve 1.0</w:t>
      </w:r>
    </w:p>
    <w:p w14:paraId="759984AB" w14:textId="77777777" w:rsidR="00C44374" w:rsidRPr="008B7FD2" w:rsidRDefault="00C44374" w:rsidP="00C44374">
      <w:pPr>
        <w:pStyle w:val="Heading2"/>
        <w:ind w:left="578" w:hanging="578"/>
      </w:pPr>
      <w:bookmarkStart w:id="221" w:name="_Toc64888697"/>
      <w:r w:rsidRPr="008B7FD2">
        <w:t>Diagram poteka</w:t>
      </w:r>
      <w:bookmarkEnd w:id="221"/>
    </w:p>
    <w:p w14:paraId="1D837D19" w14:textId="7AB5CABF" w:rsidR="00C44374" w:rsidRPr="008B7FD2" w:rsidRDefault="00C05BDE" w:rsidP="00C44374">
      <w:r w:rsidRPr="008B7FD2">
        <w:object w:dxaOrig="9420" w:dyaOrig="3105" w14:anchorId="6155CB46">
          <v:shape id="_x0000_i1031" type="#_x0000_t75" style="width:451.7pt;height:148.75pt" o:ole="">
            <v:imagedata r:id="rId94" o:title=""/>
          </v:shape>
          <o:OLEObject Type="Embed" ProgID="Visio.Drawing.11" ShapeID="_x0000_i1031" DrawAspect="Content" ObjectID="_1675501604" r:id="rId95"/>
        </w:object>
      </w:r>
    </w:p>
    <w:p w14:paraId="5862EDFD" w14:textId="77777777" w:rsidR="00C44374" w:rsidRPr="008B7FD2" w:rsidRDefault="00C44374" w:rsidP="00C44374">
      <w:pPr>
        <w:pStyle w:val="Heading2"/>
        <w:ind w:left="578" w:hanging="578"/>
      </w:pPr>
      <w:bookmarkStart w:id="222" w:name="_Toc64888698"/>
      <w:r w:rsidRPr="008B7FD2">
        <w:t>Način uporabe</w:t>
      </w:r>
      <w:bookmarkEnd w:id="222"/>
    </w:p>
    <w:p w14:paraId="6650EECE" w14:textId="7C521EA5" w:rsidR="00C44374" w:rsidRDefault="00C44374" w:rsidP="00C44374">
      <w:r w:rsidRPr="008B7FD2">
        <w:t xml:space="preserve">Storitev se kliče za potrebe </w:t>
      </w:r>
      <w:r w:rsidR="00152054" w:rsidRPr="008B7FD2">
        <w:t>oddaje dopolnjene vloge</w:t>
      </w:r>
      <w:r w:rsidRPr="008B7FD2">
        <w:t>.</w:t>
      </w:r>
    </w:p>
    <w:p w14:paraId="756E9115" w14:textId="3D8859BB" w:rsidR="00BB11DE" w:rsidRPr="008B7FD2" w:rsidRDefault="002968D7" w:rsidP="00C44374">
      <w:r>
        <w:t>Storitev umaknjena iz uporabe s 1.10.2018</w:t>
      </w:r>
    </w:p>
    <w:p w14:paraId="49E64441" w14:textId="77777777" w:rsidR="00C44374" w:rsidRPr="008B7FD2" w:rsidRDefault="00C44374" w:rsidP="00C44374">
      <w:pPr>
        <w:pStyle w:val="Heading2"/>
        <w:ind w:left="578" w:hanging="578"/>
      </w:pPr>
      <w:bookmarkStart w:id="223" w:name="_Toc64888699"/>
      <w:r w:rsidRPr="008B7FD2">
        <w:t>Posebnosti</w:t>
      </w:r>
      <w:bookmarkEnd w:id="223"/>
    </w:p>
    <w:p w14:paraId="21D54F47" w14:textId="77777777" w:rsidR="00C44374" w:rsidRPr="008B7FD2" w:rsidRDefault="00152054" w:rsidP="00C44374">
      <w:r w:rsidRPr="008B7FD2">
        <w:t xml:space="preserve">Vlogo je mogoče dopolnjevati dokler je v fazi pregleda ali </w:t>
      </w:r>
      <w:r w:rsidR="00BF2023" w:rsidRPr="008B7FD2">
        <w:t xml:space="preserve">pa </w:t>
      </w:r>
      <w:r w:rsidRPr="008B7FD2">
        <w:t>je zahtevano dopolnjevanje s strani distributerja.</w:t>
      </w:r>
    </w:p>
    <w:p w14:paraId="0F4F0C38" w14:textId="77777777" w:rsidR="00C44374" w:rsidRPr="008B7FD2" w:rsidRDefault="00C44374" w:rsidP="00C44374">
      <w:pPr>
        <w:pStyle w:val="Heading2"/>
        <w:ind w:left="578" w:hanging="578"/>
      </w:pPr>
      <w:bookmarkStart w:id="224" w:name="_Toc64888700"/>
      <w:r w:rsidRPr="008B7FD2">
        <w:t>Tehnološki predpogoji uporabe WS</w:t>
      </w:r>
      <w:bookmarkEnd w:id="224"/>
    </w:p>
    <w:p w14:paraId="66948760" w14:textId="22C14C81" w:rsidR="00BB11DE" w:rsidRDefault="00C44374" w:rsidP="00C44374">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6CA0BA5E" w14:textId="77777777" w:rsidR="00BB11DE" w:rsidRDefault="00BB11DE">
      <w:pPr>
        <w:spacing w:after="0" w:line="240" w:lineRule="auto"/>
        <w:jc w:val="left"/>
      </w:pPr>
      <w:r>
        <w:br w:type="page"/>
      </w:r>
    </w:p>
    <w:p w14:paraId="19A55BFC" w14:textId="5AF4EF00" w:rsidR="00BB11DE" w:rsidRPr="008B7FD2" w:rsidRDefault="00BB11DE" w:rsidP="00BB11DE">
      <w:pPr>
        <w:pStyle w:val="Heading1"/>
      </w:pPr>
      <w:bookmarkStart w:id="225" w:name="_Toc64888701"/>
      <w:r w:rsidRPr="008B7FD2">
        <w:lastRenderedPageBreak/>
        <w:t>Menjava dobavitelja oddaja dopolnjene vloge</w:t>
      </w:r>
      <w:r w:rsidR="00764DCB">
        <w:t xml:space="preserve"> v2</w:t>
      </w:r>
      <w:bookmarkEnd w:id="225"/>
    </w:p>
    <w:p w14:paraId="77C69EAC" w14:textId="77777777" w:rsidR="00BB11DE" w:rsidRPr="008B7FD2" w:rsidRDefault="00BB11DE" w:rsidP="00BB11DE">
      <w:pPr>
        <w:pStyle w:val="Heading2"/>
      </w:pPr>
      <w:bookmarkStart w:id="226" w:name="_Toc64888702"/>
      <w:r w:rsidRPr="008B7FD2">
        <w:t>Kratek opis in namen WS</w:t>
      </w:r>
      <w:bookmarkEnd w:id="226"/>
    </w:p>
    <w:p w14:paraId="19C21B4E" w14:textId="77777777" w:rsidR="00BB11DE" w:rsidRPr="008B7FD2" w:rsidRDefault="00BB11DE" w:rsidP="00BB11DE">
      <w:r w:rsidRPr="008B7FD2">
        <w:t>Storitev je namenjena oddaji dopolnjene vloge v kolikor je to zahtevano s strani distributerja.</w:t>
      </w:r>
    </w:p>
    <w:p w14:paraId="469E4BB0" w14:textId="77777777" w:rsidR="00BB11DE" w:rsidRPr="008B7FD2" w:rsidRDefault="00BB11DE" w:rsidP="00BB11DE">
      <w:pPr>
        <w:pStyle w:val="NoSpacing"/>
        <w:numPr>
          <w:ilvl w:val="0"/>
          <w:numId w:val="27"/>
        </w:numPr>
        <w:rPr>
          <w:lang w:val="sl-SI"/>
        </w:rPr>
      </w:pPr>
      <w:r w:rsidRPr="008B7FD2">
        <w:rPr>
          <w:lang w:val="sl-SI"/>
        </w:rPr>
        <w:t xml:space="preserve">url produkcija: </w:t>
      </w:r>
    </w:p>
    <w:p w14:paraId="15008CDE" w14:textId="4659249A" w:rsidR="00877ABC" w:rsidRPr="008B7FD2" w:rsidRDefault="00765DB7" w:rsidP="00BB11DE">
      <w:pPr>
        <w:pStyle w:val="NoSpacing"/>
        <w:rPr>
          <w:sz w:val="18"/>
          <w:szCs w:val="18"/>
          <w:lang w:val="sl-SI"/>
        </w:rPr>
      </w:pPr>
      <w:hyperlink r:id="rId96" w:history="1">
        <w:r w:rsidR="00877ABC" w:rsidRPr="00B97DCC">
          <w:rPr>
            <w:rStyle w:val="Hyperlink"/>
            <w:sz w:val="18"/>
            <w:szCs w:val="18"/>
            <w:lang w:val="sl-SI"/>
          </w:rPr>
          <w:t>https://services.informatika.si/MenjavaDobaviteljaWeb/sca/OddajaDopolnjeneVloge2Storitev?wsdl</w:t>
        </w:r>
      </w:hyperlink>
      <w:r w:rsidR="00877ABC">
        <w:rPr>
          <w:sz w:val="18"/>
          <w:szCs w:val="18"/>
          <w:lang w:val="sl-SI"/>
        </w:rPr>
        <w:t xml:space="preserve"> </w:t>
      </w:r>
    </w:p>
    <w:p w14:paraId="100F55E4" w14:textId="77777777" w:rsidR="00BB11DE" w:rsidRPr="008B7FD2" w:rsidRDefault="00BB11DE" w:rsidP="00BB11DE">
      <w:pPr>
        <w:pStyle w:val="NoSpacing"/>
        <w:rPr>
          <w:rStyle w:val="Hyperlink"/>
          <w:rFonts w:eastAsia="Calibri"/>
          <w:sz w:val="18"/>
          <w:szCs w:val="18"/>
          <w:lang w:val="sl-SI"/>
        </w:rPr>
      </w:pPr>
    </w:p>
    <w:p w14:paraId="375EBCFB" w14:textId="77777777" w:rsidR="00BB11DE" w:rsidRPr="008B7FD2" w:rsidRDefault="00BB11DE" w:rsidP="00BB11DE">
      <w:pPr>
        <w:pStyle w:val="NoSpacing"/>
        <w:numPr>
          <w:ilvl w:val="0"/>
          <w:numId w:val="27"/>
        </w:numPr>
        <w:rPr>
          <w:lang w:val="sl-SI"/>
        </w:rPr>
      </w:pPr>
      <w:r w:rsidRPr="008B7FD2">
        <w:rPr>
          <w:lang w:val="sl-SI"/>
        </w:rPr>
        <w:t xml:space="preserve">url test: </w:t>
      </w:r>
    </w:p>
    <w:p w14:paraId="1FB55383" w14:textId="64DE09A6" w:rsidR="00877ABC" w:rsidRPr="008B7FD2" w:rsidRDefault="00765DB7" w:rsidP="00BB11DE">
      <w:pPr>
        <w:pStyle w:val="NoSpacing"/>
        <w:rPr>
          <w:sz w:val="18"/>
          <w:szCs w:val="18"/>
          <w:lang w:val="sl-SI"/>
        </w:rPr>
      </w:pPr>
      <w:hyperlink r:id="rId97" w:history="1">
        <w:r w:rsidR="00877ABC" w:rsidRPr="00B97DCC">
          <w:rPr>
            <w:rStyle w:val="Hyperlink"/>
            <w:sz w:val="18"/>
            <w:szCs w:val="18"/>
            <w:lang w:val="sl-SI"/>
          </w:rPr>
          <w:t>https://services-test.informatika.si/MenjavaDobaviteljaWeb/sca/OddajaDopolnjeneVloge2Storitev?wsdl</w:t>
        </w:r>
      </w:hyperlink>
      <w:r w:rsidR="00877ABC">
        <w:rPr>
          <w:sz w:val="18"/>
          <w:szCs w:val="18"/>
          <w:lang w:val="sl-SI"/>
        </w:rPr>
        <w:t xml:space="preserve"> </w:t>
      </w:r>
    </w:p>
    <w:p w14:paraId="29208482" w14:textId="77777777" w:rsidR="00BB11DE" w:rsidRPr="008B7FD2" w:rsidRDefault="00BB11DE" w:rsidP="00BB11DE">
      <w:pPr>
        <w:pStyle w:val="Heading2"/>
      </w:pPr>
      <w:bookmarkStart w:id="227" w:name="_Toc64888703"/>
      <w:proofErr w:type="spellStart"/>
      <w:r w:rsidRPr="008B7FD2">
        <w:t>Verzioniranje</w:t>
      </w:r>
      <w:proofErr w:type="spellEnd"/>
      <w:r w:rsidRPr="008B7FD2">
        <w:t xml:space="preserve"> WS</w:t>
      </w:r>
      <w:bookmarkEnd w:id="227"/>
    </w:p>
    <w:p w14:paraId="5F8831D6" w14:textId="4E9962C7" w:rsidR="00BB11DE" w:rsidRPr="008B7FD2" w:rsidRDefault="00BB11DE" w:rsidP="00BB11DE">
      <w:r w:rsidRPr="008B7FD2">
        <w:t xml:space="preserve">Verzija storitve </w:t>
      </w:r>
      <w:r w:rsidR="00EA1943">
        <w:t>2</w:t>
      </w:r>
      <w:r w:rsidRPr="008B7FD2">
        <w:t>.0</w:t>
      </w:r>
    </w:p>
    <w:p w14:paraId="06ECCAF1" w14:textId="77777777" w:rsidR="00BB11DE" w:rsidRPr="008B7FD2" w:rsidRDefault="00BB11DE" w:rsidP="00BB11DE">
      <w:pPr>
        <w:pStyle w:val="Heading2"/>
        <w:ind w:left="578" w:hanging="578"/>
      </w:pPr>
      <w:bookmarkStart w:id="228" w:name="_Toc64888704"/>
      <w:r w:rsidRPr="008B7FD2">
        <w:t>Diagram poteka</w:t>
      </w:r>
      <w:bookmarkEnd w:id="228"/>
    </w:p>
    <w:p w14:paraId="45323E1E" w14:textId="74845021" w:rsidR="00BB11DE" w:rsidRPr="008B7FD2" w:rsidRDefault="001F4516" w:rsidP="00BB11DE">
      <w:r w:rsidRPr="008B7FD2">
        <w:object w:dxaOrig="9420" w:dyaOrig="3105" w14:anchorId="07B3D956">
          <v:shape id="_x0000_i1032" type="#_x0000_t75" style="width:451.7pt;height:148.75pt" o:ole="">
            <v:imagedata r:id="rId98" o:title=""/>
          </v:shape>
          <o:OLEObject Type="Embed" ProgID="Visio.Drawing.11" ShapeID="_x0000_i1032" DrawAspect="Content" ObjectID="_1675501605" r:id="rId99"/>
        </w:object>
      </w:r>
    </w:p>
    <w:p w14:paraId="3385D213" w14:textId="77777777" w:rsidR="00BB11DE" w:rsidRPr="008B7FD2" w:rsidRDefault="00BB11DE" w:rsidP="00BB11DE">
      <w:pPr>
        <w:pStyle w:val="Heading2"/>
        <w:ind w:left="578" w:hanging="578"/>
      </w:pPr>
      <w:bookmarkStart w:id="229" w:name="_Toc64888705"/>
      <w:r w:rsidRPr="008B7FD2">
        <w:t>Način uporabe</w:t>
      </w:r>
      <w:bookmarkEnd w:id="229"/>
    </w:p>
    <w:p w14:paraId="2FD90030" w14:textId="77777777" w:rsidR="00BB11DE" w:rsidRPr="008B7FD2" w:rsidRDefault="00BB11DE" w:rsidP="00BB11DE">
      <w:r w:rsidRPr="008B7FD2">
        <w:t>Storitev se kliče za potrebe oddaje dopolnjene vloge.</w:t>
      </w:r>
    </w:p>
    <w:p w14:paraId="32E910BF" w14:textId="77777777" w:rsidR="00BB11DE" w:rsidRPr="008B7FD2" w:rsidRDefault="00BB11DE" w:rsidP="00BB11DE">
      <w:pPr>
        <w:pStyle w:val="Heading2"/>
        <w:ind w:left="578" w:hanging="578"/>
      </w:pPr>
      <w:bookmarkStart w:id="230" w:name="_Toc64888706"/>
      <w:r w:rsidRPr="008B7FD2">
        <w:t>Posebnosti</w:t>
      </w:r>
      <w:bookmarkEnd w:id="230"/>
    </w:p>
    <w:p w14:paraId="32344B06" w14:textId="12BFF6DD" w:rsidR="00BB11DE" w:rsidRDefault="00BB11DE" w:rsidP="00BB11DE">
      <w:r w:rsidRPr="008B7FD2">
        <w:t>Vlogo je mogoče dopolnjevati dokler je v fazi pregleda ali pa je zahtevano dopolnjevanje s strani distributerja.</w:t>
      </w:r>
    </w:p>
    <w:p w14:paraId="608F584E" w14:textId="74441E80" w:rsidR="00362245" w:rsidRPr="008B7FD2" w:rsidRDefault="00362245" w:rsidP="00362245">
      <w:r w:rsidRPr="003D1E54">
        <w:rPr>
          <w:highlight w:val="yellow"/>
        </w:rPr>
        <w:t xml:space="preserve">Storitev umaknjena iz uporabe s </w:t>
      </w:r>
      <w:r w:rsidR="00CD1753" w:rsidRPr="003D1E54">
        <w:rPr>
          <w:highlight w:val="yellow"/>
        </w:rPr>
        <w:t>1</w:t>
      </w:r>
      <w:r w:rsidRPr="003D1E54">
        <w:rPr>
          <w:highlight w:val="yellow"/>
        </w:rPr>
        <w:t>1.</w:t>
      </w:r>
      <w:r w:rsidR="00CD1753" w:rsidRPr="003D1E54">
        <w:rPr>
          <w:highlight w:val="yellow"/>
        </w:rPr>
        <w:t>2</w:t>
      </w:r>
      <w:r w:rsidRPr="003D1E54">
        <w:rPr>
          <w:highlight w:val="yellow"/>
        </w:rPr>
        <w:t>.2021</w:t>
      </w:r>
    </w:p>
    <w:p w14:paraId="696E37DA" w14:textId="77777777" w:rsidR="00362245" w:rsidRPr="008B7FD2" w:rsidRDefault="00362245" w:rsidP="00BB11DE"/>
    <w:p w14:paraId="1B2F04A4" w14:textId="77777777" w:rsidR="00BB11DE" w:rsidRPr="008B7FD2" w:rsidRDefault="00BB11DE" w:rsidP="00BB11DE">
      <w:pPr>
        <w:pStyle w:val="Heading2"/>
        <w:ind w:left="578" w:hanging="578"/>
      </w:pPr>
      <w:bookmarkStart w:id="231" w:name="_Toc64888707"/>
      <w:r w:rsidRPr="008B7FD2">
        <w:t>Tehnološki predpogoji uporabe WS</w:t>
      </w:r>
      <w:bookmarkEnd w:id="231"/>
    </w:p>
    <w:p w14:paraId="7012F802" w14:textId="79ED722A" w:rsidR="00C44374" w:rsidRDefault="00BB11DE" w:rsidP="00BB11DE">
      <w:r w:rsidRPr="008B7FD2">
        <w:t>Uporabnik storitve mora vzpostaviti povezavo do spletnega mesta services.informatika.si ter services-test.informatika.si in zaupati certifikatu spletnega mesta. Klici so varovani z uporabniškim imenom in geslom.</w:t>
      </w:r>
    </w:p>
    <w:p w14:paraId="083764A9" w14:textId="796BF328" w:rsidR="006C625C" w:rsidRPr="003D1E54" w:rsidRDefault="006C625C" w:rsidP="006C625C">
      <w:pPr>
        <w:pStyle w:val="Heading1"/>
        <w:rPr>
          <w:highlight w:val="yellow"/>
        </w:rPr>
      </w:pPr>
      <w:bookmarkStart w:id="232" w:name="_Toc64888708"/>
      <w:r w:rsidRPr="003D1E54">
        <w:rPr>
          <w:highlight w:val="yellow"/>
        </w:rPr>
        <w:lastRenderedPageBreak/>
        <w:t>Menjava dobavitelja</w:t>
      </w:r>
      <w:bookmarkEnd w:id="232"/>
    </w:p>
    <w:p w14:paraId="501D4D4F" w14:textId="77777777" w:rsidR="006C625C" w:rsidRPr="008B7FD2" w:rsidRDefault="006C625C" w:rsidP="006C625C">
      <w:pPr>
        <w:pStyle w:val="Heading2"/>
      </w:pPr>
      <w:bookmarkStart w:id="233" w:name="_Toc64888709"/>
      <w:r w:rsidRPr="008B7FD2">
        <w:t>Kratek opis in namen WS</w:t>
      </w:r>
      <w:bookmarkEnd w:id="233"/>
    </w:p>
    <w:p w14:paraId="0F2BA618" w14:textId="178A9B74" w:rsidR="006C625C" w:rsidRDefault="006C625C" w:rsidP="006C625C">
      <w:r>
        <w:t xml:space="preserve">Storitev izpostavlja funkcionalnosti, povezane z menjavo dobavitelja odjema ali oddaje. Storitev vstopi v uporabo </w:t>
      </w:r>
      <w:r w:rsidR="00B65312">
        <w:t>dne</w:t>
      </w:r>
      <w:r>
        <w:t xml:space="preserve"> 1.3.2021, ko pričnejo veljati nova pravila glede menjave dobavitelja, kot jih definira SONDSEE (menjava v 21 dneh). Stare storitve za menjavo dobavitelja </w:t>
      </w:r>
      <w:r w:rsidR="009F344C">
        <w:t xml:space="preserve">(Menjava dobavitelja oddaja vloge, Menjava dobavitelja najdi vloge, Menjava dobavitelja vrni vlogo, Menjava dobavitelja oddaja dopolnjene vloge, Masovna oddaja menjave dobavitelja, ipd.) </w:t>
      </w:r>
      <w:r>
        <w:t>se s tem datumom umaknejo iz uporabe.</w:t>
      </w:r>
    </w:p>
    <w:p w14:paraId="188FAAC2" w14:textId="77777777" w:rsidR="006C625C" w:rsidRDefault="006C625C" w:rsidP="006C625C">
      <w:r>
        <w:t>Izpostavljene metode:</w:t>
      </w:r>
    </w:p>
    <w:p w14:paraId="5A968541" w14:textId="35734B60" w:rsidR="006C625C" w:rsidRDefault="006C625C" w:rsidP="006C625C">
      <w:pPr>
        <w:pStyle w:val="ListParagraph"/>
        <w:numPr>
          <w:ilvl w:val="0"/>
          <w:numId w:val="27"/>
        </w:numPr>
      </w:pPr>
      <w:proofErr w:type="spellStart"/>
      <w:r>
        <w:t>OddajVlogo</w:t>
      </w:r>
      <w:proofErr w:type="spellEnd"/>
      <w:r>
        <w:t>()</w:t>
      </w:r>
    </w:p>
    <w:p w14:paraId="5B82F1F8" w14:textId="458ADA47" w:rsidR="006C625C" w:rsidRDefault="006C625C" w:rsidP="006C625C">
      <w:pPr>
        <w:pStyle w:val="ListParagraph"/>
        <w:numPr>
          <w:ilvl w:val="0"/>
          <w:numId w:val="27"/>
        </w:numPr>
      </w:pPr>
      <w:proofErr w:type="spellStart"/>
      <w:r>
        <w:t>VrniVlogo</w:t>
      </w:r>
      <w:proofErr w:type="spellEnd"/>
      <w:r>
        <w:t>()</w:t>
      </w:r>
    </w:p>
    <w:p w14:paraId="7AE4A24B" w14:textId="56E67F7B" w:rsidR="006C625C" w:rsidRDefault="006C625C" w:rsidP="006C625C">
      <w:pPr>
        <w:pStyle w:val="ListParagraph"/>
        <w:numPr>
          <w:ilvl w:val="0"/>
          <w:numId w:val="27"/>
        </w:numPr>
      </w:pPr>
      <w:proofErr w:type="spellStart"/>
      <w:r>
        <w:t>NajdiVloge</w:t>
      </w:r>
      <w:proofErr w:type="spellEnd"/>
      <w:r>
        <w:t>()</w:t>
      </w:r>
    </w:p>
    <w:p w14:paraId="63B566BA" w14:textId="0574684C" w:rsidR="006C625C" w:rsidRDefault="006C625C" w:rsidP="006C625C">
      <w:pPr>
        <w:pStyle w:val="ListParagraph"/>
        <w:numPr>
          <w:ilvl w:val="0"/>
          <w:numId w:val="27"/>
        </w:numPr>
      </w:pPr>
      <w:r>
        <w:t>Odstopi()</w:t>
      </w:r>
    </w:p>
    <w:p w14:paraId="5DD1ED05" w14:textId="1F6A50BD" w:rsidR="006C625C" w:rsidRDefault="006C625C" w:rsidP="006C625C">
      <w:pPr>
        <w:pStyle w:val="ListParagraph"/>
        <w:numPr>
          <w:ilvl w:val="0"/>
          <w:numId w:val="27"/>
        </w:numPr>
      </w:pPr>
      <w:proofErr w:type="spellStart"/>
      <w:r>
        <w:t>ZahtevajRocnoOdcitavanjeEDP</w:t>
      </w:r>
      <w:proofErr w:type="spellEnd"/>
      <w:r>
        <w:t>()</w:t>
      </w:r>
    </w:p>
    <w:p w14:paraId="4CA82C50" w14:textId="0CEC5DCE" w:rsidR="006C625C" w:rsidRDefault="006C625C" w:rsidP="006C625C">
      <w:pPr>
        <w:pStyle w:val="ListParagraph"/>
        <w:numPr>
          <w:ilvl w:val="0"/>
          <w:numId w:val="27"/>
        </w:numPr>
      </w:pPr>
      <w:proofErr w:type="spellStart"/>
      <w:r>
        <w:t>OddajMasovnoVlogo</w:t>
      </w:r>
      <w:proofErr w:type="spellEnd"/>
      <w:r>
        <w:t>()</w:t>
      </w:r>
    </w:p>
    <w:p w14:paraId="62D75517" w14:textId="52CA0BBA" w:rsidR="006C625C" w:rsidRDefault="006C625C" w:rsidP="006C625C">
      <w:pPr>
        <w:pStyle w:val="ListParagraph"/>
        <w:numPr>
          <w:ilvl w:val="0"/>
          <w:numId w:val="27"/>
        </w:numPr>
      </w:pPr>
      <w:proofErr w:type="spellStart"/>
      <w:r>
        <w:t>VrniInfoZaMasovnoVlogo</w:t>
      </w:r>
      <w:proofErr w:type="spellEnd"/>
      <w:r>
        <w:t>()</w:t>
      </w:r>
    </w:p>
    <w:p w14:paraId="49898B63" w14:textId="7AE0346D" w:rsidR="006C625C" w:rsidRDefault="006C625C" w:rsidP="009F344C">
      <w:pPr>
        <w:pBdr>
          <w:top w:val="single" w:sz="4" w:space="1" w:color="auto"/>
          <w:left w:val="single" w:sz="4" w:space="4" w:color="auto"/>
          <w:bottom w:val="single" w:sz="4" w:space="1" w:color="auto"/>
          <w:right w:val="single" w:sz="4" w:space="4" w:color="auto"/>
        </w:pBdr>
      </w:pPr>
      <w:r>
        <w:t>Metodi za oddajo masovnih vlog ter pridobivanje informacij o masovnih vlogah s 1.3.2021 še ne bosta podprti in bosta v uporabo predani kasneje.</w:t>
      </w:r>
    </w:p>
    <w:p w14:paraId="3CB53C11" w14:textId="77777777" w:rsidR="006C625C" w:rsidRPr="008B7FD2" w:rsidRDefault="006C625C" w:rsidP="006C625C">
      <w:pPr>
        <w:pStyle w:val="NoSpacing"/>
        <w:numPr>
          <w:ilvl w:val="0"/>
          <w:numId w:val="27"/>
        </w:numPr>
        <w:rPr>
          <w:lang w:val="sl-SI"/>
        </w:rPr>
      </w:pPr>
      <w:r w:rsidRPr="008B7FD2">
        <w:rPr>
          <w:lang w:val="sl-SI"/>
        </w:rPr>
        <w:t>Url produkcija:</w:t>
      </w:r>
    </w:p>
    <w:p w14:paraId="0C1407F6" w14:textId="3525201D" w:rsidR="006C625C" w:rsidRPr="006C625C" w:rsidRDefault="006C625C" w:rsidP="006C625C">
      <w:pPr>
        <w:pStyle w:val="NoSpacing"/>
        <w:rPr>
          <w:sz w:val="18"/>
          <w:szCs w:val="18"/>
          <w:lang w:val="sl-SI"/>
        </w:rPr>
      </w:pPr>
      <w:r w:rsidRPr="006C625C">
        <w:rPr>
          <w:rFonts w:asciiTheme="majorHAnsi" w:eastAsiaTheme="majorEastAsia" w:cstheme="majorBidi"/>
          <w:color w:val="000000"/>
          <w:sz w:val="28"/>
          <w:szCs w:val="28"/>
          <w:lang w:eastAsia="sl-SI"/>
        </w:rPr>
        <w:t xml:space="preserve"> </w:t>
      </w:r>
      <w:hyperlink r:id="rId100" w:history="1">
        <w:r w:rsidR="00516F1A" w:rsidRPr="007F07E4">
          <w:rPr>
            <w:rStyle w:val="Hyperlink"/>
            <w:sz w:val="18"/>
            <w:szCs w:val="18"/>
          </w:rPr>
          <w:t>https://services.informatika.si/EnotnaVstopnaTocka/MenjavaDobaviteljaService?wsdl</w:t>
        </w:r>
      </w:hyperlink>
    </w:p>
    <w:p w14:paraId="32DEE02C" w14:textId="783D7BA0" w:rsidR="006C625C" w:rsidRPr="008B7FD2" w:rsidRDefault="006C625C" w:rsidP="006C625C">
      <w:pPr>
        <w:pStyle w:val="NoSpacing"/>
        <w:ind w:left="720"/>
        <w:rPr>
          <w:lang w:val="sl-SI"/>
        </w:rPr>
      </w:pPr>
    </w:p>
    <w:p w14:paraId="74059943" w14:textId="77777777" w:rsidR="006C625C" w:rsidRPr="008B7FD2" w:rsidRDefault="006C625C" w:rsidP="006C625C">
      <w:pPr>
        <w:pStyle w:val="NoSpacing"/>
        <w:rPr>
          <w:rStyle w:val="Hyperlink"/>
          <w:sz w:val="18"/>
          <w:szCs w:val="18"/>
          <w:lang w:val="sl-SI"/>
        </w:rPr>
      </w:pPr>
    </w:p>
    <w:p w14:paraId="15D58984" w14:textId="77777777" w:rsidR="006C625C" w:rsidRDefault="006C625C" w:rsidP="006C625C">
      <w:pPr>
        <w:pStyle w:val="NoSpacing"/>
        <w:numPr>
          <w:ilvl w:val="0"/>
          <w:numId w:val="27"/>
        </w:numPr>
        <w:rPr>
          <w:lang w:val="sl-SI"/>
        </w:rPr>
      </w:pPr>
      <w:r w:rsidRPr="008B7FD2">
        <w:rPr>
          <w:lang w:val="sl-SI"/>
        </w:rPr>
        <w:t xml:space="preserve">Url test: </w:t>
      </w:r>
    </w:p>
    <w:p w14:paraId="19B515A9" w14:textId="7EE031D0" w:rsidR="006C625C" w:rsidRPr="006C625C" w:rsidRDefault="006C625C" w:rsidP="006C625C">
      <w:pPr>
        <w:pStyle w:val="NoSpacing"/>
        <w:rPr>
          <w:sz w:val="18"/>
          <w:szCs w:val="18"/>
          <w:lang w:val="sl-SI"/>
        </w:rPr>
      </w:pPr>
      <w:r>
        <w:rPr>
          <w:sz w:val="18"/>
          <w:szCs w:val="18"/>
        </w:rPr>
        <w:fldChar w:fldCharType="begin"/>
      </w:r>
      <w:r>
        <w:rPr>
          <w:sz w:val="18"/>
          <w:szCs w:val="18"/>
        </w:rPr>
        <w:instrText xml:space="preserve"> HYPERLINK "</w:instrText>
      </w:r>
      <w:r w:rsidRPr="00D017B8">
        <w:rPr>
          <w:sz w:val="18"/>
          <w:szCs w:val="18"/>
        </w:rPr>
        <w:instrText>https://services-test.informatika.si/EnotnaVstopnaTocka/ObracunskeMeritveService?wsdl</w:instrText>
      </w:r>
      <w:r>
        <w:rPr>
          <w:sz w:val="18"/>
          <w:szCs w:val="18"/>
        </w:rPr>
        <w:instrText xml:space="preserve">" </w:instrText>
      </w:r>
      <w:r>
        <w:rPr>
          <w:sz w:val="18"/>
          <w:szCs w:val="18"/>
        </w:rPr>
        <w:fldChar w:fldCharType="separate"/>
      </w:r>
      <w:r w:rsidRPr="006C625C">
        <w:rPr>
          <w:rFonts w:asciiTheme="majorHAnsi" w:eastAsiaTheme="majorEastAsia" w:cstheme="majorBidi"/>
          <w:color w:val="000000"/>
          <w:sz w:val="28"/>
          <w:szCs w:val="28"/>
          <w:lang w:eastAsia="sl-SI"/>
        </w:rPr>
        <w:t xml:space="preserve"> </w:t>
      </w:r>
      <w:hyperlink r:id="rId101" w:history="1">
        <w:r w:rsidRPr="006C625C">
          <w:rPr>
            <w:rStyle w:val="Hyperlink"/>
            <w:sz w:val="18"/>
            <w:szCs w:val="18"/>
          </w:rPr>
          <w:t>https://services-test.informatika.si/EnotnaVstopnaTocka/MenjavaDobaviteljaService?wsdl</w:t>
        </w:r>
      </w:hyperlink>
    </w:p>
    <w:p w14:paraId="3C094F44" w14:textId="59CFC55C" w:rsidR="006C625C" w:rsidRDefault="006C625C" w:rsidP="006C625C">
      <w:pPr>
        <w:pStyle w:val="NoSpacing"/>
        <w:rPr>
          <w:sz w:val="18"/>
          <w:szCs w:val="18"/>
        </w:rPr>
      </w:pPr>
      <w:r>
        <w:rPr>
          <w:sz w:val="18"/>
          <w:szCs w:val="18"/>
        </w:rPr>
        <w:fldChar w:fldCharType="end"/>
      </w:r>
    </w:p>
    <w:p w14:paraId="50313F97" w14:textId="77777777" w:rsidR="006C625C" w:rsidRPr="008B7FD2" w:rsidRDefault="006C625C" w:rsidP="006C625C">
      <w:pPr>
        <w:pStyle w:val="Heading2"/>
      </w:pPr>
      <w:bookmarkStart w:id="234" w:name="_Toc64888710"/>
      <w:proofErr w:type="spellStart"/>
      <w:r w:rsidRPr="008B7FD2">
        <w:t>Verzioniranje</w:t>
      </w:r>
      <w:proofErr w:type="spellEnd"/>
      <w:r w:rsidRPr="008B7FD2">
        <w:t xml:space="preserve"> WS</w:t>
      </w:r>
      <w:bookmarkEnd w:id="234"/>
    </w:p>
    <w:p w14:paraId="0C6175E6" w14:textId="77777777" w:rsidR="006C625C" w:rsidRPr="008B7FD2" w:rsidRDefault="006C625C" w:rsidP="006C625C">
      <w:r w:rsidRPr="008B7FD2">
        <w:t xml:space="preserve">Verzija nabora storitev </w:t>
      </w:r>
      <w:r>
        <w:t>1</w:t>
      </w:r>
      <w:r w:rsidRPr="008B7FD2">
        <w:t>.0</w:t>
      </w:r>
    </w:p>
    <w:p w14:paraId="11F4BD91" w14:textId="77777777" w:rsidR="006C625C" w:rsidRDefault="006C625C" w:rsidP="006C625C">
      <w:pPr>
        <w:pStyle w:val="Heading2"/>
      </w:pPr>
      <w:bookmarkStart w:id="235" w:name="_Toc64888711"/>
      <w:r>
        <w:lastRenderedPageBreak/>
        <w:t>Diagram poteka</w:t>
      </w:r>
      <w:bookmarkEnd w:id="235"/>
    </w:p>
    <w:p w14:paraId="7833B581" w14:textId="0A561D5E" w:rsidR="002E6C86" w:rsidRPr="00A05C0C" w:rsidRDefault="002E6C86" w:rsidP="006C625C">
      <w:r>
        <w:rPr>
          <w:noProof/>
        </w:rPr>
        <w:drawing>
          <wp:inline distT="0" distB="0" distL="0" distR="0" wp14:anchorId="5DF87AC9" wp14:editId="084997ED">
            <wp:extent cx="5705475" cy="26193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705475" cy="2619375"/>
                    </a:xfrm>
                    <a:prstGeom prst="rect">
                      <a:avLst/>
                    </a:prstGeom>
                    <a:noFill/>
                    <a:ln>
                      <a:noFill/>
                    </a:ln>
                  </pic:spPr>
                </pic:pic>
              </a:graphicData>
            </a:graphic>
          </wp:inline>
        </w:drawing>
      </w:r>
    </w:p>
    <w:p w14:paraId="60465192" w14:textId="77777777" w:rsidR="006C625C" w:rsidRDefault="006C625C" w:rsidP="006C625C">
      <w:pPr>
        <w:pStyle w:val="Heading2"/>
      </w:pPr>
      <w:bookmarkStart w:id="236" w:name="_Toc64888712"/>
      <w:r>
        <w:t>Izpostavljene operacije</w:t>
      </w:r>
      <w:bookmarkEnd w:id="236"/>
    </w:p>
    <w:p w14:paraId="04B42748" w14:textId="4A008B86" w:rsidR="006C625C" w:rsidRDefault="006509A6" w:rsidP="006C625C">
      <w:pPr>
        <w:pStyle w:val="Heading3"/>
      </w:pPr>
      <w:bookmarkStart w:id="237" w:name="_Toc64888713"/>
      <w:proofErr w:type="spellStart"/>
      <w:r>
        <w:t>OddajVlogo</w:t>
      </w:r>
      <w:bookmarkEnd w:id="237"/>
      <w:proofErr w:type="spellEnd"/>
    </w:p>
    <w:p w14:paraId="0E53B573" w14:textId="77777777" w:rsidR="006C625C" w:rsidRDefault="006C625C" w:rsidP="006C625C">
      <w:pPr>
        <w:pStyle w:val="Heading4"/>
      </w:pPr>
      <w:r>
        <w:t>Način uporabe</w:t>
      </w:r>
    </w:p>
    <w:p w14:paraId="7CEA495F" w14:textId="79A28825" w:rsidR="006C625C" w:rsidRDefault="00796D93" w:rsidP="006C625C">
      <w:r>
        <w:t>Metoda</w:t>
      </w:r>
      <w:r w:rsidR="002E6C86" w:rsidRPr="008B7FD2">
        <w:t xml:space="preserve"> se kliče za potrebe oddaje vloge za menjavo dobavitelja</w:t>
      </w:r>
      <w:r w:rsidR="002E6C86">
        <w:t xml:space="preserve"> odjema ali oddaje. Ob uspešni oddaji vloge se v evidenco zahtev shrani nova zahteva s statusom </w:t>
      </w:r>
      <w:r w:rsidR="002E6C86" w:rsidRPr="002E6C86">
        <w:rPr>
          <w:b/>
          <w:bCs/>
        </w:rPr>
        <w:t>Oddana</w:t>
      </w:r>
      <w:r w:rsidR="002E6C86" w:rsidRPr="002E6C86">
        <w:t>, hk</w:t>
      </w:r>
      <w:r w:rsidR="002E6C86">
        <w:t xml:space="preserve">rati pa se zažene nov postopek menjave dobavitelja, ki ga mora v roku 5 delovnih dni pregledati distributer. </w:t>
      </w:r>
      <w:r w:rsidR="00CE1E26">
        <w:t>Odjemalcu se ob uspešni izvedbi vrneta enolični identifikator postopka menjave (</w:t>
      </w:r>
      <w:proofErr w:type="spellStart"/>
      <w:r w:rsidR="00CE1E26" w:rsidRPr="00CE1E26">
        <w:rPr>
          <w:b/>
          <w:bCs/>
        </w:rPr>
        <w:t>idPostopka</w:t>
      </w:r>
      <w:proofErr w:type="spellEnd"/>
      <w:r w:rsidR="00CE1E26">
        <w:t>) ter enolični identifikator kreirane zahteve (</w:t>
      </w:r>
      <w:proofErr w:type="spellStart"/>
      <w:r w:rsidR="00CE1E26" w:rsidRPr="00CE1E26">
        <w:rPr>
          <w:b/>
          <w:bCs/>
        </w:rPr>
        <w:t>idZahteve</w:t>
      </w:r>
      <w:proofErr w:type="spellEnd"/>
      <w:r w:rsidR="00CE1E26">
        <w:t xml:space="preserve">). </w:t>
      </w:r>
      <w:r w:rsidR="004251CF">
        <w:t>Glede na to, ali se menja dobavitelj odjema ali oddaje</w:t>
      </w:r>
      <w:r w:rsidR="00B65312">
        <w:t>,</w:t>
      </w:r>
      <w:r w:rsidR="004251CF">
        <w:t xml:space="preserve"> se vstavi ena izmed naslednjih </w:t>
      </w:r>
      <w:r w:rsidR="00F4063D">
        <w:t xml:space="preserve">vrst </w:t>
      </w:r>
      <w:r w:rsidR="004251CF">
        <w:t>zahtev</w:t>
      </w:r>
      <w:r w:rsidR="002E6C86">
        <w:t>:</w:t>
      </w:r>
    </w:p>
    <w:p w14:paraId="11D3E151" w14:textId="54F48AAB" w:rsidR="002E6C86" w:rsidRDefault="00796D93" w:rsidP="002E6C86">
      <w:pPr>
        <w:pStyle w:val="ListParagraph"/>
        <w:numPr>
          <w:ilvl w:val="0"/>
          <w:numId w:val="27"/>
        </w:numPr>
      </w:pPr>
      <w:r>
        <w:t xml:space="preserve">35 - </w:t>
      </w:r>
      <w:r w:rsidR="002E6C86">
        <w:t>Menjava dobavitelja odjema</w:t>
      </w:r>
    </w:p>
    <w:p w14:paraId="5CE2F3A2" w14:textId="44124788" w:rsidR="002E6C86" w:rsidRDefault="00796D93" w:rsidP="002E6C86">
      <w:pPr>
        <w:pStyle w:val="ListParagraph"/>
        <w:numPr>
          <w:ilvl w:val="0"/>
          <w:numId w:val="27"/>
        </w:numPr>
      </w:pPr>
      <w:r>
        <w:t xml:space="preserve">36 - </w:t>
      </w:r>
      <w:r w:rsidR="002E6C86">
        <w:t>Menjava dobavitelja oddaje</w:t>
      </w:r>
    </w:p>
    <w:p w14:paraId="503C92D9" w14:textId="3D75BE79" w:rsidR="002E6C86" w:rsidRDefault="002E6C86" w:rsidP="002E6C86">
      <w:r>
        <w:t xml:space="preserve">Če je vloga s strani distributerja potrjena, se status zahteve posodobi </w:t>
      </w:r>
      <w:r w:rsidR="00B65312">
        <w:t>v</w:t>
      </w:r>
      <w:r>
        <w:t xml:space="preserve"> </w:t>
      </w:r>
      <w:proofErr w:type="spellStart"/>
      <w:r w:rsidRPr="002E6C86">
        <w:rPr>
          <w:b/>
          <w:bCs/>
        </w:rPr>
        <w:t>V</w:t>
      </w:r>
      <w:proofErr w:type="spellEnd"/>
      <w:r w:rsidRPr="002E6C86">
        <w:rPr>
          <w:b/>
          <w:bCs/>
        </w:rPr>
        <w:t xml:space="preserve"> izvajanju</w:t>
      </w:r>
      <w:r>
        <w:t xml:space="preserve">. Ko je menjava uspešno zaključena, se status spremeni </w:t>
      </w:r>
      <w:r w:rsidR="00B65312">
        <w:t>v</w:t>
      </w:r>
      <w:r>
        <w:t xml:space="preserve"> </w:t>
      </w:r>
      <w:r w:rsidRPr="002E6C86">
        <w:rPr>
          <w:b/>
          <w:bCs/>
        </w:rPr>
        <w:t>Potrjena</w:t>
      </w:r>
      <w:r>
        <w:t xml:space="preserve">. Če distributer zavrne vlogo, ali </w:t>
      </w:r>
      <w:r w:rsidR="004251CF">
        <w:t xml:space="preserve">če </w:t>
      </w:r>
      <w:r>
        <w:t xml:space="preserve">od menjave odstopi dobavitelj, se status zahteve spremeni v </w:t>
      </w:r>
      <w:r w:rsidRPr="002E6C86">
        <w:rPr>
          <w:b/>
          <w:bCs/>
        </w:rPr>
        <w:t>Zavrnjena</w:t>
      </w:r>
      <w:r w:rsidR="00CA3857">
        <w:t xml:space="preserve">, </w:t>
      </w:r>
      <w:r w:rsidR="00B65312">
        <w:t>v opombo pa se pripiše ustrezen komentar.</w:t>
      </w:r>
    </w:p>
    <w:p w14:paraId="430DA970" w14:textId="680E2147" w:rsidR="006C625C" w:rsidRDefault="006C625C" w:rsidP="006C625C">
      <w:pPr>
        <w:pStyle w:val="Heading4"/>
      </w:pPr>
      <w:r>
        <w:t>Posebnosti</w:t>
      </w:r>
    </w:p>
    <w:p w14:paraId="7899460D" w14:textId="77777777" w:rsidR="004251CF" w:rsidRDefault="004251CF" w:rsidP="004251CF">
      <w:r>
        <w:t>Ob oddaji vloge se izvedejo številna preverjanja. Najprej se preveri, če je vloga popolna v smislu, da so vneseni vsi zahtevani podatki. Obvezni so naslednji podatki:</w:t>
      </w:r>
    </w:p>
    <w:p w14:paraId="2B215C81" w14:textId="77777777" w:rsidR="004251CF" w:rsidRDefault="004251CF" w:rsidP="004251CF">
      <w:pPr>
        <w:pStyle w:val="ListParagraph"/>
        <w:numPr>
          <w:ilvl w:val="0"/>
          <w:numId w:val="36"/>
        </w:numPr>
      </w:pPr>
      <w:r>
        <w:t xml:space="preserve">Enotni </w:t>
      </w:r>
      <w:proofErr w:type="spellStart"/>
      <w:r>
        <w:t>identifikaktor</w:t>
      </w:r>
      <w:proofErr w:type="spellEnd"/>
      <w:r>
        <w:t xml:space="preserve"> MM ali GSRN MM koda</w:t>
      </w:r>
    </w:p>
    <w:p w14:paraId="39E69D67" w14:textId="77777777" w:rsidR="004251CF" w:rsidRDefault="004251CF" w:rsidP="004251CF">
      <w:pPr>
        <w:pStyle w:val="ListParagraph"/>
        <w:numPr>
          <w:ilvl w:val="0"/>
          <w:numId w:val="36"/>
        </w:numPr>
      </w:pPr>
      <w:r>
        <w:t>Vrsta menjave (dobavitelj odjema ali dobavitelj oddaje)</w:t>
      </w:r>
    </w:p>
    <w:p w14:paraId="5F313868" w14:textId="77777777" w:rsidR="004251CF" w:rsidRDefault="004251CF" w:rsidP="004251CF">
      <w:pPr>
        <w:pStyle w:val="ListParagraph"/>
        <w:numPr>
          <w:ilvl w:val="0"/>
          <w:numId w:val="36"/>
        </w:numPr>
      </w:pPr>
      <w:r>
        <w:t>Vrsta računa (samo če se menja dobavitelj odjema)</w:t>
      </w:r>
    </w:p>
    <w:p w14:paraId="7E4DCC43" w14:textId="77777777" w:rsidR="004251CF" w:rsidRDefault="004251CF" w:rsidP="004251CF">
      <w:pPr>
        <w:pStyle w:val="ListParagraph"/>
        <w:numPr>
          <w:ilvl w:val="0"/>
          <w:numId w:val="36"/>
        </w:numPr>
      </w:pPr>
      <w:r>
        <w:t>Podatki o plačniku (naziv, naslov davčna številka)</w:t>
      </w:r>
    </w:p>
    <w:p w14:paraId="09A2286B" w14:textId="77777777" w:rsidR="004251CF" w:rsidRDefault="004251CF" w:rsidP="004251CF">
      <w:pPr>
        <w:pStyle w:val="ListParagraph"/>
        <w:numPr>
          <w:ilvl w:val="0"/>
          <w:numId w:val="36"/>
        </w:numPr>
      </w:pPr>
      <w:r>
        <w:t>Priloga: pogodba o dobavi</w:t>
      </w:r>
    </w:p>
    <w:p w14:paraId="011F9190" w14:textId="2AB76C99" w:rsidR="004251CF" w:rsidRPr="004251CF" w:rsidRDefault="004251CF" w:rsidP="004251CF">
      <w:r>
        <w:lastRenderedPageBreak/>
        <w:t>Nato se izvedejo še ostala avtomatična preverjanja (npr. ali se podatki o plačniku ujemajo s podatki v sistemu distributerja, ali mogoče že teče kak postopek menjave na tem MM, ali ima dobavitelj, ki je oddal vlogo pravico do zahtevane vrste bremenitve</w:t>
      </w:r>
      <w:r w:rsidR="00B65312">
        <w:t>,</w:t>
      </w:r>
      <w:r>
        <w:t xml:space="preserve"> ipd.). Če katera izmed navedenih validacij ni uspešna, se vloga samodejno zavrne i</w:t>
      </w:r>
      <w:r w:rsidR="00B65312">
        <w:t>n</w:t>
      </w:r>
      <w:r>
        <w:t xml:space="preserve"> storitev vrne ustrezno napako. Ob tovrstni </w:t>
      </w:r>
      <w:r w:rsidR="00B65312">
        <w:t xml:space="preserve">avtomatični </w:t>
      </w:r>
      <w:r>
        <w:t xml:space="preserve">zavrnitvi se v evidenco zahtev vstavi tudi zahteva s statusom </w:t>
      </w:r>
      <w:r w:rsidRPr="004251CF">
        <w:rPr>
          <w:b/>
          <w:bCs/>
        </w:rPr>
        <w:t>Zavrnjena</w:t>
      </w:r>
      <w:r>
        <w:t>, ki ima nastavljeno ustrezno opombo, ki jasno definira razlog zavrnitve.</w:t>
      </w:r>
    </w:p>
    <w:p w14:paraId="5148FFC4" w14:textId="2B377FC2" w:rsidR="006509A6" w:rsidRDefault="006509A6" w:rsidP="006509A6">
      <w:pPr>
        <w:pStyle w:val="Heading3"/>
      </w:pPr>
      <w:bookmarkStart w:id="238" w:name="_Toc64888714"/>
      <w:proofErr w:type="spellStart"/>
      <w:r>
        <w:t>NajdiVloge</w:t>
      </w:r>
      <w:bookmarkEnd w:id="238"/>
      <w:proofErr w:type="spellEnd"/>
    </w:p>
    <w:p w14:paraId="7888F404" w14:textId="77777777" w:rsidR="006509A6" w:rsidRDefault="006509A6" w:rsidP="006509A6">
      <w:pPr>
        <w:pStyle w:val="Heading4"/>
      </w:pPr>
      <w:r>
        <w:t>Način uporabe</w:t>
      </w:r>
    </w:p>
    <w:p w14:paraId="39063A49" w14:textId="1614F667" w:rsidR="006509A6" w:rsidRDefault="00FD705B" w:rsidP="006509A6">
      <w:r>
        <w:t>Metoda</w:t>
      </w:r>
      <w:r w:rsidR="004251CF" w:rsidRPr="008B7FD2">
        <w:t xml:space="preserve"> je namenjena iskanju </w:t>
      </w:r>
      <w:r w:rsidR="004251CF">
        <w:t xml:space="preserve">uspešno </w:t>
      </w:r>
      <w:r w:rsidR="004251CF" w:rsidRPr="008B7FD2">
        <w:t>oddanih vlog</w:t>
      </w:r>
      <w:r w:rsidR="00B65312">
        <w:t xml:space="preserve"> za menjavo dobavitelja odjema ali oddaje</w:t>
      </w:r>
      <w:r w:rsidR="004251CF" w:rsidRPr="008B7FD2">
        <w:t xml:space="preserve">, ki so še v </w:t>
      </w:r>
      <w:r w:rsidR="00B65312">
        <w:t>teku</w:t>
      </w:r>
      <w:r w:rsidR="004251CF">
        <w:t xml:space="preserve">. </w:t>
      </w:r>
    </w:p>
    <w:p w14:paraId="3EF6CDAC" w14:textId="77777777" w:rsidR="006509A6" w:rsidRDefault="006509A6" w:rsidP="006509A6">
      <w:pPr>
        <w:pStyle w:val="Heading4"/>
      </w:pPr>
      <w:r>
        <w:t>Posebnosti</w:t>
      </w:r>
    </w:p>
    <w:p w14:paraId="2D1D2090" w14:textId="478674A1" w:rsidR="006509A6" w:rsidRDefault="00FD705B" w:rsidP="006509A6">
      <w:r>
        <w:t>Metoda</w:t>
      </w:r>
      <w:r w:rsidR="00FB102E">
        <w:t xml:space="preserve"> za najdeno vlogo </w:t>
      </w:r>
      <w:r>
        <w:t>poleg ostalih vsebinskih podatkov</w:t>
      </w:r>
      <w:r w:rsidR="00FB102E">
        <w:t xml:space="preserve"> vrne </w:t>
      </w:r>
      <w:r>
        <w:t xml:space="preserve">tudi </w:t>
      </w:r>
      <w:r w:rsidR="00FB102E">
        <w:t xml:space="preserve">enolični </w:t>
      </w:r>
      <w:r w:rsidR="00B65312">
        <w:t>identifikator postopka</w:t>
      </w:r>
      <w:r w:rsidR="00FB102E">
        <w:t xml:space="preserve"> </w:t>
      </w:r>
      <w:r w:rsidR="00B65312">
        <w:t>(</w:t>
      </w:r>
      <w:proofErr w:type="spellStart"/>
      <w:r w:rsidR="00FB102E" w:rsidRPr="004251CF">
        <w:rPr>
          <w:b/>
          <w:bCs/>
        </w:rPr>
        <w:t>idPostopka</w:t>
      </w:r>
      <w:proofErr w:type="spellEnd"/>
      <w:r w:rsidR="00B65312">
        <w:rPr>
          <w:b/>
          <w:bCs/>
        </w:rPr>
        <w:t>)</w:t>
      </w:r>
      <w:r w:rsidR="00FB102E">
        <w:t xml:space="preserve">, ki predstavlja vhod pri klicu metod  </w:t>
      </w:r>
      <w:proofErr w:type="spellStart"/>
      <w:r w:rsidR="00FB102E">
        <w:t>VrniVlogo</w:t>
      </w:r>
      <w:proofErr w:type="spellEnd"/>
      <w:r w:rsidR="00FB102E">
        <w:t xml:space="preserve">, Odstopi in </w:t>
      </w:r>
      <w:proofErr w:type="spellStart"/>
      <w:r w:rsidR="00FB102E">
        <w:t>ZahtevajRocnoOdcitavanjeEDP</w:t>
      </w:r>
      <w:proofErr w:type="spellEnd"/>
      <w:r w:rsidR="00FB102E">
        <w:t>.</w:t>
      </w:r>
    </w:p>
    <w:p w14:paraId="5ECEF43A" w14:textId="54BFFD5D" w:rsidR="006C625C" w:rsidRDefault="006509A6" w:rsidP="006C625C">
      <w:pPr>
        <w:pStyle w:val="Heading3"/>
      </w:pPr>
      <w:bookmarkStart w:id="239" w:name="_Toc64888715"/>
      <w:proofErr w:type="spellStart"/>
      <w:r>
        <w:t>VrniVlogo</w:t>
      </w:r>
      <w:bookmarkEnd w:id="239"/>
      <w:proofErr w:type="spellEnd"/>
    </w:p>
    <w:p w14:paraId="447C319B" w14:textId="77777777" w:rsidR="006C625C" w:rsidRDefault="006C625C" w:rsidP="006C625C">
      <w:pPr>
        <w:pStyle w:val="Heading4"/>
      </w:pPr>
      <w:r>
        <w:t>Način uporabe</w:t>
      </w:r>
    </w:p>
    <w:p w14:paraId="0DCAFB78" w14:textId="13220BE0" w:rsidR="006509A6" w:rsidRDefault="00FD705B" w:rsidP="006509A6">
      <w:r>
        <w:t>Metoda</w:t>
      </w:r>
      <w:r w:rsidR="00FB102E">
        <w:t xml:space="preserve"> vrne podrobnosti o posameznem postopku menjave, ki je še v teku. Vhod predstavlja enolični </w:t>
      </w:r>
      <w:proofErr w:type="spellStart"/>
      <w:r w:rsidR="00FB102E">
        <w:t>identifikaktor</w:t>
      </w:r>
      <w:proofErr w:type="spellEnd"/>
      <w:r w:rsidR="00FB102E">
        <w:t xml:space="preserve"> postopka </w:t>
      </w:r>
      <w:r w:rsidR="00F1276C">
        <w:t>(</w:t>
      </w:r>
      <w:proofErr w:type="spellStart"/>
      <w:r w:rsidR="00FB102E" w:rsidRPr="00FB102E">
        <w:rPr>
          <w:b/>
          <w:bCs/>
        </w:rPr>
        <w:t>idPostopka</w:t>
      </w:r>
      <w:proofErr w:type="spellEnd"/>
      <w:r w:rsidR="00F1276C">
        <w:rPr>
          <w:b/>
          <w:bCs/>
        </w:rPr>
        <w:t>)</w:t>
      </w:r>
      <w:r w:rsidR="00FB102E">
        <w:t xml:space="preserve">, ki ga </w:t>
      </w:r>
      <w:r w:rsidR="00B65312">
        <w:t>vrne</w:t>
      </w:r>
      <w:r w:rsidR="00FB102E">
        <w:t xml:space="preserve"> metoda </w:t>
      </w:r>
      <w:proofErr w:type="spellStart"/>
      <w:r w:rsidR="00FB102E">
        <w:t>NajdiVloge</w:t>
      </w:r>
      <w:proofErr w:type="spellEnd"/>
      <w:r w:rsidR="00FB102E">
        <w:t>.</w:t>
      </w:r>
    </w:p>
    <w:p w14:paraId="58B54AE1" w14:textId="6936A425" w:rsidR="006C625C" w:rsidRDefault="006C625C" w:rsidP="006C625C">
      <w:pPr>
        <w:pStyle w:val="Heading4"/>
      </w:pPr>
      <w:r>
        <w:t>Posebnosti</w:t>
      </w:r>
    </w:p>
    <w:p w14:paraId="70440A10" w14:textId="75FBE78F" w:rsidR="00FB102E" w:rsidRPr="00FB102E" w:rsidRDefault="00FB102E" w:rsidP="00FB102E">
      <w:r>
        <w:t>Ni posebnosti.</w:t>
      </w:r>
    </w:p>
    <w:p w14:paraId="78A8F3A2" w14:textId="723479AD" w:rsidR="006509A6" w:rsidRDefault="006509A6" w:rsidP="006509A6">
      <w:pPr>
        <w:pStyle w:val="Heading3"/>
      </w:pPr>
      <w:bookmarkStart w:id="240" w:name="_Toc64888716"/>
      <w:r>
        <w:t>Odstopi</w:t>
      </w:r>
      <w:bookmarkEnd w:id="240"/>
    </w:p>
    <w:p w14:paraId="04977F99" w14:textId="77777777" w:rsidR="006509A6" w:rsidRDefault="006509A6" w:rsidP="006509A6">
      <w:pPr>
        <w:pStyle w:val="Heading4"/>
      </w:pPr>
      <w:r>
        <w:t>Način uporabe</w:t>
      </w:r>
    </w:p>
    <w:p w14:paraId="43D8B53B" w14:textId="5F4E8B7A" w:rsidR="00FD28B2" w:rsidRDefault="00FB102E" w:rsidP="00FB102E">
      <w:r>
        <w:t xml:space="preserve">Metoda </w:t>
      </w:r>
      <w:r w:rsidR="00FD28B2">
        <w:t xml:space="preserve">omogoča </w:t>
      </w:r>
      <w:r>
        <w:t>dobavitelju, ki je oddal vlogo za menjavo dobavitelja odjema ali oddaje, da odstopi od menjave. Odstop je mogoč vse do izvedbe obračuna. Pri klicu metode je potrebno nastaviti</w:t>
      </w:r>
      <w:r w:rsidRPr="00FB102E">
        <w:t xml:space="preserve"> </w:t>
      </w:r>
      <w:r>
        <w:t xml:space="preserve">enolični </w:t>
      </w:r>
      <w:proofErr w:type="spellStart"/>
      <w:r>
        <w:t>identifikaktor</w:t>
      </w:r>
      <w:proofErr w:type="spellEnd"/>
      <w:r>
        <w:t xml:space="preserve"> postopka </w:t>
      </w:r>
      <w:r w:rsidR="00F1276C">
        <w:t>(</w:t>
      </w:r>
      <w:proofErr w:type="spellStart"/>
      <w:r w:rsidRPr="00FB102E">
        <w:rPr>
          <w:b/>
          <w:bCs/>
        </w:rPr>
        <w:t>idPostopka</w:t>
      </w:r>
      <w:proofErr w:type="spellEnd"/>
      <w:r w:rsidR="00F1276C">
        <w:rPr>
          <w:b/>
          <w:bCs/>
        </w:rPr>
        <w:t>)</w:t>
      </w:r>
      <w:r>
        <w:t xml:space="preserve">, ki ga vrača metoda </w:t>
      </w:r>
      <w:proofErr w:type="spellStart"/>
      <w:r>
        <w:t>NajdiVloge</w:t>
      </w:r>
      <w:proofErr w:type="spellEnd"/>
      <w:r>
        <w:t xml:space="preserve">. </w:t>
      </w:r>
      <w:r w:rsidR="00FD28B2">
        <w:t xml:space="preserve">Glede na uspešnost izvedbe akcije metoda vrne ustrezno vrednost zastavice </w:t>
      </w:r>
      <w:proofErr w:type="spellStart"/>
      <w:r w:rsidR="00FD28B2">
        <w:t>akcijaUspesna</w:t>
      </w:r>
      <w:proofErr w:type="spellEnd"/>
      <w:r w:rsidR="00FD28B2">
        <w:t xml:space="preserve">: </w:t>
      </w:r>
    </w:p>
    <w:p w14:paraId="3E0C618A" w14:textId="77777777" w:rsidR="00FD28B2" w:rsidRDefault="00FD28B2" w:rsidP="00FD28B2">
      <w:pPr>
        <w:pStyle w:val="ListParagraph"/>
        <w:numPr>
          <w:ilvl w:val="0"/>
          <w:numId w:val="37"/>
        </w:numPr>
      </w:pPr>
      <w:proofErr w:type="spellStart"/>
      <w:r>
        <w:t>akcijaUspesna</w:t>
      </w:r>
      <w:proofErr w:type="spellEnd"/>
      <w:r>
        <w:t xml:space="preserve"> = </w:t>
      </w:r>
      <w:proofErr w:type="spellStart"/>
      <w:r>
        <w:t>true</w:t>
      </w:r>
      <w:proofErr w:type="spellEnd"/>
      <w:r>
        <w:t xml:space="preserve">: </w:t>
      </w:r>
    </w:p>
    <w:p w14:paraId="22E59191" w14:textId="114EBF7F" w:rsidR="00FD28B2" w:rsidRDefault="00FD28B2" w:rsidP="00FD28B2">
      <w:pPr>
        <w:pStyle w:val="ListParagraph"/>
        <w:numPr>
          <w:ilvl w:val="1"/>
          <w:numId w:val="37"/>
        </w:numPr>
      </w:pPr>
      <w:r>
        <w:t>Odstop je bil uspešno izveden</w:t>
      </w:r>
    </w:p>
    <w:p w14:paraId="7289DC78" w14:textId="33544FDF" w:rsidR="00FD28B2" w:rsidRDefault="00FD28B2" w:rsidP="00FD28B2">
      <w:pPr>
        <w:pStyle w:val="ListParagraph"/>
        <w:numPr>
          <w:ilvl w:val="1"/>
          <w:numId w:val="37"/>
        </w:numPr>
      </w:pPr>
      <w:r>
        <w:t>Postopek menjave se je zaključil</w:t>
      </w:r>
    </w:p>
    <w:p w14:paraId="5383FBF6" w14:textId="01392A96" w:rsidR="00FD28B2" w:rsidRDefault="00FD28B2" w:rsidP="00FD28B2">
      <w:pPr>
        <w:pStyle w:val="ListParagraph"/>
        <w:numPr>
          <w:ilvl w:val="1"/>
          <w:numId w:val="37"/>
        </w:numPr>
      </w:pPr>
      <w:r>
        <w:t xml:space="preserve">Status zahteve </w:t>
      </w:r>
      <w:r w:rsidR="00705918">
        <w:t xml:space="preserve">za menjavo dobavitelja odjema/oddaje </w:t>
      </w:r>
      <w:r>
        <w:t xml:space="preserve">se je spremenil v </w:t>
      </w:r>
      <w:r w:rsidRPr="00FD28B2">
        <w:rPr>
          <w:b/>
          <w:bCs/>
        </w:rPr>
        <w:t>Zavrnjena</w:t>
      </w:r>
      <w:r>
        <w:t xml:space="preserve">, v polje opomba se je dodal zapis </w:t>
      </w:r>
      <w:r w:rsidRPr="00FD28B2">
        <w:rPr>
          <w:b/>
          <w:bCs/>
        </w:rPr>
        <w:t>Odstop od menjave na zahtevo dobavitelja</w:t>
      </w:r>
      <w:r>
        <w:t>.</w:t>
      </w:r>
    </w:p>
    <w:p w14:paraId="09236867" w14:textId="17FBC723" w:rsidR="00705918" w:rsidRDefault="00705918" w:rsidP="00D74C1B">
      <w:pPr>
        <w:pStyle w:val="ListParagraph"/>
        <w:numPr>
          <w:ilvl w:val="1"/>
          <w:numId w:val="37"/>
        </w:numPr>
      </w:pPr>
      <w:r>
        <w:t xml:space="preserve">V evidenco zahtev se je vstavila zahteva </w:t>
      </w:r>
      <w:r w:rsidRPr="00705918">
        <w:rPr>
          <w:b/>
          <w:bCs/>
        </w:rPr>
        <w:t>Odstop od menjave dobavitelja odjema/oddaje</w:t>
      </w:r>
      <w:r>
        <w:t>, ki je bila avtomatično potrjena.</w:t>
      </w:r>
    </w:p>
    <w:p w14:paraId="308B047F" w14:textId="76D5388E" w:rsidR="00FD28B2" w:rsidRDefault="00FD28B2" w:rsidP="00FD28B2">
      <w:pPr>
        <w:pStyle w:val="ListParagraph"/>
        <w:numPr>
          <w:ilvl w:val="0"/>
          <w:numId w:val="37"/>
        </w:numPr>
      </w:pPr>
      <w:proofErr w:type="spellStart"/>
      <w:r>
        <w:t>akcijaUspesna</w:t>
      </w:r>
      <w:proofErr w:type="spellEnd"/>
      <w:r>
        <w:t xml:space="preserve"> = </w:t>
      </w:r>
      <w:proofErr w:type="spellStart"/>
      <w:r>
        <w:t>false</w:t>
      </w:r>
      <w:proofErr w:type="spellEnd"/>
      <w:r>
        <w:t>:</w:t>
      </w:r>
    </w:p>
    <w:p w14:paraId="7A0E01B1" w14:textId="15152A74" w:rsidR="00FD28B2" w:rsidRDefault="00FD28B2" w:rsidP="00D74C1B">
      <w:pPr>
        <w:pStyle w:val="ListParagraph"/>
        <w:numPr>
          <w:ilvl w:val="1"/>
          <w:numId w:val="37"/>
        </w:numPr>
      </w:pPr>
      <w:r>
        <w:t>Odstop iz kakršnegakoli razloga ni bil uspešno izveden</w:t>
      </w:r>
    </w:p>
    <w:p w14:paraId="741556B5" w14:textId="77777777" w:rsidR="006509A6" w:rsidRDefault="006509A6" w:rsidP="006509A6">
      <w:pPr>
        <w:pStyle w:val="Heading4"/>
      </w:pPr>
      <w:r>
        <w:t>Posebnosti</w:t>
      </w:r>
    </w:p>
    <w:p w14:paraId="4545B7A4" w14:textId="77777777" w:rsidR="00FB102E" w:rsidRPr="00FB102E" w:rsidRDefault="00FB102E" w:rsidP="00FB102E">
      <w:r>
        <w:t>Ni posebnosti.</w:t>
      </w:r>
    </w:p>
    <w:p w14:paraId="3B342060" w14:textId="15FAFF05" w:rsidR="006509A6" w:rsidRDefault="006509A6" w:rsidP="006509A6">
      <w:pPr>
        <w:pStyle w:val="Heading3"/>
      </w:pPr>
      <w:bookmarkStart w:id="241" w:name="_Toc64888717"/>
      <w:proofErr w:type="spellStart"/>
      <w:r>
        <w:lastRenderedPageBreak/>
        <w:t>ZahtevajRocnoOdcitavanjeEDP</w:t>
      </w:r>
      <w:bookmarkEnd w:id="241"/>
      <w:proofErr w:type="spellEnd"/>
    </w:p>
    <w:p w14:paraId="59CADF69" w14:textId="77777777" w:rsidR="006509A6" w:rsidRDefault="006509A6" w:rsidP="006509A6">
      <w:pPr>
        <w:pStyle w:val="Heading4"/>
      </w:pPr>
      <w:r>
        <w:t>Način uporabe</w:t>
      </w:r>
    </w:p>
    <w:p w14:paraId="61E27E6C" w14:textId="53AD7010" w:rsidR="00D74C1B" w:rsidRDefault="00705918" w:rsidP="00D74C1B">
      <w:pPr>
        <w:spacing w:after="0" w:line="240" w:lineRule="auto"/>
        <w:jc w:val="left"/>
      </w:pPr>
      <w:r>
        <w:t>Če je merilno mesto, ki je predmet menjave dobavitelja odjema</w:t>
      </w:r>
      <w:r w:rsidR="00D74C1B">
        <w:t xml:space="preserve"> ali </w:t>
      </w:r>
      <w:r>
        <w:t>oddaje na ročnem odčitavanju, je za pridobivanje odčitka zadolžen uporabnik, ki prebere stanje števca in ga javi novemu dobavitelju. Ta ga potem vnese v informacijski sistem distributerja s klicem EVT storitve za vnos odbirka. V določenih primerih pa uporabnik ne more sam prebrati števca</w:t>
      </w:r>
      <w:r w:rsidR="00D74C1B">
        <w:t xml:space="preserve">. </w:t>
      </w:r>
      <w:r>
        <w:t>V takšnih primerih</w:t>
      </w:r>
      <w:r w:rsidR="00D74C1B">
        <w:t xml:space="preserve"> lahko preko novega dobavitelja odda zahtevo za ročno odčitavanje s strani EDP. Ta lahko zahtevo odda s klicem metode </w:t>
      </w:r>
      <w:proofErr w:type="spellStart"/>
      <w:r w:rsidR="00D74C1B">
        <w:t>ZahtevajRocnoOdcitavanjeEDP</w:t>
      </w:r>
      <w:proofErr w:type="spellEnd"/>
      <w:r w:rsidR="00D74C1B">
        <w:t>. Pri klicu metode je potrebno nastaviti</w:t>
      </w:r>
      <w:r w:rsidR="00D74C1B" w:rsidRPr="00FB102E">
        <w:t xml:space="preserve"> </w:t>
      </w:r>
      <w:r w:rsidR="00D74C1B">
        <w:t xml:space="preserve">enolični </w:t>
      </w:r>
      <w:proofErr w:type="spellStart"/>
      <w:r w:rsidR="00D74C1B">
        <w:t>identifikaktor</w:t>
      </w:r>
      <w:proofErr w:type="spellEnd"/>
      <w:r w:rsidR="00D74C1B">
        <w:t xml:space="preserve"> postopka </w:t>
      </w:r>
      <w:r w:rsidR="00587C4B">
        <w:t>(</w:t>
      </w:r>
      <w:proofErr w:type="spellStart"/>
      <w:r w:rsidR="00D74C1B" w:rsidRPr="00FB102E">
        <w:rPr>
          <w:b/>
          <w:bCs/>
        </w:rPr>
        <w:t>idPostopka</w:t>
      </w:r>
      <w:proofErr w:type="spellEnd"/>
      <w:r w:rsidR="00587C4B">
        <w:rPr>
          <w:b/>
          <w:bCs/>
        </w:rPr>
        <w:t>)</w:t>
      </w:r>
      <w:r w:rsidR="00D74C1B">
        <w:t xml:space="preserve">, ki ga </w:t>
      </w:r>
      <w:r w:rsidR="00B65312">
        <w:t>vrne</w:t>
      </w:r>
      <w:r w:rsidR="00D74C1B">
        <w:t xml:space="preserve"> metoda </w:t>
      </w:r>
      <w:proofErr w:type="spellStart"/>
      <w:r w:rsidR="00D74C1B">
        <w:t>NajdiVloge</w:t>
      </w:r>
      <w:proofErr w:type="spellEnd"/>
      <w:r w:rsidR="00D74C1B">
        <w:t>. Zahtevo je možno oddati le, če so izpolnjeni naslednji pogoji:</w:t>
      </w:r>
    </w:p>
    <w:p w14:paraId="38519CB1" w14:textId="214262D0" w:rsidR="00D74C1B" w:rsidRDefault="00D74C1B" w:rsidP="00D74C1B">
      <w:pPr>
        <w:pStyle w:val="ListParagraph"/>
        <w:numPr>
          <w:ilvl w:val="0"/>
          <w:numId w:val="39"/>
        </w:numPr>
        <w:spacing w:after="0" w:line="240" w:lineRule="auto"/>
        <w:jc w:val="left"/>
      </w:pPr>
      <w:r>
        <w:t>Zahtevo je oddal dobavitelj, ki ima v teku odobreno zahtevo za menjavo dobavitelja odjema ali oddaje</w:t>
      </w:r>
      <w:r w:rsidR="00587C4B">
        <w:t>.</w:t>
      </w:r>
    </w:p>
    <w:p w14:paraId="0FE69571" w14:textId="494A665A" w:rsidR="00D74C1B" w:rsidRDefault="00D74C1B" w:rsidP="00D74C1B">
      <w:pPr>
        <w:pStyle w:val="ListParagraph"/>
        <w:numPr>
          <w:ilvl w:val="0"/>
          <w:numId w:val="39"/>
        </w:numPr>
        <w:spacing w:after="0" w:line="240" w:lineRule="auto"/>
        <w:jc w:val="left"/>
      </w:pPr>
      <w:r>
        <w:t xml:space="preserve">Predviden način pridobitve odbirka v postopku menjave je </w:t>
      </w:r>
      <w:proofErr w:type="spellStart"/>
      <w:r>
        <w:t>samoodčitavanje</w:t>
      </w:r>
      <w:proofErr w:type="spellEnd"/>
      <w:r>
        <w:t xml:space="preserve"> s strani uporabnika (privzeto za vsa merilna mesta na ročnem odbiranju).</w:t>
      </w:r>
    </w:p>
    <w:p w14:paraId="3F947C5B" w14:textId="566B4D33" w:rsidR="00D74C1B" w:rsidRDefault="00D74C1B" w:rsidP="00D74C1B">
      <w:pPr>
        <w:pStyle w:val="ListParagraph"/>
        <w:numPr>
          <w:ilvl w:val="0"/>
          <w:numId w:val="39"/>
        </w:numPr>
        <w:spacing w:after="0" w:line="240" w:lineRule="auto"/>
        <w:jc w:val="left"/>
      </w:pPr>
      <w:r>
        <w:t>Od datuma odobritve zahteve za menjavo dobavitelja do dneva oddaje zahteve za ročno odčitavanje s strani EDP še ni minilo več kot 5 dni.</w:t>
      </w:r>
    </w:p>
    <w:p w14:paraId="5B7E9306" w14:textId="77777777" w:rsidR="00D74C1B" w:rsidRDefault="00D74C1B" w:rsidP="00D74C1B">
      <w:pPr>
        <w:spacing w:after="0" w:line="240" w:lineRule="auto"/>
        <w:jc w:val="left"/>
      </w:pPr>
    </w:p>
    <w:p w14:paraId="25301E12" w14:textId="1431F56F" w:rsidR="00587C4B" w:rsidRDefault="00587C4B" w:rsidP="00587C4B">
      <w:pPr>
        <w:spacing w:after="0" w:line="240" w:lineRule="auto"/>
        <w:jc w:val="left"/>
      </w:pPr>
      <w:r>
        <w:t xml:space="preserve"> Glede na uspešnost izvedbe akcije metoda vrne ustrezno vrednost zastavice </w:t>
      </w:r>
      <w:proofErr w:type="spellStart"/>
      <w:r>
        <w:t>akcijaUspesna</w:t>
      </w:r>
      <w:proofErr w:type="spellEnd"/>
      <w:r>
        <w:t xml:space="preserve">: </w:t>
      </w:r>
    </w:p>
    <w:p w14:paraId="41FE69B0" w14:textId="77777777" w:rsidR="00587C4B" w:rsidRDefault="00587C4B" w:rsidP="00587C4B">
      <w:pPr>
        <w:pStyle w:val="ListParagraph"/>
        <w:numPr>
          <w:ilvl w:val="0"/>
          <w:numId w:val="37"/>
        </w:numPr>
      </w:pPr>
      <w:proofErr w:type="spellStart"/>
      <w:r>
        <w:t>akcijaUspesna</w:t>
      </w:r>
      <w:proofErr w:type="spellEnd"/>
      <w:r>
        <w:t xml:space="preserve"> = </w:t>
      </w:r>
      <w:proofErr w:type="spellStart"/>
      <w:r>
        <w:t>true</w:t>
      </w:r>
      <w:proofErr w:type="spellEnd"/>
      <w:r>
        <w:t xml:space="preserve">: </w:t>
      </w:r>
    </w:p>
    <w:p w14:paraId="582953E9" w14:textId="4757381B" w:rsidR="00587C4B" w:rsidRDefault="00587C4B" w:rsidP="00587C4B">
      <w:pPr>
        <w:pStyle w:val="ListParagraph"/>
        <w:numPr>
          <w:ilvl w:val="1"/>
          <w:numId w:val="37"/>
        </w:numPr>
      </w:pPr>
      <w:r>
        <w:t>Zahteva je bila uspešno sprejeta in obdelana</w:t>
      </w:r>
    </w:p>
    <w:p w14:paraId="3CDFE7F9" w14:textId="4E19C429" w:rsidR="00587C4B" w:rsidRDefault="00587C4B" w:rsidP="00CA3857">
      <w:pPr>
        <w:pStyle w:val="ListParagraph"/>
        <w:numPr>
          <w:ilvl w:val="1"/>
          <w:numId w:val="37"/>
        </w:numPr>
      </w:pPr>
      <w:r>
        <w:t>V postopku se je spremenil način pridobitve odbirka</w:t>
      </w:r>
      <w:r w:rsidR="00307D2D">
        <w:t xml:space="preserve"> iz </w:t>
      </w:r>
      <w:r w:rsidR="00307D2D" w:rsidRPr="00307D2D">
        <w:rPr>
          <w:b/>
          <w:bCs/>
        </w:rPr>
        <w:t>Uporabnik</w:t>
      </w:r>
      <w:r>
        <w:t xml:space="preserve"> na </w:t>
      </w:r>
      <w:r w:rsidRPr="00307D2D">
        <w:rPr>
          <w:b/>
          <w:bCs/>
        </w:rPr>
        <w:t>EDP - ročno</w:t>
      </w:r>
    </w:p>
    <w:p w14:paraId="74D32015" w14:textId="4287236F" w:rsidR="00587C4B" w:rsidRDefault="00587C4B" w:rsidP="00587C4B">
      <w:pPr>
        <w:pStyle w:val="ListParagraph"/>
        <w:numPr>
          <w:ilvl w:val="1"/>
          <w:numId w:val="37"/>
        </w:numPr>
      </w:pPr>
      <w:r>
        <w:t xml:space="preserve">V evidenco zahtev se je vstavila zahteva </w:t>
      </w:r>
      <w:r w:rsidRPr="00587C4B">
        <w:rPr>
          <w:b/>
          <w:bCs/>
        </w:rPr>
        <w:t>Menjava dob. odjema</w:t>
      </w:r>
      <w:r w:rsidR="00307D2D">
        <w:rPr>
          <w:b/>
          <w:bCs/>
        </w:rPr>
        <w:t>/oddaje</w:t>
      </w:r>
      <w:r w:rsidRPr="00587C4B">
        <w:rPr>
          <w:b/>
          <w:bCs/>
        </w:rPr>
        <w:t xml:space="preserve"> odbiranje EDP ročno</w:t>
      </w:r>
      <w:r>
        <w:t>, ki je bila avtomatično potrjena.</w:t>
      </w:r>
    </w:p>
    <w:p w14:paraId="6282C3A8" w14:textId="77777777" w:rsidR="00587C4B" w:rsidRDefault="00587C4B" w:rsidP="00587C4B">
      <w:pPr>
        <w:pStyle w:val="ListParagraph"/>
        <w:numPr>
          <w:ilvl w:val="0"/>
          <w:numId w:val="37"/>
        </w:numPr>
      </w:pPr>
      <w:proofErr w:type="spellStart"/>
      <w:r>
        <w:t>akcijaUspesna</w:t>
      </w:r>
      <w:proofErr w:type="spellEnd"/>
      <w:r>
        <w:t xml:space="preserve"> = </w:t>
      </w:r>
      <w:proofErr w:type="spellStart"/>
      <w:r>
        <w:t>false</w:t>
      </w:r>
      <w:proofErr w:type="spellEnd"/>
      <w:r>
        <w:t>:</w:t>
      </w:r>
    </w:p>
    <w:p w14:paraId="4D98F1F3" w14:textId="1D0473F5" w:rsidR="00587C4B" w:rsidRDefault="00587C4B" w:rsidP="00587C4B">
      <w:pPr>
        <w:pStyle w:val="ListParagraph"/>
        <w:numPr>
          <w:ilvl w:val="1"/>
          <w:numId w:val="37"/>
        </w:numPr>
      </w:pPr>
      <w:r>
        <w:t>Akcija iz kakršnegakoli razloga ni bil uspešno izvedena</w:t>
      </w:r>
    </w:p>
    <w:p w14:paraId="485CA4EE" w14:textId="77777777" w:rsidR="00587C4B" w:rsidRDefault="00587C4B" w:rsidP="00D74C1B">
      <w:pPr>
        <w:spacing w:after="0" w:line="240" w:lineRule="auto"/>
        <w:jc w:val="left"/>
      </w:pPr>
    </w:p>
    <w:p w14:paraId="5E36A3D5" w14:textId="0EE3F1AA" w:rsidR="006509A6" w:rsidRDefault="006509A6" w:rsidP="00587C4B">
      <w:pPr>
        <w:pStyle w:val="Heading4"/>
      </w:pPr>
      <w:r>
        <w:t>Posebnosti</w:t>
      </w:r>
    </w:p>
    <w:p w14:paraId="45873A7E" w14:textId="77777777" w:rsidR="00F1276C" w:rsidRPr="00FB102E" w:rsidRDefault="00F1276C" w:rsidP="00F1276C">
      <w:r>
        <w:t>Ni posebnosti.</w:t>
      </w:r>
    </w:p>
    <w:p w14:paraId="15D74E41" w14:textId="3EE9120B" w:rsidR="006509A6" w:rsidRDefault="006509A6" w:rsidP="006509A6">
      <w:pPr>
        <w:pStyle w:val="Heading3"/>
      </w:pPr>
      <w:bookmarkStart w:id="242" w:name="_Toc64888718"/>
      <w:proofErr w:type="spellStart"/>
      <w:r>
        <w:t>OddajMasovnoVlogo</w:t>
      </w:r>
      <w:bookmarkEnd w:id="242"/>
      <w:proofErr w:type="spellEnd"/>
    </w:p>
    <w:p w14:paraId="7FE1C510" w14:textId="77777777" w:rsidR="006509A6" w:rsidRDefault="006509A6" w:rsidP="006509A6">
      <w:pPr>
        <w:pStyle w:val="Heading4"/>
      </w:pPr>
      <w:r>
        <w:t>Način uporabe</w:t>
      </w:r>
    </w:p>
    <w:p w14:paraId="1351F286" w14:textId="0C608D6A" w:rsidR="006509A6" w:rsidRDefault="0026286F" w:rsidP="006509A6">
      <w:r>
        <w:t>Metoda še ni implementirana.</w:t>
      </w:r>
    </w:p>
    <w:p w14:paraId="49D1ADF6" w14:textId="77777777" w:rsidR="006509A6" w:rsidRDefault="006509A6" w:rsidP="006509A6">
      <w:pPr>
        <w:pStyle w:val="Heading4"/>
      </w:pPr>
      <w:r>
        <w:t>Posebnosti</w:t>
      </w:r>
    </w:p>
    <w:p w14:paraId="0C0B8173" w14:textId="792A2996" w:rsidR="006509A6" w:rsidRDefault="0026286F" w:rsidP="006509A6">
      <w:r>
        <w:t>Ni posebnosti.</w:t>
      </w:r>
    </w:p>
    <w:p w14:paraId="327AE561" w14:textId="263CCE29" w:rsidR="006509A6" w:rsidRDefault="006509A6" w:rsidP="006509A6">
      <w:pPr>
        <w:pStyle w:val="Heading3"/>
      </w:pPr>
      <w:bookmarkStart w:id="243" w:name="_Toc64888719"/>
      <w:proofErr w:type="spellStart"/>
      <w:r>
        <w:t>VrniInfoZaMasovnoVlogo</w:t>
      </w:r>
      <w:bookmarkEnd w:id="243"/>
      <w:proofErr w:type="spellEnd"/>
    </w:p>
    <w:p w14:paraId="2FBE847E" w14:textId="77777777" w:rsidR="006509A6" w:rsidRDefault="006509A6" w:rsidP="006509A6">
      <w:pPr>
        <w:pStyle w:val="Heading4"/>
      </w:pPr>
      <w:r>
        <w:t>Način uporabe</w:t>
      </w:r>
    </w:p>
    <w:p w14:paraId="3AEDAFD6" w14:textId="2037811A" w:rsidR="006509A6" w:rsidRDefault="0026286F" w:rsidP="006509A6">
      <w:r>
        <w:t>Metoda še ni implementirana.</w:t>
      </w:r>
    </w:p>
    <w:p w14:paraId="4B7F8B52" w14:textId="77777777" w:rsidR="006509A6" w:rsidRDefault="006509A6" w:rsidP="006509A6">
      <w:pPr>
        <w:pStyle w:val="Heading4"/>
      </w:pPr>
      <w:r>
        <w:t>Posebnosti</w:t>
      </w:r>
    </w:p>
    <w:p w14:paraId="4C780CC5" w14:textId="77777777" w:rsidR="0026286F" w:rsidRDefault="0026286F" w:rsidP="0026286F">
      <w:r>
        <w:t>Ni posebnosti.</w:t>
      </w:r>
    </w:p>
    <w:p w14:paraId="0BB9E48E" w14:textId="77777777" w:rsidR="006C625C" w:rsidRPr="008B7FD2" w:rsidRDefault="006C625C" w:rsidP="006C625C">
      <w:pPr>
        <w:pStyle w:val="Heading2"/>
        <w:ind w:left="578" w:hanging="578"/>
      </w:pPr>
      <w:bookmarkStart w:id="244" w:name="_Toc64888720"/>
      <w:r w:rsidRPr="008B7FD2">
        <w:lastRenderedPageBreak/>
        <w:t>Tehnološki predpogoji uporabe WS</w:t>
      </w:r>
      <w:bookmarkEnd w:id="244"/>
    </w:p>
    <w:p w14:paraId="7581C252" w14:textId="77777777" w:rsidR="006C625C" w:rsidRPr="008B7FD2" w:rsidRDefault="006C625C" w:rsidP="006C625C">
      <w:r w:rsidRPr="008B7FD2">
        <w:t>Uporabnik storitve mora vzpostaviti povezavo do spletnega mesta services.informatika.si ter services-test.informatika.si in zaupati certifikatu spletnega mesta. Klici so varovani z uporabniškim imenom in geslom.</w:t>
      </w:r>
    </w:p>
    <w:p w14:paraId="0E08C079" w14:textId="77777777" w:rsidR="006C625C" w:rsidRDefault="006C625C" w:rsidP="006C625C">
      <w:pPr>
        <w:spacing w:after="0" w:line="240" w:lineRule="auto"/>
        <w:jc w:val="left"/>
      </w:pPr>
      <w:r>
        <w:br w:type="page"/>
      </w:r>
    </w:p>
    <w:p w14:paraId="19C43D8F" w14:textId="0352C7C4" w:rsidR="003D17A6" w:rsidRPr="008B7FD2" w:rsidRDefault="003D17A6" w:rsidP="003D17A6">
      <w:pPr>
        <w:pStyle w:val="Heading1"/>
      </w:pPr>
      <w:bookmarkStart w:id="245" w:name="_Toc64888721"/>
      <w:r w:rsidRPr="008B7FD2">
        <w:lastRenderedPageBreak/>
        <w:t>Evidenca zahtev iskanje zahteve</w:t>
      </w:r>
      <w:bookmarkEnd w:id="245"/>
    </w:p>
    <w:p w14:paraId="187A55BE" w14:textId="77777777" w:rsidR="003D17A6" w:rsidRPr="008B7FD2" w:rsidRDefault="003D17A6" w:rsidP="003D17A6">
      <w:pPr>
        <w:pStyle w:val="Heading2"/>
      </w:pPr>
      <w:bookmarkStart w:id="246" w:name="_Toc64888722"/>
      <w:r w:rsidRPr="008B7FD2">
        <w:t>Kratek opis in namen WS</w:t>
      </w:r>
      <w:bookmarkEnd w:id="246"/>
    </w:p>
    <w:p w14:paraId="283815BE" w14:textId="3C39CBD2" w:rsidR="003D17A6" w:rsidRPr="008B7FD2" w:rsidRDefault="003D17A6" w:rsidP="003D17A6">
      <w:r w:rsidRPr="008B7FD2">
        <w:t xml:space="preserve">Storitev je namenjena pridobivanju </w:t>
      </w:r>
      <w:r w:rsidR="0075008D">
        <w:t xml:space="preserve">podatkov </w:t>
      </w:r>
      <w:r w:rsidRPr="008B7FD2">
        <w:t xml:space="preserve">evidence zahtev, ki jih je dobavitelj </w:t>
      </w:r>
      <w:r w:rsidR="0075008D">
        <w:t>oddal</w:t>
      </w:r>
      <w:r w:rsidRPr="008B7FD2">
        <w:t xml:space="preserve"> distributerj</w:t>
      </w:r>
      <w:r w:rsidR="0075008D">
        <w:t>u</w:t>
      </w:r>
      <w:r w:rsidRPr="008B7FD2">
        <w:t>.</w:t>
      </w:r>
    </w:p>
    <w:p w14:paraId="0AA6EAF3" w14:textId="77777777" w:rsidR="003D17A6" w:rsidRPr="008B7FD2" w:rsidRDefault="003D17A6" w:rsidP="003D17A6">
      <w:pPr>
        <w:pStyle w:val="NoSpacing"/>
        <w:numPr>
          <w:ilvl w:val="0"/>
          <w:numId w:val="27"/>
        </w:numPr>
        <w:rPr>
          <w:lang w:val="sl-SI"/>
        </w:rPr>
      </w:pPr>
      <w:r w:rsidRPr="008B7FD2">
        <w:rPr>
          <w:lang w:val="sl-SI"/>
        </w:rPr>
        <w:t>Url produkcija:</w:t>
      </w:r>
    </w:p>
    <w:p w14:paraId="40902659" w14:textId="79E3F89D" w:rsidR="003D17A6" w:rsidRPr="008B7FD2" w:rsidRDefault="00765DB7" w:rsidP="003D17A6">
      <w:pPr>
        <w:pStyle w:val="NoSpacing"/>
        <w:rPr>
          <w:sz w:val="18"/>
          <w:szCs w:val="18"/>
          <w:lang w:val="sl-SI"/>
        </w:rPr>
      </w:pPr>
      <w:hyperlink r:id="rId103" w:history="1">
        <w:r w:rsidR="003D17A6" w:rsidRPr="008B7FD2">
          <w:rPr>
            <w:rStyle w:val="Hyperlink"/>
            <w:sz w:val="18"/>
            <w:szCs w:val="18"/>
            <w:lang w:val="sl-SI"/>
          </w:rPr>
          <w:t>https://services.informatika.si/EvidencaZahtevWeb/sca/IskanjeZahteveStoritev?WSDL</w:t>
        </w:r>
      </w:hyperlink>
    </w:p>
    <w:p w14:paraId="751BF567" w14:textId="77777777" w:rsidR="003D17A6" w:rsidRPr="008B7FD2" w:rsidRDefault="003D17A6" w:rsidP="003D17A6">
      <w:pPr>
        <w:pStyle w:val="NoSpacing"/>
        <w:numPr>
          <w:ilvl w:val="0"/>
          <w:numId w:val="27"/>
        </w:numPr>
        <w:rPr>
          <w:lang w:val="sl-SI"/>
        </w:rPr>
      </w:pPr>
      <w:r w:rsidRPr="008B7FD2">
        <w:rPr>
          <w:lang w:val="sl-SI"/>
        </w:rPr>
        <w:t xml:space="preserve">Url test: </w:t>
      </w:r>
    </w:p>
    <w:p w14:paraId="4CA25EC9" w14:textId="39C58936" w:rsidR="003D17A6" w:rsidRPr="008B7FD2" w:rsidRDefault="00765DB7" w:rsidP="003D17A6">
      <w:pPr>
        <w:pStyle w:val="NoSpacing"/>
        <w:rPr>
          <w:sz w:val="18"/>
          <w:szCs w:val="18"/>
          <w:lang w:val="sl-SI"/>
        </w:rPr>
      </w:pPr>
      <w:hyperlink r:id="rId104" w:history="1">
        <w:r w:rsidR="003D17A6" w:rsidRPr="008B7FD2">
          <w:rPr>
            <w:rStyle w:val="Hyperlink"/>
            <w:sz w:val="18"/>
            <w:szCs w:val="18"/>
            <w:lang w:val="sl-SI"/>
          </w:rPr>
          <w:t>https://services-test.informatika.si/EvidencaZahtevWeb/sca/IskanjeZahteveStoritev?WSDL</w:t>
        </w:r>
      </w:hyperlink>
    </w:p>
    <w:p w14:paraId="0C1B344B" w14:textId="77777777" w:rsidR="003D17A6" w:rsidRPr="008B7FD2" w:rsidRDefault="003D17A6" w:rsidP="003D17A6">
      <w:pPr>
        <w:pStyle w:val="NoSpacing"/>
        <w:ind w:left="360"/>
        <w:rPr>
          <w:lang w:val="sl-SI"/>
        </w:rPr>
      </w:pPr>
    </w:p>
    <w:p w14:paraId="0AB1CA9C" w14:textId="77777777" w:rsidR="003D17A6" w:rsidRPr="008B7FD2" w:rsidRDefault="003D17A6" w:rsidP="003D17A6">
      <w:pPr>
        <w:pStyle w:val="NoSpacing"/>
        <w:numPr>
          <w:ilvl w:val="0"/>
          <w:numId w:val="27"/>
        </w:numPr>
        <w:rPr>
          <w:lang w:val="sl-SI"/>
        </w:rPr>
      </w:pPr>
      <w:r w:rsidRPr="008B7FD2">
        <w:rPr>
          <w:lang w:val="sl-SI"/>
        </w:rPr>
        <w:t>Šifranti url produkcija:</w:t>
      </w:r>
    </w:p>
    <w:p w14:paraId="61B68056" w14:textId="7336E0C8" w:rsidR="003D17A6" w:rsidRPr="008B7FD2" w:rsidRDefault="00765DB7" w:rsidP="003D17A6">
      <w:pPr>
        <w:pStyle w:val="NoSpacing"/>
        <w:rPr>
          <w:sz w:val="18"/>
          <w:szCs w:val="18"/>
          <w:lang w:val="sl-SI"/>
        </w:rPr>
      </w:pPr>
      <w:hyperlink r:id="rId105" w:history="1">
        <w:r w:rsidR="00453E90" w:rsidRPr="008B7FD2">
          <w:rPr>
            <w:rStyle w:val="Hyperlink"/>
            <w:sz w:val="18"/>
            <w:szCs w:val="18"/>
            <w:lang w:val="sl-SI"/>
          </w:rPr>
          <w:t>https://services.informatika.si/EvidencaZahtevWeb/sca/StatusZahteveStoritev?WSDL</w:t>
        </w:r>
      </w:hyperlink>
      <w:r w:rsidR="003D17A6" w:rsidRPr="008B7FD2">
        <w:rPr>
          <w:rStyle w:val="Hyperlink"/>
          <w:sz w:val="18"/>
          <w:szCs w:val="18"/>
          <w:lang w:val="sl-SI"/>
        </w:rPr>
        <w:br/>
      </w:r>
      <w:hyperlink r:id="rId106" w:history="1">
        <w:r w:rsidR="00453E90" w:rsidRPr="008B7FD2">
          <w:rPr>
            <w:rStyle w:val="Hyperlink"/>
            <w:sz w:val="18"/>
            <w:szCs w:val="18"/>
            <w:lang w:val="sl-SI"/>
          </w:rPr>
          <w:t>https://services.informatika.si/EvidencaZahtevWeb/sca/VrstaZahteveStoritev?WSDL</w:t>
        </w:r>
      </w:hyperlink>
    </w:p>
    <w:p w14:paraId="31664FE4" w14:textId="77777777" w:rsidR="003D17A6" w:rsidRPr="008B7FD2" w:rsidRDefault="003D17A6" w:rsidP="003D17A6">
      <w:pPr>
        <w:pStyle w:val="NoSpacing"/>
        <w:numPr>
          <w:ilvl w:val="0"/>
          <w:numId w:val="27"/>
        </w:numPr>
        <w:rPr>
          <w:lang w:val="sl-SI"/>
        </w:rPr>
      </w:pPr>
      <w:r w:rsidRPr="008B7FD2">
        <w:rPr>
          <w:lang w:val="sl-SI"/>
        </w:rPr>
        <w:t xml:space="preserve">Šifranti url test: </w:t>
      </w:r>
    </w:p>
    <w:p w14:paraId="3D139FD7" w14:textId="7271D44A" w:rsidR="003D17A6" w:rsidRPr="008B7FD2" w:rsidRDefault="00765DB7" w:rsidP="003D17A6">
      <w:pPr>
        <w:pStyle w:val="NoSpacing"/>
        <w:rPr>
          <w:sz w:val="18"/>
          <w:szCs w:val="18"/>
          <w:lang w:val="sl-SI"/>
        </w:rPr>
      </w:pPr>
      <w:hyperlink r:id="rId107" w:history="1">
        <w:r w:rsidR="00453E90" w:rsidRPr="008B7FD2">
          <w:rPr>
            <w:rStyle w:val="Hyperlink"/>
            <w:sz w:val="18"/>
            <w:szCs w:val="18"/>
            <w:lang w:val="sl-SI"/>
          </w:rPr>
          <w:t>https://services-test.informatika.si/EvidencaZahtevWeb/sca/StatusZahteveStoritev?WSDL</w:t>
        </w:r>
      </w:hyperlink>
      <w:r w:rsidR="003D17A6" w:rsidRPr="008B7FD2">
        <w:rPr>
          <w:rStyle w:val="Hyperlink"/>
          <w:sz w:val="18"/>
          <w:szCs w:val="18"/>
          <w:lang w:val="sl-SI"/>
        </w:rPr>
        <w:br/>
      </w:r>
      <w:hyperlink r:id="rId108" w:history="1">
        <w:r w:rsidR="00453E90" w:rsidRPr="008B7FD2">
          <w:rPr>
            <w:rStyle w:val="Hyperlink"/>
            <w:sz w:val="18"/>
            <w:szCs w:val="18"/>
            <w:lang w:val="sl-SI"/>
          </w:rPr>
          <w:t>https://services-test.informatika.si/EvidencaZahtevWeb/sca/VrstaZahteveStoritev?WSDL</w:t>
        </w:r>
      </w:hyperlink>
    </w:p>
    <w:p w14:paraId="34E7D5EB" w14:textId="77777777" w:rsidR="003D17A6" w:rsidRPr="008B7FD2" w:rsidRDefault="003D17A6" w:rsidP="003D17A6">
      <w:pPr>
        <w:pStyle w:val="Heading2"/>
      </w:pPr>
      <w:bookmarkStart w:id="247" w:name="_Toc64888723"/>
      <w:proofErr w:type="spellStart"/>
      <w:r w:rsidRPr="008B7FD2">
        <w:t>Verzioniranje</w:t>
      </w:r>
      <w:proofErr w:type="spellEnd"/>
      <w:r w:rsidRPr="008B7FD2">
        <w:t xml:space="preserve"> WS</w:t>
      </w:r>
      <w:bookmarkEnd w:id="247"/>
    </w:p>
    <w:p w14:paraId="3D0677E8" w14:textId="77777777" w:rsidR="003D17A6" w:rsidRPr="008B7FD2" w:rsidRDefault="003D17A6" w:rsidP="003D17A6">
      <w:r w:rsidRPr="008B7FD2">
        <w:t>Verzija nabora storitev 1.0</w:t>
      </w:r>
    </w:p>
    <w:p w14:paraId="3C32C976" w14:textId="77777777" w:rsidR="003D17A6" w:rsidRPr="008B7FD2" w:rsidRDefault="003D17A6" w:rsidP="003D17A6">
      <w:pPr>
        <w:pStyle w:val="Heading2"/>
        <w:ind w:left="578" w:hanging="578"/>
      </w:pPr>
      <w:bookmarkStart w:id="248" w:name="_Toc64888724"/>
      <w:r w:rsidRPr="008B7FD2">
        <w:t>Diagram poteka</w:t>
      </w:r>
      <w:bookmarkEnd w:id="248"/>
    </w:p>
    <w:p w14:paraId="036786F7" w14:textId="77777777" w:rsidR="003D17A6" w:rsidRPr="008B7FD2" w:rsidRDefault="003D17A6" w:rsidP="003D17A6">
      <w:r w:rsidRPr="008B7FD2">
        <w:t>Ni na voljo.</w:t>
      </w:r>
    </w:p>
    <w:p w14:paraId="35B17611" w14:textId="77777777" w:rsidR="003D17A6" w:rsidRPr="008B7FD2" w:rsidRDefault="003D17A6" w:rsidP="003D17A6">
      <w:pPr>
        <w:pStyle w:val="Heading2"/>
        <w:ind w:left="578" w:hanging="578"/>
      </w:pPr>
      <w:bookmarkStart w:id="249" w:name="_Toc64888725"/>
      <w:r w:rsidRPr="008B7FD2">
        <w:t>Način uporabe</w:t>
      </w:r>
      <w:bookmarkEnd w:id="249"/>
    </w:p>
    <w:p w14:paraId="740B36D3" w14:textId="12D57C59" w:rsidR="003D17A6" w:rsidRPr="008B7FD2" w:rsidRDefault="005B7F7D" w:rsidP="003D17A6">
      <w:r w:rsidRPr="008B7FD2">
        <w:t>S</w:t>
      </w:r>
      <w:r w:rsidR="003D17A6" w:rsidRPr="008B7FD2">
        <w:t xml:space="preserve">toritev se kliče za potrebe </w:t>
      </w:r>
      <w:r w:rsidR="00955267" w:rsidRPr="008B7FD2">
        <w:t>pridobivanja evidence zahtev na podlagi v storitvi definiranih iskalnih kriterijev</w:t>
      </w:r>
      <w:r w:rsidR="003D17A6" w:rsidRPr="008B7FD2">
        <w:t xml:space="preserve">. </w:t>
      </w:r>
      <w:r w:rsidR="00955267" w:rsidRPr="008B7FD2">
        <w:t>Storitvi za nalaganje šifrantov se kličeta za potrebe filtriranja po statusu zahteve in vrsti zahteve, ki jo je oddal dobavitelj distributerjem.</w:t>
      </w:r>
    </w:p>
    <w:p w14:paraId="6D4335E2" w14:textId="77777777" w:rsidR="003D17A6" w:rsidRPr="008B7FD2" w:rsidRDefault="003D17A6" w:rsidP="003D17A6">
      <w:pPr>
        <w:pStyle w:val="Heading2"/>
        <w:ind w:left="578" w:hanging="578"/>
      </w:pPr>
      <w:bookmarkStart w:id="250" w:name="_Toc64888726"/>
      <w:r w:rsidRPr="008B7FD2">
        <w:t>Posebnosti</w:t>
      </w:r>
      <w:bookmarkEnd w:id="250"/>
    </w:p>
    <w:p w14:paraId="46771B68" w14:textId="15D5507D" w:rsidR="003D17A6" w:rsidRDefault="003D17A6" w:rsidP="003D17A6">
      <w:r w:rsidRPr="008B7FD2">
        <w:t>Storitev vrne podatke samo za merilna mesta, za katera je klicatelj na izbrani datum dejans</w:t>
      </w:r>
      <w:r w:rsidR="00955267" w:rsidRPr="008B7FD2">
        <w:t>ko dobavitelj na merilnem mestu, torej samo zahteve, ki jih je dobavitelj sam oddal.</w:t>
      </w:r>
    </w:p>
    <w:p w14:paraId="0401F806" w14:textId="697BF1A3" w:rsidR="00F21145" w:rsidRPr="008B7FD2" w:rsidRDefault="002968D7" w:rsidP="00F21145">
      <w:r>
        <w:t>Storitev umaknjena iz uporabe s 1.10.2018</w:t>
      </w:r>
    </w:p>
    <w:p w14:paraId="62634BCE" w14:textId="77777777" w:rsidR="003D17A6" w:rsidRPr="008B7FD2" w:rsidRDefault="003D17A6" w:rsidP="003D17A6">
      <w:pPr>
        <w:pStyle w:val="Heading2"/>
        <w:ind w:left="578" w:hanging="578"/>
      </w:pPr>
      <w:bookmarkStart w:id="251" w:name="_Toc64888727"/>
      <w:r w:rsidRPr="008B7FD2">
        <w:t>Tehnološki predpogoji uporabe WS</w:t>
      </w:r>
      <w:bookmarkEnd w:id="251"/>
    </w:p>
    <w:p w14:paraId="7506B0D9" w14:textId="191563C0" w:rsidR="00F11ED4" w:rsidRDefault="003D17A6" w:rsidP="003D17A6">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64A07FA9" w14:textId="77777777" w:rsidR="00F11ED4" w:rsidRDefault="00F11ED4">
      <w:pPr>
        <w:spacing w:after="0" w:line="240" w:lineRule="auto"/>
        <w:jc w:val="left"/>
      </w:pPr>
      <w:r>
        <w:br w:type="page"/>
      </w:r>
    </w:p>
    <w:p w14:paraId="0A6242FE" w14:textId="2EB442CB" w:rsidR="00F11ED4" w:rsidRPr="008B7FD2" w:rsidRDefault="00F11ED4" w:rsidP="00F11ED4">
      <w:pPr>
        <w:pStyle w:val="Heading1"/>
      </w:pPr>
      <w:bookmarkStart w:id="252" w:name="_Toc64888728"/>
      <w:r w:rsidRPr="008B7FD2">
        <w:lastRenderedPageBreak/>
        <w:t>Evidenca zahtev iskanje zahteve</w:t>
      </w:r>
      <w:r>
        <w:t xml:space="preserve"> v2</w:t>
      </w:r>
      <w:bookmarkEnd w:id="252"/>
    </w:p>
    <w:p w14:paraId="76B0BD5F" w14:textId="77777777" w:rsidR="00F11ED4" w:rsidRPr="008B7FD2" w:rsidRDefault="00F11ED4" w:rsidP="00F11ED4">
      <w:pPr>
        <w:pStyle w:val="Heading2"/>
      </w:pPr>
      <w:bookmarkStart w:id="253" w:name="_Toc64888729"/>
      <w:r w:rsidRPr="008B7FD2">
        <w:t>Kratek opis in namen WS</w:t>
      </w:r>
      <w:bookmarkEnd w:id="253"/>
    </w:p>
    <w:p w14:paraId="755DE111" w14:textId="77777777" w:rsidR="00F11ED4" w:rsidRPr="008B7FD2" w:rsidRDefault="00F11ED4" w:rsidP="00F11ED4">
      <w:r w:rsidRPr="008B7FD2">
        <w:t xml:space="preserve">Storitev je namenjena pridobivanju </w:t>
      </w:r>
      <w:r>
        <w:t xml:space="preserve">podatkov </w:t>
      </w:r>
      <w:r w:rsidRPr="008B7FD2">
        <w:t xml:space="preserve">evidence zahtev, ki jih je dobavitelj </w:t>
      </w:r>
      <w:r>
        <w:t>oddal</w:t>
      </w:r>
      <w:r w:rsidRPr="008B7FD2">
        <w:t xml:space="preserve"> distributerj</w:t>
      </w:r>
      <w:r>
        <w:t>u</w:t>
      </w:r>
      <w:r w:rsidRPr="008B7FD2">
        <w:t>.</w:t>
      </w:r>
    </w:p>
    <w:p w14:paraId="2D90373F" w14:textId="77777777" w:rsidR="00F11ED4" w:rsidRPr="008B7FD2" w:rsidRDefault="00F11ED4" w:rsidP="00F11ED4">
      <w:pPr>
        <w:pStyle w:val="NoSpacing"/>
        <w:numPr>
          <w:ilvl w:val="0"/>
          <w:numId w:val="27"/>
        </w:numPr>
        <w:rPr>
          <w:lang w:val="sl-SI"/>
        </w:rPr>
      </w:pPr>
      <w:r w:rsidRPr="008B7FD2">
        <w:rPr>
          <w:lang w:val="sl-SI"/>
        </w:rPr>
        <w:t>Url produkcija:</w:t>
      </w:r>
    </w:p>
    <w:p w14:paraId="10A43F49" w14:textId="13EA0D3A" w:rsidR="00F11ED4" w:rsidRPr="008B7FD2" w:rsidRDefault="00765DB7" w:rsidP="00F11ED4">
      <w:pPr>
        <w:pStyle w:val="NoSpacing"/>
        <w:rPr>
          <w:sz w:val="18"/>
          <w:szCs w:val="18"/>
          <w:lang w:val="sl-SI"/>
        </w:rPr>
      </w:pPr>
      <w:hyperlink r:id="rId109" w:history="1">
        <w:r w:rsidR="00F21145" w:rsidRPr="005A7DEA">
          <w:rPr>
            <w:rStyle w:val="Hyperlink"/>
            <w:sz w:val="18"/>
            <w:szCs w:val="18"/>
            <w:lang w:val="sl-SI"/>
          </w:rPr>
          <w:t>https://services.informatika.si/EvidencaZahtevWeb/sca/EvidencaZahtevNajdiZahteva2Storitev?WSDL</w:t>
        </w:r>
      </w:hyperlink>
    </w:p>
    <w:p w14:paraId="081C8D5E" w14:textId="77777777" w:rsidR="00F11ED4" w:rsidRPr="008B7FD2" w:rsidRDefault="00F11ED4" w:rsidP="00F11ED4">
      <w:pPr>
        <w:pStyle w:val="NoSpacing"/>
        <w:numPr>
          <w:ilvl w:val="0"/>
          <w:numId w:val="27"/>
        </w:numPr>
        <w:rPr>
          <w:lang w:val="sl-SI"/>
        </w:rPr>
      </w:pPr>
      <w:r w:rsidRPr="008B7FD2">
        <w:rPr>
          <w:lang w:val="sl-SI"/>
        </w:rPr>
        <w:t xml:space="preserve">Url test: </w:t>
      </w:r>
    </w:p>
    <w:p w14:paraId="4A680B51" w14:textId="150A24BE" w:rsidR="00F11ED4" w:rsidRPr="008B7FD2" w:rsidRDefault="00765DB7" w:rsidP="00F11ED4">
      <w:pPr>
        <w:pStyle w:val="NoSpacing"/>
        <w:rPr>
          <w:sz w:val="18"/>
          <w:szCs w:val="18"/>
          <w:lang w:val="sl-SI"/>
        </w:rPr>
      </w:pPr>
      <w:hyperlink r:id="rId110" w:history="1">
        <w:r w:rsidR="00F21145" w:rsidRPr="005A7DEA">
          <w:rPr>
            <w:rStyle w:val="Hyperlink"/>
            <w:sz w:val="18"/>
            <w:szCs w:val="18"/>
            <w:lang w:val="sl-SI"/>
          </w:rPr>
          <w:t>https://services-test.informatika.si/EvidencaZahtevWeb/sca/EvidencaZahtevNajdiZahteva2Storitev?WSDL</w:t>
        </w:r>
      </w:hyperlink>
    </w:p>
    <w:p w14:paraId="1486F6CC" w14:textId="77777777" w:rsidR="00F11ED4" w:rsidRPr="008B7FD2" w:rsidRDefault="00F11ED4" w:rsidP="00F11ED4">
      <w:pPr>
        <w:pStyle w:val="NoSpacing"/>
        <w:ind w:left="360"/>
        <w:rPr>
          <w:lang w:val="sl-SI"/>
        </w:rPr>
      </w:pPr>
    </w:p>
    <w:p w14:paraId="18B6B7D2" w14:textId="77777777" w:rsidR="00F11ED4" w:rsidRPr="008B7FD2" w:rsidRDefault="00F11ED4" w:rsidP="00F11ED4">
      <w:pPr>
        <w:pStyle w:val="NoSpacing"/>
        <w:numPr>
          <w:ilvl w:val="0"/>
          <w:numId w:val="27"/>
        </w:numPr>
        <w:rPr>
          <w:lang w:val="sl-SI"/>
        </w:rPr>
      </w:pPr>
      <w:r w:rsidRPr="008B7FD2">
        <w:rPr>
          <w:lang w:val="sl-SI"/>
        </w:rPr>
        <w:t>Šifranti url produkcija:</w:t>
      </w:r>
    </w:p>
    <w:p w14:paraId="34B6A03F" w14:textId="7471D14C" w:rsidR="00F11ED4" w:rsidRPr="008B7FD2" w:rsidRDefault="00765DB7" w:rsidP="00F11ED4">
      <w:pPr>
        <w:pStyle w:val="NoSpacing"/>
        <w:rPr>
          <w:sz w:val="18"/>
          <w:szCs w:val="18"/>
          <w:lang w:val="sl-SI"/>
        </w:rPr>
      </w:pPr>
      <w:hyperlink r:id="rId111" w:history="1">
        <w:r w:rsidR="00F11ED4" w:rsidRPr="008B7FD2">
          <w:rPr>
            <w:rStyle w:val="Hyperlink"/>
            <w:sz w:val="18"/>
            <w:szCs w:val="18"/>
            <w:lang w:val="sl-SI"/>
          </w:rPr>
          <w:t>https://services.informatika.si/EvidencaZahtevWeb/sca/StatusZahteveStoritev?WSDL</w:t>
        </w:r>
      </w:hyperlink>
      <w:r w:rsidR="00F11ED4" w:rsidRPr="008B7FD2">
        <w:rPr>
          <w:rStyle w:val="Hyperlink"/>
          <w:sz w:val="18"/>
          <w:szCs w:val="18"/>
          <w:lang w:val="sl-SI"/>
        </w:rPr>
        <w:br/>
      </w:r>
      <w:hyperlink r:id="rId112" w:history="1">
        <w:r w:rsidR="00F11ED4" w:rsidRPr="008B7FD2">
          <w:rPr>
            <w:rStyle w:val="Hyperlink"/>
            <w:sz w:val="18"/>
            <w:szCs w:val="18"/>
            <w:lang w:val="sl-SI"/>
          </w:rPr>
          <w:t>https://services.informatika.si/EvidencaZahtevWeb/sca/VrstaZahteveStoritev?WSDL</w:t>
        </w:r>
      </w:hyperlink>
    </w:p>
    <w:p w14:paraId="5D2E6A20" w14:textId="77777777" w:rsidR="00F11ED4" w:rsidRPr="008B7FD2" w:rsidRDefault="00F11ED4" w:rsidP="00F11ED4">
      <w:pPr>
        <w:pStyle w:val="NoSpacing"/>
        <w:numPr>
          <w:ilvl w:val="0"/>
          <w:numId w:val="27"/>
        </w:numPr>
        <w:rPr>
          <w:lang w:val="sl-SI"/>
        </w:rPr>
      </w:pPr>
      <w:r w:rsidRPr="008B7FD2">
        <w:rPr>
          <w:lang w:val="sl-SI"/>
        </w:rPr>
        <w:t xml:space="preserve">Šifranti url test: </w:t>
      </w:r>
    </w:p>
    <w:p w14:paraId="58AA3447" w14:textId="734A856A" w:rsidR="00F11ED4" w:rsidRPr="008B7FD2" w:rsidRDefault="00765DB7" w:rsidP="00F11ED4">
      <w:pPr>
        <w:pStyle w:val="NoSpacing"/>
        <w:rPr>
          <w:sz w:val="18"/>
          <w:szCs w:val="18"/>
          <w:lang w:val="sl-SI"/>
        </w:rPr>
      </w:pPr>
      <w:hyperlink r:id="rId113" w:history="1">
        <w:r w:rsidR="00F11ED4" w:rsidRPr="008B7FD2">
          <w:rPr>
            <w:rStyle w:val="Hyperlink"/>
            <w:sz w:val="18"/>
            <w:szCs w:val="18"/>
            <w:lang w:val="sl-SI"/>
          </w:rPr>
          <w:t>https://services-test.informatika.si/EvidencaZahtevWeb/sca/StatusZahteveStoritev?WSDL</w:t>
        </w:r>
      </w:hyperlink>
      <w:r w:rsidR="00F11ED4" w:rsidRPr="008B7FD2">
        <w:rPr>
          <w:rStyle w:val="Hyperlink"/>
          <w:sz w:val="18"/>
          <w:szCs w:val="18"/>
          <w:lang w:val="sl-SI"/>
        </w:rPr>
        <w:br/>
      </w:r>
      <w:hyperlink r:id="rId114" w:history="1">
        <w:r w:rsidR="00F11ED4" w:rsidRPr="008B7FD2">
          <w:rPr>
            <w:rStyle w:val="Hyperlink"/>
            <w:sz w:val="18"/>
            <w:szCs w:val="18"/>
            <w:lang w:val="sl-SI"/>
          </w:rPr>
          <w:t>https://services-test.informatika.si/EvidencaZahtevWeb/sca/VrstaZahteveStoritev?WSDL</w:t>
        </w:r>
      </w:hyperlink>
    </w:p>
    <w:p w14:paraId="14A45BCA" w14:textId="77777777" w:rsidR="00F11ED4" w:rsidRPr="008B7FD2" w:rsidRDefault="00F11ED4" w:rsidP="00F11ED4">
      <w:pPr>
        <w:pStyle w:val="Heading2"/>
      </w:pPr>
      <w:bookmarkStart w:id="254" w:name="_Toc64888730"/>
      <w:proofErr w:type="spellStart"/>
      <w:r w:rsidRPr="008B7FD2">
        <w:t>Verzioniranje</w:t>
      </w:r>
      <w:proofErr w:type="spellEnd"/>
      <w:r w:rsidRPr="008B7FD2">
        <w:t xml:space="preserve"> WS</w:t>
      </w:r>
      <w:bookmarkEnd w:id="254"/>
    </w:p>
    <w:p w14:paraId="00621F9D" w14:textId="5B4DD1F2" w:rsidR="00F11ED4" w:rsidRPr="008B7FD2" w:rsidRDefault="00F11ED4" w:rsidP="00F11ED4">
      <w:r w:rsidRPr="008B7FD2">
        <w:t xml:space="preserve">Verzija nabora storitev </w:t>
      </w:r>
      <w:r w:rsidR="00857E34">
        <w:t>2</w:t>
      </w:r>
      <w:r w:rsidRPr="008B7FD2">
        <w:t>.0</w:t>
      </w:r>
    </w:p>
    <w:p w14:paraId="4F638B99" w14:textId="77777777" w:rsidR="00F11ED4" w:rsidRPr="008B7FD2" w:rsidRDefault="00F11ED4" w:rsidP="00F11ED4">
      <w:pPr>
        <w:pStyle w:val="Heading2"/>
        <w:ind w:left="578" w:hanging="578"/>
      </w:pPr>
      <w:bookmarkStart w:id="255" w:name="_Toc64888731"/>
      <w:r w:rsidRPr="008B7FD2">
        <w:t>Diagram poteka</w:t>
      </w:r>
      <w:bookmarkEnd w:id="255"/>
    </w:p>
    <w:p w14:paraId="38EF43F3" w14:textId="77777777" w:rsidR="00F11ED4" w:rsidRPr="008B7FD2" w:rsidRDefault="00F11ED4" w:rsidP="00F11ED4">
      <w:r w:rsidRPr="008B7FD2">
        <w:t>Ni na voljo.</w:t>
      </w:r>
    </w:p>
    <w:p w14:paraId="4E0EA18F" w14:textId="77777777" w:rsidR="00F11ED4" w:rsidRPr="008B7FD2" w:rsidRDefault="00F11ED4" w:rsidP="00F11ED4">
      <w:pPr>
        <w:pStyle w:val="Heading2"/>
        <w:ind w:left="578" w:hanging="578"/>
      </w:pPr>
      <w:bookmarkStart w:id="256" w:name="_Toc64888732"/>
      <w:r w:rsidRPr="008B7FD2">
        <w:t>Način uporabe</w:t>
      </w:r>
      <w:bookmarkEnd w:id="256"/>
    </w:p>
    <w:p w14:paraId="2258D473" w14:textId="09FCAE60" w:rsidR="00F11ED4" w:rsidRPr="008B7FD2" w:rsidRDefault="00F11ED4" w:rsidP="00F11ED4">
      <w:r w:rsidRPr="008B7FD2">
        <w:t>Storitev se kliče za potrebe pridobivanja evidence zahtev na podlagi v storitvi definiranih iskalnih kriterijev. Storitvi za nalaganje šifrantov se kličeta za potrebe filtriranja po statusu zahteve in vrsti zahteve.</w:t>
      </w:r>
    </w:p>
    <w:p w14:paraId="44DB1007" w14:textId="77777777" w:rsidR="00F11ED4" w:rsidRPr="008B7FD2" w:rsidRDefault="00F11ED4" w:rsidP="00F11ED4">
      <w:pPr>
        <w:pStyle w:val="Heading2"/>
        <w:ind w:left="578" w:hanging="578"/>
      </w:pPr>
      <w:bookmarkStart w:id="257" w:name="_Toc64888733"/>
      <w:r w:rsidRPr="008B7FD2">
        <w:t>Posebnosti</w:t>
      </w:r>
      <w:bookmarkEnd w:id="257"/>
    </w:p>
    <w:p w14:paraId="2302A4A0" w14:textId="6E899B66" w:rsidR="00F11ED4" w:rsidRPr="008B7FD2" w:rsidRDefault="00F11ED4" w:rsidP="00F11ED4">
      <w:r w:rsidRPr="008B7FD2">
        <w:t xml:space="preserve">Storitev vrne podatke samo za merilna mesta, za katera je klicatelj na izbrani datum dejansko dobavitelj na merilnem mestu, torej samo tiste zahteve, ki jih </w:t>
      </w:r>
      <w:r w:rsidR="007B1F82">
        <w:t>je</w:t>
      </w:r>
      <w:r w:rsidRPr="008B7FD2">
        <w:t xml:space="preserve"> dobavitelj sam oddal.</w:t>
      </w:r>
    </w:p>
    <w:p w14:paraId="37725DED" w14:textId="77777777" w:rsidR="00F11ED4" w:rsidRPr="008B7FD2" w:rsidRDefault="00F11ED4" w:rsidP="00F11ED4">
      <w:pPr>
        <w:pStyle w:val="Heading2"/>
        <w:ind w:left="578" w:hanging="578"/>
      </w:pPr>
      <w:bookmarkStart w:id="258" w:name="_Toc64888734"/>
      <w:r w:rsidRPr="008B7FD2">
        <w:t>Tehnološki predpogoji uporabe WS</w:t>
      </w:r>
      <w:bookmarkEnd w:id="258"/>
    </w:p>
    <w:p w14:paraId="398A11BC" w14:textId="77777777" w:rsidR="00F11ED4" w:rsidRPr="008B7FD2" w:rsidRDefault="00F11ED4" w:rsidP="00F11ED4">
      <w:r w:rsidRPr="008B7FD2">
        <w:t>Uporabnik storitve mora vzpostaviti povezavo do spletnega mesta services.informatika.si ter services-test.informatika.si in zaupati certifikatu spletnega mesta. Klici so varovani z uporabniškim imenom in geslom.</w:t>
      </w:r>
    </w:p>
    <w:p w14:paraId="2EBCB917" w14:textId="77777777" w:rsidR="00F77B12" w:rsidRPr="008B7FD2" w:rsidRDefault="00F77B12" w:rsidP="003D17A6"/>
    <w:p w14:paraId="4241466B" w14:textId="0F526097" w:rsidR="005B7F7D" w:rsidRPr="008B7FD2" w:rsidRDefault="005B7F7D" w:rsidP="005B7F7D">
      <w:pPr>
        <w:pStyle w:val="Heading1"/>
      </w:pPr>
      <w:bookmarkStart w:id="259" w:name="_Toc64888735"/>
      <w:r w:rsidRPr="008B7FD2">
        <w:lastRenderedPageBreak/>
        <w:t>Evidenca zahtev vnos zahteve</w:t>
      </w:r>
      <w:bookmarkEnd w:id="259"/>
    </w:p>
    <w:p w14:paraId="5D37604B" w14:textId="77777777" w:rsidR="005B7F7D" w:rsidRPr="008B7FD2" w:rsidRDefault="005B7F7D" w:rsidP="005B7F7D">
      <w:pPr>
        <w:pStyle w:val="Heading2"/>
      </w:pPr>
      <w:bookmarkStart w:id="260" w:name="_Toc64888736"/>
      <w:r w:rsidRPr="008B7FD2">
        <w:t>Kratek opis in namen WS</w:t>
      </w:r>
      <w:bookmarkEnd w:id="260"/>
    </w:p>
    <w:p w14:paraId="30760CE4" w14:textId="34E4FCF2" w:rsidR="005B7F7D" w:rsidRPr="008B7FD2" w:rsidRDefault="005B7F7D" w:rsidP="005B7F7D">
      <w:r w:rsidRPr="008B7FD2">
        <w:t>Storitev je namenjena oddaji zahtev dobavitelja do distributerja.</w:t>
      </w:r>
    </w:p>
    <w:p w14:paraId="3BD95308" w14:textId="77777777" w:rsidR="005B7F7D" w:rsidRPr="008B7FD2" w:rsidRDefault="005B7F7D" w:rsidP="005B7F7D">
      <w:pPr>
        <w:pStyle w:val="NoSpacing"/>
        <w:numPr>
          <w:ilvl w:val="0"/>
          <w:numId w:val="27"/>
        </w:numPr>
        <w:rPr>
          <w:lang w:val="sl-SI"/>
        </w:rPr>
      </w:pPr>
      <w:r w:rsidRPr="008B7FD2">
        <w:rPr>
          <w:lang w:val="sl-SI"/>
        </w:rPr>
        <w:t>Url produkcija:</w:t>
      </w:r>
    </w:p>
    <w:p w14:paraId="1B532955" w14:textId="0CED36A3" w:rsidR="005B7F7D" w:rsidRPr="008B7FD2" w:rsidRDefault="00765DB7" w:rsidP="005B7F7D">
      <w:pPr>
        <w:pStyle w:val="NoSpacing"/>
        <w:rPr>
          <w:sz w:val="18"/>
          <w:szCs w:val="18"/>
          <w:lang w:val="sl-SI"/>
        </w:rPr>
      </w:pPr>
      <w:hyperlink r:id="rId115" w:history="1">
        <w:r w:rsidR="005B7F7D" w:rsidRPr="008B7FD2">
          <w:rPr>
            <w:rStyle w:val="Hyperlink"/>
            <w:sz w:val="18"/>
            <w:szCs w:val="18"/>
            <w:lang w:val="sl-SI"/>
          </w:rPr>
          <w:t>https://services.informatika.si/EvidencaZahtevWeb/sca/VnosZahteveStoritev?WSDL</w:t>
        </w:r>
      </w:hyperlink>
    </w:p>
    <w:p w14:paraId="60656A08" w14:textId="77777777" w:rsidR="005B7F7D" w:rsidRPr="008B7FD2" w:rsidRDefault="005B7F7D" w:rsidP="005B7F7D">
      <w:pPr>
        <w:pStyle w:val="NoSpacing"/>
        <w:numPr>
          <w:ilvl w:val="0"/>
          <w:numId w:val="27"/>
        </w:numPr>
        <w:rPr>
          <w:lang w:val="sl-SI"/>
        </w:rPr>
      </w:pPr>
      <w:r w:rsidRPr="008B7FD2">
        <w:rPr>
          <w:lang w:val="sl-SI"/>
        </w:rPr>
        <w:t xml:space="preserve">Url test: </w:t>
      </w:r>
    </w:p>
    <w:p w14:paraId="2DA1B20A" w14:textId="0355B9E6" w:rsidR="005B7F7D" w:rsidRPr="008B7FD2" w:rsidRDefault="00765DB7" w:rsidP="005B7F7D">
      <w:pPr>
        <w:pStyle w:val="NoSpacing"/>
        <w:rPr>
          <w:sz w:val="18"/>
          <w:szCs w:val="18"/>
          <w:lang w:val="sl-SI"/>
        </w:rPr>
      </w:pPr>
      <w:hyperlink r:id="rId116" w:history="1">
        <w:r w:rsidR="005B7F7D" w:rsidRPr="008B7FD2">
          <w:rPr>
            <w:rStyle w:val="Hyperlink"/>
            <w:sz w:val="18"/>
            <w:szCs w:val="18"/>
            <w:lang w:val="sl-SI"/>
          </w:rPr>
          <w:t>https://services-test.informatika.si/EvidencaZahtevWeb/sca/VnosZahteveStoritev?WSDL</w:t>
        </w:r>
      </w:hyperlink>
    </w:p>
    <w:p w14:paraId="2F37EA26" w14:textId="77777777" w:rsidR="005B7F7D" w:rsidRPr="008B7FD2" w:rsidRDefault="005B7F7D" w:rsidP="005B7F7D">
      <w:pPr>
        <w:pStyle w:val="NoSpacing"/>
        <w:ind w:left="360"/>
        <w:rPr>
          <w:lang w:val="sl-SI"/>
        </w:rPr>
      </w:pPr>
    </w:p>
    <w:p w14:paraId="0F1E7658" w14:textId="77777777" w:rsidR="005B7F7D" w:rsidRPr="008B7FD2" w:rsidRDefault="005B7F7D" w:rsidP="005B7F7D">
      <w:pPr>
        <w:pStyle w:val="NoSpacing"/>
        <w:numPr>
          <w:ilvl w:val="0"/>
          <w:numId w:val="27"/>
        </w:numPr>
        <w:rPr>
          <w:lang w:val="sl-SI"/>
        </w:rPr>
      </w:pPr>
      <w:r w:rsidRPr="008B7FD2">
        <w:rPr>
          <w:lang w:val="sl-SI"/>
        </w:rPr>
        <w:t>Šifranti url produkcija:</w:t>
      </w:r>
    </w:p>
    <w:p w14:paraId="1EAECCD6" w14:textId="0AC96641" w:rsidR="005B7F7D" w:rsidRPr="008B7FD2" w:rsidRDefault="00765DB7" w:rsidP="005B7F7D">
      <w:pPr>
        <w:pStyle w:val="NoSpacing"/>
        <w:rPr>
          <w:sz w:val="18"/>
          <w:szCs w:val="18"/>
          <w:lang w:val="sl-SI"/>
        </w:rPr>
      </w:pPr>
      <w:hyperlink r:id="rId117" w:history="1">
        <w:r w:rsidR="005B7F7D" w:rsidRPr="008B7FD2">
          <w:rPr>
            <w:rStyle w:val="Hyperlink"/>
            <w:sz w:val="18"/>
            <w:szCs w:val="18"/>
            <w:lang w:val="sl-SI"/>
          </w:rPr>
          <w:t>https://services.informatika.si/EvidencaZahtevWeb/sca/VrstaZahteveStoritev?WSDL</w:t>
        </w:r>
      </w:hyperlink>
    </w:p>
    <w:p w14:paraId="32F4F06E" w14:textId="77777777" w:rsidR="005B7F7D" w:rsidRPr="008B7FD2" w:rsidRDefault="005B7F7D" w:rsidP="005B7F7D">
      <w:pPr>
        <w:pStyle w:val="NoSpacing"/>
        <w:numPr>
          <w:ilvl w:val="0"/>
          <w:numId w:val="27"/>
        </w:numPr>
        <w:rPr>
          <w:lang w:val="sl-SI"/>
        </w:rPr>
      </w:pPr>
      <w:r w:rsidRPr="008B7FD2">
        <w:rPr>
          <w:lang w:val="sl-SI"/>
        </w:rPr>
        <w:t xml:space="preserve">Šifranti url test: </w:t>
      </w:r>
    </w:p>
    <w:p w14:paraId="79B878C2" w14:textId="6B6479D7" w:rsidR="005B7F7D" w:rsidRPr="008B7FD2" w:rsidRDefault="00765DB7" w:rsidP="005B7F7D">
      <w:pPr>
        <w:pStyle w:val="NoSpacing"/>
        <w:rPr>
          <w:sz w:val="18"/>
          <w:szCs w:val="18"/>
          <w:lang w:val="sl-SI"/>
        </w:rPr>
      </w:pPr>
      <w:hyperlink r:id="rId118" w:history="1">
        <w:r w:rsidR="005B7F7D" w:rsidRPr="008B7FD2">
          <w:rPr>
            <w:rStyle w:val="Hyperlink"/>
            <w:sz w:val="18"/>
            <w:szCs w:val="18"/>
            <w:lang w:val="sl-SI"/>
          </w:rPr>
          <w:t>https://services-test.informatika.si/EvidencaZahtevWeb/sca/VrstaZahteveStoritev?WSDL</w:t>
        </w:r>
      </w:hyperlink>
    </w:p>
    <w:p w14:paraId="34FDB1A6" w14:textId="77777777" w:rsidR="005B7F7D" w:rsidRPr="008B7FD2" w:rsidRDefault="005B7F7D" w:rsidP="005B7F7D">
      <w:pPr>
        <w:pStyle w:val="Heading2"/>
      </w:pPr>
      <w:bookmarkStart w:id="261" w:name="_Toc64888737"/>
      <w:proofErr w:type="spellStart"/>
      <w:r w:rsidRPr="008B7FD2">
        <w:t>Verzioniranje</w:t>
      </w:r>
      <w:proofErr w:type="spellEnd"/>
      <w:r w:rsidRPr="008B7FD2">
        <w:t xml:space="preserve"> WS</w:t>
      </w:r>
      <w:bookmarkEnd w:id="261"/>
    </w:p>
    <w:p w14:paraId="0394FADC" w14:textId="77777777" w:rsidR="005B7F7D" w:rsidRPr="008B7FD2" w:rsidRDefault="005B7F7D" w:rsidP="005B7F7D">
      <w:r w:rsidRPr="008B7FD2">
        <w:t>Verzija nabora storitev 1.0</w:t>
      </w:r>
    </w:p>
    <w:p w14:paraId="05687D54" w14:textId="77777777" w:rsidR="005B7F7D" w:rsidRPr="008B7FD2" w:rsidRDefault="005B7F7D" w:rsidP="005B7F7D">
      <w:pPr>
        <w:pStyle w:val="Heading2"/>
        <w:ind w:left="578" w:hanging="578"/>
      </w:pPr>
      <w:bookmarkStart w:id="262" w:name="_Toc64888738"/>
      <w:r w:rsidRPr="008B7FD2">
        <w:t>Diagram poteka</w:t>
      </w:r>
      <w:bookmarkEnd w:id="262"/>
    </w:p>
    <w:p w14:paraId="149CA3DC" w14:textId="77777777" w:rsidR="005B7F7D" w:rsidRPr="008B7FD2" w:rsidRDefault="005B7F7D" w:rsidP="005B7F7D">
      <w:r w:rsidRPr="008B7FD2">
        <w:t>Ni na voljo.</w:t>
      </w:r>
    </w:p>
    <w:p w14:paraId="5846E611" w14:textId="77777777" w:rsidR="005B7F7D" w:rsidRPr="008B7FD2" w:rsidRDefault="005B7F7D" w:rsidP="005B7F7D">
      <w:pPr>
        <w:pStyle w:val="Heading2"/>
        <w:ind w:left="578" w:hanging="578"/>
      </w:pPr>
      <w:bookmarkStart w:id="263" w:name="_Toc64888739"/>
      <w:r w:rsidRPr="008B7FD2">
        <w:t>Način uporabe</w:t>
      </w:r>
      <w:bookmarkEnd w:id="263"/>
    </w:p>
    <w:p w14:paraId="32F50E64" w14:textId="3584588C" w:rsidR="005B7F7D" w:rsidRPr="008B7FD2" w:rsidRDefault="005B7F7D" w:rsidP="005B7F7D">
      <w:r w:rsidRPr="008B7FD2">
        <w:t>Storitev se kliče za potrebe oddaje zahteve dobavitelja distributerju.</w:t>
      </w:r>
    </w:p>
    <w:p w14:paraId="7E35E199" w14:textId="77777777" w:rsidR="005B7F7D" w:rsidRPr="008B7FD2" w:rsidRDefault="005B7F7D" w:rsidP="005B7F7D">
      <w:pPr>
        <w:pStyle w:val="Heading2"/>
        <w:ind w:left="578" w:hanging="578"/>
      </w:pPr>
      <w:bookmarkStart w:id="264" w:name="_Toc64888740"/>
      <w:r w:rsidRPr="008B7FD2">
        <w:t>Posebnosti</w:t>
      </w:r>
      <w:bookmarkEnd w:id="264"/>
    </w:p>
    <w:p w14:paraId="741CB186" w14:textId="185EE43F" w:rsidR="005B7F7D" w:rsidRPr="008B7FD2" w:rsidRDefault="005B7F7D" w:rsidP="005B7F7D">
      <w:r w:rsidRPr="008B7FD2">
        <w:t>Storitev se uporablja za oddajo tiste vrste zahtev iz šifranta zahtev, ki imajo zastavico »oddaja« postavljeno na »</w:t>
      </w:r>
      <w:proofErr w:type="spellStart"/>
      <w:r w:rsidRPr="008B7FD2">
        <w:t>True</w:t>
      </w:r>
      <w:proofErr w:type="spellEnd"/>
      <w:r w:rsidRPr="008B7FD2">
        <w:t>«. Tiste vrste zahtev, ki imajo to zastavico na »</w:t>
      </w:r>
      <w:proofErr w:type="spellStart"/>
      <w:r w:rsidRPr="008B7FD2">
        <w:t>False</w:t>
      </w:r>
      <w:proofErr w:type="spellEnd"/>
      <w:r w:rsidRPr="008B7FD2">
        <w:t>« se oddajo preko posebnih, posebej definiranih storitev.</w:t>
      </w:r>
    </w:p>
    <w:p w14:paraId="0B6703C1" w14:textId="564581C8" w:rsidR="005B7F7D" w:rsidRDefault="005B7F7D" w:rsidP="005B7F7D">
      <w:r w:rsidRPr="008B7FD2">
        <w:t>Posebna vrsta zahteve, ki se oddaj</w:t>
      </w:r>
      <w:r w:rsidR="00955FF3" w:rsidRPr="008B7FD2">
        <w:t>a</w:t>
      </w:r>
      <w:r w:rsidRPr="008B7FD2">
        <w:t xml:space="preserve"> preko te storitve čeprav ima zastavico »oddaja« nastavljeno na »</w:t>
      </w:r>
      <w:proofErr w:type="spellStart"/>
      <w:r w:rsidRPr="008B7FD2">
        <w:t>False</w:t>
      </w:r>
      <w:proofErr w:type="spellEnd"/>
      <w:r w:rsidRPr="008B7FD2">
        <w:t>« je »1 – Vnos odbirka«. Gre za vnos zahteve za oddajo odbirka v čakalnico zahtev za presojo s strani distributerja. Pogoj za uspešno oddajo te zahteve je ta, da se v element »</w:t>
      </w:r>
      <w:proofErr w:type="spellStart"/>
      <w:r w:rsidRPr="008B7FD2">
        <w:t>xmlZahteve</w:t>
      </w:r>
      <w:proofErr w:type="spellEnd"/>
      <w:r w:rsidRPr="008B7FD2">
        <w:t>« prenese celotna struktura za vnos odbirka, zato se oddaja te vrste zahteve uporablja na samem vnosu odbirka v primeru, ko je za odbirek zahtev</w:t>
      </w:r>
      <w:r w:rsidR="00955FF3" w:rsidRPr="008B7FD2">
        <w:t>a</w:t>
      </w:r>
      <w:r w:rsidRPr="008B7FD2">
        <w:t xml:space="preserve">na presoja distributerja in </w:t>
      </w:r>
      <w:r w:rsidR="00955FF3" w:rsidRPr="008B7FD2">
        <w:t>odbirka</w:t>
      </w:r>
      <w:r w:rsidRPr="008B7FD2">
        <w:t xml:space="preserve"> ni mogoče neposredno oddati.</w:t>
      </w:r>
    </w:p>
    <w:p w14:paraId="4390C42D" w14:textId="24271A54" w:rsidR="00DA6827" w:rsidRPr="008B7FD2" w:rsidRDefault="002968D7" w:rsidP="005B7F7D">
      <w:r>
        <w:t>Storitev umaknjena iz uporabe s 1.10.2018</w:t>
      </w:r>
    </w:p>
    <w:p w14:paraId="0BD36721" w14:textId="77777777" w:rsidR="005B7F7D" w:rsidRPr="008B7FD2" w:rsidRDefault="005B7F7D" w:rsidP="005B7F7D">
      <w:pPr>
        <w:pStyle w:val="Heading2"/>
        <w:ind w:left="578" w:hanging="578"/>
      </w:pPr>
      <w:bookmarkStart w:id="265" w:name="_Toc64888741"/>
      <w:r w:rsidRPr="008B7FD2">
        <w:t>Tehnološki predpogoji uporabe WS</w:t>
      </w:r>
      <w:bookmarkEnd w:id="265"/>
    </w:p>
    <w:p w14:paraId="482823CC" w14:textId="021205DF" w:rsidR="00021CAF" w:rsidRDefault="005B7F7D" w:rsidP="005B7F7D">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07B403AF" w14:textId="44D5DFBE" w:rsidR="00021CAF" w:rsidRPr="008B7FD2" w:rsidRDefault="00021CAF" w:rsidP="00021CAF">
      <w:pPr>
        <w:pStyle w:val="Heading1"/>
      </w:pPr>
      <w:bookmarkStart w:id="266" w:name="_Toc64888742"/>
      <w:r w:rsidRPr="008B7FD2">
        <w:lastRenderedPageBreak/>
        <w:t>Evidenca zahtev vnos zahteve</w:t>
      </w:r>
      <w:r>
        <w:t xml:space="preserve"> v2</w:t>
      </w:r>
      <w:bookmarkEnd w:id="266"/>
    </w:p>
    <w:p w14:paraId="1FFE112A" w14:textId="77777777" w:rsidR="00021CAF" w:rsidRPr="008B7FD2" w:rsidRDefault="00021CAF" w:rsidP="00021CAF">
      <w:pPr>
        <w:pStyle w:val="Heading2"/>
      </w:pPr>
      <w:bookmarkStart w:id="267" w:name="_Toc64888743"/>
      <w:r w:rsidRPr="008B7FD2">
        <w:t>Kratek opis in namen WS</w:t>
      </w:r>
      <w:bookmarkEnd w:id="267"/>
    </w:p>
    <w:p w14:paraId="70E541C3" w14:textId="77777777" w:rsidR="00021CAF" w:rsidRPr="008B7FD2" w:rsidRDefault="00021CAF" w:rsidP="00021CAF">
      <w:r w:rsidRPr="008B7FD2">
        <w:t>Storitev je namenjena oddaji zahtev dobavitelja do distributerja.</w:t>
      </w:r>
    </w:p>
    <w:p w14:paraId="2618B6F3" w14:textId="77777777" w:rsidR="00021CAF" w:rsidRPr="008B7FD2" w:rsidRDefault="00021CAF" w:rsidP="00021CAF">
      <w:pPr>
        <w:pStyle w:val="NoSpacing"/>
        <w:numPr>
          <w:ilvl w:val="0"/>
          <w:numId w:val="27"/>
        </w:numPr>
        <w:rPr>
          <w:lang w:val="sl-SI"/>
        </w:rPr>
      </w:pPr>
      <w:r w:rsidRPr="008B7FD2">
        <w:rPr>
          <w:lang w:val="sl-SI"/>
        </w:rPr>
        <w:t>Url produkcija:</w:t>
      </w:r>
    </w:p>
    <w:p w14:paraId="1D2F4B57" w14:textId="08A33015" w:rsidR="00021CAF" w:rsidRPr="008B7FD2" w:rsidRDefault="00765DB7" w:rsidP="00021CAF">
      <w:pPr>
        <w:pStyle w:val="NoSpacing"/>
        <w:rPr>
          <w:sz w:val="18"/>
          <w:szCs w:val="18"/>
          <w:lang w:val="sl-SI"/>
        </w:rPr>
      </w:pPr>
      <w:hyperlink r:id="rId119" w:history="1">
        <w:r w:rsidR="000264A9" w:rsidRPr="005A7DEA">
          <w:rPr>
            <w:rStyle w:val="Hyperlink"/>
            <w:sz w:val="18"/>
            <w:szCs w:val="18"/>
            <w:lang w:val="sl-SI"/>
          </w:rPr>
          <w:t>https://services.informatika.si/EvidencaZahtevWeb/sca/EvidencaZahtevDodaj2Storitev?WSDL</w:t>
        </w:r>
      </w:hyperlink>
    </w:p>
    <w:p w14:paraId="3A6A11E3" w14:textId="77777777" w:rsidR="00021CAF" w:rsidRPr="008B7FD2" w:rsidRDefault="00021CAF" w:rsidP="00021CAF">
      <w:pPr>
        <w:pStyle w:val="NoSpacing"/>
        <w:numPr>
          <w:ilvl w:val="0"/>
          <w:numId w:val="27"/>
        </w:numPr>
        <w:rPr>
          <w:lang w:val="sl-SI"/>
        </w:rPr>
      </w:pPr>
      <w:r w:rsidRPr="008B7FD2">
        <w:rPr>
          <w:lang w:val="sl-SI"/>
        </w:rPr>
        <w:t xml:space="preserve">Url test: </w:t>
      </w:r>
    </w:p>
    <w:p w14:paraId="123CFDAC" w14:textId="77785C95" w:rsidR="00021CAF" w:rsidRPr="008B7FD2" w:rsidRDefault="00765DB7" w:rsidP="00021CAF">
      <w:pPr>
        <w:pStyle w:val="NoSpacing"/>
        <w:rPr>
          <w:sz w:val="18"/>
          <w:szCs w:val="18"/>
          <w:lang w:val="sl-SI"/>
        </w:rPr>
      </w:pPr>
      <w:hyperlink r:id="rId120" w:history="1">
        <w:r w:rsidR="00B64D17" w:rsidRPr="005A7DEA">
          <w:rPr>
            <w:rStyle w:val="Hyperlink"/>
            <w:sz w:val="18"/>
            <w:szCs w:val="18"/>
            <w:lang w:val="sl-SI"/>
          </w:rPr>
          <w:t>https://services-test.informatika.si/EvidencaZahtevWeb/sca/EvidencaZahtevDodaj2Storitev?WSDL</w:t>
        </w:r>
      </w:hyperlink>
    </w:p>
    <w:p w14:paraId="48DC588B" w14:textId="77777777" w:rsidR="00021CAF" w:rsidRPr="008B7FD2" w:rsidRDefault="00021CAF" w:rsidP="00021CAF">
      <w:pPr>
        <w:pStyle w:val="NoSpacing"/>
        <w:ind w:left="360"/>
        <w:rPr>
          <w:lang w:val="sl-SI"/>
        </w:rPr>
      </w:pPr>
    </w:p>
    <w:p w14:paraId="483DBB04" w14:textId="77777777" w:rsidR="00021CAF" w:rsidRPr="008B7FD2" w:rsidRDefault="00021CAF" w:rsidP="00021CAF">
      <w:pPr>
        <w:pStyle w:val="NoSpacing"/>
        <w:numPr>
          <w:ilvl w:val="0"/>
          <w:numId w:val="27"/>
        </w:numPr>
        <w:rPr>
          <w:lang w:val="sl-SI"/>
        </w:rPr>
      </w:pPr>
      <w:r w:rsidRPr="008B7FD2">
        <w:rPr>
          <w:lang w:val="sl-SI"/>
        </w:rPr>
        <w:t>Šifranti url produkcija:</w:t>
      </w:r>
    </w:p>
    <w:p w14:paraId="033C5F39" w14:textId="5F84C0DB" w:rsidR="00021CAF" w:rsidRPr="008B7FD2" w:rsidRDefault="00765DB7" w:rsidP="00021CAF">
      <w:pPr>
        <w:pStyle w:val="NoSpacing"/>
        <w:rPr>
          <w:sz w:val="18"/>
          <w:szCs w:val="18"/>
          <w:lang w:val="sl-SI"/>
        </w:rPr>
      </w:pPr>
      <w:hyperlink r:id="rId121" w:history="1">
        <w:r w:rsidR="00021CAF" w:rsidRPr="008B7FD2">
          <w:rPr>
            <w:rStyle w:val="Hyperlink"/>
            <w:sz w:val="18"/>
            <w:szCs w:val="18"/>
            <w:lang w:val="sl-SI"/>
          </w:rPr>
          <w:t>https://services.informatika.si/EvidencaZahtevWeb/sca/VrstaZahteveStoritev?WSDL</w:t>
        </w:r>
      </w:hyperlink>
    </w:p>
    <w:p w14:paraId="3E1DCE39" w14:textId="77777777" w:rsidR="00021CAF" w:rsidRPr="008B7FD2" w:rsidRDefault="00021CAF" w:rsidP="00021CAF">
      <w:pPr>
        <w:pStyle w:val="NoSpacing"/>
        <w:numPr>
          <w:ilvl w:val="0"/>
          <w:numId w:val="27"/>
        </w:numPr>
        <w:rPr>
          <w:lang w:val="sl-SI"/>
        </w:rPr>
      </w:pPr>
      <w:r w:rsidRPr="008B7FD2">
        <w:rPr>
          <w:lang w:val="sl-SI"/>
        </w:rPr>
        <w:t xml:space="preserve">Šifranti url test: </w:t>
      </w:r>
    </w:p>
    <w:p w14:paraId="187D2340" w14:textId="02E76DCD" w:rsidR="00021CAF" w:rsidRPr="008B7FD2" w:rsidRDefault="00765DB7" w:rsidP="00021CAF">
      <w:pPr>
        <w:pStyle w:val="NoSpacing"/>
        <w:rPr>
          <w:sz w:val="18"/>
          <w:szCs w:val="18"/>
          <w:lang w:val="sl-SI"/>
        </w:rPr>
      </w:pPr>
      <w:hyperlink r:id="rId122" w:history="1">
        <w:r w:rsidR="00021CAF" w:rsidRPr="008B7FD2">
          <w:rPr>
            <w:rStyle w:val="Hyperlink"/>
            <w:sz w:val="18"/>
            <w:szCs w:val="18"/>
            <w:lang w:val="sl-SI"/>
          </w:rPr>
          <w:t>https://services-test.informatika.si/EvidencaZahtevWeb/sca/VrstaZahteveStoritev?WSDL</w:t>
        </w:r>
      </w:hyperlink>
    </w:p>
    <w:p w14:paraId="13BDFDC2" w14:textId="77777777" w:rsidR="00021CAF" w:rsidRPr="008B7FD2" w:rsidRDefault="00021CAF" w:rsidP="00021CAF">
      <w:pPr>
        <w:pStyle w:val="Heading2"/>
      </w:pPr>
      <w:bookmarkStart w:id="268" w:name="_Toc64888744"/>
      <w:proofErr w:type="spellStart"/>
      <w:r w:rsidRPr="008B7FD2">
        <w:t>Verzioniranje</w:t>
      </w:r>
      <w:proofErr w:type="spellEnd"/>
      <w:r w:rsidRPr="008B7FD2">
        <w:t xml:space="preserve"> WS</w:t>
      </w:r>
      <w:bookmarkEnd w:id="268"/>
    </w:p>
    <w:p w14:paraId="7ABCB518" w14:textId="1CA2F6FC" w:rsidR="00021CAF" w:rsidRPr="008B7FD2" w:rsidRDefault="00021CAF" w:rsidP="00021CAF">
      <w:r w:rsidRPr="008B7FD2">
        <w:t xml:space="preserve">Verzija nabora storitev </w:t>
      </w:r>
      <w:r w:rsidR="00F4545B">
        <w:t>2</w:t>
      </w:r>
      <w:r w:rsidRPr="008B7FD2">
        <w:t>.0</w:t>
      </w:r>
    </w:p>
    <w:p w14:paraId="347C4DB5" w14:textId="77777777" w:rsidR="00021CAF" w:rsidRPr="008B7FD2" w:rsidRDefault="00021CAF" w:rsidP="00021CAF">
      <w:pPr>
        <w:pStyle w:val="Heading2"/>
        <w:ind w:left="578" w:hanging="578"/>
      </w:pPr>
      <w:bookmarkStart w:id="269" w:name="_Toc64888745"/>
      <w:r w:rsidRPr="008B7FD2">
        <w:t>Diagram poteka</w:t>
      </w:r>
      <w:bookmarkEnd w:id="269"/>
    </w:p>
    <w:p w14:paraId="1FBDF97D" w14:textId="77777777" w:rsidR="00021CAF" w:rsidRPr="008B7FD2" w:rsidRDefault="00021CAF" w:rsidP="00021CAF">
      <w:r w:rsidRPr="008B7FD2">
        <w:t>Ni na voljo.</w:t>
      </w:r>
    </w:p>
    <w:p w14:paraId="5618F6FE" w14:textId="77777777" w:rsidR="00021CAF" w:rsidRPr="008B7FD2" w:rsidRDefault="00021CAF" w:rsidP="00021CAF">
      <w:pPr>
        <w:pStyle w:val="Heading2"/>
        <w:ind w:left="578" w:hanging="578"/>
      </w:pPr>
      <w:bookmarkStart w:id="270" w:name="_Toc64888746"/>
      <w:r w:rsidRPr="008B7FD2">
        <w:t>Način uporabe</w:t>
      </w:r>
      <w:bookmarkEnd w:id="270"/>
    </w:p>
    <w:p w14:paraId="16C84C29" w14:textId="77777777" w:rsidR="00021CAF" w:rsidRPr="008B7FD2" w:rsidRDefault="00021CAF" w:rsidP="00021CAF">
      <w:r w:rsidRPr="008B7FD2">
        <w:t>Storitev se kliče za potrebe oddaje zahteve dobavitelja distributerju.</w:t>
      </w:r>
    </w:p>
    <w:p w14:paraId="1D1E8B3A" w14:textId="77777777" w:rsidR="00021CAF" w:rsidRPr="008B7FD2" w:rsidRDefault="00021CAF" w:rsidP="00021CAF">
      <w:pPr>
        <w:pStyle w:val="Heading2"/>
        <w:ind w:left="578" w:hanging="578"/>
      </w:pPr>
      <w:bookmarkStart w:id="271" w:name="_Toc64888747"/>
      <w:r w:rsidRPr="008B7FD2">
        <w:t>Posebnosti</w:t>
      </w:r>
      <w:bookmarkEnd w:id="271"/>
    </w:p>
    <w:p w14:paraId="37CFEABD" w14:textId="77777777" w:rsidR="00021CAF" w:rsidRPr="008B7FD2" w:rsidRDefault="00021CAF" w:rsidP="00021CAF">
      <w:r w:rsidRPr="008B7FD2">
        <w:t>Storitev se uporablja za oddajo tiste vrste zahtev iz šifranta zahtev, ki imajo zastavico »oddaja« postavljeno na »</w:t>
      </w:r>
      <w:proofErr w:type="spellStart"/>
      <w:r w:rsidRPr="008B7FD2">
        <w:t>True</w:t>
      </w:r>
      <w:proofErr w:type="spellEnd"/>
      <w:r w:rsidRPr="008B7FD2">
        <w:t>«. Tiste vrste zahtev, ki imajo to zastavico na »</w:t>
      </w:r>
      <w:proofErr w:type="spellStart"/>
      <w:r w:rsidRPr="008B7FD2">
        <w:t>False</w:t>
      </w:r>
      <w:proofErr w:type="spellEnd"/>
      <w:r w:rsidRPr="008B7FD2">
        <w:t>« se oddajo preko posebnih, posebej definiranih storitev.</w:t>
      </w:r>
    </w:p>
    <w:p w14:paraId="3E6D371E" w14:textId="77777777" w:rsidR="00021CAF" w:rsidRPr="008B7FD2" w:rsidRDefault="00021CAF" w:rsidP="00021CAF">
      <w:r w:rsidRPr="008B7FD2">
        <w:t>Posebna vrsta zahteve, ki se oddaja preko te storitve čeprav ima zastavico »oddaja« nastavljeno na »</w:t>
      </w:r>
      <w:proofErr w:type="spellStart"/>
      <w:r w:rsidRPr="008B7FD2">
        <w:t>False</w:t>
      </w:r>
      <w:proofErr w:type="spellEnd"/>
      <w:r w:rsidRPr="008B7FD2">
        <w:t>« je »1 – Vnos odbirka«. Gre za vnos zahteve za oddajo odbirka v čakalnico zahtev za presojo s strani distributerja. Pogoj za uspešno oddajo te zahteve je ta, da se v element »</w:t>
      </w:r>
      <w:proofErr w:type="spellStart"/>
      <w:r w:rsidRPr="008B7FD2">
        <w:t>xmlZahteve</w:t>
      </w:r>
      <w:proofErr w:type="spellEnd"/>
      <w:r w:rsidRPr="008B7FD2">
        <w:t>« prenese celotna struktura za vnos odbirka, zato se oddaja te vrste zahteve uporablja na samem vnosu odbirka v primeru, ko je za odbirek zahtevana presoja distributerja in odbirka ni mogoče neposredno oddati.</w:t>
      </w:r>
    </w:p>
    <w:p w14:paraId="7EE8474C" w14:textId="77777777" w:rsidR="00021CAF" w:rsidRPr="008B7FD2" w:rsidRDefault="00021CAF" w:rsidP="00021CAF">
      <w:pPr>
        <w:pStyle w:val="Heading2"/>
        <w:ind w:left="578" w:hanging="578"/>
      </w:pPr>
      <w:bookmarkStart w:id="272" w:name="_Toc64888748"/>
      <w:r w:rsidRPr="008B7FD2">
        <w:t>Tehnološki predpogoji uporabe WS</w:t>
      </w:r>
      <w:bookmarkEnd w:id="272"/>
    </w:p>
    <w:p w14:paraId="19E85BAF" w14:textId="300420CD" w:rsidR="003D1A63" w:rsidRPr="008B7FD2" w:rsidRDefault="00021CAF" w:rsidP="00021CAF">
      <w:r w:rsidRPr="008B7FD2">
        <w:t>Uporabnik storitve mora vzpostaviti povezavo do spletnega mesta services.informatika.si ter services-test.informatika.si in zaupati certifikatu spletnega mesta. Klici so varovani z uporabniškim imenom in geslom.</w:t>
      </w:r>
    </w:p>
    <w:p w14:paraId="7E48527D" w14:textId="77777777" w:rsidR="003D1A63" w:rsidRPr="008B7FD2" w:rsidRDefault="003D1A63">
      <w:pPr>
        <w:spacing w:after="0" w:line="240" w:lineRule="auto"/>
        <w:jc w:val="left"/>
      </w:pPr>
      <w:r w:rsidRPr="008B7FD2">
        <w:br w:type="page"/>
      </w:r>
    </w:p>
    <w:p w14:paraId="379193B3" w14:textId="0B1FDCAA" w:rsidR="003D1A63" w:rsidRPr="008B7FD2" w:rsidRDefault="003D1A63" w:rsidP="003D1A63">
      <w:pPr>
        <w:pStyle w:val="Heading1"/>
      </w:pPr>
      <w:bookmarkStart w:id="273" w:name="_Toc64888749"/>
      <w:r w:rsidRPr="008B7FD2">
        <w:lastRenderedPageBreak/>
        <w:t>Evidenca zahtev vrni zahteva</w:t>
      </w:r>
      <w:bookmarkEnd w:id="273"/>
    </w:p>
    <w:p w14:paraId="66DC1177" w14:textId="77777777" w:rsidR="003D1A63" w:rsidRPr="008B7FD2" w:rsidRDefault="003D1A63" w:rsidP="003D1A63">
      <w:pPr>
        <w:pStyle w:val="Heading2"/>
      </w:pPr>
      <w:bookmarkStart w:id="274" w:name="_Toc64888750"/>
      <w:r w:rsidRPr="008B7FD2">
        <w:t>Kratek opis in namen WS</w:t>
      </w:r>
      <w:bookmarkEnd w:id="274"/>
    </w:p>
    <w:p w14:paraId="23970176" w14:textId="77777777" w:rsidR="003D1A63" w:rsidRPr="008B7FD2" w:rsidRDefault="003D1A63" w:rsidP="003D1A63">
      <w:r w:rsidRPr="008B7FD2">
        <w:t>Storitev je namenjena pridobivanju evidence zahtev, ki jih je dobavitelj podal distributerjem.</w:t>
      </w:r>
    </w:p>
    <w:p w14:paraId="731FCFAD" w14:textId="77777777" w:rsidR="003D1A63" w:rsidRPr="008B7FD2" w:rsidRDefault="003D1A63" w:rsidP="003D1A63">
      <w:pPr>
        <w:pStyle w:val="NoSpacing"/>
        <w:numPr>
          <w:ilvl w:val="0"/>
          <w:numId w:val="27"/>
        </w:numPr>
        <w:rPr>
          <w:lang w:val="sl-SI"/>
        </w:rPr>
      </w:pPr>
      <w:r w:rsidRPr="008B7FD2">
        <w:rPr>
          <w:lang w:val="sl-SI"/>
        </w:rPr>
        <w:t>Url produkcija:</w:t>
      </w:r>
    </w:p>
    <w:p w14:paraId="266F0873" w14:textId="036BF598" w:rsidR="003D1A63" w:rsidRPr="008B7FD2" w:rsidRDefault="00765DB7" w:rsidP="003D1A63">
      <w:pPr>
        <w:pStyle w:val="NoSpacing"/>
        <w:rPr>
          <w:sz w:val="18"/>
          <w:szCs w:val="18"/>
          <w:lang w:val="sl-SI"/>
        </w:rPr>
      </w:pPr>
      <w:hyperlink r:id="rId123" w:history="1">
        <w:r w:rsidR="003D1A63" w:rsidRPr="008B7FD2">
          <w:rPr>
            <w:rStyle w:val="Hyperlink"/>
            <w:sz w:val="18"/>
            <w:szCs w:val="18"/>
            <w:lang w:val="sl-SI"/>
          </w:rPr>
          <w:t>https://services.informatika.si/EvidencaZahtevWeb/sca/EvidencaZahtevVrniZahtevaStoritev?WSDL</w:t>
        </w:r>
      </w:hyperlink>
      <w:r w:rsidR="003D1A63" w:rsidRPr="008B7FD2">
        <w:rPr>
          <w:sz w:val="18"/>
          <w:szCs w:val="18"/>
          <w:lang w:val="sl-SI"/>
        </w:rPr>
        <w:t xml:space="preserve"> </w:t>
      </w:r>
    </w:p>
    <w:p w14:paraId="0CA3ED23" w14:textId="77777777" w:rsidR="003D1A63" w:rsidRPr="008B7FD2" w:rsidRDefault="003D1A63" w:rsidP="003D1A63">
      <w:pPr>
        <w:pStyle w:val="NoSpacing"/>
        <w:numPr>
          <w:ilvl w:val="0"/>
          <w:numId w:val="27"/>
        </w:numPr>
        <w:rPr>
          <w:lang w:val="sl-SI"/>
        </w:rPr>
      </w:pPr>
      <w:r w:rsidRPr="008B7FD2">
        <w:rPr>
          <w:lang w:val="sl-SI"/>
        </w:rPr>
        <w:t xml:space="preserve">Url test: </w:t>
      </w:r>
    </w:p>
    <w:p w14:paraId="07CD0487" w14:textId="5FB96A76" w:rsidR="003D1A63" w:rsidRPr="008B7FD2" w:rsidRDefault="00765DB7" w:rsidP="003D1A63">
      <w:pPr>
        <w:pStyle w:val="NoSpacing"/>
        <w:rPr>
          <w:sz w:val="18"/>
          <w:szCs w:val="18"/>
          <w:lang w:val="sl-SI"/>
        </w:rPr>
      </w:pPr>
      <w:hyperlink r:id="rId124" w:history="1">
        <w:r w:rsidR="003D1A63" w:rsidRPr="008B7FD2">
          <w:rPr>
            <w:rStyle w:val="Hyperlink"/>
            <w:sz w:val="18"/>
            <w:szCs w:val="18"/>
            <w:lang w:val="sl-SI"/>
          </w:rPr>
          <w:t>https://services-test.informatika.si/EvidencaZahtevWeb/sca/EvidencaZahtevVrniZahtevaStoritev?WSDL</w:t>
        </w:r>
      </w:hyperlink>
      <w:r w:rsidR="003D1A63" w:rsidRPr="008B7FD2">
        <w:rPr>
          <w:sz w:val="18"/>
          <w:szCs w:val="18"/>
          <w:lang w:val="sl-SI"/>
        </w:rPr>
        <w:t xml:space="preserve"> </w:t>
      </w:r>
    </w:p>
    <w:p w14:paraId="1A2F2249" w14:textId="77777777" w:rsidR="003D1A63" w:rsidRPr="008B7FD2" w:rsidRDefault="003D1A63" w:rsidP="003D1A63">
      <w:pPr>
        <w:pStyle w:val="Heading2"/>
      </w:pPr>
      <w:bookmarkStart w:id="275" w:name="_Toc64888751"/>
      <w:proofErr w:type="spellStart"/>
      <w:r w:rsidRPr="008B7FD2">
        <w:t>Verzioniranje</w:t>
      </w:r>
      <w:proofErr w:type="spellEnd"/>
      <w:r w:rsidRPr="008B7FD2">
        <w:t xml:space="preserve"> WS</w:t>
      </w:r>
      <w:bookmarkEnd w:id="275"/>
    </w:p>
    <w:p w14:paraId="1D431946" w14:textId="77777777" w:rsidR="003D1A63" w:rsidRPr="008B7FD2" w:rsidRDefault="003D1A63" w:rsidP="003D1A63">
      <w:r w:rsidRPr="008B7FD2">
        <w:t>Verzija nabora storitev 1.0</w:t>
      </w:r>
    </w:p>
    <w:p w14:paraId="322D423C" w14:textId="77777777" w:rsidR="003D1A63" w:rsidRPr="008B7FD2" w:rsidRDefault="003D1A63" w:rsidP="003D1A63">
      <w:pPr>
        <w:pStyle w:val="Heading2"/>
        <w:ind w:left="578" w:hanging="578"/>
      </w:pPr>
      <w:bookmarkStart w:id="276" w:name="_Toc64888752"/>
      <w:r w:rsidRPr="008B7FD2">
        <w:t>Diagram poteka</w:t>
      </w:r>
      <w:bookmarkEnd w:id="276"/>
    </w:p>
    <w:p w14:paraId="0D52CD4B" w14:textId="77777777" w:rsidR="003D1A63" w:rsidRPr="008B7FD2" w:rsidRDefault="003D1A63" w:rsidP="003D1A63">
      <w:r w:rsidRPr="008B7FD2">
        <w:t>Ni na voljo.</w:t>
      </w:r>
    </w:p>
    <w:p w14:paraId="3C9A7363" w14:textId="77777777" w:rsidR="003D1A63" w:rsidRPr="008B7FD2" w:rsidRDefault="003D1A63" w:rsidP="003D1A63">
      <w:pPr>
        <w:pStyle w:val="Heading2"/>
        <w:ind w:left="578" w:hanging="578"/>
      </w:pPr>
      <w:bookmarkStart w:id="277" w:name="_Toc64888753"/>
      <w:r w:rsidRPr="008B7FD2">
        <w:t>Način uporabe</w:t>
      </w:r>
      <w:bookmarkEnd w:id="277"/>
    </w:p>
    <w:p w14:paraId="0C497F33" w14:textId="7B9CBE01" w:rsidR="003D1A63" w:rsidRPr="008B7FD2" w:rsidRDefault="003D1A63" w:rsidP="003D1A63">
      <w:r w:rsidRPr="008B7FD2">
        <w:t xml:space="preserve">Storitev se kliče za potrebe pridobivanja evidence zahtev na podlagi v storitvi definiranih iskalnih kriterijev. </w:t>
      </w:r>
    </w:p>
    <w:p w14:paraId="7AA18005" w14:textId="77777777" w:rsidR="003D1A63" w:rsidRPr="008B7FD2" w:rsidRDefault="003D1A63" w:rsidP="003D1A63">
      <w:pPr>
        <w:pStyle w:val="Heading2"/>
        <w:ind w:left="578" w:hanging="578"/>
      </w:pPr>
      <w:bookmarkStart w:id="278" w:name="_Toc64888754"/>
      <w:r w:rsidRPr="008B7FD2">
        <w:t>Posebnosti</w:t>
      </w:r>
      <w:bookmarkEnd w:id="278"/>
    </w:p>
    <w:p w14:paraId="20B93E5F" w14:textId="3D942B4E" w:rsidR="003D1A63" w:rsidRDefault="003D1A63" w:rsidP="003D1A63">
      <w:r w:rsidRPr="008B7FD2">
        <w:t xml:space="preserve">Storitev vrne podatke samo za merilna mesta, za katera je klicatelj na izbrani datum dejansko dobavitelj na merilnem mestu, torej samo tiste zahteve, ki jih je </w:t>
      </w:r>
      <w:proofErr w:type="spellStart"/>
      <w:r w:rsidRPr="008B7FD2">
        <w:t>klicoči</w:t>
      </w:r>
      <w:proofErr w:type="spellEnd"/>
      <w:r w:rsidRPr="008B7FD2">
        <w:t xml:space="preserve"> dobavitelj sam oddal.</w:t>
      </w:r>
    </w:p>
    <w:p w14:paraId="784E281F" w14:textId="5B34CFE9" w:rsidR="00AD6C8E" w:rsidRPr="008B7FD2" w:rsidRDefault="002968D7" w:rsidP="003D1A63">
      <w:r>
        <w:t>Storitev umaknjena iz uporabe s 1.10.2018</w:t>
      </w:r>
    </w:p>
    <w:p w14:paraId="7D9A9468" w14:textId="77777777" w:rsidR="003D1A63" w:rsidRPr="008B7FD2" w:rsidRDefault="003D1A63" w:rsidP="003D1A63">
      <w:pPr>
        <w:pStyle w:val="Heading2"/>
        <w:ind w:left="578" w:hanging="578"/>
      </w:pPr>
      <w:bookmarkStart w:id="279" w:name="_Toc64888755"/>
      <w:r w:rsidRPr="008B7FD2">
        <w:t>Tehnološki predpogoji uporabe WS</w:t>
      </w:r>
      <w:bookmarkEnd w:id="279"/>
    </w:p>
    <w:p w14:paraId="6A549918" w14:textId="7E78585C" w:rsidR="00B64D17" w:rsidRDefault="003D1A63" w:rsidP="003D1A63">
      <w:r w:rsidRPr="008B7FD2">
        <w:t xml:space="preserve">Uporabnik storitve mora vzpostaviti povezavo do spletnega mesta services.informatika.si ter services-test.informatika.si in zaupati certifikatu spletnega mesta. Klici so varovani z uporabniškim imenom in geslom. </w:t>
      </w:r>
    </w:p>
    <w:p w14:paraId="69E2BA81" w14:textId="77777777" w:rsidR="00B64D17" w:rsidRDefault="00B64D17">
      <w:pPr>
        <w:spacing w:after="0" w:line="240" w:lineRule="auto"/>
        <w:jc w:val="left"/>
      </w:pPr>
      <w:r>
        <w:br w:type="page"/>
      </w:r>
    </w:p>
    <w:p w14:paraId="7E46B037" w14:textId="50818EE4" w:rsidR="00B64D17" w:rsidRPr="008B7FD2" w:rsidRDefault="00B64D17" w:rsidP="00B64D17">
      <w:pPr>
        <w:pStyle w:val="Heading1"/>
      </w:pPr>
      <w:bookmarkStart w:id="280" w:name="_Toc64888756"/>
      <w:r w:rsidRPr="008B7FD2">
        <w:lastRenderedPageBreak/>
        <w:t>Evidenca zahtev vrni zahteva</w:t>
      </w:r>
      <w:r>
        <w:t xml:space="preserve"> v2</w:t>
      </w:r>
      <w:bookmarkEnd w:id="280"/>
    </w:p>
    <w:p w14:paraId="78E337B2" w14:textId="77777777" w:rsidR="00B64D17" w:rsidRPr="008B7FD2" w:rsidRDefault="00B64D17" w:rsidP="00B64D17">
      <w:pPr>
        <w:pStyle w:val="Heading2"/>
      </w:pPr>
      <w:bookmarkStart w:id="281" w:name="_Toc64888757"/>
      <w:r w:rsidRPr="008B7FD2">
        <w:t>Kratek opis in namen WS</w:t>
      </w:r>
      <w:bookmarkEnd w:id="281"/>
    </w:p>
    <w:p w14:paraId="3FDCA279" w14:textId="77777777" w:rsidR="00B64D17" w:rsidRPr="008B7FD2" w:rsidRDefault="00B64D17" w:rsidP="00B64D17">
      <w:r w:rsidRPr="008B7FD2">
        <w:t>Storitev je namenjena pridobivanju evidence zahtev, ki jih je dobavitelj podal distributerjem.</w:t>
      </w:r>
    </w:p>
    <w:p w14:paraId="0E51CAB6" w14:textId="77777777" w:rsidR="00B64D17" w:rsidRPr="008B7FD2" w:rsidRDefault="00B64D17" w:rsidP="00B64D17">
      <w:pPr>
        <w:pStyle w:val="NoSpacing"/>
        <w:numPr>
          <w:ilvl w:val="0"/>
          <w:numId w:val="27"/>
        </w:numPr>
        <w:rPr>
          <w:lang w:val="sl-SI"/>
        </w:rPr>
      </w:pPr>
      <w:r w:rsidRPr="008B7FD2">
        <w:rPr>
          <w:lang w:val="sl-SI"/>
        </w:rPr>
        <w:t>Url produkcija:</w:t>
      </w:r>
    </w:p>
    <w:p w14:paraId="72DA57EB" w14:textId="67362213" w:rsidR="00B64D17" w:rsidRPr="008B7FD2" w:rsidRDefault="00765DB7" w:rsidP="00B64D17">
      <w:pPr>
        <w:pStyle w:val="NoSpacing"/>
        <w:rPr>
          <w:sz w:val="18"/>
          <w:szCs w:val="18"/>
          <w:lang w:val="sl-SI"/>
        </w:rPr>
      </w:pPr>
      <w:hyperlink r:id="rId125" w:history="1">
        <w:r w:rsidR="003F278C" w:rsidRPr="005A7DEA">
          <w:rPr>
            <w:rStyle w:val="Hyperlink"/>
            <w:sz w:val="18"/>
            <w:szCs w:val="18"/>
            <w:lang w:val="sl-SI"/>
          </w:rPr>
          <w:t>https://services.informatika.si/EvidencaZahtevWeb/sca/EvidencaZahtevVrni2Storitev?WSDL</w:t>
        </w:r>
      </w:hyperlink>
      <w:r w:rsidR="00B64D17" w:rsidRPr="008B7FD2">
        <w:rPr>
          <w:sz w:val="18"/>
          <w:szCs w:val="18"/>
          <w:lang w:val="sl-SI"/>
        </w:rPr>
        <w:t xml:space="preserve"> </w:t>
      </w:r>
    </w:p>
    <w:p w14:paraId="3D6BCE3A" w14:textId="77777777" w:rsidR="00B64D17" w:rsidRPr="008B7FD2" w:rsidRDefault="00B64D17" w:rsidP="00B64D17">
      <w:pPr>
        <w:pStyle w:val="NoSpacing"/>
        <w:numPr>
          <w:ilvl w:val="0"/>
          <w:numId w:val="27"/>
        </w:numPr>
        <w:rPr>
          <w:lang w:val="sl-SI"/>
        </w:rPr>
      </w:pPr>
      <w:r w:rsidRPr="008B7FD2">
        <w:rPr>
          <w:lang w:val="sl-SI"/>
        </w:rPr>
        <w:t xml:space="preserve">Url test: </w:t>
      </w:r>
    </w:p>
    <w:p w14:paraId="6BD36AA6" w14:textId="22C60F11" w:rsidR="00B64D17" w:rsidRPr="008B7FD2" w:rsidRDefault="00765DB7" w:rsidP="00B64D17">
      <w:pPr>
        <w:pStyle w:val="NoSpacing"/>
        <w:rPr>
          <w:sz w:val="18"/>
          <w:szCs w:val="18"/>
          <w:lang w:val="sl-SI"/>
        </w:rPr>
      </w:pPr>
      <w:hyperlink r:id="rId126" w:history="1">
        <w:r w:rsidR="003F278C" w:rsidRPr="005A7DEA">
          <w:rPr>
            <w:rStyle w:val="Hyperlink"/>
            <w:sz w:val="18"/>
            <w:szCs w:val="18"/>
            <w:lang w:val="sl-SI"/>
          </w:rPr>
          <w:t>https://services-test.informatika.si/EvidencaZahtevWeb/sca/EvidencaZahtevVrni2Storitev?WSDL</w:t>
        </w:r>
      </w:hyperlink>
      <w:r w:rsidR="00B64D17" w:rsidRPr="008B7FD2">
        <w:rPr>
          <w:sz w:val="18"/>
          <w:szCs w:val="18"/>
          <w:lang w:val="sl-SI"/>
        </w:rPr>
        <w:t xml:space="preserve"> </w:t>
      </w:r>
    </w:p>
    <w:p w14:paraId="28AF4B81" w14:textId="77777777" w:rsidR="00B64D17" w:rsidRPr="008B7FD2" w:rsidRDefault="00B64D17" w:rsidP="00B64D17">
      <w:pPr>
        <w:pStyle w:val="Heading2"/>
      </w:pPr>
      <w:bookmarkStart w:id="282" w:name="_Toc64888758"/>
      <w:proofErr w:type="spellStart"/>
      <w:r w:rsidRPr="008B7FD2">
        <w:t>Verzioniranje</w:t>
      </w:r>
      <w:proofErr w:type="spellEnd"/>
      <w:r w:rsidRPr="008B7FD2">
        <w:t xml:space="preserve"> WS</w:t>
      </w:r>
      <w:bookmarkEnd w:id="282"/>
    </w:p>
    <w:p w14:paraId="67F06E99" w14:textId="20AD77A5" w:rsidR="00B64D17" w:rsidRPr="008B7FD2" w:rsidRDefault="00B64D17" w:rsidP="00B64D17">
      <w:r w:rsidRPr="008B7FD2">
        <w:t xml:space="preserve">Verzija nabora storitev </w:t>
      </w:r>
      <w:r w:rsidR="003F278C">
        <w:t>2</w:t>
      </w:r>
      <w:r w:rsidRPr="008B7FD2">
        <w:t>.0</w:t>
      </w:r>
    </w:p>
    <w:p w14:paraId="0DCFE284" w14:textId="77777777" w:rsidR="00B64D17" w:rsidRPr="008B7FD2" w:rsidRDefault="00B64D17" w:rsidP="00B64D17">
      <w:pPr>
        <w:pStyle w:val="Heading2"/>
        <w:ind w:left="578" w:hanging="578"/>
      </w:pPr>
      <w:bookmarkStart w:id="283" w:name="_Toc64888759"/>
      <w:r w:rsidRPr="008B7FD2">
        <w:t>Diagram poteka</w:t>
      </w:r>
      <w:bookmarkEnd w:id="283"/>
    </w:p>
    <w:p w14:paraId="7B3189E3" w14:textId="77777777" w:rsidR="00B64D17" w:rsidRPr="008B7FD2" w:rsidRDefault="00B64D17" w:rsidP="00B64D17">
      <w:r w:rsidRPr="008B7FD2">
        <w:t>Ni na voljo.</w:t>
      </w:r>
    </w:p>
    <w:p w14:paraId="3683C28D" w14:textId="77777777" w:rsidR="00B64D17" w:rsidRPr="008B7FD2" w:rsidRDefault="00B64D17" w:rsidP="00B64D17">
      <w:pPr>
        <w:pStyle w:val="Heading2"/>
        <w:ind w:left="578" w:hanging="578"/>
      </w:pPr>
      <w:bookmarkStart w:id="284" w:name="_Toc64888760"/>
      <w:r w:rsidRPr="008B7FD2">
        <w:t>Način uporabe</w:t>
      </w:r>
      <w:bookmarkEnd w:id="284"/>
    </w:p>
    <w:p w14:paraId="77CB6313" w14:textId="77777777" w:rsidR="00B64D17" w:rsidRPr="008B7FD2" w:rsidRDefault="00B64D17" w:rsidP="00B64D17">
      <w:r w:rsidRPr="008B7FD2">
        <w:t xml:space="preserve">Storitev se kliče za potrebe pridobivanja evidence zahtev na podlagi v storitvi definiranih iskalnih kriterijev. </w:t>
      </w:r>
    </w:p>
    <w:p w14:paraId="50A4D786" w14:textId="77777777" w:rsidR="00B64D17" w:rsidRPr="008B7FD2" w:rsidRDefault="00B64D17" w:rsidP="00B64D17">
      <w:pPr>
        <w:pStyle w:val="Heading2"/>
        <w:ind w:left="578" w:hanging="578"/>
      </w:pPr>
      <w:bookmarkStart w:id="285" w:name="_Toc64888761"/>
      <w:r w:rsidRPr="008B7FD2">
        <w:t>Posebnosti</w:t>
      </w:r>
      <w:bookmarkEnd w:id="285"/>
    </w:p>
    <w:p w14:paraId="5EED00D3" w14:textId="77777777" w:rsidR="00B64D17" w:rsidRPr="008B7FD2" w:rsidRDefault="00B64D17" w:rsidP="00B64D17">
      <w:r w:rsidRPr="008B7FD2">
        <w:t xml:space="preserve">Storitev vrne podatke samo za merilna mesta, za katera je klicatelj na izbrani datum dejansko dobavitelj na merilnem mestu, torej samo tiste zahteve, ki jih je </w:t>
      </w:r>
      <w:proofErr w:type="spellStart"/>
      <w:r w:rsidRPr="008B7FD2">
        <w:t>klicoči</w:t>
      </w:r>
      <w:proofErr w:type="spellEnd"/>
      <w:r w:rsidRPr="008B7FD2">
        <w:t xml:space="preserve"> dobavitelj sam oddal.</w:t>
      </w:r>
    </w:p>
    <w:p w14:paraId="454593FD" w14:textId="77777777" w:rsidR="00B64D17" w:rsidRPr="008B7FD2" w:rsidRDefault="00B64D17" w:rsidP="00B64D17">
      <w:pPr>
        <w:pStyle w:val="Heading2"/>
        <w:ind w:left="578" w:hanging="578"/>
      </w:pPr>
      <w:bookmarkStart w:id="286" w:name="_Toc64888762"/>
      <w:r w:rsidRPr="008B7FD2">
        <w:t>Tehnološki predpogoji uporabe WS</w:t>
      </w:r>
      <w:bookmarkEnd w:id="286"/>
    </w:p>
    <w:p w14:paraId="042AF151" w14:textId="194B3BFC" w:rsidR="003D1A63" w:rsidRPr="008B7FD2" w:rsidRDefault="00B64D17" w:rsidP="00B64D17">
      <w:r w:rsidRPr="008B7FD2">
        <w:t>Uporabnik storitve mora vzpostaviti povezavo do spletnega mesta services.informatika.si ter services-test.informatika.si in zaupati certifikatu spletnega mesta. Klici so varovani z uporabniškim imenom in geslom.</w:t>
      </w:r>
    </w:p>
    <w:p w14:paraId="7E736DC1" w14:textId="77777777" w:rsidR="003D1A63" w:rsidRPr="008B7FD2" w:rsidRDefault="003D1A63">
      <w:pPr>
        <w:spacing w:after="0" w:line="240" w:lineRule="auto"/>
        <w:jc w:val="left"/>
      </w:pPr>
      <w:r w:rsidRPr="008B7FD2">
        <w:br w:type="page"/>
      </w:r>
    </w:p>
    <w:p w14:paraId="37517690" w14:textId="43DD1038" w:rsidR="009F6D81" w:rsidRPr="008B7FD2" w:rsidRDefault="009F6D81" w:rsidP="008F123C">
      <w:pPr>
        <w:pStyle w:val="Heading1"/>
        <w:ind w:left="431" w:hanging="431"/>
      </w:pPr>
      <w:bookmarkStart w:id="287" w:name="_Toc64888763"/>
      <w:r w:rsidRPr="008B7FD2">
        <w:lastRenderedPageBreak/>
        <w:t xml:space="preserve">Evidenca zahtev </w:t>
      </w:r>
      <w:r w:rsidR="00292DDD" w:rsidRPr="008B7FD2">
        <w:t>masovna oddaja zahtev</w:t>
      </w:r>
      <w:bookmarkEnd w:id="287"/>
    </w:p>
    <w:p w14:paraId="4B3E4B1A" w14:textId="77777777" w:rsidR="009F6D81" w:rsidRPr="008B7FD2" w:rsidRDefault="009F6D81" w:rsidP="009F6D81">
      <w:pPr>
        <w:pStyle w:val="Heading2"/>
      </w:pPr>
      <w:bookmarkStart w:id="288" w:name="_Toc64888764"/>
      <w:r w:rsidRPr="008B7FD2">
        <w:t>Kratek opis in namen WS</w:t>
      </w:r>
      <w:bookmarkEnd w:id="288"/>
    </w:p>
    <w:p w14:paraId="2FD407A7" w14:textId="2AE503E9" w:rsidR="009F6D81" w:rsidRPr="008B7FD2" w:rsidRDefault="00F468C8" w:rsidP="009F6D81">
      <w:r w:rsidRPr="008B7FD2">
        <w:t>Paket storitev je namenjen</w:t>
      </w:r>
      <w:r w:rsidR="009F6D81" w:rsidRPr="008B7FD2">
        <w:t xml:space="preserve"> </w:t>
      </w:r>
      <w:r w:rsidRPr="008B7FD2">
        <w:t>masovni</w:t>
      </w:r>
      <w:r w:rsidR="00BD5BD5" w:rsidRPr="008B7FD2">
        <w:t xml:space="preserve"> </w:t>
      </w:r>
      <w:r w:rsidR="009F6D81" w:rsidRPr="008B7FD2">
        <w:t>oddaji zahtev</w:t>
      </w:r>
      <w:r w:rsidR="00BD5BD5" w:rsidRPr="008B7FD2">
        <w:t xml:space="preserve"> za</w:t>
      </w:r>
      <w:r w:rsidRPr="008B7FD2">
        <w:t xml:space="preserve"> menjavo dobavitelja in</w:t>
      </w:r>
      <w:r w:rsidR="00BD5BD5" w:rsidRPr="008B7FD2">
        <w:t xml:space="preserve"> pridobitev podatkov MM</w:t>
      </w:r>
      <w:r w:rsidR="009F6D81" w:rsidRPr="008B7FD2">
        <w:t>.</w:t>
      </w:r>
    </w:p>
    <w:p w14:paraId="74365806" w14:textId="77777777" w:rsidR="009F6D81" w:rsidRPr="008B7FD2" w:rsidRDefault="009F6D81" w:rsidP="009F6D81">
      <w:pPr>
        <w:pStyle w:val="NoSpacing"/>
        <w:numPr>
          <w:ilvl w:val="0"/>
          <w:numId w:val="27"/>
        </w:numPr>
        <w:rPr>
          <w:lang w:val="sl-SI"/>
        </w:rPr>
      </w:pPr>
      <w:r w:rsidRPr="008B7FD2">
        <w:rPr>
          <w:lang w:val="sl-SI"/>
        </w:rPr>
        <w:t>Url produkcija:</w:t>
      </w:r>
    </w:p>
    <w:p w14:paraId="63DBCD85" w14:textId="233CC2B0" w:rsidR="009F6D81" w:rsidRPr="008B7FD2" w:rsidRDefault="00765DB7" w:rsidP="009F6D81">
      <w:pPr>
        <w:pStyle w:val="NoSpacing"/>
        <w:rPr>
          <w:sz w:val="18"/>
          <w:szCs w:val="18"/>
          <w:lang w:val="sl-SI"/>
        </w:rPr>
      </w:pPr>
      <w:hyperlink r:id="rId127" w:history="1">
        <w:r w:rsidR="00292DDD" w:rsidRPr="008B7FD2">
          <w:rPr>
            <w:rStyle w:val="Hyperlink"/>
            <w:sz w:val="18"/>
            <w:szCs w:val="18"/>
            <w:lang w:val="sl-SI"/>
          </w:rPr>
          <w:t>https://services.informatika.si/EvidencaZahtevWeb/sca/MenjavaDobaviteljaStoritev?WSDL</w:t>
        </w:r>
      </w:hyperlink>
    </w:p>
    <w:p w14:paraId="70474725" w14:textId="6D05A6A9" w:rsidR="00292DDD" w:rsidRPr="008B7FD2" w:rsidRDefault="00765DB7" w:rsidP="00292DDD">
      <w:pPr>
        <w:pStyle w:val="NoSpacing"/>
        <w:rPr>
          <w:sz w:val="18"/>
          <w:szCs w:val="18"/>
          <w:lang w:val="sl-SI"/>
        </w:rPr>
      </w:pPr>
      <w:hyperlink r:id="rId128" w:history="1">
        <w:r w:rsidR="00292DDD" w:rsidRPr="008B7FD2">
          <w:rPr>
            <w:rStyle w:val="Hyperlink"/>
            <w:sz w:val="18"/>
            <w:szCs w:val="18"/>
            <w:lang w:val="sl-SI"/>
          </w:rPr>
          <w:t>https://services.informatika.si/EvidencaZahtevWeb/sca/PodatkiMMStoritev?WSDL</w:t>
        </w:r>
      </w:hyperlink>
    </w:p>
    <w:p w14:paraId="5DDC8781" w14:textId="0CD7A19A" w:rsidR="00292DDD" w:rsidRPr="008B7FD2" w:rsidRDefault="00765DB7" w:rsidP="009F6D81">
      <w:pPr>
        <w:pStyle w:val="NoSpacing"/>
        <w:rPr>
          <w:sz w:val="18"/>
          <w:szCs w:val="18"/>
          <w:lang w:val="sl-SI"/>
        </w:rPr>
      </w:pPr>
      <w:hyperlink r:id="rId129" w:history="1">
        <w:r w:rsidR="00292DDD" w:rsidRPr="008B7FD2">
          <w:rPr>
            <w:rStyle w:val="Hyperlink"/>
            <w:sz w:val="18"/>
            <w:szCs w:val="18"/>
            <w:lang w:val="sl-SI"/>
          </w:rPr>
          <w:t>https://services.informatika.si/EvidencaZahtevWeb/sca/MasovnaOddajaInfoStoritev?WSDL</w:t>
        </w:r>
      </w:hyperlink>
    </w:p>
    <w:p w14:paraId="02686487" w14:textId="77777777" w:rsidR="009F6D81" w:rsidRPr="008B7FD2" w:rsidRDefault="009F6D81" w:rsidP="009F6D81">
      <w:pPr>
        <w:pStyle w:val="NoSpacing"/>
        <w:numPr>
          <w:ilvl w:val="0"/>
          <w:numId w:val="27"/>
        </w:numPr>
        <w:rPr>
          <w:lang w:val="sl-SI"/>
        </w:rPr>
      </w:pPr>
      <w:r w:rsidRPr="008B7FD2">
        <w:rPr>
          <w:lang w:val="sl-SI"/>
        </w:rPr>
        <w:t xml:space="preserve">Url test: </w:t>
      </w:r>
    </w:p>
    <w:p w14:paraId="79E53028" w14:textId="475F3C54" w:rsidR="009F6D81" w:rsidRPr="008B7FD2" w:rsidRDefault="00765DB7" w:rsidP="009F6D81">
      <w:pPr>
        <w:pStyle w:val="NoSpacing"/>
        <w:rPr>
          <w:sz w:val="18"/>
          <w:szCs w:val="18"/>
          <w:lang w:val="sl-SI"/>
        </w:rPr>
      </w:pPr>
      <w:hyperlink r:id="rId130" w:history="1">
        <w:r w:rsidR="00292DDD" w:rsidRPr="008B7FD2">
          <w:rPr>
            <w:rStyle w:val="Hyperlink"/>
            <w:sz w:val="18"/>
            <w:szCs w:val="18"/>
            <w:lang w:val="sl-SI"/>
          </w:rPr>
          <w:t>https://services-test.informatika.si/EvidencaZahtevWeb/sca/MenjavaDobaviteljaStoritev?WSDL</w:t>
        </w:r>
      </w:hyperlink>
    </w:p>
    <w:p w14:paraId="6DAA9584" w14:textId="2B9A42E0" w:rsidR="00292DDD" w:rsidRPr="008B7FD2" w:rsidRDefault="00765DB7" w:rsidP="00292DDD">
      <w:pPr>
        <w:pStyle w:val="NoSpacing"/>
        <w:rPr>
          <w:sz w:val="18"/>
          <w:szCs w:val="18"/>
          <w:lang w:val="sl-SI"/>
        </w:rPr>
      </w:pPr>
      <w:hyperlink r:id="rId131" w:history="1">
        <w:r w:rsidR="00292DDD" w:rsidRPr="008B7FD2">
          <w:rPr>
            <w:rStyle w:val="Hyperlink"/>
            <w:sz w:val="18"/>
            <w:szCs w:val="18"/>
            <w:lang w:val="sl-SI"/>
          </w:rPr>
          <w:t>https://services-test.informatika.si/EvidencaZahtevWeb/sca/PodatkiMMStoritev?WSDL</w:t>
        </w:r>
      </w:hyperlink>
    </w:p>
    <w:p w14:paraId="687579AC" w14:textId="5804557A" w:rsidR="009F6D81" w:rsidRPr="008B7FD2" w:rsidRDefault="00765DB7" w:rsidP="00292DDD">
      <w:pPr>
        <w:pStyle w:val="NoSpacing"/>
        <w:rPr>
          <w:lang w:val="sl-SI"/>
        </w:rPr>
      </w:pPr>
      <w:hyperlink r:id="rId132" w:history="1">
        <w:r w:rsidR="00292DDD" w:rsidRPr="008B7FD2">
          <w:rPr>
            <w:rStyle w:val="Hyperlink"/>
            <w:sz w:val="18"/>
            <w:szCs w:val="18"/>
            <w:lang w:val="sl-SI"/>
          </w:rPr>
          <w:t>https://services-test.informatika.si/EvidencaZahtevWeb/sca/MasovnaOddajaInfoStoritev?WSDL</w:t>
        </w:r>
      </w:hyperlink>
    </w:p>
    <w:p w14:paraId="68EECB74" w14:textId="77777777" w:rsidR="009F6D81" w:rsidRPr="008B7FD2" w:rsidRDefault="009F6D81" w:rsidP="009F6D81">
      <w:pPr>
        <w:pStyle w:val="Heading2"/>
      </w:pPr>
      <w:bookmarkStart w:id="289" w:name="_Toc64888765"/>
      <w:proofErr w:type="spellStart"/>
      <w:r w:rsidRPr="008B7FD2">
        <w:t>Verzioniranje</w:t>
      </w:r>
      <w:proofErr w:type="spellEnd"/>
      <w:r w:rsidRPr="008B7FD2">
        <w:t xml:space="preserve"> WS</w:t>
      </w:r>
      <w:bookmarkEnd w:id="289"/>
    </w:p>
    <w:p w14:paraId="2C000BD7" w14:textId="77777777" w:rsidR="009F6D81" w:rsidRPr="008B7FD2" w:rsidRDefault="009F6D81" w:rsidP="009F6D81">
      <w:r w:rsidRPr="008B7FD2">
        <w:t>Verzija nabora storitev 1.0</w:t>
      </w:r>
    </w:p>
    <w:p w14:paraId="18D303C3" w14:textId="77777777" w:rsidR="009F6D81" w:rsidRPr="008B7FD2" w:rsidRDefault="009F6D81" w:rsidP="009F6D81">
      <w:pPr>
        <w:pStyle w:val="Heading2"/>
        <w:ind w:left="578" w:hanging="578"/>
      </w:pPr>
      <w:bookmarkStart w:id="290" w:name="_Toc64888766"/>
      <w:r w:rsidRPr="008B7FD2">
        <w:t>Diagram poteka</w:t>
      </w:r>
      <w:bookmarkEnd w:id="290"/>
    </w:p>
    <w:p w14:paraId="7243FC58" w14:textId="77777777" w:rsidR="009F6D81" w:rsidRPr="008B7FD2" w:rsidRDefault="009F6D81" w:rsidP="009F6D81">
      <w:r w:rsidRPr="008B7FD2">
        <w:t>Ni na voljo.</w:t>
      </w:r>
    </w:p>
    <w:p w14:paraId="3534B820" w14:textId="77777777" w:rsidR="009F6D81" w:rsidRPr="008B7FD2" w:rsidRDefault="009F6D81" w:rsidP="009F6D81">
      <w:pPr>
        <w:pStyle w:val="Heading2"/>
        <w:ind w:left="578" w:hanging="578"/>
      </w:pPr>
      <w:bookmarkStart w:id="291" w:name="_Toc64888767"/>
      <w:r w:rsidRPr="008B7FD2">
        <w:t>Način uporabe</w:t>
      </w:r>
      <w:bookmarkEnd w:id="291"/>
    </w:p>
    <w:p w14:paraId="42887CB7" w14:textId="0EF8AE46" w:rsidR="009F6D81" w:rsidRPr="008B7FD2" w:rsidRDefault="00F468C8" w:rsidP="009F6D81">
      <w:r w:rsidRPr="008B7FD2">
        <w:t>Paket s</w:t>
      </w:r>
      <w:r w:rsidR="009F6D81" w:rsidRPr="008B7FD2">
        <w:t xml:space="preserve">toritev se kliče za potrebe </w:t>
      </w:r>
      <w:r w:rsidRPr="008B7FD2">
        <w:t>masovne oddaje zahtev za menjavo dobavitelja in pridobitev podatkov MM</w:t>
      </w:r>
      <w:r w:rsidR="009F6D81" w:rsidRPr="008B7FD2">
        <w:t>.</w:t>
      </w:r>
      <w:r w:rsidRPr="008B7FD2">
        <w:t xml:space="preserve"> Vsaka izmed dveh vrst masovne oddaje zahtev se kliče v paru s storitvijo za pridobivanje informacij o masovno oddanih zahtevah.</w:t>
      </w:r>
    </w:p>
    <w:p w14:paraId="09255133" w14:textId="77777777" w:rsidR="009F6D81" w:rsidRPr="008B7FD2" w:rsidRDefault="009F6D81" w:rsidP="009F6D81">
      <w:pPr>
        <w:pStyle w:val="Heading2"/>
        <w:ind w:left="578" w:hanging="578"/>
      </w:pPr>
      <w:bookmarkStart w:id="292" w:name="_Toc64888768"/>
      <w:r w:rsidRPr="008B7FD2">
        <w:t>Posebnosti</w:t>
      </w:r>
      <w:bookmarkEnd w:id="292"/>
    </w:p>
    <w:p w14:paraId="20F684E6" w14:textId="26A0E210" w:rsidR="009F6D81" w:rsidRDefault="00CF652B" w:rsidP="009F6D81">
      <w:r w:rsidRPr="008B7FD2">
        <w:t xml:space="preserve">Storitvi za masovno oddajo zahtev sta zasnovani na način, da se s pomočjo enega klica </w:t>
      </w:r>
      <w:proofErr w:type="spellStart"/>
      <w:r w:rsidRPr="008B7FD2">
        <w:t>ws</w:t>
      </w:r>
      <w:proofErr w:type="spellEnd"/>
      <w:r w:rsidRPr="008B7FD2">
        <w:t xml:space="preserve"> kreira več zahtev za menjavo dobavitelja oz. pridobivanja podatkov MM za nabor merilnih mest, podanih v zahtevi storitve za masovno oddajo</w:t>
      </w:r>
      <w:r w:rsidR="003072A5" w:rsidRPr="008B7FD2">
        <w:t>.</w:t>
      </w:r>
      <w:r w:rsidRPr="008B7FD2">
        <w:t xml:space="preserve"> Za povratno informacijo o tem, katere zahteve merilnih mest so bile uspešno oddane in katere zavrnjene</w:t>
      </w:r>
      <w:r w:rsidR="00C952AE" w:rsidRPr="008B7FD2">
        <w:t>,</w:t>
      </w:r>
      <w:r w:rsidRPr="008B7FD2">
        <w:t xml:space="preserve"> je na voljo storitev </w:t>
      </w:r>
      <w:proofErr w:type="spellStart"/>
      <w:r w:rsidRPr="008B7FD2">
        <w:t>MasovnaOddajaInfo</w:t>
      </w:r>
      <w:proofErr w:type="spellEnd"/>
      <w:r w:rsidRPr="008B7FD2">
        <w:t>, ki vrne podatke na podlagi identifikatorja masovne zahteve, pridobljene kot rezultat klica masovne oddaje.</w:t>
      </w:r>
    </w:p>
    <w:p w14:paraId="050D5349" w14:textId="1D98D930" w:rsidR="00112708" w:rsidRPr="008B7FD2" w:rsidRDefault="002968D7" w:rsidP="009F6D81">
      <w:r>
        <w:t>Storitev umaknjena iz uporabe s 1.10.2018</w:t>
      </w:r>
    </w:p>
    <w:p w14:paraId="2C553450" w14:textId="77777777" w:rsidR="009F6D81" w:rsidRPr="008B7FD2" w:rsidRDefault="009F6D81" w:rsidP="009F6D81">
      <w:pPr>
        <w:pStyle w:val="Heading2"/>
        <w:ind w:left="578" w:hanging="578"/>
      </w:pPr>
      <w:bookmarkStart w:id="293" w:name="_Toc64888769"/>
      <w:r w:rsidRPr="008B7FD2">
        <w:t>Tehnološki predpogoji uporabe WS</w:t>
      </w:r>
      <w:bookmarkEnd w:id="293"/>
    </w:p>
    <w:p w14:paraId="699C1D78" w14:textId="6D157345" w:rsidR="00FC15E1" w:rsidRDefault="009F6D81" w:rsidP="009F6D81">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6AF40B3C" w14:textId="77777777" w:rsidR="00FC15E1" w:rsidRDefault="00FC15E1">
      <w:pPr>
        <w:spacing w:after="0" w:line="240" w:lineRule="auto"/>
        <w:jc w:val="left"/>
      </w:pPr>
      <w:r>
        <w:br w:type="page"/>
      </w:r>
    </w:p>
    <w:p w14:paraId="163C974E" w14:textId="242DF756" w:rsidR="00FC15E1" w:rsidRPr="008B7FD2" w:rsidRDefault="00FC15E1" w:rsidP="00FC15E1">
      <w:pPr>
        <w:pStyle w:val="Heading1"/>
        <w:ind w:left="431" w:hanging="431"/>
      </w:pPr>
      <w:bookmarkStart w:id="294" w:name="_Toc64888770"/>
      <w:r w:rsidRPr="008B7FD2">
        <w:lastRenderedPageBreak/>
        <w:t>Evidenca zahtev masovna oddaja zahtev</w:t>
      </w:r>
      <w:r>
        <w:t xml:space="preserve"> v2</w:t>
      </w:r>
      <w:bookmarkEnd w:id="294"/>
    </w:p>
    <w:p w14:paraId="2D8547BB" w14:textId="77777777" w:rsidR="00FC15E1" w:rsidRPr="008B7FD2" w:rsidRDefault="00FC15E1" w:rsidP="00FC15E1">
      <w:pPr>
        <w:pStyle w:val="Heading2"/>
      </w:pPr>
      <w:bookmarkStart w:id="295" w:name="_Toc64888771"/>
      <w:r w:rsidRPr="008B7FD2">
        <w:t>Kratek opis in namen WS</w:t>
      </w:r>
      <w:bookmarkEnd w:id="295"/>
    </w:p>
    <w:p w14:paraId="6D1D93D8" w14:textId="77777777" w:rsidR="00FC15E1" w:rsidRPr="008B7FD2" w:rsidRDefault="00FC15E1" w:rsidP="00FC15E1">
      <w:r w:rsidRPr="008B7FD2">
        <w:t>Paket storitev je namenjen masovni oddaji zahtev za menjavo dobavitelja in pridobitev podatkov MM.</w:t>
      </w:r>
    </w:p>
    <w:p w14:paraId="22BDA72D" w14:textId="77777777" w:rsidR="00FC15E1" w:rsidRPr="008B7FD2" w:rsidRDefault="00FC15E1" w:rsidP="00FC15E1">
      <w:pPr>
        <w:pStyle w:val="NoSpacing"/>
        <w:numPr>
          <w:ilvl w:val="0"/>
          <w:numId w:val="27"/>
        </w:numPr>
        <w:rPr>
          <w:lang w:val="sl-SI"/>
        </w:rPr>
      </w:pPr>
      <w:r w:rsidRPr="008B7FD2">
        <w:rPr>
          <w:lang w:val="sl-SI"/>
        </w:rPr>
        <w:t>Url produkcija:</w:t>
      </w:r>
    </w:p>
    <w:p w14:paraId="60C33DCA" w14:textId="39501BD0" w:rsidR="00FC15E1" w:rsidRPr="008B7FD2" w:rsidRDefault="00765DB7" w:rsidP="00FC15E1">
      <w:pPr>
        <w:pStyle w:val="NoSpacing"/>
        <w:rPr>
          <w:sz w:val="18"/>
          <w:szCs w:val="18"/>
          <w:lang w:val="sl-SI"/>
        </w:rPr>
      </w:pPr>
      <w:hyperlink r:id="rId133" w:history="1">
        <w:r w:rsidR="00F83E9B" w:rsidRPr="005A7DEA">
          <w:rPr>
            <w:rStyle w:val="Hyperlink"/>
            <w:sz w:val="18"/>
            <w:szCs w:val="18"/>
            <w:lang w:val="sl-SI"/>
          </w:rPr>
          <w:t>https://services.informatika.si/EvidencaZahtevWeb/sca/MasovnaOddajaMenjavDobavitelja2Storitev?WSDL</w:t>
        </w:r>
      </w:hyperlink>
    </w:p>
    <w:p w14:paraId="3D26636C" w14:textId="5147C304" w:rsidR="00FC15E1" w:rsidRPr="008B7FD2" w:rsidRDefault="00765DB7" w:rsidP="00FC15E1">
      <w:pPr>
        <w:pStyle w:val="NoSpacing"/>
        <w:rPr>
          <w:sz w:val="18"/>
          <w:szCs w:val="18"/>
          <w:lang w:val="sl-SI"/>
        </w:rPr>
      </w:pPr>
      <w:hyperlink r:id="rId134" w:history="1">
        <w:r w:rsidR="00376393" w:rsidRPr="005A7DEA">
          <w:rPr>
            <w:rStyle w:val="Hyperlink"/>
            <w:sz w:val="18"/>
            <w:szCs w:val="18"/>
            <w:lang w:val="sl-SI"/>
          </w:rPr>
          <w:t>https://services.informatika.si/EvidencaZahtevWeb/sca/MasovnaOddajaPodatkovMM2Storitev?WSDL</w:t>
        </w:r>
      </w:hyperlink>
    </w:p>
    <w:p w14:paraId="04C0F570" w14:textId="49116318" w:rsidR="00FC15E1" w:rsidRPr="008B7FD2" w:rsidRDefault="00765DB7" w:rsidP="00FC15E1">
      <w:pPr>
        <w:pStyle w:val="NoSpacing"/>
        <w:rPr>
          <w:sz w:val="18"/>
          <w:szCs w:val="18"/>
          <w:lang w:val="sl-SI"/>
        </w:rPr>
      </w:pPr>
      <w:hyperlink r:id="rId135" w:history="1">
        <w:r w:rsidR="008A5B8A" w:rsidRPr="005A7DEA">
          <w:rPr>
            <w:rStyle w:val="Hyperlink"/>
            <w:sz w:val="18"/>
            <w:szCs w:val="18"/>
            <w:lang w:val="sl-SI"/>
          </w:rPr>
          <w:t>https://services.informatika.si/EvidencaZahtevWeb/sca/MasovnaOddajaZahtevInfo2Storitev?WSDL</w:t>
        </w:r>
      </w:hyperlink>
    </w:p>
    <w:p w14:paraId="79947CEF" w14:textId="77777777" w:rsidR="00FC15E1" w:rsidRPr="008B7FD2" w:rsidRDefault="00FC15E1" w:rsidP="00FC15E1">
      <w:pPr>
        <w:pStyle w:val="NoSpacing"/>
        <w:numPr>
          <w:ilvl w:val="0"/>
          <w:numId w:val="27"/>
        </w:numPr>
        <w:rPr>
          <w:lang w:val="sl-SI"/>
        </w:rPr>
      </w:pPr>
      <w:r w:rsidRPr="008B7FD2">
        <w:rPr>
          <w:lang w:val="sl-SI"/>
        </w:rPr>
        <w:t xml:space="preserve">Url test: </w:t>
      </w:r>
    </w:p>
    <w:p w14:paraId="5089E651" w14:textId="3B13661D" w:rsidR="00FC15E1" w:rsidRPr="008B7FD2" w:rsidRDefault="00765DB7" w:rsidP="00FC15E1">
      <w:pPr>
        <w:pStyle w:val="NoSpacing"/>
        <w:rPr>
          <w:sz w:val="18"/>
          <w:szCs w:val="18"/>
          <w:lang w:val="sl-SI"/>
        </w:rPr>
      </w:pPr>
      <w:hyperlink r:id="rId136" w:history="1">
        <w:r w:rsidR="00B72F00" w:rsidRPr="005A7DEA">
          <w:rPr>
            <w:rStyle w:val="Hyperlink"/>
            <w:sz w:val="18"/>
            <w:szCs w:val="18"/>
            <w:lang w:val="sl-SI"/>
          </w:rPr>
          <w:t>https://services-test.informatika.si/EvidencaZahtevWeb/sca/MasovnaOddajaMenjavDobavitelja2Storitev?WSDL</w:t>
        </w:r>
      </w:hyperlink>
    </w:p>
    <w:p w14:paraId="55559741" w14:textId="72412A91" w:rsidR="00FC15E1" w:rsidRPr="008B7FD2" w:rsidRDefault="00765DB7" w:rsidP="00FC15E1">
      <w:pPr>
        <w:pStyle w:val="NoSpacing"/>
        <w:rPr>
          <w:sz w:val="18"/>
          <w:szCs w:val="18"/>
          <w:lang w:val="sl-SI"/>
        </w:rPr>
      </w:pPr>
      <w:hyperlink r:id="rId137" w:history="1">
        <w:r w:rsidR="00F83E9B" w:rsidRPr="005A7DEA">
          <w:rPr>
            <w:rStyle w:val="Hyperlink"/>
            <w:sz w:val="18"/>
            <w:szCs w:val="18"/>
            <w:lang w:val="sl-SI"/>
          </w:rPr>
          <w:t>https://services-test.informatika.si/EvidencaZahtevWeb/sca/MasovnaOddajaPodatkovMM2Storitev?WSDL</w:t>
        </w:r>
      </w:hyperlink>
    </w:p>
    <w:p w14:paraId="4F986CAF" w14:textId="490AFA2E" w:rsidR="00FC15E1" w:rsidRPr="008B7FD2" w:rsidRDefault="00765DB7" w:rsidP="00FC15E1">
      <w:pPr>
        <w:pStyle w:val="NoSpacing"/>
        <w:rPr>
          <w:lang w:val="sl-SI"/>
        </w:rPr>
      </w:pPr>
      <w:hyperlink r:id="rId138" w:history="1">
        <w:r w:rsidR="00376393" w:rsidRPr="005A7DEA">
          <w:rPr>
            <w:rStyle w:val="Hyperlink"/>
            <w:sz w:val="18"/>
            <w:szCs w:val="18"/>
            <w:lang w:val="sl-SI"/>
          </w:rPr>
          <w:t>https://services-test.informatika.si/EvidencaZahtevWeb/sca/MasovnaOddajaZahtevInfo2Storitev?WSDL</w:t>
        </w:r>
      </w:hyperlink>
    </w:p>
    <w:p w14:paraId="258E47C6" w14:textId="77777777" w:rsidR="00FC15E1" w:rsidRPr="008B7FD2" w:rsidRDefault="00FC15E1" w:rsidP="00FC15E1">
      <w:pPr>
        <w:pStyle w:val="Heading2"/>
      </w:pPr>
      <w:bookmarkStart w:id="296" w:name="_Toc64888772"/>
      <w:proofErr w:type="spellStart"/>
      <w:r w:rsidRPr="008B7FD2">
        <w:t>Verzioniranje</w:t>
      </w:r>
      <w:proofErr w:type="spellEnd"/>
      <w:r w:rsidRPr="008B7FD2">
        <w:t xml:space="preserve"> WS</w:t>
      </w:r>
      <w:bookmarkEnd w:id="296"/>
    </w:p>
    <w:p w14:paraId="5E64345F" w14:textId="051F4800" w:rsidR="00FC15E1" w:rsidRPr="008B7FD2" w:rsidRDefault="00FC15E1" w:rsidP="00FC15E1">
      <w:r w:rsidRPr="008B7FD2">
        <w:t xml:space="preserve">Verzija nabora storitev </w:t>
      </w:r>
      <w:r w:rsidR="00B72F00">
        <w:t>2</w:t>
      </w:r>
      <w:r w:rsidRPr="008B7FD2">
        <w:t>.0</w:t>
      </w:r>
    </w:p>
    <w:p w14:paraId="4539F841" w14:textId="77777777" w:rsidR="00FC15E1" w:rsidRPr="008B7FD2" w:rsidRDefault="00FC15E1" w:rsidP="00FC15E1">
      <w:pPr>
        <w:pStyle w:val="Heading2"/>
        <w:ind w:left="578" w:hanging="578"/>
      </w:pPr>
      <w:bookmarkStart w:id="297" w:name="_Toc64888773"/>
      <w:r w:rsidRPr="008B7FD2">
        <w:t>Diagram poteka</w:t>
      </w:r>
      <w:bookmarkEnd w:id="297"/>
    </w:p>
    <w:p w14:paraId="5BF5A3FD" w14:textId="77777777" w:rsidR="00FC15E1" w:rsidRPr="008B7FD2" w:rsidRDefault="00FC15E1" w:rsidP="00FC15E1">
      <w:r w:rsidRPr="008B7FD2">
        <w:t>Ni na voljo.</w:t>
      </w:r>
    </w:p>
    <w:p w14:paraId="79A0FA99" w14:textId="77777777" w:rsidR="00FC15E1" w:rsidRPr="008B7FD2" w:rsidRDefault="00FC15E1" w:rsidP="00FC15E1">
      <w:pPr>
        <w:pStyle w:val="Heading2"/>
        <w:ind w:left="578" w:hanging="578"/>
      </w:pPr>
      <w:bookmarkStart w:id="298" w:name="_Toc64888774"/>
      <w:r w:rsidRPr="008B7FD2">
        <w:t>Način uporabe</w:t>
      </w:r>
      <w:bookmarkEnd w:id="298"/>
    </w:p>
    <w:p w14:paraId="2FBAA9AF" w14:textId="4AFF4096" w:rsidR="00FC15E1" w:rsidRDefault="00FC15E1" w:rsidP="00FC15E1">
      <w:r w:rsidRPr="008B7FD2">
        <w:t>Paket storitev se kliče za potrebe masovne oddaje zahtev za menjavo dobavitelja in pridobitev podatkov MM. Vsaka izmed dveh vrst masovne oddaje zahtev se kliče v paru s storitvijo za pridobivanje informacij o masovno oddanih zahtevah.</w:t>
      </w:r>
    </w:p>
    <w:p w14:paraId="4BDC57D7" w14:textId="34F481D4" w:rsidR="00B96343" w:rsidRPr="008B7FD2" w:rsidRDefault="00B96343" w:rsidP="00B96343">
      <w:r>
        <w:t>Storitev za masovno oddajo vlog umaknjena iz uporabe s 1</w:t>
      </w:r>
      <w:r w:rsidR="00FA6458">
        <w:t>1</w:t>
      </w:r>
      <w:r>
        <w:t>.</w:t>
      </w:r>
      <w:r w:rsidR="00FA6458">
        <w:t>2</w:t>
      </w:r>
      <w:r>
        <w:t>.2021</w:t>
      </w:r>
    </w:p>
    <w:p w14:paraId="3D5D93CF" w14:textId="77777777" w:rsidR="00B96343" w:rsidRPr="008B7FD2" w:rsidRDefault="00B96343" w:rsidP="00FC15E1"/>
    <w:p w14:paraId="270C59D8" w14:textId="77777777" w:rsidR="00FC15E1" w:rsidRPr="008B7FD2" w:rsidRDefault="00FC15E1" w:rsidP="00FC15E1">
      <w:pPr>
        <w:pStyle w:val="Heading2"/>
        <w:ind w:left="578" w:hanging="578"/>
      </w:pPr>
      <w:bookmarkStart w:id="299" w:name="_Toc64888775"/>
      <w:r w:rsidRPr="008B7FD2">
        <w:t>Posebnosti</w:t>
      </w:r>
      <w:bookmarkEnd w:id="299"/>
    </w:p>
    <w:p w14:paraId="1FDF80F2" w14:textId="77777777" w:rsidR="00FC15E1" w:rsidRPr="008B7FD2" w:rsidRDefault="00FC15E1" w:rsidP="00FC15E1">
      <w:r w:rsidRPr="008B7FD2">
        <w:t xml:space="preserve">Storitvi za masovno oddajo zahtev sta zasnovani na način, da se s pomočjo enega klica </w:t>
      </w:r>
      <w:proofErr w:type="spellStart"/>
      <w:r w:rsidRPr="008B7FD2">
        <w:t>ws</w:t>
      </w:r>
      <w:proofErr w:type="spellEnd"/>
      <w:r w:rsidRPr="008B7FD2">
        <w:t xml:space="preserve"> kreira več zahtev za menjavo dobavitelja oz. pridobivanja podatkov MM za nabor merilnih mest, podanih v zahtevi storitve za masovno oddajo. Za povratno informacijo o tem, katere zahteve merilnih mest so bile uspešno oddane in katere zavrnjene, je na voljo storitev </w:t>
      </w:r>
      <w:proofErr w:type="spellStart"/>
      <w:r w:rsidRPr="008B7FD2">
        <w:t>MasovnaOddajaInfo</w:t>
      </w:r>
      <w:proofErr w:type="spellEnd"/>
      <w:r w:rsidRPr="008B7FD2">
        <w:t>, ki vrne podatke na podlagi identifikatorja masovne zahteve, pridobljene kot rezultat klica masovne oddaje.</w:t>
      </w:r>
    </w:p>
    <w:p w14:paraId="5C6296B5" w14:textId="77777777" w:rsidR="00FC15E1" w:rsidRPr="008B7FD2" w:rsidRDefault="00FC15E1" w:rsidP="00FC15E1">
      <w:pPr>
        <w:pStyle w:val="Heading2"/>
        <w:ind w:left="578" w:hanging="578"/>
      </w:pPr>
      <w:bookmarkStart w:id="300" w:name="_Toc64888776"/>
      <w:r w:rsidRPr="008B7FD2">
        <w:t>Tehnološki predpogoji uporabe WS</w:t>
      </w:r>
      <w:bookmarkEnd w:id="300"/>
    </w:p>
    <w:p w14:paraId="576C340B" w14:textId="4D3C92F1" w:rsidR="00F77B12" w:rsidRPr="008B7FD2" w:rsidRDefault="00FC15E1" w:rsidP="00FC15E1">
      <w:r w:rsidRPr="008B7FD2">
        <w:t>Uporabnik storitve mora vzpostaviti povezavo do spletnega mesta services.informatika.si ter services-test.informatika.si in zaupati certifikatu spletnega mesta. Klici so varovani z uporabniškim imenom in geslom.</w:t>
      </w:r>
    </w:p>
    <w:p w14:paraId="5A7F2E1C" w14:textId="77777777" w:rsidR="00516377" w:rsidRPr="008B7FD2" w:rsidRDefault="00516377" w:rsidP="009F6D81"/>
    <w:p w14:paraId="3E954AB7" w14:textId="1400881D" w:rsidR="00516377" w:rsidRPr="008B7FD2" w:rsidRDefault="00516377" w:rsidP="008F123C">
      <w:pPr>
        <w:pStyle w:val="Heading1"/>
        <w:ind w:left="431" w:hanging="431"/>
      </w:pPr>
      <w:bookmarkStart w:id="301" w:name="_Toc64888777"/>
      <w:r w:rsidRPr="008B7FD2">
        <w:lastRenderedPageBreak/>
        <w:t>Odpoved pogodbe o dobavi</w:t>
      </w:r>
      <w:bookmarkEnd w:id="301"/>
    </w:p>
    <w:p w14:paraId="00603549" w14:textId="77777777" w:rsidR="00516377" w:rsidRPr="008B7FD2" w:rsidRDefault="00516377" w:rsidP="00516377">
      <w:pPr>
        <w:pStyle w:val="Heading2"/>
      </w:pPr>
      <w:bookmarkStart w:id="302" w:name="_Toc64888778"/>
      <w:r w:rsidRPr="008B7FD2">
        <w:t>Kratek opis in namen WS</w:t>
      </w:r>
      <w:bookmarkEnd w:id="302"/>
    </w:p>
    <w:p w14:paraId="05E8ED17" w14:textId="51E4F4A2" w:rsidR="00516377" w:rsidRPr="008B7FD2" w:rsidRDefault="00516377" w:rsidP="00516377">
      <w:r w:rsidRPr="008B7FD2">
        <w:t>Storitev je namenjena odpovedi pogodbe o dobavi s strani dobavitelja.</w:t>
      </w:r>
    </w:p>
    <w:p w14:paraId="53DC4E58" w14:textId="77777777" w:rsidR="00516377" w:rsidRPr="008B7FD2" w:rsidRDefault="00516377" w:rsidP="00516377">
      <w:pPr>
        <w:pStyle w:val="NoSpacing"/>
        <w:numPr>
          <w:ilvl w:val="0"/>
          <w:numId w:val="27"/>
        </w:numPr>
        <w:rPr>
          <w:lang w:val="sl-SI"/>
        </w:rPr>
      </w:pPr>
      <w:r w:rsidRPr="008B7FD2">
        <w:rPr>
          <w:lang w:val="sl-SI"/>
        </w:rPr>
        <w:t>Url produkcija:</w:t>
      </w:r>
    </w:p>
    <w:p w14:paraId="45B656A7" w14:textId="452C9A24" w:rsidR="00516377" w:rsidRPr="008B7FD2" w:rsidRDefault="00765DB7" w:rsidP="00516377">
      <w:pPr>
        <w:pStyle w:val="NoSpacing"/>
        <w:rPr>
          <w:sz w:val="18"/>
          <w:szCs w:val="18"/>
          <w:lang w:val="sl-SI"/>
        </w:rPr>
      </w:pPr>
      <w:hyperlink r:id="rId139" w:history="1">
        <w:r w:rsidR="00516377" w:rsidRPr="008B7FD2">
          <w:rPr>
            <w:rStyle w:val="Hyperlink"/>
            <w:sz w:val="18"/>
            <w:szCs w:val="18"/>
            <w:lang w:val="sl-SI"/>
          </w:rPr>
          <w:t>https://services.informatika.si/OdpovedPogodbeODobaviWeb/sca/OdpovedPogodbeODobaviStoritev?WSDL</w:t>
        </w:r>
      </w:hyperlink>
    </w:p>
    <w:p w14:paraId="7F271FB4" w14:textId="77777777" w:rsidR="00516377" w:rsidRPr="008B7FD2" w:rsidRDefault="00516377" w:rsidP="00516377">
      <w:pPr>
        <w:pStyle w:val="NoSpacing"/>
        <w:numPr>
          <w:ilvl w:val="0"/>
          <w:numId w:val="27"/>
        </w:numPr>
        <w:rPr>
          <w:lang w:val="sl-SI"/>
        </w:rPr>
      </w:pPr>
      <w:r w:rsidRPr="008B7FD2">
        <w:rPr>
          <w:lang w:val="sl-SI"/>
        </w:rPr>
        <w:t xml:space="preserve">Url test: </w:t>
      </w:r>
    </w:p>
    <w:p w14:paraId="1AF830D5" w14:textId="5B223257" w:rsidR="00516377" w:rsidRPr="008B7FD2" w:rsidRDefault="00765DB7" w:rsidP="00516377">
      <w:pPr>
        <w:pStyle w:val="NoSpacing"/>
        <w:rPr>
          <w:sz w:val="18"/>
          <w:szCs w:val="18"/>
          <w:lang w:val="sl-SI"/>
        </w:rPr>
      </w:pPr>
      <w:hyperlink r:id="rId140" w:history="1">
        <w:r w:rsidR="00516377" w:rsidRPr="008B7FD2">
          <w:rPr>
            <w:rStyle w:val="Hyperlink"/>
            <w:sz w:val="18"/>
            <w:szCs w:val="18"/>
            <w:lang w:val="sl-SI"/>
          </w:rPr>
          <w:t>https://services-test.informatika.si/OdpovedPogodbeODobaviWeb/sca/OdpovedPogodbeODobaviStoritev?WSDL</w:t>
        </w:r>
      </w:hyperlink>
    </w:p>
    <w:p w14:paraId="3E761958" w14:textId="77777777" w:rsidR="00516377" w:rsidRPr="008B7FD2" w:rsidRDefault="00516377" w:rsidP="00516377">
      <w:pPr>
        <w:pStyle w:val="NoSpacing"/>
        <w:ind w:left="360"/>
        <w:rPr>
          <w:lang w:val="sl-SI"/>
        </w:rPr>
      </w:pPr>
    </w:p>
    <w:p w14:paraId="53B72720" w14:textId="77777777" w:rsidR="00516377" w:rsidRPr="008B7FD2" w:rsidRDefault="00516377" w:rsidP="00516377">
      <w:pPr>
        <w:pStyle w:val="Heading2"/>
      </w:pPr>
      <w:bookmarkStart w:id="303" w:name="_Toc64888779"/>
      <w:proofErr w:type="spellStart"/>
      <w:r w:rsidRPr="008B7FD2">
        <w:t>Verzioniranje</w:t>
      </w:r>
      <w:proofErr w:type="spellEnd"/>
      <w:r w:rsidRPr="008B7FD2">
        <w:t xml:space="preserve"> WS</w:t>
      </w:r>
      <w:bookmarkEnd w:id="303"/>
    </w:p>
    <w:p w14:paraId="3464CE84" w14:textId="77777777" w:rsidR="00516377" w:rsidRPr="008B7FD2" w:rsidRDefault="00516377" w:rsidP="00516377">
      <w:r w:rsidRPr="008B7FD2">
        <w:t>Verzija nabora storitev 1.0</w:t>
      </w:r>
    </w:p>
    <w:p w14:paraId="1A537A44" w14:textId="77777777" w:rsidR="00516377" w:rsidRPr="008B7FD2" w:rsidRDefault="00516377" w:rsidP="00516377">
      <w:pPr>
        <w:pStyle w:val="Heading2"/>
        <w:ind w:left="578" w:hanging="578"/>
      </w:pPr>
      <w:bookmarkStart w:id="304" w:name="_Toc64888780"/>
      <w:r w:rsidRPr="008B7FD2">
        <w:t>Diagram poteka</w:t>
      </w:r>
      <w:bookmarkEnd w:id="304"/>
    </w:p>
    <w:p w14:paraId="0F865427" w14:textId="77777777" w:rsidR="00516377" w:rsidRPr="008B7FD2" w:rsidRDefault="00516377" w:rsidP="00516377">
      <w:r w:rsidRPr="008B7FD2">
        <w:t>Ni na voljo.</w:t>
      </w:r>
    </w:p>
    <w:p w14:paraId="2F5720A7" w14:textId="77777777" w:rsidR="00516377" w:rsidRPr="008B7FD2" w:rsidRDefault="00516377" w:rsidP="00516377">
      <w:pPr>
        <w:pStyle w:val="Heading2"/>
        <w:ind w:left="578" w:hanging="578"/>
      </w:pPr>
      <w:bookmarkStart w:id="305" w:name="_Toc64888781"/>
      <w:r w:rsidRPr="008B7FD2">
        <w:t>Način uporabe</w:t>
      </w:r>
      <w:bookmarkEnd w:id="305"/>
    </w:p>
    <w:p w14:paraId="3C8C8142" w14:textId="6952D5C7" w:rsidR="00516377" w:rsidRPr="008B7FD2" w:rsidRDefault="008772AB" w:rsidP="00516377">
      <w:r w:rsidRPr="008B7FD2">
        <w:t xml:space="preserve">Storitev se kliče za potrebe odpovedi pogodbe o dobavi in posledično procesa odklopa na strani distributerja. Odpoved od pogodbe se lahko poda </w:t>
      </w:r>
      <w:r w:rsidR="00764867" w:rsidRPr="008B7FD2">
        <w:t>iz razlogov odpovedi pogodbe o dobavi, preteka pogodbe o dobavi</w:t>
      </w:r>
      <w:r w:rsidRPr="008B7FD2">
        <w:t xml:space="preserve"> ali na željo odjemalca</w:t>
      </w:r>
      <w:r w:rsidR="00516377" w:rsidRPr="008B7FD2">
        <w:t xml:space="preserve">. </w:t>
      </w:r>
    </w:p>
    <w:p w14:paraId="75478B9A" w14:textId="77777777" w:rsidR="00516377" w:rsidRPr="008B7FD2" w:rsidRDefault="00516377" w:rsidP="00516377">
      <w:pPr>
        <w:pStyle w:val="Heading2"/>
        <w:ind w:left="578" w:hanging="578"/>
      </w:pPr>
      <w:bookmarkStart w:id="306" w:name="_Toc64888782"/>
      <w:r w:rsidRPr="008B7FD2">
        <w:t>Posebnosti</w:t>
      </w:r>
      <w:bookmarkEnd w:id="306"/>
    </w:p>
    <w:p w14:paraId="54C38FDA" w14:textId="501CCBEA" w:rsidR="00516377" w:rsidRDefault="00516377" w:rsidP="00516377">
      <w:r w:rsidRPr="008B7FD2">
        <w:t xml:space="preserve">Storitev </w:t>
      </w:r>
      <w:r w:rsidR="00FA5644" w:rsidRPr="008B7FD2">
        <w:t>kreira posebno vrsto zahteve v evidenci zahtev »19 – odklop merilnega mesta«. Gre za zahtevo v evidenci zahtev, ki je ni možno oddati preko storitev za evidenco zahtev ampak preko opisane storitve Odpoved pogodbe o dobavi. Po potrditvi zahteve na strani distributerja se nadaljujejo ustrezni postopki, bodisi gre merilno mesto v izterjavo pri distributerju, bodisi se takoj pojavi med kandidati za odklop za proženje procesa odklopa. V izterjavo gredo odstopi na zahtevo dobavitelja, neposredno med kandidate pa odstopi na željo odjemalca.</w:t>
      </w:r>
      <w:r w:rsidR="0024067B" w:rsidRPr="008B7FD2">
        <w:t xml:space="preserve"> Status oddane zahteve dobavitelj spremlja preko nabora storitev za evidenco zahtev.</w:t>
      </w:r>
    </w:p>
    <w:p w14:paraId="7BC7A1E7" w14:textId="60E39E67" w:rsidR="00BA787B" w:rsidRPr="008B7FD2" w:rsidRDefault="002968D7" w:rsidP="00516377">
      <w:r>
        <w:t>Storitev umaknjena iz uporabe s 1.10.2018</w:t>
      </w:r>
    </w:p>
    <w:p w14:paraId="6D72703D" w14:textId="77777777" w:rsidR="00516377" w:rsidRPr="008B7FD2" w:rsidRDefault="00516377" w:rsidP="00516377">
      <w:pPr>
        <w:pStyle w:val="Heading2"/>
        <w:ind w:left="578" w:hanging="578"/>
      </w:pPr>
      <w:bookmarkStart w:id="307" w:name="_Toc64888783"/>
      <w:r w:rsidRPr="008B7FD2">
        <w:t>Tehnološki predpogoji uporabe WS</w:t>
      </w:r>
      <w:bookmarkEnd w:id="307"/>
    </w:p>
    <w:p w14:paraId="5C18CDA0" w14:textId="5B4B41AC" w:rsidR="00C571D8" w:rsidRDefault="00516377" w:rsidP="00516377">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71235466" w14:textId="77777777" w:rsidR="00C571D8" w:rsidRDefault="00C571D8">
      <w:pPr>
        <w:spacing w:after="0" w:line="240" w:lineRule="auto"/>
        <w:jc w:val="left"/>
      </w:pPr>
      <w:r>
        <w:br w:type="page"/>
      </w:r>
    </w:p>
    <w:p w14:paraId="69E1515F" w14:textId="6E5A4D8B" w:rsidR="00C571D8" w:rsidRPr="008B7FD2" w:rsidRDefault="00C571D8" w:rsidP="00C571D8">
      <w:pPr>
        <w:pStyle w:val="Heading1"/>
        <w:ind w:left="431" w:hanging="431"/>
      </w:pPr>
      <w:bookmarkStart w:id="308" w:name="_Toc64888784"/>
      <w:r w:rsidRPr="008B7FD2">
        <w:lastRenderedPageBreak/>
        <w:t>Odpoved pogodbe o dobavi</w:t>
      </w:r>
      <w:r>
        <w:t xml:space="preserve"> v3</w:t>
      </w:r>
      <w:bookmarkEnd w:id="308"/>
    </w:p>
    <w:p w14:paraId="03FB9C88" w14:textId="77777777" w:rsidR="00C571D8" w:rsidRPr="008B7FD2" w:rsidRDefault="00C571D8" w:rsidP="00C571D8">
      <w:pPr>
        <w:pStyle w:val="Heading2"/>
      </w:pPr>
      <w:bookmarkStart w:id="309" w:name="_Toc64888785"/>
      <w:r w:rsidRPr="008B7FD2">
        <w:t>Kratek opis in namen WS</w:t>
      </w:r>
      <w:bookmarkEnd w:id="309"/>
    </w:p>
    <w:p w14:paraId="66B0B9E9" w14:textId="77777777" w:rsidR="00C571D8" w:rsidRPr="008B7FD2" w:rsidRDefault="00C571D8" w:rsidP="00C571D8">
      <w:r w:rsidRPr="008B7FD2">
        <w:t>Storitev je namenjena odpovedi pogodbe o dobavi s strani dobavitelja.</w:t>
      </w:r>
    </w:p>
    <w:p w14:paraId="24D91BCD" w14:textId="77777777" w:rsidR="00C571D8" w:rsidRPr="008B7FD2" w:rsidRDefault="00C571D8" w:rsidP="00C571D8">
      <w:pPr>
        <w:pStyle w:val="NoSpacing"/>
        <w:numPr>
          <w:ilvl w:val="0"/>
          <w:numId w:val="27"/>
        </w:numPr>
        <w:rPr>
          <w:lang w:val="sl-SI"/>
        </w:rPr>
      </w:pPr>
      <w:r w:rsidRPr="008B7FD2">
        <w:rPr>
          <w:lang w:val="sl-SI"/>
        </w:rPr>
        <w:t>Url produkcija:</w:t>
      </w:r>
    </w:p>
    <w:p w14:paraId="380C607D" w14:textId="49F21696" w:rsidR="00C571D8" w:rsidRPr="008B7FD2" w:rsidRDefault="00765DB7" w:rsidP="00C571D8">
      <w:pPr>
        <w:pStyle w:val="NoSpacing"/>
        <w:rPr>
          <w:sz w:val="18"/>
          <w:szCs w:val="18"/>
          <w:lang w:val="sl-SI"/>
        </w:rPr>
      </w:pPr>
      <w:hyperlink r:id="rId141" w:history="1">
        <w:r w:rsidR="00F3776B" w:rsidRPr="005A7DEA">
          <w:rPr>
            <w:rStyle w:val="Hyperlink"/>
            <w:sz w:val="18"/>
            <w:szCs w:val="18"/>
            <w:lang w:val="sl-SI"/>
          </w:rPr>
          <w:t>https://services.informatika.si/OdpovedPogodbeODobaviWeb/sca/OdpovedPogodbeODobaviOddaj3Storitev?WSDL</w:t>
        </w:r>
      </w:hyperlink>
    </w:p>
    <w:p w14:paraId="4DDE6D28" w14:textId="77777777" w:rsidR="00C571D8" w:rsidRPr="008B7FD2" w:rsidRDefault="00C571D8" w:rsidP="00C571D8">
      <w:pPr>
        <w:pStyle w:val="NoSpacing"/>
        <w:numPr>
          <w:ilvl w:val="0"/>
          <w:numId w:val="27"/>
        </w:numPr>
        <w:rPr>
          <w:lang w:val="sl-SI"/>
        </w:rPr>
      </w:pPr>
      <w:r w:rsidRPr="008B7FD2">
        <w:rPr>
          <w:lang w:val="sl-SI"/>
        </w:rPr>
        <w:t xml:space="preserve">Url test: </w:t>
      </w:r>
    </w:p>
    <w:p w14:paraId="690E77E3" w14:textId="6759504E" w:rsidR="00C571D8" w:rsidRPr="008B7FD2" w:rsidRDefault="00765DB7" w:rsidP="00C571D8">
      <w:pPr>
        <w:pStyle w:val="NoSpacing"/>
        <w:rPr>
          <w:sz w:val="18"/>
          <w:szCs w:val="18"/>
          <w:lang w:val="sl-SI"/>
        </w:rPr>
      </w:pPr>
      <w:hyperlink r:id="rId142" w:history="1">
        <w:r w:rsidR="007C2794" w:rsidRPr="005A7DEA">
          <w:rPr>
            <w:rStyle w:val="Hyperlink"/>
            <w:sz w:val="18"/>
            <w:szCs w:val="18"/>
            <w:lang w:val="sl-SI"/>
          </w:rPr>
          <w:t>https://services-test.informatika.si/OdpovedPogodbeODobaviWeb/sca/OdpovedPogodbeODobaviOddaj3Storitev?WSDL</w:t>
        </w:r>
      </w:hyperlink>
    </w:p>
    <w:p w14:paraId="6B1A2FEE" w14:textId="77777777" w:rsidR="00C571D8" w:rsidRPr="008B7FD2" w:rsidRDefault="00C571D8" w:rsidP="00C571D8">
      <w:pPr>
        <w:pStyle w:val="NoSpacing"/>
        <w:ind w:left="360"/>
        <w:rPr>
          <w:lang w:val="sl-SI"/>
        </w:rPr>
      </w:pPr>
    </w:p>
    <w:p w14:paraId="66ADAFF3" w14:textId="77777777" w:rsidR="00C571D8" w:rsidRPr="008B7FD2" w:rsidRDefault="00C571D8" w:rsidP="00C571D8">
      <w:pPr>
        <w:pStyle w:val="Heading2"/>
      </w:pPr>
      <w:bookmarkStart w:id="310" w:name="_Toc64888786"/>
      <w:proofErr w:type="spellStart"/>
      <w:r w:rsidRPr="008B7FD2">
        <w:t>Verzioniranje</w:t>
      </w:r>
      <w:proofErr w:type="spellEnd"/>
      <w:r w:rsidRPr="008B7FD2">
        <w:t xml:space="preserve"> WS</w:t>
      </w:r>
      <w:bookmarkEnd w:id="310"/>
    </w:p>
    <w:p w14:paraId="3043EC19" w14:textId="30B71FD4" w:rsidR="00C571D8" w:rsidRPr="008B7FD2" w:rsidRDefault="00C571D8" w:rsidP="00C571D8">
      <w:r w:rsidRPr="008B7FD2">
        <w:t xml:space="preserve">Verzija nabora storitev </w:t>
      </w:r>
      <w:r>
        <w:t>3</w:t>
      </w:r>
      <w:r w:rsidRPr="008B7FD2">
        <w:t>.0</w:t>
      </w:r>
    </w:p>
    <w:p w14:paraId="38C5475C" w14:textId="77777777" w:rsidR="00C571D8" w:rsidRPr="008B7FD2" w:rsidRDefault="00C571D8" w:rsidP="00C571D8">
      <w:pPr>
        <w:pStyle w:val="Heading2"/>
        <w:ind w:left="578" w:hanging="578"/>
      </w:pPr>
      <w:bookmarkStart w:id="311" w:name="_Toc64888787"/>
      <w:r w:rsidRPr="008B7FD2">
        <w:t>Diagram poteka</w:t>
      </w:r>
      <w:bookmarkEnd w:id="311"/>
    </w:p>
    <w:p w14:paraId="034F6AD1" w14:textId="77777777" w:rsidR="00C571D8" w:rsidRPr="008B7FD2" w:rsidRDefault="00C571D8" w:rsidP="00C571D8">
      <w:r w:rsidRPr="008B7FD2">
        <w:t>Ni na voljo.</w:t>
      </w:r>
    </w:p>
    <w:p w14:paraId="18C197F7" w14:textId="77777777" w:rsidR="00C571D8" w:rsidRPr="008B7FD2" w:rsidRDefault="00C571D8" w:rsidP="00C571D8">
      <w:pPr>
        <w:pStyle w:val="Heading2"/>
        <w:ind w:left="578" w:hanging="578"/>
      </w:pPr>
      <w:bookmarkStart w:id="312" w:name="_Toc64888788"/>
      <w:r w:rsidRPr="008B7FD2">
        <w:t>Način uporabe</w:t>
      </w:r>
      <w:bookmarkEnd w:id="312"/>
    </w:p>
    <w:p w14:paraId="55EF8F83" w14:textId="77777777" w:rsidR="00C571D8" w:rsidRPr="008B7FD2" w:rsidRDefault="00C571D8" w:rsidP="00C571D8">
      <w:r w:rsidRPr="008B7FD2">
        <w:t xml:space="preserve">Storitev se kliče za potrebe odpovedi pogodbe o dobavi in posledično procesa odklopa na strani distributerja. Odpoved od pogodbe se lahko poda iz razlogov odpovedi pogodbe o dobavi, preteka pogodbe o dobavi ali na željo odjemalca. </w:t>
      </w:r>
    </w:p>
    <w:p w14:paraId="62616895" w14:textId="77777777" w:rsidR="00C571D8" w:rsidRPr="008B7FD2" w:rsidRDefault="00C571D8" w:rsidP="00C571D8">
      <w:pPr>
        <w:pStyle w:val="Heading2"/>
        <w:ind w:left="578" w:hanging="578"/>
      </w:pPr>
      <w:bookmarkStart w:id="313" w:name="_Toc64888789"/>
      <w:r w:rsidRPr="008B7FD2">
        <w:t>Posebnosti</w:t>
      </w:r>
      <w:bookmarkEnd w:id="313"/>
    </w:p>
    <w:p w14:paraId="4DF60DB8" w14:textId="77777777" w:rsidR="00C571D8" w:rsidRPr="008B7FD2" w:rsidRDefault="00C571D8" w:rsidP="00C571D8">
      <w:r w:rsidRPr="008B7FD2">
        <w:t>Storitev kreira posebno vrsto zahteve v evidenci zahtev »19 – odklop merilnega mesta«. Gre za zahtevo v evidenci zahtev, ki je ni možno oddati preko storitev za evidenco zahtev ampak preko opisane storitve Odpoved pogodbe o dobavi. Po potrditvi zahteve na strani distributerja se nadaljujejo ustrezni postopki, bodisi gre merilno mesto v izterjavo pri distributerju, bodisi se takoj pojavi med kandidati za odklop za proženje procesa odklopa. V izterjavo gredo odstopi na zahtevo dobavitelja, neposredno med kandidate pa odstopi na željo odjemalca. Status oddane zahteve dobavitelj spremlja preko nabora storitev za evidenco zahtev.</w:t>
      </w:r>
    </w:p>
    <w:p w14:paraId="737933C4" w14:textId="77777777" w:rsidR="00C571D8" w:rsidRPr="008B7FD2" w:rsidRDefault="00C571D8" w:rsidP="00C571D8">
      <w:pPr>
        <w:pStyle w:val="Heading2"/>
        <w:ind w:left="578" w:hanging="578"/>
      </w:pPr>
      <w:bookmarkStart w:id="314" w:name="_Toc64888790"/>
      <w:r w:rsidRPr="008B7FD2">
        <w:t>Tehnološki predpogoji uporabe WS</w:t>
      </w:r>
      <w:bookmarkEnd w:id="314"/>
    </w:p>
    <w:p w14:paraId="0BC3E3F0" w14:textId="77777777" w:rsidR="00C571D8" w:rsidRPr="008B7FD2" w:rsidRDefault="00C571D8" w:rsidP="00C571D8">
      <w:r w:rsidRPr="008B7FD2">
        <w:t>Uporabnik storitve mora vzpostaviti povezavo do spletnega mesta services.informatika.si ter services-test.informatika.si in zaupati certifikatu spletnega mesta. Klici so varovani z uporabniškim imenom in geslom.</w:t>
      </w:r>
    </w:p>
    <w:p w14:paraId="73E2B51E" w14:textId="77777777" w:rsidR="00516377" w:rsidRPr="008B7FD2" w:rsidRDefault="00516377" w:rsidP="00516377"/>
    <w:p w14:paraId="486BAAA3" w14:textId="77777777" w:rsidR="00F75B10" w:rsidRPr="008B7FD2" w:rsidRDefault="00F75B10" w:rsidP="00516377"/>
    <w:p w14:paraId="2A42C77E" w14:textId="1F28570E" w:rsidR="007C2794" w:rsidRPr="008B7FD2" w:rsidRDefault="007C2794" w:rsidP="007C2794">
      <w:pPr>
        <w:pStyle w:val="Heading1"/>
      </w:pPr>
      <w:bookmarkStart w:id="315" w:name="_Toc64888791"/>
      <w:r w:rsidRPr="008B7FD2">
        <w:lastRenderedPageBreak/>
        <w:t xml:space="preserve">Sklepanje </w:t>
      </w:r>
      <w:proofErr w:type="spellStart"/>
      <w:r w:rsidRPr="008B7FD2">
        <w:t>PoD</w:t>
      </w:r>
      <w:proofErr w:type="spellEnd"/>
      <w:r w:rsidRPr="008B7FD2">
        <w:t xml:space="preserve"> prvi priklop</w:t>
      </w:r>
      <w:bookmarkEnd w:id="315"/>
    </w:p>
    <w:p w14:paraId="5EEBF54D" w14:textId="77777777" w:rsidR="007C2794" w:rsidRPr="008B7FD2" w:rsidRDefault="007C2794" w:rsidP="007C2794">
      <w:pPr>
        <w:pStyle w:val="Heading2"/>
      </w:pPr>
      <w:bookmarkStart w:id="316" w:name="_Toc64888792"/>
      <w:r w:rsidRPr="008B7FD2">
        <w:t>Kratek opis in namen WS</w:t>
      </w:r>
      <w:bookmarkEnd w:id="316"/>
    </w:p>
    <w:p w14:paraId="1D2E8495" w14:textId="77777777" w:rsidR="007C2794" w:rsidRPr="008B7FD2" w:rsidRDefault="007C2794" w:rsidP="007C2794">
      <w:r w:rsidRPr="008B7FD2">
        <w:t>Storitev je namenjena oddaji zahteve za prvi priklop MM s strani dobavitelja.</w:t>
      </w:r>
    </w:p>
    <w:p w14:paraId="1CA11A67" w14:textId="77777777" w:rsidR="007C2794" w:rsidRPr="008B7FD2" w:rsidRDefault="007C2794" w:rsidP="007C2794">
      <w:pPr>
        <w:pStyle w:val="NoSpacing"/>
        <w:numPr>
          <w:ilvl w:val="0"/>
          <w:numId w:val="27"/>
        </w:numPr>
        <w:rPr>
          <w:lang w:val="sl-SI"/>
        </w:rPr>
      </w:pPr>
      <w:r w:rsidRPr="008B7FD2">
        <w:rPr>
          <w:lang w:val="sl-SI"/>
        </w:rPr>
        <w:t>Url produkcija:</w:t>
      </w:r>
    </w:p>
    <w:p w14:paraId="6B7EA5D3" w14:textId="686ABC0A" w:rsidR="007C2794" w:rsidRPr="008B7FD2" w:rsidRDefault="00765DB7" w:rsidP="007C2794">
      <w:pPr>
        <w:pStyle w:val="NoSpacing"/>
        <w:rPr>
          <w:sz w:val="18"/>
          <w:szCs w:val="18"/>
          <w:lang w:val="sl-SI"/>
        </w:rPr>
      </w:pPr>
      <w:hyperlink r:id="rId143" w:history="1">
        <w:r w:rsidR="007C2794" w:rsidRPr="008B7FD2">
          <w:rPr>
            <w:rStyle w:val="Hyperlink"/>
            <w:sz w:val="18"/>
            <w:szCs w:val="18"/>
            <w:lang w:val="sl-SI"/>
          </w:rPr>
          <w:t>https://services.informatika.si/SklepanjePoDWeb/sca/PrviPriklopStoritev?WSDL</w:t>
        </w:r>
      </w:hyperlink>
    </w:p>
    <w:p w14:paraId="74AC89A2" w14:textId="77777777" w:rsidR="007C2794" w:rsidRPr="008B7FD2" w:rsidRDefault="007C2794" w:rsidP="007C2794">
      <w:pPr>
        <w:pStyle w:val="NoSpacing"/>
        <w:numPr>
          <w:ilvl w:val="0"/>
          <w:numId w:val="27"/>
        </w:numPr>
        <w:rPr>
          <w:lang w:val="sl-SI"/>
        </w:rPr>
      </w:pPr>
      <w:r w:rsidRPr="008B7FD2">
        <w:rPr>
          <w:lang w:val="sl-SI"/>
        </w:rPr>
        <w:t xml:space="preserve">Url test: </w:t>
      </w:r>
    </w:p>
    <w:p w14:paraId="1A2900F8" w14:textId="61BCC790" w:rsidR="007C2794" w:rsidRPr="008B7FD2" w:rsidRDefault="00765DB7" w:rsidP="007C2794">
      <w:pPr>
        <w:pStyle w:val="NoSpacing"/>
        <w:rPr>
          <w:sz w:val="18"/>
          <w:szCs w:val="18"/>
          <w:lang w:val="sl-SI"/>
        </w:rPr>
      </w:pPr>
      <w:hyperlink r:id="rId144" w:history="1">
        <w:r w:rsidR="007C2794" w:rsidRPr="008B7FD2">
          <w:rPr>
            <w:rStyle w:val="Hyperlink"/>
            <w:sz w:val="18"/>
            <w:szCs w:val="18"/>
            <w:lang w:val="sl-SI"/>
          </w:rPr>
          <w:t>https://services-test.informatika.si/SklepanjePoDWeb/sca/PrviPriklopStoritev?WSDL</w:t>
        </w:r>
      </w:hyperlink>
    </w:p>
    <w:p w14:paraId="3216D9F9" w14:textId="77777777" w:rsidR="007C2794" w:rsidRPr="008B7FD2" w:rsidRDefault="007C2794" w:rsidP="007C2794">
      <w:pPr>
        <w:pStyle w:val="NoSpacing"/>
        <w:ind w:left="360"/>
        <w:rPr>
          <w:lang w:val="sl-SI"/>
        </w:rPr>
      </w:pPr>
    </w:p>
    <w:p w14:paraId="31B501EB" w14:textId="77777777" w:rsidR="007C2794" w:rsidRPr="008B7FD2" w:rsidRDefault="007C2794" w:rsidP="007C2794">
      <w:pPr>
        <w:pStyle w:val="Heading2"/>
      </w:pPr>
      <w:bookmarkStart w:id="317" w:name="_Toc64888793"/>
      <w:proofErr w:type="spellStart"/>
      <w:r w:rsidRPr="008B7FD2">
        <w:t>Verzioniranje</w:t>
      </w:r>
      <w:proofErr w:type="spellEnd"/>
      <w:r w:rsidRPr="008B7FD2">
        <w:t xml:space="preserve"> WS</w:t>
      </w:r>
      <w:bookmarkEnd w:id="317"/>
    </w:p>
    <w:p w14:paraId="081773C2" w14:textId="77777777" w:rsidR="007C2794" w:rsidRPr="008B7FD2" w:rsidRDefault="007C2794" w:rsidP="007C2794">
      <w:r w:rsidRPr="008B7FD2">
        <w:t>Verzija nabora storitev 1.0</w:t>
      </w:r>
    </w:p>
    <w:p w14:paraId="06C095B9" w14:textId="77777777" w:rsidR="007C2794" w:rsidRPr="008B7FD2" w:rsidRDefault="007C2794" w:rsidP="007C2794">
      <w:pPr>
        <w:pStyle w:val="Heading2"/>
        <w:ind w:left="578" w:hanging="578"/>
      </w:pPr>
      <w:bookmarkStart w:id="318" w:name="_Toc64888794"/>
      <w:r w:rsidRPr="008B7FD2">
        <w:t>Diagram poteka</w:t>
      </w:r>
      <w:bookmarkEnd w:id="318"/>
    </w:p>
    <w:p w14:paraId="253C8F2F" w14:textId="77777777" w:rsidR="007C2794" w:rsidRPr="008B7FD2" w:rsidRDefault="007C2794" w:rsidP="007C2794">
      <w:r w:rsidRPr="008B7FD2">
        <w:t>Ni na voljo.</w:t>
      </w:r>
    </w:p>
    <w:p w14:paraId="1F4DC1A9" w14:textId="77777777" w:rsidR="007C2794" w:rsidRPr="008B7FD2" w:rsidRDefault="007C2794" w:rsidP="007C2794">
      <w:pPr>
        <w:pStyle w:val="Heading2"/>
        <w:ind w:left="578" w:hanging="578"/>
      </w:pPr>
      <w:bookmarkStart w:id="319" w:name="_Toc64888795"/>
      <w:r w:rsidRPr="008B7FD2">
        <w:t>Način uporabe</w:t>
      </w:r>
      <w:bookmarkEnd w:id="319"/>
    </w:p>
    <w:p w14:paraId="050B4418" w14:textId="77777777" w:rsidR="007C2794" w:rsidRPr="008B7FD2" w:rsidRDefault="007C2794" w:rsidP="007C2794">
      <w:r w:rsidRPr="008B7FD2">
        <w:t>Storitev se kliče za potrebe oddaje zahteve distributerju za prvi priklop merilnega mesta. Scenarij prvi priklop se uporablja za aktivacijo NEAKTIVNEGA soglasja za nova in obstoječa merilna mesta ali merilna mesta, ki so bila odklopljena in odstranjene naprave. Predpogoj za izvedbo postopka je sklenjena pogodba o dobavi med odjemalcem in dobaviteljem.</w:t>
      </w:r>
    </w:p>
    <w:p w14:paraId="1C3FFC13" w14:textId="77777777" w:rsidR="007C2794" w:rsidRPr="008B7FD2" w:rsidRDefault="007C2794" w:rsidP="007C2794">
      <w:pPr>
        <w:pStyle w:val="Heading2"/>
        <w:ind w:left="578" w:hanging="578"/>
      </w:pPr>
      <w:bookmarkStart w:id="320" w:name="_Toc64888796"/>
      <w:r w:rsidRPr="008B7FD2">
        <w:t>Posebnosti</w:t>
      </w:r>
      <w:bookmarkEnd w:id="320"/>
    </w:p>
    <w:p w14:paraId="5DB636F3" w14:textId="2A25F99B" w:rsidR="007C2794" w:rsidRDefault="007C2794" w:rsidP="007C2794">
      <w:r w:rsidRPr="008B7FD2">
        <w:t xml:space="preserve">Storitev kreira posebno vrsto zahteve v evidenci zahtev »30 – Prvi priklop«. Gre za zahtevo v evidenci zahtev, ki je ni možno oddati preko storitev za evidenco zahtev ampak preko opisane storitve Sklepanje </w:t>
      </w:r>
      <w:proofErr w:type="spellStart"/>
      <w:r w:rsidRPr="008B7FD2">
        <w:t>PoD</w:t>
      </w:r>
      <w:proofErr w:type="spellEnd"/>
      <w:r w:rsidRPr="008B7FD2">
        <w:t xml:space="preserve"> prvi priklop. Po potrditvi zahteve na strani distributerja se starta poslovni proces sklepanje pogodbe o dostopu za scenarij prvi priklop. Status oddane zahteve dobavitelj spremlja preko nabora storitev za evidenco zahtev.</w:t>
      </w:r>
    </w:p>
    <w:p w14:paraId="3C47E9EF" w14:textId="2ADD62A1" w:rsidR="007C2794" w:rsidRDefault="002968D7" w:rsidP="007C2794">
      <w:r>
        <w:t>Storitev umaknjena iz uporabe s 1.10.2018</w:t>
      </w:r>
    </w:p>
    <w:p w14:paraId="3266DE25" w14:textId="77777777" w:rsidR="007C2794" w:rsidRPr="008B7FD2" w:rsidRDefault="007C2794" w:rsidP="007C2794">
      <w:pPr>
        <w:pStyle w:val="Heading2"/>
        <w:ind w:left="578" w:hanging="578"/>
      </w:pPr>
      <w:bookmarkStart w:id="321" w:name="_Toc64888797"/>
      <w:r w:rsidRPr="008B7FD2">
        <w:t>Tehnološki predpogoji uporabe WS</w:t>
      </w:r>
      <w:bookmarkEnd w:id="321"/>
    </w:p>
    <w:p w14:paraId="3124647E" w14:textId="77777777" w:rsidR="007C2794" w:rsidRDefault="007C2794" w:rsidP="007C2794">
      <w:r w:rsidRPr="008B7FD2">
        <w:t>Uporabnik storitve mora vzpostaviti povezavo do spletnega mesta services.informatika.si ter services-test.informatika.si in zaupati certifikatu spletnega mesta. Klici so varovani z uporabniškim imenom in geslom.</w:t>
      </w:r>
    </w:p>
    <w:p w14:paraId="3ACE0BF7" w14:textId="77777777" w:rsidR="007C2794" w:rsidRDefault="007C2794">
      <w:pPr>
        <w:spacing w:after="0" w:line="240" w:lineRule="auto"/>
        <w:jc w:val="left"/>
      </w:pPr>
      <w:r>
        <w:br w:type="page"/>
      </w:r>
    </w:p>
    <w:p w14:paraId="6881D048" w14:textId="3062558D" w:rsidR="007C2794" w:rsidRPr="008B7FD2" w:rsidRDefault="007C2794" w:rsidP="007C2794">
      <w:pPr>
        <w:pStyle w:val="Heading1"/>
      </w:pPr>
      <w:bookmarkStart w:id="322" w:name="_Toc64888798"/>
      <w:r w:rsidRPr="008B7FD2">
        <w:lastRenderedPageBreak/>
        <w:t xml:space="preserve">Sklepanje </w:t>
      </w:r>
      <w:proofErr w:type="spellStart"/>
      <w:r w:rsidRPr="008B7FD2">
        <w:t>PoD</w:t>
      </w:r>
      <w:proofErr w:type="spellEnd"/>
      <w:r w:rsidRPr="008B7FD2">
        <w:t xml:space="preserve"> prvi priklop</w:t>
      </w:r>
      <w:r w:rsidR="00BC2928">
        <w:t xml:space="preserve"> v2</w:t>
      </w:r>
      <w:bookmarkEnd w:id="322"/>
    </w:p>
    <w:p w14:paraId="5720369E" w14:textId="77777777" w:rsidR="007C2794" w:rsidRPr="008B7FD2" w:rsidRDefault="007C2794" w:rsidP="007C2794">
      <w:pPr>
        <w:pStyle w:val="Heading2"/>
      </w:pPr>
      <w:bookmarkStart w:id="323" w:name="_Toc64888799"/>
      <w:r w:rsidRPr="008B7FD2">
        <w:t>Kratek opis in namen WS</w:t>
      </w:r>
      <w:bookmarkEnd w:id="323"/>
    </w:p>
    <w:p w14:paraId="09DC2AC9" w14:textId="77777777" w:rsidR="007C2794" w:rsidRPr="008B7FD2" w:rsidRDefault="007C2794" w:rsidP="007C2794">
      <w:r w:rsidRPr="008B7FD2">
        <w:t>Storitev je namenjena oddaji zahteve za prvi priklop MM s strani dobavitelja.</w:t>
      </w:r>
    </w:p>
    <w:p w14:paraId="5E621D43" w14:textId="77777777" w:rsidR="007C2794" w:rsidRPr="008B7FD2" w:rsidRDefault="007C2794" w:rsidP="007C2794">
      <w:pPr>
        <w:pStyle w:val="NoSpacing"/>
        <w:numPr>
          <w:ilvl w:val="0"/>
          <w:numId w:val="27"/>
        </w:numPr>
        <w:rPr>
          <w:lang w:val="sl-SI"/>
        </w:rPr>
      </w:pPr>
      <w:r w:rsidRPr="008B7FD2">
        <w:rPr>
          <w:lang w:val="sl-SI"/>
        </w:rPr>
        <w:t>Url produkcija:</w:t>
      </w:r>
    </w:p>
    <w:p w14:paraId="75096EAD" w14:textId="2240C9CA" w:rsidR="007C2794" w:rsidRPr="008B7FD2" w:rsidRDefault="00765DB7" w:rsidP="007C2794">
      <w:pPr>
        <w:pStyle w:val="NoSpacing"/>
        <w:rPr>
          <w:sz w:val="18"/>
          <w:szCs w:val="18"/>
          <w:lang w:val="sl-SI"/>
        </w:rPr>
      </w:pPr>
      <w:hyperlink r:id="rId145" w:history="1">
        <w:r w:rsidR="0091187A" w:rsidRPr="005A7DEA">
          <w:rPr>
            <w:rStyle w:val="Hyperlink"/>
            <w:sz w:val="18"/>
            <w:szCs w:val="18"/>
            <w:lang w:val="sl-SI"/>
          </w:rPr>
          <w:t>https://services.informatika.si/SklepanjePoDWeb/sca/PrviPriklop2Storitev?WSDL</w:t>
        </w:r>
      </w:hyperlink>
    </w:p>
    <w:p w14:paraId="05E7CCCD" w14:textId="77777777" w:rsidR="007C2794" w:rsidRPr="008B7FD2" w:rsidRDefault="007C2794" w:rsidP="007C2794">
      <w:pPr>
        <w:pStyle w:val="NoSpacing"/>
        <w:numPr>
          <w:ilvl w:val="0"/>
          <w:numId w:val="27"/>
        </w:numPr>
        <w:rPr>
          <w:lang w:val="sl-SI"/>
        </w:rPr>
      </w:pPr>
      <w:r w:rsidRPr="008B7FD2">
        <w:rPr>
          <w:lang w:val="sl-SI"/>
        </w:rPr>
        <w:t xml:space="preserve">Url test: </w:t>
      </w:r>
    </w:p>
    <w:p w14:paraId="28A881F5" w14:textId="2A8A0222" w:rsidR="007C2794" w:rsidRPr="008B7FD2" w:rsidRDefault="00765DB7" w:rsidP="007C2794">
      <w:pPr>
        <w:pStyle w:val="NoSpacing"/>
        <w:rPr>
          <w:sz w:val="18"/>
          <w:szCs w:val="18"/>
          <w:lang w:val="sl-SI"/>
        </w:rPr>
      </w:pPr>
      <w:hyperlink r:id="rId146" w:history="1">
        <w:r w:rsidR="002A3F42" w:rsidRPr="005A7DEA">
          <w:rPr>
            <w:rStyle w:val="Hyperlink"/>
            <w:sz w:val="18"/>
            <w:szCs w:val="18"/>
            <w:lang w:val="sl-SI"/>
          </w:rPr>
          <w:t>https://services-test.informatika.si/SklepanjePoDWeb/sca/PrviPriklop2Storitev?WSDL</w:t>
        </w:r>
      </w:hyperlink>
    </w:p>
    <w:p w14:paraId="638E514B" w14:textId="77777777" w:rsidR="007C2794" w:rsidRPr="008B7FD2" w:rsidRDefault="007C2794" w:rsidP="007C2794">
      <w:pPr>
        <w:pStyle w:val="NoSpacing"/>
        <w:ind w:left="360"/>
        <w:rPr>
          <w:lang w:val="sl-SI"/>
        </w:rPr>
      </w:pPr>
    </w:p>
    <w:p w14:paraId="65D19A69" w14:textId="77777777" w:rsidR="007C2794" w:rsidRPr="008B7FD2" w:rsidRDefault="007C2794" w:rsidP="007C2794">
      <w:pPr>
        <w:pStyle w:val="Heading2"/>
      </w:pPr>
      <w:bookmarkStart w:id="324" w:name="_Toc64888800"/>
      <w:proofErr w:type="spellStart"/>
      <w:r w:rsidRPr="008B7FD2">
        <w:t>Verzioniranje</w:t>
      </w:r>
      <w:proofErr w:type="spellEnd"/>
      <w:r w:rsidRPr="008B7FD2">
        <w:t xml:space="preserve"> WS</w:t>
      </w:r>
      <w:bookmarkEnd w:id="324"/>
    </w:p>
    <w:p w14:paraId="351DAB20" w14:textId="4B46DD82" w:rsidR="007C2794" w:rsidRPr="008B7FD2" w:rsidRDefault="007C2794" w:rsidP="007C2794">
      <w:r w:rsidRPr="008B7FD2">
        <w:t xml:space="preserve">Verzija nabora storitev </w:t>
      </w:r>
      <w:r w:rsidR="002A3F42">
        <w:t>2</w:t>
      </w:r>
      <w:r w:rsidRPr="008B7FD2">
        <w:t>.0</w:t>
      </w:r>
    </w:p>
    <w:p w14:paraId="4E3AC390" w14:textId="77777777" w:rsidR="007C2794" w:rsidRPr="008B7FD2" w:rsidRDefault="007C2794" w:rsidP="007C2794">
      <w:pPr>
        <w:pStyle w:val="Heading2"/>
        <w:ind w:left="578" w:hanging="578"/>
      </w:pPr>
      <w:bookmarkStart w:id="325" w:name="_Toc64888801"/>
      <w:r w:rsidRPr="008B7FD2">
        <w:t>Diagram poteka</w:t>
      </w:r>
      <w:bookmarkEnd w:id="325"/>
    </w:p>
    <w:p w14:paraId="3F6D5C74" w14:textId="77777777" w:rsidR="007C2794" w:rsidRPr="008B7FD2" w:rsidRDefault="007C2794" w:rsidP="007C2794">
      <w:r w:rsidRPr="008B7FD2">
        <w:t>Ni na voljo.</w:t>
      </w:r>
    </w:p>
    <w:p w14:paraId="6180B29E" w14:textId="77777777" w:rsidR="007C2794" w:rsidRPr="008B7FD2" w:rsidRDefault="007C2794" w:rsidP="007C2794">
      <w:pPr>
        <w:pStyle w:val="Heading2"/>
        <w:ind w:left="578" w:hanging="578"/>
      </w:pPr>
      <w:bookmarkStart w:id="326" w:name="_Toc64888802"/>
      <w:r w:rsidRPr="008B7FD2">
        <w:t>Način uporabe</w:t>
      </w:r>
      <w:bookmarkEnd w:id="326"/>
    </w:p>
    <w:p w14:paraId="2151477E" w14:textId="77777777" w:rsidR="007C2794" w:rsidRPr="008B7FD2" w:rsidRDefault="007C2794" w:rsidP="007C2794">
      <w:r w:rsidRPr="008B7FD2">
        <w:t>Storitev se kliče za potrebe oddaje zahteve distributerju za prvi priklop merilnega mesta. Scenarij prvi priklop se uporablja za aktivacijo NEAKTIVNEGA soglasja za nova in obstoječa merilna mesta ali merilna mesta, ki so bila odklopljena in odstranjene naprave. Predpogoj za izvedbo postopka je sklenjena pogodba o dobavi med odjemalcem in dobaviteljem.</w:t>
      </w:r>
    </w:p>
    <w:p w14:paraId="46307C6C" w14:textId="77777777" w:rsidR="007C2794" w:rsidRPr="008B7FD2" w:rsidRDefault="007C2794" w:rsidP="007C2794">
      <w:pPr>
        <w:pStyle w:val="Heading2"/>
        <w:ind w:left="578" w:hanging="578"/>
      </w:pPr>
      <w:bookmarkStart w:id="327" w:name="_Toc64888803"/>
      <w:r w:rsidRPr="008B7FD2">
        <w:t>Posebnosti</w:t>
      </w:r>
      <w:bookmarkEnd w:id="327"/>
    </w:p>
    <w:p w14:paraId="4D22184B" w14:textId="77777777" w:rsidR="007C2794" w:rsidRPr="008B7FD2" w:rsidRDefault="007C2794" w:rsidP="007C2794">
      <w:r w:rsidRPr="008B7FD2">
        <w:t xml:space="preserve">Storitev kreira posebno vrsto zahteve v evidenci zahtev »30 – Prvi priklop«. Gre za zahtevo v evidenci zahtev, ki je ni možno oddati preko storitev za evidenco zahtev ampak preko opisane storitve Sklepanje </w:t>
      </w:r>
      <w:proofErr w:type="spellStart"/>
      <w:r w:rsidRPr="008B7FD2">
        <w:t>PoD</w:t>
      </w:r>
      <w:proofErr w:type="spellEnd"/>
      <w:r w:rsidRPr="008B7FD2">
        <w:t xml:space="preserve"> prvi priklop. Po potrditvi zahteve na strani distributerja se starta poslovni proces sklepanje pogodbe o dostopu za scenarij prvi priklop. Status oddane zahteve dobavitelj spremlja preko nabora storitev za evidenco zahtev.</w:t>
      </w:r>
    </w:p>
    <w:p w14:paraId="300AE604" w14:textId="77777777" w:rsidR="007C2794" w:rsidRPr="008B7FD2" w:rsidRDefault="007C2794" w:rsidP="007C2794">
      <w:pPr>
        <w:pStyle w:val="Heading2"/>
        <w:ind w:left="578" w:hanging="578"/>
      </w:pPr>
      <w:bookmarkStart w:id="328" w:name="_Toc64888804"/>
      <w:r w:rsidRPr="008B7FD2">
        <w:t>Tehnološki predpogoji uporabe WS</w:t>
      </w:r>
      <w:bookmarkEnd w:id="328"/>
    </w:p>
    <w:p w14:paraId="2D26E917" w14:textId="77777777" w:rsidR="007C2794" w:rsidRDefault="007C2794" w:rsidP="007C2794">
      <w:r w:rsidRPr="008B7FD2">
        <w:t>Uporabnik storitve mora vzpostaviti povezavo do spletnega mesta services.informatika.si ter services-test.informatika.si in zaupati certifikatu spletnega mesta. Klici so varovani z uporabniškim imenom in geslom.</w:t>
      </w:r>
    </w:p>
    <w:p w14:paraId="0A17DA0A" w14:textId="5C300F76" w:rsidR="00F75B10" w:rsidRPr="008B7FD2" w:rsidRDefault="00F75B10" w:rsidP="007C2794"/>
    <w:p w14:paraId="13B705E8" w14:textId="77777777" w:rsidR="00BB74D4" w:rsidRPr="008B7FD2" w:rsidRDefault="00BB74D4" w:rsidP="00F75B10"/>
    <w:p w14:paraId="6F6A57F7" w14:textId="77777777" w:rsidR="00BB74D4" w:rsidRPr="008B7FD2" w:rsidRDefault="00BB74D4" w:rsidP="00F75B10"/>
    <w:p w14:paraId="4C92DF13" w14:textId="64C797FF" w:rsidR="00BB74D4" w:rsidRPr="008B7FD2" w:rsidRDefault="00BB74D4" w:rsidP="00BB74D4">
      <w:pPr>
        <w:pStyle w:val="Heading1"/>
      </w:pPr>
      <w:bookmarkStart w:id="329" w:name="_Toc64888805"/>
      <w:r w:rsidRPr="008B7FD2">
        <w:lastRenderedPageBreak/>
        <w:t xml:space="preserve">Sklepanje </w:t>
      </w:r>
      <w:proofErr w:type="spellStart"/>
      <w:r w:rsidRPr="008B7FD2">
        <w:t>PoD</w:t>
      </w:r>
      <w:proofErr w:type="spellEnd"/>
      <w:r w:rsidRPr="008B7FD2">
        <w:t xml:space="preserve"> nova pogodba o dostopu</w:t>
      </w:r>
      <w:bookmarkEnd w:id="329"/>
    </w:p>
    <w:p w14:paraId="3984B06C" w14:textId="77777777" w:rsidR="00BB74D4" w:rsidRPr="008B7FD2" w:rsidRDefault="00BB74D4" w:rsidP="00BB74D4">
      <w:pPr>
        <w:pStyle w:val="Heading2"/>
      </w:pPr>
      <w:bookmarkStart w:id="330" w:name="_Toc64888806"/>
      <w:r w:rsidRPr="008B7FD2">
        <w:t>Kratek opis in namen WS</w:t>
      </w:r>
      <w:bookmarkEnd w:id="330"/>
    </w:p>
    <w:p w14:paraId="3270F4E1" w14:textId="17748ED4" w:rsidR="00BB74D4" w:rsidRPr="008B7FD2" w:rsidRDefault="00BB74D4" w:rsidP="00BB74D4">
      <w:r w:rsidRPr="008B7FD2">
        <w:t xml:space="preserve">Storitev je namenjena oddaji zahteve za novo pogodbo o dostopu (posledica spremembe obstoječe je nova </w:t>
      </w:r>
      <w:proofErr w:type="spellStart"/>
      <w:r w:rsidRPr="008B7FD2">
        <w:t>PoD</w:t>
      </w:r>
      <w:proofErr w:type="spellEnd"/>
      <w:r w:rsidRPr="008B7FD2">
        <w:t>).</w:t>
      </w:r>
    </w:p>
    <w:p w14:paraId="326F26D1" w14:textId="77777777" w:rsidR="00BB74D4" w:rsidRPr="008B7FD2" w:rsidRDefault="00BB74D4" w:rsidP="00BB74D4">
      <w:pPr>
        <w:pStyle w:val="NoSpacing"/>
        <w:numPr>
          <w:ilvl w:val="0"/>
          <w:numId w:val="27"/>
        </w:numPr>
        <w:rPr>
          <w:lang w:val="sl-SI"/>
        </w:rPr>
      </w:pPr>
      <w:r w:rsidRPr="008B7FD2">
        <w:rPr>
          <w:lang w:val="sl-SI"/>
        </w:rPr>
        <w:t>Url produkcija:</w:t>
      </w:r>
    </w:p>
    <w:p w14:paraId="6D30F9EA" w14:textId="0B808B3A" w:rsidR="00BB74D4" w:rsidRPr="008B7FD2" w:rsidRDefault="00765DB7" w:rsidP="00BB74D4">
      <w:pPr>
        <w:pStyle w:val="NoSpacing"/>
        <w:rPr>
          <w:sz w:val="18"/>
          <w:szCs w:val="18"/>
          <w:lang w:val="sl-SI"/>
        </w:rPr>
      </w:pPr>
      <w:hyperlink r:id="rId147" w:history="1">
        <w:r w:rsidR="00D7318A" w:rsidRPr="008B7FD2">
          <w:rPr>
            <w:rStyle w:val="Hyperlink"/>
            <w:sz w:val="18"/>
            <w:szCs w:val="18"/>
            <w:lang w:val="sl-SI"/>
          </w:rPr>
          <w:t>https://services.informatika.si/SklepanjePoDWeb/sca/NovaPoDStoritev?WSDL</w:t>
        </w:r>
      </w:hyperlink>
    </w:p>
    <w:p w14:paraId="0AF0659F" w14:textId="77777777" w:rsidR="00BB74D4" w:rsidRPr="008B7FD2" w:rsidRDefault="00BB74D4" w:rsidP="00BB74D4">
      <w:pPr>
        <w:pStyle w:val="NoSpacing"/>
        <w:numPr>
          <w:ilvl w:val="0"/>
          <w:numId w:val="27"/>
        </w:numPr>
        <w:rPr>
          <w:lang w:val="sl-SI"/>
        </w:rPr>
      </w:pPr>
      <w:r w:rsidRPr="008B7FD2">
        <w:rPr>
          <w:lang w:val="sl-SI"/>
        </w:rPr>
        <w:t xml:space="preserve">Url test: </w:t>
      </w:r>
    </w:p>
    <w:p w14:paraId="43772F8C" w14:textId="5D69DE60" w:rsidR="00BB74D4" w:rsidRPr="008B7FD2" w:rsidRDefault="00765DB7" w:rsidP="00BB74D4">
      <w:pPr>
        <w:pStyle w:val="NoSpacing"/>
        <w:rPr>
          <w:sz w:val="18"/>
          <w:szCs w:val="18"/>
          <w:lang w:val="sl-SI"/>
        </w:rPr>
      </w:pPr>
      <w:hyperlink r:id="rId148" w:history="1">
        <w:r w:rsidR="00D7318A" w:rsidRPr="008B7FD2">
          <w:rPr>
            <w:rStyle w:val="Hyperlink"/>
            <w:sz w:val="18"/>
            <w:szCs w:val="18"/>
            <w:lang w:val="sl-SI"/>
          </w:rPr>
          <w:t>https://services-test.informatika.si/SklepanjePoDWeb/sca/NovaPoDStoritev?WSDL</w:t>
        </w:r>
      </w:hyperlink>
    </w:p>
    <w:p w14:paraId="4E67DCD5" w14:textId="77777777" w:rsidR="00BB74D4" w:rsidRPr="008B7FD2" w:rsidRDefault="00BB74D4" w:rsidP="00BB74D4">
      <w:pPr>
        <w:pStyle w:val="NoSpacing"/>
        <w:ind w:left="360"/>
        <w:rPr>
          <w:lang w:val="sl-SI"/>
        </w:rPr>
      </w:pPr>
    </w:p>
    <w:p w14:paraId="018FC275" w14:textId="77777777" w:rsidR="00BB74D4" w:rsidRPr="008B7FD2" w:rsidRDefault="00BB74D4" w:rsidP="00BB74D4">
      <w:pPr>
        <w:pStyle w:val="Heading2"/>
      </w:pPr>
      <w:bookmarkStart w:id="331" w:name="_Toc64888807"/>
      <w:proofErr w:type="spellStart"/>
      <w:r w:rsidRPr="008B7FD2">
        <w:t>Verzioniranje</w:t>
      </w:r>
      <w:proofErr w:type="spellEnd"/>
      <w:r w:rsidRPr="008B7FD2">
        <w:t xml:space="preserve"> WS</w:t>
      </w:r>
      <w:bookmarkEnd w:id="331"/>
    </w:p>
    <w:p w14:paraId="0323A546" w14:textId="77777777" w:rsidR="00BB74D4" w:rsidRPr="008B7FD2" w:rsidRDefault="00BB74D4" w:rsidP="00BB74D4">
      <w:r w:rsidRPr="008B7FD2">
        <w:t>Verzija nabora storitev 1.0</w:t>
      </w:r>
    </w:p>
    <w:p w14:paraId="09882CB3" w14:textId="77777777" w:rsidR="00BB74D4" w:rsidRPr="008B7FD2" w:rsidRDefault="00BB74D4" w:rsidP="00BB74D4">
      <w:pPr>
        <w:pStyle w:val="Heading2"/>
        <w:ind w:left="578" w:hanging="578"/>
      </w:pPr>
      <w:bookmarkStart w:id="332" w:name="_Toc64888808"/>
      <w:r w:rsidRPr="008B7FD2">
        <w:t>Diagram poteka</w:t>
      </w:r>
      <w:bookmarkEnd w:id="332"/>
    </w:p>
    <w:p w14:paraId="48278BD4" w14:textId="77777777" w:rsidR="00BB74D4" w:rsidRPr="008B7FD2" w:rsidRDefault="00BB74D4" w:rsidP="00BB74D4">
      <w:r w:rsidRPr="008B7FD2">
        <w:t>Ni na voljo.</w:t>
      </w:r>
    </w:p>
    <w:p w14:paraId="302C2971" w14:textId="77777777" w:rsidR="00BB74D4" w:rsidRPr="008B7FD2" w:rsidRDefault="00BB74D4" w:rsidP="00BB74D4">
      <w:pPr>
        <w:pStyle w:val="Heading2"/>
        <w:ind w:left="578" w:hanging="578"/>
      </w:pPr>
      <w:bookmarkStart w:id="333" w:name="_Toc64888809"/>
      <w:r w:rsidRPr="008B7FD2">
        <w:t>Način uporabe</w:t>
      </w:r>
      <w:bookmarkEnd w:id="333"/>
    </w:p>
    <w:p w14:paraId="293EA43A" w14:textId="0166121A" w:rsidR="00BB74D4" w:rsidRPr="008B7FD2" w:rsidRDefault="00BB74D4" w:rsidP="00BB74D4">
      <w:r w:rsidRPr="008B7FD2">
        <w:t xml:space="preserve">Storitev se kliče za potrebe oddaje zahteve distributerju za </w:t>
      </w:r>
      <w:r w:rsidR="00EE5DDF" w:rsidRPr="008B7FD2">
        <w:t>sklepanje nove pogodbe o dostopu kot posledice sprememb</w:t>
      </w:r>
      <w:r w:rsidRPr="008B7FD2">
        <w:t xml:space="preserve"> </w:t>
      </w:r>
      <w:r w:rsidR="00EE5DDF" w:rsidRPr="008B7FD2">
        <w:t>obstoječe za izbrano merilno mesto</w:t>
      </w:r>
      <w:r w:rsidRPr="008B7FD2">
        <w:t xml:space="preserve">. </w:t>
      </w:r>
      <w:r w:rsidR="00FF7552" w:rsidRPr="008B7FD2">
        <w:t>Scenarij se uporablja za evidentiranje sprememb (lastnik, plačnik, znižanje priključne moči ...) v okviru aktivnega soglasja za priključitev, kjer se stranki izroči nova pogodba o dostopu</w:t>
      </w:r>
      <w:r w:rsidRPr="008B7FD2">
        <w:t>. Predpogoj za izvedbo postopka je sklenjena pogodba o dobavi med odjemalcem in dobaviteljem.</w:t>
      </w:r>
      <w:r w:rsidR="00982271" w:rsidRPr="008B7FD2">
        <w:t xml:space="preserve"> Dobavitelj lahko v sklopu storitve poda tudi števčno stanje, ki se uporabi pri obračunu za izvedbo spremembe.</w:t>
      </w:r>
    </w:p>
    <w:p w14:paraId="632F062E" w14:textId="77777777" w:rsidR="00BB74D4" w:rsidRPr="008B7FD2" w:rsidRDefault="00BB74D4" w:rsidP="00BB74D4">
      <w:pPr>
        <w:pStyle w:val="Heading2"/>
        <w:ind w:left="578" w:hanging="578"/>
      </w:pPr>
      <w:bookmarkStart w:id="334" w:name="_Toc64888810"/>
      <w:r w:rsidRPr="008B7FD2">
        <w:t>Posebnosti</w:t>
      </w:r>
      <w:bookmarkEnd w:id="334"/>
    </w:p>
    <w:p w14:paraId="1E0D0CFF" w14:textId="68128114" w:rsidR="00BB74D4" w:rsidRDefault="00BB74D4" w:rsidP="00BB74D4">
      <w:r w:rsidRPr="008B7FD2">
        <w:t>Storitev kreira posebno vrsto zahteve v evidenci zahtev »</w:t>
      </w:r>
      <w:r w:rsidR="003E31E0" w:rsidRPr="008B7FD2">
        <w:t>31</w:t>
      </w:r>
      <w:r w:rsidRPr="008B7FD2">
        <w:t xml:space="preserve"> – </w:t>
      </w:r>
      <w:r w:rsidR="003E31E0" w:rsidRPr="008B7FD2">
        <w:t>Sprememba pogodbe o dostopu</w:t>
      </w:r>
      <w:r w:rsidRPr="008B7FD2">
        <w:t xml:space="preserve">«. Gre za zahtevo v evidenci zahtev, ki je ni možno oddati preko storitev za evidenco zahtev ampak preko opisane storitve Sklepanje </w:t>
      </w:r>
      <w:proofErr w:type="spellStart"/>
      <w:r w:rsidRPr="008B7FD2">
        <w:t>PoD</w:t>
      </w:r>
      <w:proofErr w:type="spellEnd"/>
      <w:r w:rsidRPr="008B7FD2">
        <w:t xml:space="preserve"> </w:t>
      </w:r>
      <w:r w:rsidR="003E31E0" w:rsidRPr="008B7FD2">
        <w:t>nova pogodba o dostopu</w:t>
      </w:r>
      <w:r w:rsidRPr="008B7FD2">
        <w:t xml:space="preserve">. Po potrditvi zahteve na strani distributerja se starta poslovni proces sklepanje pogodbe o dostopu za scenarij </w:t>
      </w:r>
      <w:r w:rsidR="003E31E0" w:rsidRPr="008B7FD2">
        <w:t xml:space="preserve">nova pogodba za obstoječi </w:t>
      </w:r>
      <w:proofErr w:type="spellStart"/>
      <w:r w:rsidR="003E31E0" w:rsidRPr="008B7FD2">
        <w:t>SzP</w:t>
      </w:r>
      <w:proofErr w:type="spellEnd"/>
      <w:r w:rsidRPr="008B7FD2">
        <w:t>. Status oddane zahteve dobavitelj spremlja preko nabora storitev za evidenco zahtev.</w:t>
      </w:r>
    </w:p>
    <w:p w14:paraId="28EECCE2" w14:textId="28665381" w:rsidR="00EB61B8" w:rsidRPr="008B7FD2" w:rsidRDefault="002968D7" w:rsidP="00BB74D4">
      <w:r>
        <w:t>Storitev umaknjena iz uporabe s 1.10.2018</w:t>
      </w:r>
    </w:p>
    <w:p w14:paraId="75B856E5" w14:textId="77777777" w:rsidR="00BB74D4" w:rsidRPr="008B7FD2" w:rsidRDefault="00BB74D4" w:rsidP="00BB74D4">
      <w:pPr>
        <w:pStyle w:val="Heading2"/>
        <w:ind w:left="578" w:hanging="578"/>
      </w:pPr>
      <w:bookmarkStart w:id="335" w:name="_Toc64888811"/>
      <w:r w:rsidRPr="008B7FD2">
        <w:t>Tehnološki predpogoji uporabe WS</w:t>
      </w:r>
      <w:bookmarkEnd w:id="335"/>
    </w:p>
    <w:p w14:paraId="555D2F7C" w14:textId="77777777" w:rsidR="00F40053" w:rsidRDefault="00BB74D4" w:rsidP="00BB74D4">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302CDDD7" w14:textId="1102F97C" w:rsidR="00F40053" w:rsidRPr="008B7FD2" w:rsidRDefault="00F40053" w:rsidP="00F40053">
      <w:pPr>
        <w:pStyle w:val="Heading1"/>
      </w:pPr>
      <w:bookmarkStart w:id="336" w:name="_Toc64888812"/>
      <w:r w:rsidRPr="008B7FD2">
        <w:lastRenderedPageBreak/>
        <w:t xml:space="preserve">Sklepanje </w:t>
      </w:r>
      <w:proofErr w:type="spellStart"/>
      <w:r w:rsidRPr="008B7FD2">
        <w:t>PoD</w:t>
      </w:r>
      <w:proofErr w:type="spellEnd"/>
      <w:r w:rsidRPr="008B7FD2">
        <w:t xml:space="preserve"> nova pogodba o dostopu</w:t>
      </w:r>
      <w:r w:rsidR="006D0DC2">
        <w:t xml:space="preserve"> v2</w:t>
      </w:r>
      <w:bookmarkEnd w:id="336"/>
    </w:p>
    <w:p w14:paraId="44473F4C" w14:textId="77777777" w:rsidR="00F40053" w:rsidRPr="008B7FD2" w:rsidRDefault="00F40053" w:rsidP="00F40053">
      <w:pPr>
        <w:pStyle w:val="Heading2"/>
      </w:pPr>
      <w:bookmarkStart w:id="337" w:name="_Toc64888813"/>
      <w:r w:rsidRPr="008B7FD2">
        <w:t>Kratek opis in namen WS</w:t>
      </w:r>
      <w:bookmarkEnd w:id="337"/>
    </w:p>
    <w:p w14:paraId="7C54174E" w14:textId="77777777" w:rsidR="00F40053" w:rsidRPr="008B7FD2" w:rsidRDefault="00F40053" w:rsidP="00F40053">
      <w:r w:rsidRPr="008B7FD2">
        <w:t xml:space="preserve">Storitev je namenjena oddaji zahteve za novo pogodbo o dostopu (posledica spremembe obstoječe je nova </w:t>
      </w:r>
      <w:proofErr w:type="spellStart"/>
      <w:r w:rsidRPr="008B7FD2">
        <w:t>PoD</w:t>
      </w:r>
      <w:proofErr w:type="spellEnd"/>
      <w:r w:rsidRPr="008B7FD2">
        <w:t>).</w:t>
      </w:r>
    </w:p>
    <w:p w14:paraId="410EFD3A" w14:textId="77777777" w:rsidR="00F40053" w:rsidRPr="008B7FD2" w:rsidRDefault="00F40053" w:rsidP="00F40053">
      <w:pPr>
        <w:pStyle w:val="NoSpacing"/>
        <w:numPr>
          <w:ilvl w:val="0"/>
          <w:numId w:val="27"/>
        </w:numPr>
        <w:rPr>
          <w:lang w:val="sl-SI"/>
        </w:rPr>
      </w:pPr>
      <w:r w:rsidRPr="008B7FD2">
        <w:rPr>
          <w:lang w:val="sl-SI"/>
        </w:rPr>
        <w:t>Url produkcija:</w:t>
      </w:r>
    </w:p>
    <w:p w14:paraId="77157781" w14:textId="4184EC74" w:rsidR="00F40053" w:rsidRPr="008B7FD2" w:rsidRDefault="00765DB7" w:rsidP="00F40053">
      <w:pPr>
        <w:pStyle w:val="NoSpacing"/>
        <w:rPr>
          <w:sz w:val="18"/>
          <w:szCs w:val="18"/>
          <w:lang w:val="sl-SI"/>
        </w:rPr>
      </w:pPr>
      <w:hyperlink r:id="rId149" w:history="1">
        <w:r w:rsidR="00F40053" w:rsidRPr="005A7DEA">
          <w:rPr>
            <w:rStyle w:val="Hyperlink"/>
            <w:sz w:val="18"/>
            <w:szCs w:val="18"/>
            <w:lang w:val="sl-SI"/>
          </w:rPr>
          <w:t>https://services.informatika.si/SklepanjePoDWeb/sca/NovaPoD2Storitev?WSDL</w:t>
        </w:r>
      </w:hyperlink>
    </w:p>
    <w:p w14:paraId="0D967D1D" w14:textId="77777777" w:rsidR="00F40053" w:rsidRPr="008B7FD2" w:rsidRDefault="00F40053" w:rsidP="00F40053">
      <w:pPr>
        <w:pStyle w:val="NoSpacing"/>
        <w:numPr>
          <w:ilvl w:val="0"/>
          <w:numId w:val="27"/>
        </w:numPr>
        <w:rPr>
          <w:lang w:val="sl-SI"/>
        </w:rPr>
      </w:pPr>
      <w:r w:rsidRPr="008B7FD2">
        <w:rPr>
          <w:lang w:val="sl-SI"/>
        </w:rPr>
        <w:t xml:space="preserve">Url test: </w:t>
      </w:r>
    </w:p>
    <w:p w14:paraId="614A6EB7" w14:textId="23700758" w:rsidR="00F40053" w:rsidRPr="008B7FD2" w:rsidRDefault="00765DB7" w:rsidP="00F40053">
      <w:pPr>
        <w:pStyle w:val="NoSpacing"/>
        <w:rPr>
          <w:sz w:val="18"/>
          <w:szCs w:val="18"/>
          <w:lang w:val="sl-SI"/>
        </w:rPr>
      </w:pPr>
      <w:hyperlink r:id="rId150" w:history="1">
        <w:r w:rsidR="006D0DC2" w:rsidRPr="005A7DEA">
          <w:rPr>
            <w:rStyle w:val="Hyperlink"/>
            <w:sz w:val="18"/>
            <w:szCs w:val="18"/>
            <w:lang w:val="sl-SI"/>
          </w:rPr>
          <w:t>https://services-test.informatika.si/SklepanjePoDWeb/sca/NovaPoD2Storitev?WSDL</w:t>
        </w:r>
      </w:hyperlink>
    </w:p>
    <w:p w14:paraId="7F86509F" w14:textId="77777777" w:rsidR="00F40053" w:rsidRPr="008B7FD2" w:rsidRDefault="00F40053" w:rsidP="00F40053">
      <w:pPr>
        <w:pStyle w:val="NoSpacing"/>
        <w:ind w:left="360"/>
        <w:rPr>
          <w:lang w:val="sl-SI"/>
        </w:rPr>
      </w:pPr>
    </w:p>
    <w:p w14:paraId="5ECFE469" w14:textId="77777777" w:rsidR="00F40053" w:rsidRPr="008B7FD2" w:rsidRDefault="00F40053" w:rsidP="00F40053">
      <w:pPr>
        <w:pStyle w:val="Heading2"/>
      </w:pPr>
      <w:bookmarkStart w:id="338" w:name="_Toc64888814"/>
      <w:proofErr w:type="spellStart"/>
      <w:r w:rsidRPr="008B7FD2">
        <w:t>Verzioniranje</w:t>
      </w:r>
      <w:proofErr w:type="spellEnd"/>
      <w:r w:rsidRPr="008B7FD2">
        <w:t xml:space="preserve"> WS</w:t>
      </w:r>
      <w:bookmarkEnd w:id="338"/>
    </w:p>
    <w:p w14:paraId="687A8BB3" w14:textId="7E70FA6B" w:rsidR="00F40053" w:rsidRPr="008B7FD2" w:rsidRDefault="00F40053" w:rsidP="00F40053">
      <w:r w:rsidRPr="008B7FD2">
        <w:t xml:space="preserve">Verzija nabora storitev </w:t>
      </w:r>
      <w:r w:rsidR="006D0DC2">
        <w:t>2</w:t>
      </w:r>
      <w:r w:rsidRPr="008B7FD2">
        <w:t>.0</w:t>
      </w:r>
    </w:p>
    <w:p w14:paraId="404E4006" w14:textId="77777777" w:rsidR="00F40053" w:rsidRPr="008B7FD2" w:rsidRDefault="00F40053" w:rsidP="00F40053">
      <w:pPr>
        <w:pStyle w:val="Heading2"/>
        <w:ind w:left="578" w:hanging="578"/>
      </w:pPr>
      <w:bookmarkStart w:id="339" w:name="_Toc64888815"/>
      <w:r w:rsidRPr="008B7FD2">
        <w:t>Diagram poteka</w:t>
      </w:r>
      <w:bookmarkEnd w:id="339"/>
    </w:p>
    <w:p w14:paraId="14FAF289" w14:textId="77777777" w:rsidR="00F40053" w:rsidRPr="008B7FD2" w:rsidRDefault="00F40053" w:rsidP="00F40053">
      <w:r w:rsidRPr="008B7FD2">
        <w:t>Ni na voljo.</w:t>
      </w:r>
    </w:p>
    <w:p w14:paraId="7A3728C4" w14:textId="77777777" w:rsidR="00F40053" w:rsidRPr="008B7FD2" w:rsidRDefault="00F40053" w:rsidP="00F40053">
      <w:pPr>
        <w:pStyle w:val="Heading2"/>
        <w:ind w:left="578" w:hanging="578"/>
      </w:pPr>
      <w:bookmarkStart w:id="340" w:name="_Toc64888816"/>
      <w:r w:rsidRPr="008B7FD2">
        <w:t>Način uporabe</w:t>
      </w:r>
      <w:bookmarkEnd w:id="340"/>
    </w:p>
    <w:p w14:paraId="3123CD7B" w14:textId="77777777" w:rsidR="00F40053" w:rsidRPr="008B7FD2" w:rsidRDefault="00F40053" w:rsidP="00F40053">
      <w:r w:rsidRPr="008B7FD2">
        <w:t>Storitev se kliče za potrebe oddaje zahteve distributerju za sklepanje nove pogodbe o dostopu kot posledice sprememb obstoječe za izbrano merilno mesto. Scenarij se uporablja za evidentiranje sprememb (lastnik, plačnik, znižanje priključne moči ...) v okviru aktivnega soglasja za priključitev, kjer se stranki izroči nova pogodba o dostopu. Predpogoj za izvedbo postopka je sklenjena pogodba o dobavi med odjemalcem in dobaviteljem. Dobavitelj lahko v sklopu storitve poda tudi števčno stanje, ki se uporabi pri obračunu za izvedbo spremembe.</w:t>
      </w:r>
    </w:p>
    <w:p w14:paraId="458EBF46" w14:textId="77777777" w:rsidR="00F40053" w:rsidRPr="008B7FD2" w:rsidRDefault="00F40053" w:rsidP="00F40053">
      <w:pPr>
        <w:pStyle w:val="Heading2"/>
        <w:ind w:left="578" w:hanging="578"/>
      </w:pPr>
      <w:bookmarkStart w:id="341" w:name="_Toc64888817"/>
      <w:r w:rsidRPr="008B7FD2">
        <w:t>Posebnosti</w:t>
      </w:r>
      <w:bookmarkEnd w:id="341"/>
    </w:p>
    <w:p w14:paraId="104CC73C" w14:textId="77777777" w:rsidR="00F40053" w:rsidRPr="008B7FD2" w:rsidRDefault="00F40053" w:rsidP="00F40053">
      <w:r w:rsidRPr="008B7FD2">
        <w:t xml:space="preserve">Storitev kreira posebno vrsto zahteve v evidenci zahtev »31 – Sprememba pogodbe o dostopu«. Gre za zahtevo v evidenci zahtev, ki je ni možno oddati preko storitev za evidenco zahtev ampak preko opisane storitve Sklepanje </w:t>
      </w:r>
      <w:proofErr w:type="spellStart"/>
      <w:r w:rsidRPr="008B7FD2">
        <w:t>PoD</w:t>
      </w:r>
      <w:proofErr w:type="spellEnd"/>
      <w:r w:rsidRPr="008B7FD2">
        <w:t xml:space="preserve"> nova pogodba o dostopu. Po potrditvi zahteve na strani distributerja se starta poslovni proces sklepanje pogodbe o dostopu za scenarij nova pogodba za obstoječi </w:t>
      </w:r>
      <w:proofErr w:type="spellStart"/>
      <w:r w:rsidRPr="008B7FD2">
        <w:t>SzP</w:t>
      </w:r>
      <w:proofErr w:type="spellEnd"/>
      <w:r w:rsidRPr="008B7FD2">
        <w:t>. Status oddane zahteve dobavitelj spremlja preko nabora storitev za evidenco zahtev.</w:t>
      </w:r>
    </w:p>
    <w:p w14:paraId="6C84045D" w14:textId="77777777" w:rsidR="00F40053" w:rsidRPr="008B7FD2" w:rsidRDefault="00F40053" w:rsidP="00F40053">
      <w:pPr>
        <w:pStyle w:val="Heading2"/>
        <w:ind w:left="578" w:hanging="578"/>
      </w:pPr>
      <w:bookmarkStart w:id="342" w:name="_Toc64888818"/>
      <w:r w:rsidRPr="008B7FD2">
        <w:t>Tehnološki predpogoji uporabe WS</w:t>
      </w:r>
      <w:bookmarkEnd w:id="342"/>
    </w:p>
    <w:p w14:paraId="709FAC02" w14:textId="1FA84D23" w:rsidR="00F40053" w:rsidRPr="008B7FD2" w:rsidRDefault="00F40053" w:rsidP="00F40053">
      <w:r w:rsidRPr="008B7FD2">
        <w:t>Uporabnik storitve mora vzpostaviti povezavo do spletnega mesta services.informatika.si ter services-test.informatika.si in zaupati certifikatu spletnega mesta. Klici so varovani z uporabniškim imenom in geslom.</w:t>
      </w:r>
    </w:p>
    <w:p w14:paraId="095C6B38" w14:textId="77777777" w:rsidR="00BF6BF1" w:rsidRPr="008B7FD2" w:rsidRDefault="00BF6BF1" w:rsidP="00BB74D4"/>
    <w:p w14:paraId="7A8FC1D3" w14:textId="31133F80" w:rsidR="00BF6BF1" w:rsidRPr="008B7FD2" w:rsidRDefault="00BF6BF1" w:rsidP="008F123C">
      <w:pPr>
        <w:pStyle w:val="Heading1"/>
        <w:ind w:left="431" w:hanging="431"/>
      </w:pPr>
      <w:bookmarkStart w:id="343" w:name="_Toc64888819"/>
      <w:r w:rsidRPr="008B7FD2">
        <w:lastRenderedPageBreak/>
        <w:t xml:space="preserve">Sklepanje </w:t>
      </w:r>
      <w:proofErr w:type="spellStart"/>
      <w:r w:rsidRPr="008B7FD2">
        <w:t>PoD</w:t>
      </w:r>
      <w:proofErr w:type="spellEnd"/>
      <w:r w:rsidRPr="008B7FD2">
        <w:t xml:space="preserve"> sprememba bremenitve</w:t>
      </w:r>
      <w:bookmarkEnd w:id="343"/>
    </w:p>
    <w:p w14:paraId="780BA79F" w14:textId="77777777" w:rsidR="00BF6BF1" w:rsidRPr="008B7FD2" w:rsidRDefault="00BF6BF1" w:rsidP="00BF6BF1">
      <w:pPr>
        <w:pStyle w:val="Heading2"/>
      </w:pPr>
      <w:bookmarkStart w:id="344" w:name="_Toc64888820"/>
      <w:r w:rsidRPr="008B7FD2">
        <w:t>Kratek opis in namen WS</w:t>
      </w:r>
      <w:bookmarkEnd w:id="344"/>
    </w:p>
    <w:p w14:paraId="722A7538" w14:textId="19A46C6A" w:rsidR="00BF6BF1" w:rsidRPr="008B7FD2" w:rsidRDefault="00BF6BF1" w:rsidP="00BF6BF1">
      <w:r w:rsidRPr="008B7FD2">
        <w:t>Storitev je namenjena oddaji zahteve za spremembo bremenitve za izbrano merilno mesto.</w:t>
      </w:r>
    </w:p>
    <w:p w14:paraId="61DFEC4A" w14:textId="77777777" w:rsidR="00BF6BF1" w:rsidRPr="008B7FD2" w:rsidRDefault="00BF6BF1" w:rsidP="00BF6BF1">
      <w:pPr>
        <w:pStyle w:val="NoSpacing"/>
        <w:numPr>
          <w:ilvl w:val="0"/>
          <w:numId w:val="27"/>
        </w:numPr>
        <w:rPr>
          <w:lang w:val="sl-SI"/>
        </w:rPr>
      </w:pPr>
      <w:r w:rsidRPr="008B7FD2">
        <w:rPr>
          <w:lang w:val="sl-SI"/>
        </w:rPr>
        <w:t>Url produkcija:</w:t>
      </w:r>
    </w:p>
    <w:p w14:paraId="6678B1F7" w14:textId="1BD66F59" w:rsidR="00BF6BF1" w:rsidRPr="008B7FD2" w:rsidRDefault="00765DB7" w:rsidP="00BF6BF1">
      <w:pPr>
        <w:pStyle w:val="NoSpacing"/>
        <w:rPr>
          <w:sz w:val="18"/>
          <w:szCs w:val="18"/>
          <w:lang w:val="sl-SI"/>
        </w:rPr>
      </w:pPr>
      <w:hyperlink r:id="rId151" w:history="1">
        <w:r w:rsidR="00BF6BF1" w:rsidRPr="008B7FD2">
          <w:rPr>
            <w:rStyle w:val="Hyperlink"/>
            <w:sz w:val="18"/>
            <w:szCs w:val="18"/>
            <w:lang w:val="sl-SI"/>
          </w:rPr>
          <w:t>https://services.informatika.si/SklepanjePoDWeb/sca/SpremembaBremenitveStoritev?WSDL</w:t>
        </w:r>
      </w:hyperlink>
    </w:p>
    <w:p w14:paraId="3F503DD4" w14:textId="77777777" w:rsidR="00BF6BF1" w:rsidRPr="008B7FD2" w:rsidRDefault="00BF6BF1" w:rsidP="00BF6BF1">
      <w:pPr>
        <w:pStyle w:val="NoSpacing"/>
        <w:numPr>
          <w:ilvl w:val="0"/>
          <w:numId w:val="27"/>
        </w:numPr>
        <w:rPr>
          <w:lang w:val="sl-SI"/>
        </w:rPr>
      </w:pPr>
      <w:r w:rsidRPr="008B7FD2">
        <w:rPr>
          <w:lang w:val="sl-SI"/>
        </w:rPr>
        <w:t xml:space="preserve">Url test: </w:t>
      </w:r>
    </w:p>
    <w:p w14:paraId="0460B37A" w14:textId="0C7A5B8A" w:rsidR="00BF6BF1" w:rsidRPr="008B7FD2" w:rsidRDefault="00765DB7" w:rsidP="00BF6BF1">
      <w:pPr>
        <w:pStyle w:val="NoSpacing"/>
        <w:rPr>
          <w:sz w:val="18"/>
          <w:szCs w:val="18"/>
          <w:lang w:val="sl-SI"/>
        </w:rPr>
      </w:pPr>
      <w:hyperlink r:id="rId152" w:history="1">
        <w:r w:rsidR="00BF6BF1" w:rsidRPr="008B7FD2">
          <w:rPr>
            <w:rStyle w:val="Hyperlink"/>
            <w:sz w:val="18"/>
            <w:szCs w:val="18"/>
            <w:lang w:val="sl-SI"/>
          </w:rPr>
          <w:t>https://services-test.informatika.si/SklepanjePoDWeb/sca/SpremembaBremenitveStoritev?WSDL</w:t>
        </w:r>
      </w:hyperlink>
    </w:p>
    <w:p w14:paraId="0CD21169" w14:textId="77777777" w:rsidR="00BF6BF1" w:rsidRPr="008B7FD2" w:rsidRDefault="00BF6BF1" w:rsidP="00BF6BF1">
      <w:pPr>
        <w:pStyle w:val="NoSpacing"/>
        <w:ind w:left="360"/>
        <w:rPr>
          <w:lang w:val="sl-SI"/>
        </w:rPr>
      </w:pPr>
    </w:p>
    <w:p w14:paraId="71F2A48F" w14:textId="77777777" w:rsidR="00BF6BF1" w:rsidRPr="008B7FD2" w:rsidRDefault="00BF6BF1" w:rsidP="00BF6BF1">
      <w:pPr>
        <w:pStyle w:val="Heading2"/>
      </w:pPr>
      <w:bookmarkStart w:id="345" w:name="_Toc64888821"/>
      <w:proofErr w:type="spellStart"/>
      <w:r w:rsidRPr="008B7FD2">
        <w:t>Verzioniranje</w:t>
      </w:r>
      <w:proofErr w:type="spellEnd"/>
      <w:r w:rsidRPr="008B7FD2">
        <w:t xml:space="preserve"> WS</w:t>
      </w:r>
      <w:bookmarkEnd w:id="345"/>
    </w:p>
    <w:p w14:paraId="04A003BB" w14:textId="77777777" w:rsidR="00BF6BF1" w:rsidRPr="008B7FD2" w:rsidRDefault="00BF6BF1" w:rsidP="00BF6BF1">
      <w:r w:rsidRPr="008B7FD2">
        <w:t>Verzija nabora storitev 1.0</w:t>
      </w:r>
    </w:p>
    <w:p w14:paraId="09BBC121" w14:textId="77777777" w:rsidR="00BF6BF1" w:rsidRPr="008B7FD2" w:rsidRDefault="00BF6BF1" w:rsidP="00BF6BF1">
      <w:pPr>
        <w:pStyle w:val="Heading2"/>
        <w:ind w:left="578" w:hanging="578"/>
      </w:pPr>
      <w:bookmarkStart w:id="346" w:name="_Toc64888822"/>
      <w:r w:rsidRPr="008B7FD2">
        <w:t>Diagram poteka</w:t>
      </w:r>
      <w:bookmarkEnd w:id="346"/>
    </w:p>
    <w:p w14:paraId="02ECB834" w14:textId="77777777" w:rsidR="00BF6BF1" w:rsidRPr="008B7FD2" w:rsidRDefault="00BF6BF1" w:rsidP="00BF6BF1">
      <w:r w:rsidRPr="008B7FD2">
        <w:t>Ni na voljo.</w:t>
      </w:r>
    </w:p>
    <w:p w14:paraId="4E63529F" w14:textId="77777777" w:rsidR="00BF6BF1" w:rsidRPr="008B7FD2" w:rsidRDefault="00BF6BF1" w:rsidP="00BF6BF1">
      <w:pPr>
        <w:pStyle w:val="Heading2"/>
        <w:ind w:left="578" w:hanging="578"/>
      </w:pPr>
      <w:bookmarkStart w:id="347" w:name="_Toc64888823"/>
      <w:r w:rsidRPr="008B7FD2">
        <w:t>Način uporabe</w:t>
      </w:r>
      <w:bookmarkEnd w:id="347"/>
    </w:p>
    <w:p w14:paraId="53656C4A" w14:textId="2F23FCC4" w:rsidR="00BF6BF1" w:rsidRPr="008B7FD2" w:rsidRDefault="00BF6BF1" w:rsidP="00BF6BF1">
      <w:r w:rsidRPr="008B7FD2">
        <w:t xml:space="preserve">Storitev se kliče za potrebe oddaje zahteve distributerju za </w:t>
      </w:r>
      <w:r w:rsidR="003F561E" w:rsidRPr="008B7FD2">
        <w:t>spremembo bremenitve</w:t>
      </w:r>
      <w:r w:rsidRPr="008B7FD2">
        <w:t xml:space="preserve"> za izbrano merilno mesto. </w:t>
      </w:r>
    </w:p>
    <w:p w14:paraId="74F82B25" w14:textId="77777777" w:rsidR="00BF6BF1" w:rsidRPr="008B7FD2" w:rsidRDefault="00BF6BF1" w:rsidP="00BF6BF1">
      <w:pPr>
        <w:pStyle w:val="Heading2"/>
        <w:ind w:left="578" w:hanging="578"/>
      </w:pPr>
      <w:bookmarkStart w:id="348" w:name="_Toc64888824"/>
      <w:r w:rsidRPr="008B7FD2">
        <w:t>Posebnosti</w:t>
      </w:r>
      <w:bookmarkEnd w:id="348"/>
    </w:p>
    <w:p w14:paraId="6F9C2998" w14:textId="02382D8A" w:rsidR="00BF6BF1" w:rsidRDefault="00BF6BF1" w:rsidP="00BF6BF1">
      <w:r w:rsidRPr="008B7FD2">
        <w:t>Storitev kreira posebno vrsto zahteve v evidenci zahtev »3</w:t>
      </w:r>
      <w:r w:rsidR="00042F5F" w:rsidRPr="008B7FD2">
        <w:t>2</w:t>
      </w:r>
      <w:r w:rsidRPr="008B7FD2">
        <w:t xml:space="preserve"> – Sprememba </w:t>
      </w:r>
      <w:r w:rsidR="00042F5F" w:rsidRPr="008B7FD2">
        <w:t>bremenitve</w:t>
      </w:r>
      <w:r w:rsidRPr="008B7FD2">
        <w:t xml:space="preserve">«. Gre za zahtevo v evidenci zahtev, ki je ni možno oddati preko storitev za evidenco zahtev ampak preko opisane storitve Sklepanje </w:t>
      </w:r>
      <w:proofErr w:type="spellStart"/>
      <w:r w:rsidRPr="008B7FD2">
        <w:t>PoD</w:t>
      </w:r>
      <w:proofErr w:type="spellEnd"/>
      <w:r w:rsidRPr="008B7FD2">
        <w:t xml:space="preserve"> </w:t>
      </w:r>
      <w:r w:rsidR="00042F5F" w:rsidRPr="008B7FD2">
        <w:t>sprememba bremenitve</w:t>
      </w:r>
      <w:r w:rsidRPr="008B7FD2">
        <w:t xml:space="preserve">. Po potrditvi zahteve na strani distributerja se </w:t>
      </w:r>
      <w:r w:rsidR="00042F5F" w:rsidRPr="008B7FD2">
        <w:t>izvede sprememba bremenitve ob prvem naslednjem poračunu za izbrano merilno mesto</w:t>
      </w:r>
      <w:r w:rsidRPr="008B7FD2">
        <w:t>. Status oddane zahteve dobavitelj spremlja preko nabora storitev za evidenco zahtev.</w:t>
      </w:r>
    </w:p>
    <w:p w14:paraId="4037B1D8" w14:textId="6B3F8399" w:rsidR="00166E74" w:rsidRPr="008B7FD2" w:rsidRDefault="002968D7" w:rsidP="00BF6BF1">
      <w:r>
        <w:t>Storitev umaknjena iz uporabe s 1.10.2018</w:t>
      </w:r>
    </w:p>
    <w:p w14:paraId="54F48F7F" w14:textId="77777777" w:rsidR="00BF6BF1" w:rsidRPr="008B7FD2" w:rsidRDefault="00BF6BF1" w:rsidP="00BF6BF1">
      <w:pPr>
        <w:pStyle w:val="Heading2"/>
        <w:ind w:left="578" w:hanging="578"/>
      </w:pPr>
      <w:bookmarkStart w:id="349" w:name="_Toc64888825"/>
      <w:r w:rsidRPr="008B7FD2">
        <w:t>Tehnološki predpogoji uporabe WS</w:t>
      </w:r>
      <w:bookmarkEnd w:id="349"/>
    </w:p>
    <w:p w14:paraId="4531EEE7" w14:textId="675B8092" w:rsidR="0030389D" w:rsidRDefault="00BF6BF1" w:rsidP="00BF6BF1">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3C604059" w14:textId="77777777" w:rsidR="0030389D" w:rsidRDefault="0030389D">
      <w:pPr>
        <w:spacing w:after="0" w:line="240" w:lineRule="auto"/>
        <w:jc w:val="left"/>
      </w:pPr>
      <w:r>
        <w:br w:type="page"/>
      </w:r>
    </w:p>
    <w:p w14:paraId="39579709" w14:textId="7AFCAC60" w:rsidR="0030389D" w:rsidRPr="008B7FD2" w:rsidRDefault="0030389D" w:rsidP="0030389D">
      <w:pPr>
        <w:pStyle w:val="Heading1"/>
        <w:ind w:left="431" w:hanging="431"/>
      </w:pPr>
      <w:bookmarkStart w:id="350" w:name="_Toc64888826"/>
      <w:r w:rsidRPr="008B7FD2">
        <w:lastRenderedPageBreak/>
        <w:t xml:space="preserve">Sklepanje </w:t>
      </w:r>
      <w:proofErr w:type="spellStart"/>
      <w:r w:rsidRPr="008B7FD2">
        <w:t>PoD</w:t>
      </w:r>
      <w:proofErr w:type="spellEnd"/>
      <w:r w:rsidRPr="008B7FD2">
        <w:t xml:space="preserve"> sprememba bremenitve</w:t>
      </w:r>
      <w:r>
        <w:t xml:space="preserve"> v2</w:t>
      </w:r>
      <w:bookmarkEnd w:id="350"/>
    </w:p>
    <w:p w14:paraId="704A1599" w14:textId="77777777" w:rsidR="0030389D" w:rsidRPr="008B7FD2" w:rsidRDefault="0030389D" w:rsidP="0030389D">
      <w:pPr>
        <w:pStyle w:val="Heading2"/>
      </w:pPr>
      <w:bookmarkStart w:id="351" w:name="_Toc64888827"/>
      <w:r w:rsidRPr="008B7FD2">
        <w:t>Kratek opis in namen WS</w:t>
      </w:r>
      <w:bookmarkEnd w:id="351"/>
    </w:p>
    <w:p w14:paraId="652B8CE9" w14:textId="77777777" w:rsidR="0030389D" w:rsidRPr="008B7FD2" w:rsidRDefault="0030389D" w:rsidP="0030389D">
      <w:r w:rsidRPr="008B7FD2">
        <w:t>Storitev je namenjena oddaji zahteve za spremembo bremenitve za izbrano merilno mesto.</w:t>
      </w:r>
    </w:p>
    <w:p w14:paraId="52C9AA13" w14:textId="77777777" w:rsidR="0030389D" w:rsidRPr="008B7FD2" w:rsidRDefault="0030389D" w:rsidP="0030389D">
      <w:pPr>
        <w:pStyle w:val="NoSpacing"/>
        <w:numPr>
          <w:ilvl w:val="0"/>
          <w:numId w:val="27"/>
        </w:numPr>
        <w:rPr>
          <w:lang w:val="sl-SI"/>
        </w:rPr>
      </w:pPr>
      <w:r w:rsidRPr="008B7FD2">
        <w:rPr>
          <w:lang w:val="sl-SI"/>
        </w:rPr>
        <w:t>Url produkcija:</w:t>
      </w:r>
    </w:p>
    <w:p w14:paraId="1D8E762B" w14:textId="4D166512" w:rsidR="0030389D" w:rsidRPr="008B7FD2" w:rsidRDefault="00765DB7" w:rsidP="0030389D">
      <w:pPr>
        <w:pStyle w:val="NoSpacing"/>
        <w:rPr>
          <w:sz w:val="18"/>
          <w:szCs w:val="18"/>
          <w:lang w:val="sl-SI"/>
        </w:rPr>
      </w:pPr>
      <w:hyperlink r:id="rId153" w:history="1">
        <w:r w:rsidR="00893E28" w:rsidRPr="005A7DEA">
          <w:rPr>
            <w:rStyle w:val="Hyperlink"/>
            <w:sz w:val="18"/>
            <w:szCs w:val="18"/>
            <w:lang w:val="sl-SI"/>
          </w:rPr>
          <w:t>https://services.informatika.si/SklepanjePoDWeb/sca/SpremembaBremenitve2Storitev?WSDL</w:t>
        </w:r>
      </w:hyperlink>
    </w:p>
    <w:p w14:paraId="7D580C3C" w14:textId="77777777" w:rsidR="0030389D" w:rsidRPr="008B7FD2" w:rsidRDefault="0030389D" w:rsidP="0030389D">
      <w:pPr>
        <w:pStyle w:val="NoSpacing"/>
        <w:numPr>
          <w:ilvl w:val="0"/>
          <w:numId w:val="27"/>
        </w:numPr>
        <w:rPr>
          <w:lang w:val="sl-SI"/>
        </w:rPr>
      </w:pPr>
      <w:r w:rsidRPr="008B7FD2">
        <w:rPr>
          <w:lang w:val="sl-SI"/>
        </w:rPr>
        <w:t xml:space="preserve">Url test: </w:t>
      </w:r>
    </w:p>
    <w:p w14:paraId="35DA57FA" w14:textId="6F303642" w:rsidR="0030389D" w:rsidRPr="008B7FD2" w:rsidRDefault="00765DB7" w:rsidP="0030389D">
      <w:pPr>
        <w:pStyle w:val="NoSpacing"/>
        <w:rPr>
          <w:sz w:val="18"/>
          <w:szCs w:val="18"/>
          <w:lang w:val="sl-SI"/>
        </w:rPr>
      </w:pPr>
      <w:hyperlink r:id="rId154" w:history="1">
        <w:r w:rsidR="00166E74" w:rsidRPr="005A7DEA">
          <w:rPr>
            <w:rStyle w:val="Hyperlink"/>
            <w:sz w:val="18"/>
            <w:szCs w:val="18"/>
            <w:lang w:val="sl-SI"/>
          </w:rPr>
          <w:t>https://services-test.informatika.si/SklepanjePoDWeb/sca/SpremembaBremenitve2Storitev?WSDL</w:t>
        </w:r>
      </w:hyperlink>
    </w:p>
    <w:p w14:paraId="146DE72B" w14:textId="77777777" w:rsidR="0030389D" w:rsidRPr="008B7FD2" w:rsidRDefault="0030389D" w:rsidP="0030389D">
      <w:pPr>
        <w:pStyle w:val="NoSpacing"/>
        <w:ind w:left="360"/>
        <w:rPr>
          <w:lang w:val="sl-SI"/>
        </w:rPr>
      </w:pPr>
    </w:p>
    <w:p w14:paraId="574A0BD3" w14:textId="77777777" w:rsidR="0030389D" w:rsidRPr="008B7FD2" w:rsidRDefault="0030389D" w:rsidP="0030389D">
      <w:pPr>
        <w:pStyle w:val="Heading2"/>
      </w:pPr>
      <w:bookmarkStart w:id="352" w:name="_Toc64888828"/>
      <w:proofErr w:type="spellStart"/>
      <w:r w:rsidRPr="008B7FD2">
        <w:t>Verzioniranje</w:t>
      </w:r>
      <w:proofErr w:type="spellEnd"/>
      <w:r w:rsidRPr="008B7FD2">
        <w:t xml:space="preserve"> WS</w:t>
      </w:r>
      <w:bookmarkEnd w:id="352"/>
    </w:p>
    <w:p w14:paraId="4EB48820" w14:textId="2702E10A" w:rsidR="0030389D" w:rsidRPr="008B7FD2" w:rsidRDefault="0030389D" w:rsidP="0030389D">
      <w:r w:rsidRPr="008B7FD2">
        <w:t xml:space="preserve">Verzija nabora storitev </w:t>
      </w:r>
      <w:r w:rsidR="00C63A97">
        <w:t>2</w:t>
      </w:r>
      <w:r w:rsidRPr="008B7FD2">
        <w:t>.0</w:t>
      </w:r>
    </w:p>
    <w:p w14:paraId="7ED711BB" w14:textId="77777777" w:rsidR="0030389D" w:rsidRPr="008B7FD2" w:rsidRDefault="0030389D" w:rsidP="0030389D">
      <w:pPr>
        <w:pStyle w:val="Heading2"/>
        <w:ind w:left="578" w:hanging="578"/>
      </w:pPr>
      <w:bookmarkStart w:id="353" w:name="_Toc64888829"/>
      <w:r w:rsidRPr="008B7FD2">
        <w:t>Diagram poteka</w:t>
      </w:r>
      <w:bookmarkEnd w:id="353"/>
    </w:p>
    <w:p w14:paraId="1BD03889" w14:textId="77777777" w:rsidR="0030389D" w:rsidRPr="008B7FD2" w:rsidRDefault="0030389D" w:rsidP="0030389D">
      <w:r w:rsidRPr="008B7FD2">
        <w:t>Ni na voljo.</w:t>
      </w:r>
    </w:p>
    <w:p w14:paraId="1E158E27" w14:textId="77777777" w:rsidR="0030389D" w:rsidRPr="008B7FD2" w:rsidRDefault="0030389D" w:rsidP="0030389D">
      <w:pPr>
        <w:pStyle w:val="Heading2"/>
        <w:ind w:left="578" w:hanging="578"/>
      </w:pPr>
      <w:bookmarkStart w:id="354" w:name="_Toc64888830"/>
      <w:r w:rsidRPr="008B7FD2">
        <w:t>Način uporabe</w:t>
      </w:r>
      <w:bookmarkEnd w:id="354"/>
    </w:p>
    <w:p w14:paraId="3BFB325A" w14:textId="77777777" w:rsidR="0030389D" w:rsidRPr="008B7FD2" w:rsidRDefault="0030389D" w:rsidP="0030389D">
      <w:r w:rsidRPr="008B7FD2">
        <w:t xml:space="preserve">Storitev se kliče za potrebe oddaje zahteve distributerju za spremembo bremenitve za izbrano merilno mesto. </w:t>
      </w:r>
    </w:p>
    <w:p w14:paraId="2EC78BC6" w14:textId="77777777" w:rsidR="0030389D" w:rsidRPr="008B7FD2" w:rsidRDefault="0030389D" w:rsidP="0030389D">
      <w:pPr>
        <w:pStyle w:val="Heading2"/>
        <w:ind w:left="578" w:hanging="578"/>
      </w:pPr>
      <w:bookmarkStart w:id="355" w:name="_Toc64888831"/>
      <w:r w:rsidRPr="008B7FD2">
        <w:t>Posebnosti</w:t>
      </w:r>
      <w:bookmarkEnd w:id="355"/>
    </w:p>
    <w:p w14:paraId="384A060B" w14:textId="77777777" w:rsidR="0030389D" w:rsidRPr="008B7FD2" w:rsidRDefault="0030389D" w:rsidP="0030389D">
      <w:r w:rsidRPr="008B7FD2">
        <w:t xml:space="preserve">Storitev kreira posebno vrsto zahteve v evidenci zahtev »32 – Sprememba bremenitve«. Gre za zahtevo v evidenci zahtev, ki je ni možno oddati preko storitev za evidenco zahtev ampak preko opisane storitve Sklepanje </w:t>
      </w:r>
      <w:proofErr w:type="spellStart"/>
      <w:r w:rsidRPr="008B7FD2">
        <w:t>PoD</w:t>
      </w:r>
      <w:proofErr w:type="spellEnd"/>
      <w:r w:rsidRPr="008B7FD2">
        <w:t xml:space="preserve"> sprememba bremenitve. Po potrditvi zahteve na strani distributerja se izvede sprememba bremenitve ob prvem naslednjem poračunu za izbrano merilno mesto. Status oddane zahteve dobavitelj spremlja preko nabora storitev za evidenco zahtev.</w:t>
      </w:r>
    </w:p>
    <w:p w14:paraId="0AD6A90B" w14:textId="77777777" w:rsidR="0030389D" w:rsidRPr="008B7FD2" w:rsidRDefault="0030389D" w:rsidP="0030389D">
      <w:pPr>
        <w:pStyle w:val="Heading2"/>
        <w:ind w:left="578" w:hanging="578"/>
      </w:pPr>
      <w:bookmarkStart w:id="356" w:name="_Toc64888832"/>
      <w:r w:rsidRPr="008B7FD2">
        <w:t>Tehnološki predpogoji uporabe WS</w:t>
      </w:r>
      <w:bookmarkEnd w:id="356"/>
    </w:p>
    <w:p w14:paraId="186149DE" w14:textId="681FC4B0" w:rsidR="00BF6BF1" w:rsidRPr="008B7FD2" w:rsidRDefault="0030389D" w:rsidP="0030389D">
      <w:r w:rsidRPr="008B7FD2">
        <w:t>Uporabnik storitve mora vzpostaviti povezavo do spletnega mesta services.informatika.si ter services-test.informatika.si in zaupati certifikatu spletnega mesta. Klici so varovani z uporabniškim imenom in geslom.</w:t>
      </w:r>
    </w:p>
    <w:p w14:paraId="3989E7D6" w14:textId="77777777" w:rsidR="00BF6BF1" w:rsidRPr="008B7FD2" w:rsidRDefault="00BF6BF1" w:rsidP="00BB74D4"/>
    <w:p w14:paraId="76861C67" w14:textId="77777777" w:rsidR="00901A47" w:rsidRPr="008B7FD2" w:rsidRDefault="00901A47" w:rsidP="00BB74D4"/>
    <w:p w14:paraId="11FC9E05" w14:textId="77777777" w:rsidR="00901A47" w:rsidRPr="008B7FD2" w:rsidRDefault="00901A47" w:rsidP="00BB74D4"/>
    <w:p w14:paraId="73803C15" w14:textId="0E3F0AC8" w:rsidR="00901A47" w:rsidRPr="008B7FD2" w:rsidRDefault="00901A47" w:rsidP="00901A47">
      <w:pPr>
        <w:pStyle w:val="Heading1"/>
      </w:pPr>
      <w:bookmarkStart w:id="357" w:name="_Toc64888833"/>
      <w:r w:rsidRPr="008B7FD2">
        <w:lastRenderedPageBreak/>
        <w:t xml:space="preserve">Sklepanje </w:t>
      </w:r>
      <w:proofErr w:type="spellStart"/>
      <w:r w:rsidRPr="008B7FD2">
        <w:t>PoD</w:t>
      </w:r>
      <w:proofErr w:type="spellEnd"/>
      <w:r w:rsidRPr="008B7FD2">
        <w:t xml:space="preserve"> odjava plačnika</w:t>
      </w:r>
      <w:r w:rsidR="00E104F0" w:rsidRPr="008B7FD2">
        <w:t xml:space="preserve"> (storitev je umaknjena iz uporabe)</w:t>
      </w:r>
      <w:bookmarkEnd w:id="357"/>
    </w:p>
    <w:p w14:paraId="198DEE16" w14:textId="77777777" w:rsidR="00901A47" w:rsidRPr="008B7FD2" w:rsidRDefault="00901A47" w:rsidP="00901A47">
      <w:pPr>
        <w:pStyle w:val="Heading2"/>
      </w:pPr>
      <w:bookmarkStart w:id="358" w:name="_Toc64888834"/>
      <w:r w:rsidRPr="008B7FD2">
        <w:t>Kratek opis in namen WS</w:t>
      </w:r>
      <w:bookmarkEnd w:id="358"/>
    </w:p>
    <w:p w14:paraId="74F39097" w14:textId="3FA4E5E3" w:rsidR="00901A47" w:rsidRPr="008B7FD2" w:rsidRDefault="00901A47" w:rsidP="00901A47">
      <w:r w:rsidRPr="008B7FD2">
        <w:t>Storitev je namenjena oddaji zahteve za odjavo plačnika (posledica odpovedi pogodbe o dobavi s strani plačnika).</w:t>
      </w:r>
    </w:p>
    <w:p w14:paraId="3EFEDF73" w14:textId="77777777" w:rsidR="00901A47" w:rsidRPr="008B7FD2" w:rsidRDefault="00901A47" w:rsidP="00901A47">
      <w:pPr>
        <w:pStyle w:val="NoSpacing"/>
        <w:numPr>
          <w:ilvl w:val="0"/>
          <w:numId w:val="27"/>
        </w:numPr>
        <w:rPr>
          <w:lang w:val="sl-SI"/>
        </w:rPr>
      </w:pPr>
      <w:r w:rsidRPr="008B7FD2">
        <w:rPr>
          <w:lang w:val="sl-SI"/>
        </w:rPr>
        <w:t>Url produkcija:</w:t>
      </w:r>
    </w:p>
    <w:p w14:paraId="52CF1C83" w14:textId="279E7033" w:rsidR="00901A47" w:rsidRPr="008B7FD2" w:rsidRDefault="00765DB7" w:rsidP="00901A47">
      <w:pPr>
        <w:pStyle w:val="NoSpacing"/>
        <w:rPr>
          <w:sz w:val="18"/>
          <w:szCs w:val="18"/>
          <w:lang w:val="sl-SI"/>
        </w:rPr>
      </w:pPr>
      <w:hyperlink r:id="rId155" w:history="1">
        <w:r w:rsidR="00DE2994" w:rsidRPr="008B7FD2">
          <w:rPr>
            <w:rStyle w:val="Hyperlink"/>
            <w:sz w:val="18"/>
            <w:szCs w:val="18"/>
            <w:lang w:val="sl-SI"/>
          </w:rPr>
          <w:t>https://services.informatika.si/SklepanjePoDWeb/sca/OdjavaPlacnikaStoritev?WSDL</w:t>
        </w:r>
      </w:hyperlink>
    </w:p>
    <w:p w14:paraId="6E85B058" w14:textId="77777777" w:rsidR="00901A47" w:rsidRPr="008B7FD2" w:rsidRDefault="00901A47" w:rsidP="00901A47">
      <w:pPr>
        <w:pStyle w:val="NoSpacing"/>
        <w:numPr>
          <w:ilvl w:val="0"/>
          <w:numId w:val="27"/>
        </w:numPr>
        <w:rPr>
          <w:lang w:val="sl-SI"/>
        </w:rPr>
      </w:pPr>
      <w:r w:rsidRPr="008B7FD2">
        <w:rPr>
          <w:lang w:val="sl-SI"/>
        </w:rPr>
        <w:t xml:space="preserve">Url test: </w:t>
      </w:r>
    </w:p>
    <w:p w14:paraId="19CB093F" w14:textId="04430F80" w:rsidR="00901A47" w:rsidRPr="008B7FD2" w:rsidRDefault="00765DB7" w:rsidP="00901A47">
      <w:pPr>
        <w:pStyle w:val="NoSpacing"/>
        <w:rPr>
          <w:sz w:val="18"/>
          <w:szCs w:val="18"/>
          <w:lang w:val="sl-SI"/>
        </w:rPr>
      </w:pPr>
      <w:hyperlink r:id="rId156" w:history="1">
        <w:r w:rsidR="00DE2994" w:rsidRPr="008B7FD2">
          <w:rPr>
            <w:rStyle w:val="Hyperlink"/>
            <w:sz w:val="18"/>
            <w:szCs w:val="18"/>
            <w:lang w:val="sl-SI"/>
          </w:rPr>
          <w:t>https://services-test.informatika.si/SklepanjePoDWeb/sca/OdjavaPlacnikaStoritev?WSDL</w:t>
        </w:r>
      </w:hyperlink>
    </w:p>
    <w:p w14:paraId="1D2E714F" w14:textId="77777777" w:rsidR="00901A47" w:rsidRPr="008B7FD2" w:rsidRDefault="00901A47" w:rsidP="00901A47">
      <w:pPr>
        <w:pStyle w:val="NoSpacing"/>
        <w:ind w:left="360"/>
        <w:rPr>
          <w:lang w:val="sl-SI"/>
        </w:rPr>
      </w:pPr>
    </w:p>
    <w:p w14:paraId="19BD98C0" w14:textId="77777777" w:rsidR="00901A47" w:rsidRPr="008B7FD2" w:rsidRDefault="00901A47" w:rsidP="00901A47">
      <w:pPr>
        <w:pStyle w:val="Heading2"/>
      </w:pPr>
      <w:bookmarkStart w:id="359" w:name="_Toc64888835"/>
      <w:proofErr w:type="spellStart"/>
      <w:r w:rsidRPr="008B7FD2">
        <w:t>Verzioniranje</w:t>
      </w:r>
      <w:proofErr w:type="spellEnd"/>
      <w:r w:rsidRPr="008B7FD2">
        <w:t xml:space="preserve"> WS</w:t>
      </w:r>
      <w:bookmarkEnd w:id="359"/>
    </w:p>
    <w:p w14:paraId="1999C84E" w14:textId="77777777" w:rsidR="00901A47" w:rsidRPr="008B7FD2" w:rsidRDefault="00901A47" w:rsidP="00901A47">
      <w:r w:rsidRPr="008B7FD2">
        <w:t>Verzija nabora storitev 1.0</w:t>
      </w:r>
    </w:p>
    <w:p w14:paraId="3BA627E9" w14:textId="77777777" w:rsidR="00901A47" w:rsidRPr="008B7FD2" w:rsidRDefault="00901A47" w:rsidP="00901A47">
      <w:pPr>
        <w:pStyle w:val="Heading2"/>
        <w:ind w:left="578" w:hanging="578"/>
      </w:pPr>
      <w:bookmarkStart w:id="360" w:name="_Toc64888836"/>
      <w:r w:rsidRPr="008B7FD2">
        <w:t>Diagram poteka</w:t>
      </w:r>
      <w:bookmarkEnd w:id="360"/>
    </w:p>
    <w:p w14:paraId="7055EBBC" w14:textId="77777777" w:rsidR="00901A47" w:rsidRPr="008B7FD2" w:rsidRDefault="00901A47" w:rsidP="00901A47">
      <w:r w:rsidRPr="008B7FD2">
        <w:t>Ni na voljo.</w:t>
      </w:r>
    </w:p>
    <w:p w14:paraId="2B418030" w14:textId="77777777" w:rsidR="00901A47" w:rsidRPr="008B7FD2" w:rsidRDefault="00901A47" w:rsidP="00901A47">
      <w:pPr>
        <w:pStyle w:val="Heading2"/>
        <w:ind w:left="578" w:hanging="578"/>
      </w:pPr>
      <w:bookmarkStart w:id="361" w:name="_Toc64888837"/>
      <w:r w:rsidRPr="008B7FD2">
        <w:t>Način uporabe</w:t>
      </w:r>
      <w:bookmarkEnd w:id="361"/>
    </w:p>
    <w:p w14:paraId="0ADF72B4" w14:textId="69F4C0E0" w:rsidR="00901A47" w:rsidRPr="008B7FD2" w:rsidRDefault="00901A47" w:rsidP="00901A47">
      <w:r w:rsidRPr="008B7FD2">
        <w:t xml:space="preserve">Storitev se kliče za potrebe oddaje zahteve distributerju za </w:t>
      </w:r>
      <w:r w:rsidR="004F5DDC" w:rsidRPr="008B7FD2">
        <w:t>odjavo plačnika</w:t>
      </w:r>
      <w:r w:rsidRPr="008B7FD2">
        <w:t xml:space="preserve"> za izbrano merilno mesto. </w:t>
      </w:r>
      <w:r w:rsidR="004F5DDC" w:rsidRPr="008B7FD2">
        <w:t>Scenarij se uporablja, kadar dobavitelj odstopa od pogodbe in je potrebno novega lastnika/plačnika pozvati k ureditvi pogodbe o dostopu, kar je naloga distributerja</w:t>
      </w:r>
      <w:r w:rsidRPr="008B7FD2">
        <w:t>.</w:t>
      </w:r>
      <w:r w:rsidR="004F5DDC" w:rsidRPr="008B7FD2">
        <w:t xml:space="preserve"> V sklopu klica storitve se poda tudi števčno stanje na merilnem mestu.</w:t>
      </w:r>
    </w:p>
    <w:p w14:paraId="39401EE2" w14:textId="77777777" w:rsidR="00901A47" w:rsidRPr="008B7FD2" w:rsidRDefault="00901A47" w:rsidP="00901A47">
      <w:pPr>
        <w:pStyle w:val="Heading2"/>
        <w:ind w:left="578" w:hanging="578"/>
      </w:pPr>
      <w:bookmarkStart w:id="362" w:name="_Toc64888838"/>
      <w:r w:rsidRPr="008B7FD2">
        <w:t>Posebnosti</w:t>
      </w:r>
      <w:bookmarkEnd w:id="362"/>
    </w:p>
    <w:p w14:paraId="6BEDA67B" w14:textId="2D50D6FA" w:rsidR="00901A47" w:rsidRDefault="00901A47" w:rsidP="00901A47">
      <w:r w:rsidRPr="008B7FD2">
        <w:t>Storitev kreira posebno vrsto zahteve v evidenci zahtev »3</w:t>
      </w:r>
      <w:r w:rsidR="004F5DDC" w:rsidRPr="008B7FD2">
        <w:t>3</w:t>
      </w:r>
      <w:r w:rsidRPr="008B7FD2">
        <w:t xml:space="preserve"> – </w:t>
      </w:r>
      <w:r w:rsidR="004F5DDC" w:rsidRPr="008B7FD2">
        <w:t xml:space="preserve">Odjava </w:t>
      </w:r>
      <w:proofErr w:type="spellStart"/>
      <w:r w:rsidR="004F5DDC" w:rsidRPr="008B7FD2">
        <w:t>plčanika</w:t>
      </w:r>
      <w:proofErr w:type="spellEnd"/>
      <w:r w:rsidRPr="008B7FD2">
        <w:t xml:space="preserve">«. Gre za zahtevo v evidenci zahtev, ki je ni možno oddati preko storitev za evidenco zahtev ampak preko opisane storitve Sklepanje </w:t>
      </w:r>
      <w:proofErr w:type="spellStart"/>
      <w:r w:rsidRPr="008B7FD2">
        <w:t>PoD</w:t>
      </w:r>
      <w:proofErr w:type="spellEnd"/>
      <w:r w:rsidRPr="008B7FD2">
        <w:t xml:space="preserve"> </w:t>
      </w:r>
      <w:r w:rsidR="004F5DDC" w:rsidRPr="008B7FD2">
        <w:t>odjava plačnika</w:t>
      </w:r>
      <w:r w:rsidRPr="008B7FD2">
        <w:t xml:space="preserve">. Po potrditvi zahteve na strani distributerja se starta poslovni proces sklepanje pogodbe o dostopu za scenarij </w:t>
      </w:r>
      <w:r w:rsidR="00AA6A45" w:rsidRPr="008B7FD2">
        <w:t>odjava plačnika</w:t>
      </w:r>
      <w:r w:rsidRPr="008B7FD2">
        <w:t>. Status oddane zahteve dobavitelj spremlja preko nabora storitev za evidenco zahtev.</w:t>
      </w:r>
    </w:p>
    <w:p w14:paraId="1153ED18" w14:textId="773733AD" w:rsidR="00FE39B5" w:rsidRPr="008B7FD2" w:rsidRDefault="00FE39B5" w:rsidP="00901A47">
      <w:r>
        <w:t>Storitev umaknjena iz uporabe.</w:t>
      </w:r>
    </w:p>
    <w:p w14:paraId="1718A97B" w14:textId="77777777" w:rsidR="00901A47" w:rsidRPr="008B7FD2" w:rsidRDefault="00901A47" w:rsidP="00901A47">
      <w:pPr>
        <w:pStyle w:val="Heading2"/>
        <w:ind w:left="578" w:hanging="578"/>
      </w:pPr>
      <w:bookmarkStart w:id="363" w:name="_Toc64888839"/>
      <w:r w:rsidRPr="008B7FD2">
        <w:t>Tehnološki predpogoji uporabe WS</w:t>
      </w:r>
      <w:bookmarkEnd w:id="363"/>
    </w:p>
    <w:p w14:paraId="2346F05F" w14:textId="252EF696" w:rsidR="00901A47" w:rsidRPr="008B7FD2" w:rsidRDefault="00901A47" w:rsidP="00901A47">
      <w:r w:rsidRPr="008B7FD2">
        <w:t>Uporabnik storitve mora vzpostaviti povezavo do spletnega mesta services.informatika.si ter services-test.informatika.si in zaupati ce</w:t>
      </w:r>
      <w:r w:rsidR="000E04B4" w:rsidRPr="008B7FD2">
        <w:t>r</w:t>
      </w:r>
      <w:r w:rsidRPr="008B7FD2">
        <w:t>tifikatu spletnega mesta. Klici so varovani z uporabniškim imenom in geslom.</w:t>
      </w:r>
    </w:p>
    <w:p w14:paraId="78E4F01E" w14:textId="0CEE08D1" w:rsidR="00753D55" w:rsidRPr="008B7FD2" w:rsidRDefault="00753D55" w:rsidP="008F123C">
      <w:pPr>
        <w:pStyle w:val="Heading1"/>
        <w:ind w:left="431" w:hanging="431"/>
      </w:pPr>
      <w:bookmarkStart w:id="364" w:name="_Toc64888840"/>
      <w:r w:rsidRPr="008B7FD2">
        <w:lastRenderedPageBreak/>
        <w:t>Evidenca sprememb vrni seznam sprememb MM</w:t>
      </w:r>
      <w:bookmarkEnd w:id="364"/>
    </w:p>
    <w:p w14:paraId="01DCB267" w14:textId="77777777" w:rsidR="00753D55" w:rsidRPr="008B7FD2" w:rsidRDefault="00753D55" w:rsidP="00753D55">
      <w:pPr>
        <w:pStyle w:val="Heading2"/>
      </w:pPr>
      <w:bookmarkStart w:id="365" w:name="_Toc64888841"/>
      <w:r w:rsidRPr="008B7FD2">
        <w:t>Kratek opis in namen WS</w:t>
      </w:r>
      <w:bookmarkEnd w:id="365"/>
    </w:p>
    <w:p w14:paraId="0AB4C481" w14:textId="49363B23" w:rsidR="00753D55" w:rsidRPr="008B7FD2" w:rsidRDefault="00753D55" w:rsidP="00753D55">
      <w:r w:rsidRPr="008B7FD2">
        <w:t>Storitev je namenjena spremljanju vseh sprememb na merilnih mestih posameznega dobavitelja.</w:t>
      </w:r>
    </w:p>
    <w:p w14:paraId="53E34D59" w14:textId="77777777" w:rsidR="00753D55" w:rsidRPr="008B7FD2" w:rsidRDefault="00753D55" w:rsidP="00753D55">
      <w:pPr>
        <w:pStyle w:val="NoSpacing"/>
        <w:numPr>
          <w:ilvl w:val="0"/>
          <w:numId w:val="27"/>
        </w:numPr>
        <w:rPr>
          <w:lang w:val="sl-SI"/>
        </w:rPr>
      </w:pPr>
      <w:r w:rsidRPr="008B7FD2">
        <w:rPr>
          <w:lang w:val="sl-SI"/>
        </w:rPr>
        <w:t>Url produkcija:</w:t>
      </w:r>
    </w:p>
    <w:p w14:paraId="521B40EA" w14:textId="1BB6531B" w:rsidR="00753D55" w:rsidRPr="008B7FD2" w:rsidRDefault="00765DB7" w:rsidP="00753D55">
      <w:pPr>
        <w:pStyle w:val="NoSpacing"/>
        <w:rPr>
          <w:sz w:val="18"/>
          <w:szCs w:val="18"/>
          <w:lang w:val="sl-SI"/>
        </w:rPr>
      </w:pPr>
      <w:hyperlink r:id="rId157" w:history="1">
        <w:r w:rsidR="00753D55" w:rsidRPr="008B7FD2">
          <w:rPr>
            <w:rStyle w:val="Hyperlink"/>
            <w:sz w:val="18"/>
            <w:szCs w:val="18"/>
            <w:lang w:val="sl-SI"/>
          </w:rPr>
          <w:t>https://services.informatika.si/EvidencaSpremembMMWeb/sca/VrniSeznamSpremembMMStoritev?WSDL</w:t>
        </w:r>
      </w:hyperlink>
    </w:p>
    <w:p w14:paraId="7A9629A5" w14:textId="77777777" w:rsidR="00753D55" w:rsidRPr="008B7FD2" w:rsidRDefault="00753D55" w:rsidP="00753D55">
      <w:pPr>
        <w:pStyle w:val="NoSpacing"/>
        <w:numPr>
          <w:ilvl w:val="0"/>
          <w:numId w:val="27"/>
        </w:numPr>
        <w:rPr>
          <w:lang w:val="sl-SI"/>
        </w:rPr>
      </w:pPr>
      <w:r w:rsidRPr="008B7FD2">
        <w:rPr>
          <w:lang w:val="sl-SI"/>
        </w:rPr>
        <w:t xml:space="preserve">Url test: </w:t>
      </w:r>
    </w:p>
    <w:p w14:paraId="6DC89A92" w14:textId="3C9EEFBA" w:rsidR="00753D55" w:rsidRPr="008B7FD2" w:rsidRDefault="00765DB7" w:rsidP="00753D55">
      <w:pPr>
        <w:pStyle w:val="NoSpacing"/>
        <w:rPr>
          <w:sz w:val="18"/>
          <w:szCs w:val="18"/>
          <w:lang w:val="sl-SI"/>
        </w:rPr>
      </w:pPr>
      <w:hyperlink r:id="rId158" w:history="1">
        <w:r w:rsidR="00753D55" w:rsidRPr="008B7FD2">
          <w:rPr>
            <w:rStyle w:val="Hyperlink"/>
            <w:sz w:val="18"/>
            <w:szCs w:val="18"/>
            <w:lang w:val="sl-SI"/>
          </w:rPr>
          <w:t>https://services-test.informatika.si/EvidencaSpremembMMWeb/sca/VrniSeznamSpremembMMStoritev?WSDL</w:t>
        </w:r>
      </w:hyperlink>
    </w:p>
    <w:p w14:paraId="43DEC827" w14:textId="77777777" w:rsidR="00753D55" w:rsidRPr="008B7FD2" w:rsidRDefault="00753D55" w:rsidP="00753D55">
      <w:pPr>
        <w:pStyle w:val="NoSpacing"/>
        <w:ind w:left="360"/>
        <w:rPr>
          <w:lang w:val="sl-SI"/>
        </w:rPr>
      </w:pPr>
    </w:p>
    <w:p w14:paraId="54B15669" w14:textId="77777777" w:rsidR="00753D55" w:rsidRPr="008B7FD2" w:rsidRDefault="00753D55" w:rsidP="00753D55">
      <w:pPr>
        <w:pStyle w:val="NoSpacing"/>
        <w:numPr>
          <w:ilvl w:val="0"/>
          <w:numId w:val="27"/>
        </w:numPr>
        <w:rPr>
          <w:lang w:val="sl-SI"/>
        </w:rPr>
      </w:pPr>
      <w:r w:rsidRPr="008B7FD2">
        <w:rPr>
          <w:lang w:val="sl-SI"/>
        </w:rPr>
        <w:t>Šifranti url produkcija:</w:t>
      </w:r>
    </w:p>
    <w:p w14:paraId="324CD69B" w14:textId="385F7FE6" w:rsidR="00753D55" w:rsidRPr="008B7FD2" w:rsidRDefault="00765DB7" w:rsidP="00753D55">
      <w:pPr>
        <w:pStyle w:val="NoSpacing"/>
        <w:rPr>
          <w:sz w:val="18"/>
          <w:szCs w:val="18"/>
          <w:lang w:val="sl-SI"/>
        </w:rPr>
      </w:pPr>
      <w:hyperlink r:id="rId159" w:history="1">
        <w:r w:rsidR="00753D55" w:rsidRPr="008B7FD2">
          <w:rPr>
            <w:rStyle w:val="Hyperlink"/>
            <w:sz w:val="18"/>
            <w:szCs w:val="18"/>
            <w:lang w:val="sl-SI"/>
          </w:rPr>
          <w:t>https://services.informatika.si/EvidencaSpremembMMWeb /</w:t>
        </w:r>
        <w:proofErr w:type="spellStart"/>
        <w:r w:rsidR="00753D55" w:rsidRPr="008B7FD2">
          <w:rPr>
            <w:rStyle w:val="Hyperlink"/>
            <w:sz w:val="18"/>
            <w:szCs w:val="18"/>
            <w:lang w:val="sl-SI"/>
          </w:rPr>
          <w:t>sca</w:t>
        </w:r>
        <w:proofErr w:type="spellEnd"/>
        <w:r w:rsidR="00753D55" w:rsidRPr="008B7FD2">
          <w:rPr>
            <w:rStyle w:val="Hyperlink"/>
            <w:sz w:val="18"/>
            <w:szCs w:val="18"/>
            <w:lang w:val="sl-SI"/>
          </w:rPr>
          <w:t>/</w:t>
        </w:r>
        <w:proofErr w:type="spellStart"/>
        <w:r w:rsidR="00753D55" w:rsidRPr="008B7FD2">
          <w:rPr>
            <w:rStyle w:val="Hyperlink"/>
            <w:sz w:val="18"/>
            <w:szCs w:val="18"/>
            <w:lang w:val="sl-SI"/>
          </w:rPr>
          <w:t>VrniVrsteSpremembMMStoritev?WSDL</w:t>
        </w:r>
        <w:proofErr w:type="spellEnd"/>
      </w:hyperlink>
    </w:p>
    <w:p w14:paraId="48D1D7B1" w14:textId="77777777" w:rsidR="00753D55" w:rsidRPr="008B7FD2" w:rsidRDefault="00753D55" w:rsidP="00753D55">
      <w:pPr>
        <w:pStyle w:val="NoSpacing"/>
        <w:numPr>
          <w:ilvl w:val="0"/>
          <w:numId w:val="27"/>
        </w:numPr>
        <w:rPr>
          <w:lang w:val="sl-SI"/>
        </w:rPr>
      </w:pPr>
      <w:r w:rsidRPr="008B7FD2">
        <w:rPr>
          <w:lang w:val="sl-SI"/>
        </w:rPr>
        <w:t xml:space="preserve">Šifranti url test: </w:t>
      </w:r>
    </w:p>
    <w:p w14:paraId="354C83E8" w14:textId="42BA5F6A" w:rsidR="00753D55" w:rsidRPr="008B7FD2" w:rsidRDefault="00765DB7" w:rsidP="00753D55">
      <w:pPr>
        <w:pStyle w:val="NoSpacing"/>
        <w:rPr>
          <w:sz w:val="18"/>
          <w:szCs w:val="18"/>
          <w:lang w:val="sl-SI"/>
        </w:rPr>
      </w:pPr>
      <w:hyperlink r:id="rId160" w:history="1">
        <w:r w:rsidR="00753D55" w:rsidRPr="008B7FD2">
          <w:rPr>
            <w:rStyle w:val="Hyperlink"/>
            <w:sz w:val="18"/>
            <w:szCs w:val="18"/>
            <w:lang w:val="sl-SI"/>
          </w:rPr>
          <w:t>https://services-test.informatika.si/EvidencaSpremembMMWeb /</w:t>
        </w:r>
        <w:proofErr w:type="spellStart"/>
        <w:r w:rsidR="00753D55" w:rsidRPr="008B7FD2">
          <w:rPr>
            <w:rStyle w:val="Hyperlink"/>
            <w:sz w:val="18"/>
            <w:szCs w:val="18"/>
            <w:lang w:val="sl-SI"/>
          </w:rPr>
          <w:t>sca</w:t>
        </w:r>
        <w:proofErr w:type="spellEnd"/>
        <w:r w:rsidR="00753D55" w:rsidRPr="008B7FD2">
          <w:rPr>
            <w:rStyle w:val="Hyperlink"/>
            <w:sz w:val="18"/>
            <w:szCs w:val="18"/>
            <w:lang w:val="sl-SI"/>
          </w:rPr>
          <w:t>/</w:t>
        </w:r>
        <w:proofErr w:type="spellStart"/>
        <w:r w:rsidR="00753D55" w:rsidRPr="008B7FD2">
          <w:rPr>
            <w:rStyle w:val="Hyperlink"/>
            <w:sz w:val="18"/>
            <w:szCs w:val="18"/>
            <w:lang w:val="sl-SI"/>
          </w:rPr>
          <w:t>VrniVrsteSpremembMMStoritev?WSDL</w:t>
        </w:r>
        <w:proofErr w:type="spellEnd"/>
      </w:hyperlink>
    </w:p>
    <w:p w14:paraId="536D369E" w14:textId="77777777" w:rsidR="00753D55" w:rsidRPr="008B7FD2" w:rsidRDefault="00753D55" w:rsidP="00753D55">
      <w:pPr>
        <w:pStyle w:val="Heading2"/>
      </w:pPr>
      <w:bookmarkStart w:id="366" w:name="_Toc64888842"/>
      <w:proofErr w:type="spellStart"/>
      <w:r w:rsidRPr="008B7FD2">
        <w:t>Verzioniranje</w:t>
      </w:r>
      <w:proofErr w:type="spellEnd"/>
      <w:r w:rsidRPr="008B7FD2">
        <w:t xml:space="preserve"> WS</w:t>
      </w:r>
      <w:bookmarkEnd w:id="366"/>
    </w:p>
    <w:p w14:paraId="1FD53559" w14:textId="77777777" w:rsidR="00753D55" w:rsidRPr="008B7FD2" w:rsidRDefault="00753D55" w:rsidP="00753D55">
      <w:r w:rsidRPr="008B7FD2">
        <w:t>Verzija nabora storitev 1.0</w:t>
      </w:r>
    </w:p>
    <w:p w14:paraId="516C6B07" w14:textId="77777777" w:rsidR="00753D55" w:rsidRPr="008B7FD2" w:rsidRDefault="00753D55" w:rsidP="00753D55">
      <w:pPr>
        <w:pStyle w:val="Heading2"/>
        <w:ind w:left="578" w:hanging="578"/>
      </w:pPr>
      <w:bookmarkStart w:id="367" w:name="_Toc64888843"/>
      <w:r w:rsidRPr="008B7FD2">
        <w:t>Diagram poteka</w:t>
      </w:r>
      <w:bookmarkEnd w:id="367"/>
    </w:p>
    <w:p w14:paraId="4752C143" w14:textId="77777777" w:rsidR="00753D55" w:rsidRPr="008B7FD2" w:rsidRDefault="00753D55" w:rsidP="00753D55">
      <w:r w:rsidRPr="008B7FD2">
        <w:t>Ni na voljo.</w:t>
      </w:r>
    </w:p>
    <w:p w14:paraId="4CCCF963" w14:textId="77777777" w:rsidR="00753D55" w:rsidRPr="008B7FD2" w:rsidRDefault="00753D55" w:rsidP="00753D55">
      <w:pPr>
        <w:pStyle w:val="Heading2"/>
        <w:ind w:left="578" w:hanging="578"/>
      </w:pPr>
      <w:bookmarkStart w:id="368" w:name="_Toc64888844"/>
      <w:r w:rsidRPr="008B7FD2">
        <w:t>Način uporabe</w:t>
      </w:r>
      <w:bookmarkEnd w:id="368"/>
    </w:p>
    <w:p w14:paraId="6E8820D5" w14:textId="5D6A9030" w:rsidR="00753D55" w:rsidRPr="008B7FD2" w:rsidRDefault="00753D55" w:rsidP="00753D55">
      <w:r w:rsidRPr="008B7FD2">
        <w:t xml:space="preserve">Storitev se kliče za potrebe </w:t>
      </w:r>
      <w:r w:rsidR="00E00225" w:rsidRPr="008B7FD2">
        <w:t>spremljanja sprememb na merilnih mestih, ki so se zgodile na strani distributerja</w:t>
      </w:r>
      <w:r w:rsidRPr="008B7FD2">
        <w:t>.</w:t>
      </w:r>
    </w:p>
    <w:p w14:paraId="77606B5C" w14:textId="77777777" w:rsidR="00753D55" w:rsidRPr="008B7FD2" w:rsidRDefault="00753D55" w:rsidP="00753D55">
      <w:pPr>
        <w:pStyle w:val="Heading2"/>
        <w:ind w:left="578" w:hanging="578"/>
      </w:pPr>
      <w:bookmarkStart w:id="369" w:name="_Toc64888845"/>
      <w:r w:rsidRPr="008B7FD2">
        <w:t>Posebnosti</w:t>
      </w:r>
      <w:bookmarkEnd w:id="369"/>
    </w:p>
    <w:p w14:paraId="2A9728D3" w14:textId="1D0E14C1" w:rsidR="00753D55" w:rsidRDefault="00E40846" w:rsidP="00753D55">
      <w:r w:rsidRPr="008B7FD2">
        <w:t>Vsaka sprememba, ki se zgodi na posameznem merilnem mestu, se evidentira v evidenci sprememb pri distributerju</w:t>
      </w:r>
      <w:r w:rsidR="00753D55" w:rsidRPr="008B7FD2">
        <w:t>.</w:t>
      </w:r>
      <w:r w:rsidRPr="008B7FD2">
        <w:t xml:space="preserve"> Storitev omogoča, da lahko dobavitelj pridobi spremembe iz evidence sprememb za vsa merilna mesta, za katera je v podanem obdobju dobavitelj.</w:t>
      </w:r>
    </w:p>
    <w:p w14:paraId="403EFDBD" w14:textId="1F54834A" w:rsidR="00E364A0" w:rsidRPr="008B7FD2" w:rsidRDefault="002968D7" w:rsidP="00753D55">
      <w:r>
        <w:t>Storitev umaknjena iz uporabe s 1.10.2018</w:t>
      </w:r>
    </w:p>
    <w:p w14:paraId="0405F016" w14:textId="77777777" w:rsidR="00753D55" w:rsidRPr="008B7FD2" w:rsidRDefault="00753D55" w:rsidP="00753D55">
      <w:pPr>
        <w:pStyle w:val="Heading2"/>
        <w:ind w:left="578" w:hanging="578"/>
      </w:pPr>
      <w:bookmarkStart w:id="370" w:name="_Toc64888846"/>
      <w:r w:rsidRPr="008B7FD2">
        <w:t>Tehnološki predpogoji uporabe WS</w:t>
      </w:r>
      <w:bookmarkEnd w:id="370"/>
    </w:p>
    <w:p w14:paraId="4C6279BC" w14:textId="698CB58D" w:rsidR="00E364A0" w:rsidRDefault="00753D55" w:rsidP="00753D55">
      <w:r w:rsidRPr="008B7FD2">
        <w:t>Uporabnik storitve mora vzpostaviti povezavo do spletnega mesta services.informatika.si ter services-test.informatika.si in zaupati certifikatu spletnega mesta. Klici so varovani z uporabniškim imenom in geslom.</w:t>
      </w:r>
    </w:p>
    <w:p w14:paraId="561DE2A6" w14:textId="77777777" w:rsidR="00E364A0" w:rsidRDefault="00E364A0">
      <w:pPr>
        <w:spacing w:after="0" w:line="240" w:lineRule="auto"/>
        <w:jc w:val="left"/>
      </w:pPr>
      <w:r>
        <w:br w:type="page"/>
      </w:r>
    </w:p>
    <w:p w14:paraId="0DC94B06" w14:textId="4F1E38A9" w:rsidR="00E364A0" w:rsidRPr="008B7FD2" w:rsidRDefault="00E364A0" w:rsidP="00E364A0">
      <w:pPr>
        <w:pStyle w:val="Heading1"/>
        <w:ind w:left="431" w:hanging="431"/>
      </w:pPr>
      <w:bookmarkStart w:id="371" w:name="_Toc64888847"/>
      <w:r w:rsidRPr="008B7FD2">
        <w:lastRenderedPageBreak/>
        <w:t>Evidenca sprememb vrni seznam sprememb MM</w:t>
      </w:r>
      <w:r>
        <w:t xml:space="preserve"> v3</w:t>
      </w:r>
      <w:bookmarkEnd w:id="371"/>
    </w:p>
    <w:p w14:paraId="7E4FE1F1" w14:textId="77777777" w:rsidR="00E364A0" w:rsidRPr="008B7FD2" w:rsidRDefault="00E364A0" w:rsidP="00E364A0">
      <w:pPr>
        <w:pStyle w:val="Heading2"/>
      </w:pPr>
      <w:bookmarkStart w:id="372" w:name="_Toc64888848"/>
      <w:r w:rsidRPr="008B7FD2">
        <w:t>Kratek opis in namen WS</w:t>
      </w:r>
      <w:bookmarkEnd w:id="372"/>
    </w:p>
    <w:p w14:paraId="599BE6AA" w14:textId="77777777" w:rsidR="00E364A0" w:rsidRPr="008B7FD2" w:rsidRDefault="00E364A0" w:rsidP="00E364A0">
      <w:r w:rsidRPr="008B7FD2">
        <w:t>Storitev je namenjena spremljanju vseh sprememb na merilnih mestih posameznega dobavitelja.</w:t>
      </w:r>
    </w:p>
    <w:p w14:paraId="4CECFB5F" w14:textId="77777777" w:rsidR="00E364A0" w:rsidRPr="008B7FD2" w:rsidRDefault="00E364A0" w:rsidP="00E364A0">
      <w:pPr>
        <w:pStyle w:val="NoSpacing"/>
        <w:numPr>
          <w:ilvl w:val="0"/>
          <w:numId w:val="27"/>
        </w:numPr>
        <w:rPr>
          <w:lang w:val="sl-SI"/>
        </w:rPr>
      </w:pPr>
      <w:r w:rsidRPr="008B7FD2">
        <w:rPr>
          <w:lang w:val="sl-SI"/>
        </w:rPr>
        <w:t>Url produkcija:</w:t>
      </w:r>
    </w:p>
    <w:p w14:paraId="3A744FC4" w14:textId="02EB3C94" w:rsidR="00E364A0" w:rsidRPr="008B7FD2" w:rsidRDefault="00765DB7" w:rsidP="00E364A0">
      <w:pPr>
        <w:pStyle w:val="NoSpacing"/>
        <w:rPr>
          <w:sz w:val="18"/>
          <w:szCs w:val="18"/>
          <w:lang w:val="sl-SI"/>
        </w:rPr>
      </w:pPr>
      <w:hyperlink r:id="rId161" w:history="1">
        <w:r w:rsidR="00E364A0" w:rsidRPr="008B7FD2">
          <w:rPr>
            <w:rStyle w:val="Hyperlink"/>
            <w:sz w:val="18"/>
            <w:szCs w:val="18"/>
            <w:lang w:val="sl-SI"/>
          </w:rPr>
          <w:t>https://services.informatika.si/</w:t>
        </w:r>
        <w:r w:rsidR="00E364A0" w:rsidRPr="00E364A0">
          <w:t xml:space="preserve"> </w:t>
        </w:r>
        <w:proofErr w:type="spellStart"/>
        <w:r w:rsidR="00E364A0" w:rsidRPr="00E364A0">
          <w:rPr>
            <w:rStyle w:val="Hyperlink"/>
            <w:sz w:val="18"/>
            <w:szCs w:val="18"/>
            <w:lang w:val="sl-SI"/>
          </w:rPr>
          <w:t>EvidencaSpremembMMWeb</w:t>
        </w:r>
        <w:proofErr w:type="spellEnd"/>
        <w:r w:rsidR="00E364A0" w:rsidRPr="00E364A0">
          <w:rPr>
            <w:rStyle w:val="Hyperlink"/>
            <w:sz w:val="18"/>
            <w:szCs w:val="18"/>
            <w:lang w:val="sl-SI"/>
          </w:rPr>
          <w:t>/</w:t>
        </w:r>
        <w:proofErr w:type="spellStart"/>
        <w:r w:rsidR="00E364A0" w:rsidRPr="00E364A0">
          <w:rPr>
            <w:rStyle w:val="Hyperlink"/>
            <w:sz w:val="18"/>
            <w:szCs w:val="18"/>
            <w:lang w:val="sl-SI"/>
          </w:rPr>
          <w:t>sca</w:t>
        </w:r>
        <w:proofErr w:type="spellEnd"/>
        <w:r w:rsidR="00E364A0" w:rsidRPr="00E364A0">
          <w:rPr>
            <w:rStyle w:val="Hyperlink"/>
            <w:sz w:val="18"/>
            <w:szCs w:val="18"/>
            <w:lang w:val="sl-SI"/>
          </w:rPr>
          <w:t>/VrniSeznamSpremembMM3Storitev</w:t>
        </w:r>
        <w:r w:rsidR="00E364A0" w:rsidRPr="008B7FD2">
          <w:rPr>
            <w:rStyle w:val="Hyperlink"/>
            <w:sz w:val="18"/>
            <w:szCs w:val="18"/>
            <w:lang w:val="sl-SI"/>
          </w:rPr>
          <w:t>?WSDL</w:t>
        </w:r>
      </w:hyperlink>
    </w:p>
    <w:p w14:paraId="1B24ED65" w14:textId="77777777" w:rsidR="00E364A0" w:rsidRPr="008B7FD2" w:rsidRDefault="00E364A0" w:rsidP="00E364A0">
      <w:pPr>
        <w:pStyle w:val="NoSpacing"/>
        <w:numPr>
          <w:ilvl w:val="0"/>
          <w:numId w:val="27"/>
        </w:numPr>
        <w:rPr>
          <w:lang w:val="sl-SI"/>
        </w:rPr>
      </w:pPr>
      <w:r w:rsidRPr="008B7FD2">
        <w:rPr>
          <w:lang w:val="sl-SI"/>
        </w:rPr>
        <w:t xml:space="preserve">Url test: </w:t>
      </w:r>
    </w:p>
    <w:p w14:paraId="72B3F156" w14:textId="157FAFCB" w:rsidR="00E364A0" w:rsidRPr="008B7FD2" w:rsidRDefault="00765DB7" w:rsidP="00E364A0">
      <w:pPr>
        <w:pStyle w:val="NoSpacing"/>
        <w:rPr>
          <w:sz w:val="18"/>
          <w:szCs w:val="18"/>
          <w:lang w:val="sl-SI"/>
        </w:rPr>
      </w:pPr>
      <w:hyperlink r:id="rId162" w:history="1">
        <w:r w:rsidR="00E364A0" w:rsidRPr="008B7FD2">
          <w:rPr>
            <w:rStyle w:val="Hyperlink"/>
            <w:sz w:val="18"/>
            <w:szCs w:val="18"/>
            <w:lang w:val="sl-SI"/>
          </w:rPr>
          <w:t>https://services-test.informatika.si/</w:t>
        </w:r>
        <w:r w:rsidR="00E364A0" w:rsidRPr="00E364A0">
          <w:t xml:space="preserve"> </w:t>
        </w:r>
        <w:proofErr w:type="spellStart"/>
        <w:r w:rsidR="00E364A0" w:rsidRPr="00E364A0">
          <w:rPr>
            <w:rStyle w:val="Hyperlink"/>
            <w:sz w:val="18"/>
            <w:szCs w:val="18"/>
            <w:lang w:val="sl-SI"/>
          </w:rPr>
          <w:t>EvidencaSpremembMMWeb</w:t>
        </w:r>
        <w:proofErr w:type="spellEnd"/>
        <w:r w:rsidR="00E364A0" w:rsidRPr="00E364A0">
          <w:rPr>
            <w:rStyle w:val="Hyperlink"/>
            <w:sz w:val="18"/>
            <w:szCs w:val="18"/>
            <w:lang w:val="sl-SI"/>
          </w:rPr>
          <w:t>/</w:t>
        </w:r>
        <w:proofErr w:type="spellStart"/>
        <w:r w:rsidR="00E364A0" w:rsidRPr="00E364A0">
          <w:rPr>
            <w:rStyle w:val="Hyperlink"/>
            <w:sz w:val="18"/>
            <w:szCs w:val="18"/>
            <w:lang w:val="sl-SI"/>
          </w:rPr>
          <w:t>sca</w:t>
        </w:r>
        <w:proofErr w:type="spellEnd"/>
        <w:r w:rsidR="00E364A0" w:rsidRPr="00E364A0">
          <w:rPr>
            <w:rStyle w:val="Hyperlink"/>
            <w:sz w:val="18"/>
            <w:szCs w:val="18"/>
            <w:lang w:val="sl-SI"/>
          </w:rPr>
          <w:t>/VrniSeznamSpremembMM3Storitev</w:t>
        </w:r>
        <w:r w:rsidR="00E364A0" w:rsidRPr="008B7FD2">
          <w:rPr>
            <w:rStyle w:val="Hyperlink"/>
            <w:sz w:val="18"/>
            <w:szCs w:val="18"/>
            <w:lang w:val="sl-SI"/>
          </w:rPr>
          <w:t>?WSDL</w:t>
        </w:r>
      </w:hyperlink>
    </w:p>
    <w:p w14:paraId="7C3E728A" w14:textId="77777777" w:rsidR="00E364A0" w:rsidRPr="008B7FD2" w:rsidRDefault="00E364A0" w:rsidP="00E364A0">
      <w:pPr>
        <w:pStyle w:val="NoSpacing"/>
        <w:ind w:left="360"/>
        <w:rPr>
          <w:lang w:val="sl-SI"/>
        </w:rPr>
      </w:pPr>
    </w:p>
    <w:p w14:paraId="02BD138B" w14:textId="77777777" w:rsidR="00E364A0" w:rsidRPr="008B7FD2" w:rsidRDefault="00E364A0" w:rsidP="00E364A0">
      <w:pPr>
        <w:pStyle w:val="NoSpacing"/>
        <w:numPr>
          <w:ilvl w:val="0"/>
          <w:numId w:val="27"/>
        </w:numPr>
        <w:rPr>
          <w:lang w:val="sl-SI"/>
        </w:rPr>
      </w:pPr>
      <w:r w:rsidRPr="008B7FD2">
        <w:rPr>
          <w:lang w:val="sl-SI"/>
        </w:rPr>
        <w:t>Šifranti url produkcija:</w:t>
      </w:r>
    </w:p>
    <w:p w14:paraId="2AA37544" w14:textId="5E87B0CD" w:rsidR="00E364A0" w:rsidRPr="008B7FD2" w:rsidRDefault="00765DB7" w:rsidP="00E364A0">
      <w:pPr>
        <w:pStyle w:val="NoSpacing"/>
        <w:rPr>
          <w:sz w:val="18"/>
          <w:szCs w:val="18"/>
          <w:lang w:val="sl-SI"/>
        </w:rPr>
      </w:pPr>
      <w:hyperlink r:id="rId163" w:history="1">
        <w:r w:rsidR="00E364A0" w:rsidRPr="008B7FD2">
          <w:rPr>
            <w:rStyle w:val="Hyperlink"/>
            <w:sz w:val="18"/>
            <w:szCs w:val="18"/>
            <w:lang w:val="sl-SI"/>
          </w:rPr>
          <w:t>https://services.informatika.si/EvidencaSpremembMMWeb /</w:t>
        </w:r>
        <w:proofErr w:type="spellStart"/>
        <w:r w:rsidR="00E364A0" w:rsidRPr="008B7FD2">
          <w:rPr>
            <w:rStyle w:val="Hyperlink"/>
            <w:sz w:val="18"/>
            <w:szCs w:val="18"/>
            <w:lang w:val="sl-SI"/>
          </w:rPr>
          <w:t>sca</w:t>
        </w:r>
        <w:proofErr w:type="spellEnd"/>
        <w:r w:rsidR="00E364A0" w:rsidRPr="008B7FD2">
          <w:rPr>
            <w:rStyle w:val="Hyperlink"/>
            <w:sz w:val="18"/>
            <w:szCs w:val="18"/>
            <w:lang w:val="sl-SI"/>
          </w:rPr>
          <w:t>/</w:t>
        </w:r>
        <w:proofErr w:type="spellStart"/>
        <w:r w:rsidR="00E364A0" w:rsidRPr="008B7FD2">
          <w:rPr>
            <w:rStyle w:val="Hyperlink"/>
            <w:sz w:val="18"/>
            <w:szCs w:val="18"/>
            <w:lang w:val="sl-SI"/>
          </w:rPr>
          <w:t>VrniVrsteSpremembMMStoritev?WSDL</w:t>
        </w:r>
        <w:proofErr w:type="spellEnd"/>
      </w:hyperlink>
    </w:p>
    <w:p w14:paraId="5BD68D44" w14:textId="77777777" w:rsidR="00E364A0" w:rsidRPr="008B7FD2" w:rsidRDefault="00E364A0" w:rsidP="00E364A0">
      <w:pPr>
        <w:pStyle w:val="NoSpacing"/>
        <w:numPr>
          <w:ilvl w:val="0"/>
          <w:numId w:val="27"/>
        </w:numPr>
        <w:rPr>
          <w:lang w:val="sl-SI"/>
        </w:rPr>
      </w:pPr>
      <w:r w:rsidRPr="008B7FD2">
        <w:rPr>
          <w:lang w:val="sl-SI"/>
        </w:rPr>
        <w:t xml:space="preserve">Šifranti url test: </w:t>
      </w:r>
    </w:p>
    <w:p w14:paraId="50F65932" w14:textId="16967FD8" w:rsidR="00E364A0" w:rsidRPr="008B7FD2" w:rsidRDefault="00765DB7" w:rsidP="00E364A0">
      <w:pPr>
        <w:pStyle w:val="NoSpacing"/>
        <w:rPr>
          <w:sz w:val="18"/>
          <w:szCs w:val="18"/>
          <w:lang w:val="sl-SI"/>
        </w:rPr>
      </w:pPr>
      <w:hyperlink r:id="rId164" w:history="1">
        <w:r w:rsidR="00E364A0" w:rsidRPr="008B7FD2">
          <w:rPr>
            <w:rStyle w:val="Hyperlink"/>
            <w:sz w:val="18"/>
            <w:szCs w:val="18"/>
            <w:lang w:val="sl-SI"/>
          </w:rPr>
          <w:t>https://services-test.informatika.si/EvidencaSpremembMMWeb /</w:t>
        </w:r>
        <w:proofErr w:type="spellStart"/>
        <w:r w:rsidR="00E364A0" w:rsidRPr="008B7FD2">
          <w:rPr>
            <w:rStyle w:val="Hyperlink"/>
            <w:sz w:val="18"/>
            <w:szCs w:val="18"/>
            <w:lang w:val="sl-SI"/>
          </w:rPr>
          <w:t>sca</w:t>
        </w:r>
        <w:proofErr w:type="spellEnd"/>
        <w:r w:rsidR="00E364A0" w:rsidRPr="008B7FD2">
          <w:rPr>
            <w:rStyle w:val="Hyperlink"/>
            <w:sz w:val="18"/>
            <w:szCs w:val="18"/>
            <w:lang w:val="sl-SI"/>
          </w:rPr>
          <w:t>/</w:t>
        </w:r>
        <w:proofErr w:type="spellStart"/>
        <w:r w:rsidR="00E364A0" w:rsidRPr="008B7FD2">
          <w:rPr>
            <w:rStyle w:val="Hyperlink"/>
            <w:sz w:val="18"/>
            <w:szCs w:val="18"/>
            <w:lang w:val="sl-SI"/>
          </w:rPr>
          <w:t>VrniVrsteSpremembMMStoritev?WSDL</w:t>
        </w:r>
        <w:proofErr w:type="spellEnd"/>
      </w:hyperlink>
    </w:p>
    <w:p w14:paraId="15C8B7CC" w14:textId="77777777" w:rsidR="00E364A0" w:rsidRPr="008B7FD2" w:rsidRDefault="00E364A0" w:rsidP="00E364A0">
      <w:pPr>
        <w:pStyle w:val="Heading2"/>
      </w:pPr>
      <w:bookmarkStart w:id="373" w:name="_Toc64888849"/>
      <w:proofErr w:type="spellStart"/>
      <w:r w:rsidRPr="008B7FD2">
        <w:t>Verzioniranje</w:t>
      </w:r>
      <w:proofErr w:type="spellEnd"/>
      <w:r w:rsidRPr="008B7FD2">
        <w:t xml:space="preserve"> WS</w:t>
      </w:r>
      <w:bookmarkEnd w:id="373"/>
    </w:p>
    <w:p w14:paraId="503FBE69" w14:textId="424BD5F3" w:rsidR="00E364A0" w:rsidRPr="008B7FD2" w:rsidRDefault="00E364A0" w:rsidP="00E364A0">
      <w:r w:rsidRPr="008B7FD2">
        <w:t xml:space="preserve">Verzija nabora storitev </w:t>
      </w:r>
      <w:r>
        <w:t>3</w:t>
      </w:r>
      <w:r w:rsidRPr="008B7FD2">
        <w:t>.0</w:t>
      </w:r>
    </w:p>
    <w:p w14:paraId="3878AFEA" w14:textId="77777777" w:rsidR="00E364A0" w:rsidRPr="008B7FD2" w:rsidRDefault="00E364A0" w:rsidP="00E364A0">
      <w:pPr>
        <w:pStyle w:val="Heading2"/>
        <w:ind w:left="578" w:hanging="578"/>
      </w:pPr>
      <w:bookmarkStart w:id="374" w:name="_Toc64888850"/>
      <w:r w:rsidRPr="008B7FD2">
        <w:t>Diagram poteka</w:t>
      </w:r>
      <w:bookmarkEnd w:id="374"/>
    </w:p>
    <w:p w14:paraId="090181D2" w14:textId="77777777" w:rsidR="00E364A0" w:rsidRPr="008B7FD2" w:rsidRDefault="00E364A0" w:rsidP="00E364A0">
      <w:r w:rsidRPr="008B7FD2">
        <w:t>Ni na voljo.</w:t>
      </w:r>
    </w:p>
    <w:p w14:paraId="19DE18A7" w14:textId="77777777" w:rsidR="00E364A0" w:rsidRPr="008B7FD2" w:rsidRDefault="00E364A0" w:rsidP="00E364A0">
      <w:pPr>
        <w:pStyle w:val="Heading2"/>
        <w:ind w:left="578" w:hanging="578"/>
      </w:pPr>
      <w:bookmarkStart w:id="375" w:name="_Toc64888851"/>
      <w:r w:rsidRPr="008B7FD2">
        <w:t>Način uporabe</w:t>
      </w:r>
      <w:bookmarkEnd w:id="375"/>
    </w:p>
    <w:p w14:paraId="78647D74" w14:textId="77777777" w:rsidR="00E364A0" w:rsidRPr="008B7FD2" w:rsidRDefault="00E364A0" w:rsidP="00E364A0">
      <w:r w:rsidRPr="008B7FD2">
        <w:t>Storitev se kliče za potrebe spremljanja sprememb na merilnih mestih, ki so se zgodile na strani distributerja.</w:t>
      </w:r>
    </w:p>
    <w:p w14:paraId="422DD396" w14:textId="77777777" w:rsidR="00E364A0" w:rsidRPr="008B7FD2" w:rsidRDefault="00E364A0" w:rsidP="00E364A0">
      <w:pPr>
        <w:pStyle w:val="Heading2"/>
        <w:ind w:left="578" w:hanging="578"/>
      </w:pPr>
      <w:bookmarkStart w:id="376" w:name="_Toc64888852"/>
      <w:r w:rsidRPr="008B7FD2">
        <w:t>Posebnosti</w:t>
      </w:r>
      <w:bookmarkEnd w:id="376"/>
    </w:p>
    <w:p w14:paraId="731AF27D" w14:textId="77777777" w:rsidR="00E364A0" w:rsidRPr="008B7FD2" w:rsidRDefault="00E364A0" w:rsidP="00E364A0">
      <w:r w:rsidRPr="008B7FD2">
        <w:t>Vsaka sprememba, ki se zgodi na posameznem merilnem mestu, se evidentira v evidenci sprememb pri distributerju. Storitev omogoča, da lahko dobavitelj pridobi spremembe iz evidence sprememb za vsa merilna mesta, za katera je v podanem obdobju dobavitelj.</w:t>
      </w:r>
    </w:p>
    <w:p w14:paraId="6BD58CCF" w14:textId="77777777" w:rsidR="00E364A0" w:rsidRPr="008B7FD2" w:rsidRDefault="00E364A0" w:rsidP="00E364A0">
      <w:pPr>
        <w:pStyle w:val="Heading2"/>
        <w:ind w:left="578" w:hanging="578"/>
      </w:pPr>
      <w:bookmarkStart w:id="377" w:name="_Toc64888853"/>
      <w:r w:rsidRPr="008B7FD2">
        <w:t>Tehnološki predpogoji uporabe WS</w:t>
      </w:r>
      <w:bookmarkEnd w:id="377"/>
    </w:p>
    <w:p w14:paraId="7A87D483" w14:textId="77777777" w:rsidR="00E364A0" w:rsidRPr="008B7FD2" w:rsidRDefault="00E364A0" w:rsidP="00E364A0">
      <w:r w:rsidRPr="008B7FD2">
        <w:t>Uporabnik storitve mora vzpostaviti povezavo do spletnega mesta services.informatika.si ter services-test.informatika.si in zaupati certifikatu spletnega mesta. Klici so varovani z uporabniškim imenom in geslom.</w:t>
      </w:r>
    </w:p>
    <w:p w14:paraId="543AA9B0" w14:textId="77777777" w:rsidR="00753D55" w:rsidRPr="008B7FD2" w:rsidRDefault="00753D55" w:rsidP="00753D55"/>
    <w:p w14:paraId="386B44C5" w14:textId="29A6B5C8" w:rsidR="00C20707" w:rsidRPr="008B7FD2" w:rsidRDefault="00C20707" w:rsidP="008F123C">
      <w:pPr>
        <w:pStyle w:val="Heading1"/>
        <w:ind w:left="431" w:hanging="431"/>
      </w:pPr>
      <w:bookmarkStart w:id="378" w:name="_Toc64888854"/>
      <w:r w:rsidRPr="008B7FD2">
        <w:lastRenderedPageBreak/>
        <w:t>Evidenca sprememb vrni seznam sprememb MM podrobno</w:t>
      </w:r>
      <w:bookmarkEnd w:id="378"/>
    </w:p>
    <w:p w14:paraId="063A0420" w14:textId="77777777" w:rsidR="00C20707" w:rsidRPr="008B7FD2" w:rsidRDefault="00C20707" w:rsidP="00C20707">
      <w:pPr>
        <w:pStyle w:val="Heading2"/>
      </w:pPr>
      <w:bookmarkStart w:id="379" w:name="_Toc64888855"/>
      <w:r w:rsidRPr="008B7FD2">
        <w:t>Kratek opis in namen WS</w:t>
      </w:r>
      <w:bookmarkEnd w:id="379"/>
    </w:p>
    <w:p w14:paraId="7ABCE8D5" w14:textId="5FD69282" w:rsidR="00C20707" w:rsidRPr="008B7FD2" w:rsidRDefault="00C20707" w:rsidP="00C20707">
      <w:r w:rsidRPr="008B7FD2">
        <w:t>Storitev je namenjena podrobnemu spremljanju seznama pridobljenih in izgubljenih merilnih mest v okviru procesa menjave dobavitelja.</w:t>
      </w:r>
    </w:p>
    <w:p w14:paraId="3C3D2FD6" w14:textId="77777777" w:rsidR="00C20707" w:rsidRPr="008B7FD2" w:rsidRDefault="00C20707" w:rsidP="00C20707">
      <w:pPr>
        <w:pStyle w:val="NoSpacing"/>
        <w:numPr>
          <w:ilvl w:val="0"/>
          <w:numId w:val="27"/>
        </w:numPr>
        <w:rPr>
          <w:lang w:val="sl-SI"/>
        </w:rPr>
      </w:pPr>
      <w:r w:rsidRPr="008B7FD2">
        <w:rPr>
          <w:lang w:val="sl-SI"/>
        </w:rPr>
        <w:t>Url produkcija:</w:t>
      </w:r>
    </w:p>
    <w:p w14:paraId="1260F358" w14:textId="26B32D01" w:rsidR="00C20707" w:rsidRPr="008B7FD2" w:rsidRDefault="00765DB7" w:rsidP="00C20707">
      <w:pPr>
        <w:pStyle w:val="NoSpacing"/>
        <w:rPr>
          <w:sz w:val="18"/>
          <w:szCs w:val="18"/>
          <w:lang w:val="sl-SI"/>
        </w:rPr>
      </w:pPr>
      <w:hyperlink r:id="rId165" w:history="1">
        <w:r w:rsidR="00DC5EB2" w:rsidRPr="008B7FD2">
          <w:rPr>
            <w:rStyle w:val="Hyperlink"/>
            <w:sz w:val="18"/>
            <w:szCs w:val="18"/>
            <w:lang w:val="sl-SI"/>
          </w:rPr>
          <w:t>https://services.informatika.si/EvidencaSpremembMMWeb/sca/VrniSeznamSpremembMMPodrobnoStoritev?WSDL</w:t>
        </w:r>
      </w:hyperlink>
    </w:p>
    <w:p w14:paraId="2C643F33" w14:textId="77777777" w:rsidR="00C20707" w:rsidRPr="008B7FD2" w:rsidRDefault="00C20707" w:rsidP="00C20707">
      <w:pPr>
        <w:pStyle w:val="NoSpacing"/>
        <w:numPr>
          <w:ilvl w:val="0"/>
          <w:numId w:val="27"/>
        </w:numPr>
        <w:rPr>
          <w:lang w:val="sl-SI"/>
        </w:rPr>
      </w:pPr>
      <w:r w:rsidRPr="008B7FD2">
        <w:rPr>
          <w:lang w:val="sl-SI"/>
        </w:rPr>
        <w:t xml:space="preserve">Url test: </w:t>
      </w:r>
    </w:p>
    <w:p w14:paraId="1CD96544" w14:textId="42D2474B" w:rsidR="00C20707" w:rsidRPr="008B7FD2" w:rsidRDefault="00765DB7" w:rsidP="00C20707">
      <w:pPr>
        <w:pStyle w:val="NoSpacing"/>
        <w:rPr>
          <w:sz w:val="18"/>
          <w:szCs w:val="18"/>
          <w:lang w:val="sl-SI"/>
        </w:rPr>
      </w:pPr>
      <w:hyperlink r:id="rId166" w:history="1">
        <w:r w:rsidR="00DC5EB2" w:rsidRPr="008B7FD2">
          <w:rPr>
            <w:rStyle w:val="Hyperlink"/>
            <w:sz w:val="18"/>
            <w:szCs w:val="18"/>
            <w:lang w:val="sl-SI"/>
          </w:rPr>
          <w:t>https://services-test.informatika.si/EvidencaSpremembMMWeb/sca/VrniSeznamSpremembMMPodrobnoStoritev?WSDL</w:t>
        </w:r>
      </w:hyperlink>
    </w:p>
    <w:p w14:paraId="5B0E9E18" w14:textId="77777777" w:rsidR="00C20707" w:rsidRPr="008B7FD2" w:rsidRDefault="00C20707" w:rsidP="00C20707">
      <w:pPr>
        <w:pStyle w:val="NoSpacing"/>
        <w:ind w:left="360"/>
        <w:rPr>
          <w:lang w:val="sl-SI"/>
        </w:rPr>
      </w:pPr>
    </w:p>
    <w:p w14:paraId="1A36F276" w14:textId="77777777" w:rsidR="00C20707" w:rsidRPr="008B7FD2" w:rsidRDefault="00C20707" w:rsidP="00C20707">
      <w:pPr>
        <w:pStyle w:val="Heading2"/>
      </w:pPr>
      <w:bookmarkStart w:id="380" w:name="_Toc64888856"/>
      <w:proofErr w:type="spellStart"/>
      <w:r w:rsidRPr="008B7FD2">
        <w:t>Verzioniranje</w:t>
      </w:r>
      <w:proofErr w:type="spellEnd"/>
      <w:r w:rsidRPr="008B7FD2">
        <w:t xml:space="preserve"> WS</w:t>
      </w:r>
      <w:bookmarkEnd w:id="380"/>
    </w:p>
    <w:p w14:paraId="49004C31" w14:textId="77777777" w:rsidR="00C20707" w:rsidRPr="008B7FD2" w:rsidRDefault="00C20707" w:rsidP="00C20707">
      <w:r w:rsidRPr="008B7FD2">
        <w:t>Verzija nabora storitev 1.0</w:t>
      </w:r>
    </w:p>
    <w:p w14:paraId="2B77DDE7" w14:textId="77777777" w:rsidR="00C20707" w:rsidRPr="008B7FD2" w:rsidRDefault="00C20707" w:rsidP="00C20707">
      <w:pPr>
        <w:pStyle w:val="Heading2"/>
        <w:ind w:left="578" w:hanging="578"/>
      </w:pPr>
      <w:bookmarkStart w:id="381" w:name="_Toc64888857"/>
      <w:r w:rsidRPr="008B7FD2">
        <w:t>Diagram poteka</w:t>
      </w:r>
      <w:bookmarkEnd w:id="381"/>
    </w:p>
    <w:p w14:paraId="3088A230" w14:textId="77777777" w:rsidR="00C20707" w:rsidRPr="008B7FD2" w:rsidRDefault="00C20707" w:rsidP="00C20707">
      <w:r w:rsidRPr="008B7FD2">
        <w:t>Ni na voljo.</w:t>
      </w:r>
    </w:p>
    <w:p w14:paraId="04C2D8EB" w14:textId="77777777" w:rsidR="00C20707" w:rsidRPr="008B7FD2" w:rsidRDefault="00C20707" w:rsidP="00C20707">
      <w:pPr>
        <w:pStyle w:val="Heading2"/>
        <w:ind w:left="578" w:hanging="578"/>
      </w:pPr>
      <w:bookmarkStart w:id="382" w:name="_Toc64888858"/>
      <w:r w:rsidRPr="008B7FD2">
        <w:t>Način uporabe</w:t>
      </w:r>
      <w:bookmarkEnd w:id="382"/>
    </w:p>
    <w:p w14:paraId="42085BCE" w14:textId="2A5B2532" w:rsidR="00C20707" w:rsidRPr="008B7FD2" w:rsidRDefault="00C20707" w:rsidP="00C20707">
      <w:r w:rsidRPr="008B7FD2">
        <w:t xml:space="preserve">Storitev se kliče za potrebe </w:t>
      </w:r>
      <w:r w:rsidR="00DC5EB2" w:rsidRPr="008B7FD2">
        <w:t>podrobnega spremljanja seznama pridobljenih in izgubljenih merilnih mest kot posledice menjave dobavitelja</w:t>
      </w:r>
      <w:r w:rsidRPr="008B7FD2">
        <w:t>.</w:t>
      </w:r>
      <w:r w:rsidR="00DC5EB2" w:rsidRPr="008B7FD2">
        <w:t xml:space="preserve"> Pri klicu storitve se poda vrsta spremembe, kater podrobne podatke želi dobavitelj pridobiti:</w:t>
      </w:r>
    </w:p>
    <w:p w14:paraId="05AEC33D" w14:textId="5E552CB5" w:rsidR="00DC5EB2" w:rsidRPr="008B7FD2" w:rsidRDefault="00804D8B" w:rsidP="00DC5EB2">
      <w:pPr>
        <w:pStyle w:val="ListParagraph"/>
        <w:numPr>
          <w:ilvl w:val="0"/>
          <w:numId w:val="27"/>
        </w:numPr>
      </w:pPr>
      <w:r w:rsidRPr="008B7FD2">
        <w:t>21 - Menjava dobavitelja kandidata za pridobljeno MM</w:t>
      </w:r>
    </w:p>
    <w:p w14:paraId="04A0FBE4" w14:textId="1AAF5010" w:rsidR="00804D8B" w:rsidRPr="008B7FD2" w:rsidRDefault="00804D8B" w:rsidP="00DC5EB2">
      <w:pPr>
        <w:pStyle w:val="ListParagraph"/>
        <w:numPr>
          <w:ilvl w:val="0"/>
          <w:numId w:val="27"/>
        </w:numPr>
      </w:pPr>
      <w:r w:rsidRPr="008B7FD2">
        <w:t>22 - Menjava dobavitelja kandidata za izgubljeno MM</w:t>
      </w:r>
    </w:p>
    <w:p w14:paraId="529F434A" w14:textId="5825B73A" w:rsidR="00804D8B" w:rsidRPr="008B7FD2" w:rsidRDefault="00804D8B" w:rsidP="00DC5EB2">
      <w:pPr>
        <w:pStyle w:val="ListParagraph"/>
        <w:numPr>
          <w:ilvl w:val="0"/>
          <w:numId w:val="27"/>
        </w:numPr>
      </w:pPr>
      <w:r w:rsidRPr="008B7FD2">
        <w:t>8 - Menjava dobavitelja pridobljeno MM</w:t>
      </w:r>
    </w:p>
    <w:p w14:paraId="7F481AFE" w14:textId="09B68B55" w:rsidR="00804D8B" w:rsidRPr="008B7FD2" w:rsidRDefault="00804D8B" w:rsidP="00DC5EB2">
      <w:pPr>
        <w:pStyle w:val="ListParagraph"/>
        <w:numPr>
          <w:ilvl w:val="0"/>
          <w:numId w:val="27"/>
        </w:numPr>
      </w:pPr>
      <w:r w:rsidRPr="008B7FD2">
        <w:t>9 - Menjava dobavitelja izgubljeno MM</w:t>
      </w:r>
    </w:p>
    <w:p w14:paraId="55B6BCA9" w14:textId="77777777" w:rsidR="00C20707" w:rsidRPr="008B7FD2" w:rsidRDefault="00C20707" w:rsidP="00C20707">
      <w:pPr>
        <w:pStyle w:val="Heading2"/>
        <w:ind w:left="578" w:hanging="578"/>
      </w:pPr>
      <w:bookmarkStart w:id="383" w:name="_Toc64888859"/>
      <w:r w:rsidRPr="008B7FD2">
        <w:t>Posebnosti</w:t>
      </w:r>
      <w:bookmarkEnd w:id="383"/>
    </w:p>
    <w:p w14:paraId="5E707C87" w14:textId="39C3F9E7" w:rsidR="00C20707" w:rsidRDefault="00C20707" w:rsidP="00C20707">
      <w:r w:rsidRPr="008B7FD2">
        <w:t xml:space="preserve">Vsaka sprememba, ki se zgodi na posameznem merilnem mestu, se evidentira v evidenci sprememb pri distributerju. </w:t>
      </w:r>
      <w:r w:rsidR="00823CAD" w:rsidRPr="008B7FD2">
        <w:t>Merilno mesto postane kandidat za pridobljeno oz. izgubljeno v trenutku, ko distributer potrdi zahtevo za menjavo dobavitelja. Merilno mesto postane pridobljeno oz. izgubljeno, ko se izvede poračun in izvrši prevezava dobavitelja</w:t>
      </w:r>
      <w:r w:rsidRPr="008B7FD2">
        <w:t>.</w:t>
      </w:r>
    </w:p>
    <w:p w14:paraId="2E56F453" w14:textId="38CF356F" w:rsidR="00E364A0" w:rsidRPr="008B7FD2" w:rsidRDefault="002968D7" w:rsidP="00C20707">
      <w:r>
        <w:t>Storitev umaknjena iz uporabe s 1.10.2018</w:t>
      </w:r>
    </w:p>
    <w:p w14:paraId="1C663EC8" w14:textId="77777777" w:rsidR="00C20707" w:rsidRPr="008B7FD2" w:rsidRDefault="00C20707" w:rsidP="00C20707">
      <w:pPr>
        <w:pStyle w:val="Heading2"/>
        <w:ind w:left="578" w:hanging="578"/>
      </w:pPr>
      <w:bookmarkStart w:id="384" w:name="_Toc64888860"/>
      <w:r w:rsidRPr="008B7FD2">
        <w:t>Tehnološki predpogoji uporabe WS</w:t>
      </w:r>
      <w:bookmarkEnd w:id="384"/>
    </w:p>
    <w:p w14:paraId="36496317" w14:textId="4F6C2B11" w:rsidR="00E364A0" w:rsidRDefault="00C20707" w:rsidP="00C20707">
      <w:r w:rsidRPr="008B7FD2">
        <w:t>Uporabnik storitve mora vzpostaviti povezavo do spletnega mesta services.informatika.si ter services-test.informatika.si in zaupati certifikatu spletnega mesta. Klici so varovani z uporabniškim imenom in geslom.</w:t>
      </w:r>
    </w:p>
    <w:p w14:paraId="4F0DA4F1" w14:textId="4889F0D1" w:rsidR="00E364A0" w:rsidRPr="008B7FD2" w:rsidRDefault="00E364A0" w:rsidP="00E364A0">
      <w:pPr>
        <w:pStyle w:val="Heading1"/>
        <w:ind w:left="431" w:hanging="431"/>
      </w:pPr>
      <w:bookmarkStart w:id="385" w:name="_Toc64888861"/>
      <w:r w:rsidRPr="008B7FD2">
        <w:lastRenderedPageBreak/>
        <w:t>Evidenca sprememb vrni seznam sprememb MM podrobno</w:t>
      </w:r>
      <w:r>
        <w:t xml:space="preserve"> v3</w:t>
      </w:r>
      <w:bookmarkEnd w:id="385"/>
    </w:p>
    <w:p w14:paraId="597D82B2" w14:textId="77777777" w:rsidR="00E364A0" w:rsidRPr="008B7FD2" w:rsidRDefault="00E364A0" w:rsidP="00E364A0">
      <w:pPr>
        <w:pStyle w:val="Heading2"/>
      </w:pPr>
      <w:bookmarkStart w:id="386" w:name="_Toc64888862"/>
      <w:r w:rsidRPr="008B7FD2">
        <w:t>Kratek opis in namen WS</w:t>
      </w:r>
      <w:bookmarkEnd w:id="386"/>
    </w:p>
    <w:p w14:paraId="3F0BDC01" w14:textId="77777777" w:rsidR="00E364A0" w:rsidRPr="008B7FD2" w:rsidRDefault="00E364A0" w:rsidP="00E364A0">
      <w:r w:rsidRPr="008B7FD2">
        <w:t>Storitev je namenjena podrobnemu spremljanju seznama pridobljenih in izgubljenih merilnih mest v okviru procesa menjave dobavitelja.</w:t>
      </w:r>
    </w:p>
    <w:p w14:paraId="4503D713" w14:textId="77777777" w:rsidR="00E364A0" w:rsidRPr="008B7FD2" w:rsidRDefault="00E364A0" w:rsidP="00E364A0">
      <w:pPr>
        <w:pStyle w:val="NoSpacing"/>
        <w:numPr>
          <w:ilvl w:val="0"/>
          <w:numId w:val="27"/>
        </w:numPr>
        <w:rPr>
          <w:lang w:val="sl-SI"/>
        </w:rPr>
      </w:pPr>
      <w:r w:rsidRPr="008B7FD2">
        <w:rPr>
          <w:lang w:val="sl-SI"/>
        </w:rPr>
        <w:t>Url produkcija:</w:t>
      </w:r>
    </w:p>
    <w:p w14:paraId="3F5EBD08" w14:textId="1805F079" w:rsidR="00E364A0" w:rsidRPr="008B7FD2" w:rsidRDefault="00765DB7" w:rsidP="00E364A0">
      <w:pPr>
        <w:pStyle w:val="NoSpacing"/>
        <w:rPr>
          <w:sz w:val="18"/>
          <w:szCs w:val="18"/>
          <w:lang w:val="sl-SI"/>
        </w:rPr>
      </w:pPr>
      <w:hyperlink r:id="rId167" w:history="1">
        <w:r w:rsidR="00DD7666" w:rsidRPr="005A7DEA">
          <w:rPr>
            <w:rStyle w:val="Hyperlink"/>
            <w:sz w:val="18"/>
            <w:szCs w:val="18"/>
            <w:lang w:val="sl-SI"/>
          </w:rPr>
          <w:t>https://services.informatika.si/EvidencaSpremembMMWeb/sca/VrniSeznamSpremembMMPodrobno3Storitev?WSDL</w:t>
        </w:r>
      </w:hyperlink>
    </w:p>
    <w:p w14:paraId="3086C089" w14:textId="77777777" w:rsidR="00E364A0" w:rsidRPr="008B7FD2" w:rsidRDefault="00E364A0" w:rsidP="00E364A0">
      <w:pPr>
        <w:pStyle w:val="NoSpacing"/>
        <w:numPr>
          <w:ilvl w:val="0"/>
          <w:numId w:val="27"/>
        </w:numPr>
        <w:rPr>
          <w:lang w:val="sl-SI"/>
        </w:rPr>
      </w:pPr>
      <w:r w:rsidRPr="008B7FD2">
        <w:rPr>
          <w:lang w:val="sl-SI"/>
        </w:rPr>
        <w:t xml:space="preserve">Url test: </w:t>
      </w:r>
    </w:p>
    <w:p w14:paraId="3C951F70" w14:textId="36E71ED6" w:rsidR="00E364A0" w:rsidRPr="008B7FD2" w:rsidRDefault="00765DB7" w:rsidP="00E364A0">
      <w:pPr>
        <w:pStyle w:val="NoSpacing"/>
        <w:rPr>
          <w:sz w:val="18"/>
          <w:szCs w:val="18"/>
          <w:lang w:val="sl-SI"/>
        </w:rPr>
      </w:pPr>
      <w:hyperlink r:id="rId168" w:history="1">
        <w:r w:rsidR="00DD7666" w:rsidRPr="005A7DEA">
          <w:rPr>
            <w:rStyle w:val="Hyperlink"/>
            <w:sz w:val="18"/>
            <w:szCs w:val="18"/>
            <w:lang w:val="sl-SI"/>
          </w:rPr>
          <w:t>https://services-test.informatika.si/EvidencaSpremembMMWeb/sca/VrniSeznamSpremembMMPodrobno3Storitev?WSDL</w:t>
        </w:r>
      </w:hyperlink>
    </w:p>
    <w:p w14:paraId="3FE3D318" w14:textId="77777777" w:rsidR="00E364A0" w:rsidRPr="008B7FD2" w:rsidRDefault="00E364A0" w:rsidP="00E364A0">
      <w:pPr>
        <w:pStyle w:val="NoSpacing"/>
        <w:ind w:left="360"/>
        <w:rPr>
          <w:lang w:val="sl-SI"/>
        </w:rPr>
      </w:pPr>
    </w:p>
    <w:p w14:paraId="22261D88" w14:textId="77777777" w:rsidR="00E364A0" w:rsidRPr="008B7FD2" w:rsidRDefault="00E364A0" w:rsidP="00E364A0">
      <w:pPr>
        <w:pStyle w:val="Heading2"/>
      </w:pPr>
      <w:bookmarkStart w:id="387" w:name="_Toc64888863"/>
      <w:proofErr w:type="spellStart"/>
      <w:r w:rsidRPr="008B7FD2">
        <w:t>Verzioniranje</w:t>
      </w:r>
      <w:proofErr w:type="spellEnd"/>
      <w:r w:rsidRPr="008B7FD2">
        <w:t xml:space="preserve"> WS</w:t>
      </w:r>
      <w:bookmarkEnd w:id="387"/>
    </w:p>
    <w:p w14:paraId="2B47ADC5" w14:textId="4EC26D89" w:rsidR="00E364A0" w:rsidRPr="008B7FD2" w:rsidRDefault="00E364A0" w:rsidP="00E364A0">
      <w:r w:rsidRPr="008B7FD2">
        <w:t xml:space="preserve">Verzija nabora storitev </w:t>
      </w:r>
      <w:r w:rsidR="00DD7666">
        <w:t>3</w:t>
      </w:r>
      <w:r w:rsidRPr="008B7FD2">
        <w:t>.0</w:t>
      </w:r>
    </w:p>
    <w:p w14:paraId="77E21D5A" w14:textId="77777777" w:rsidR="00E364A0" w:rsidRPr="008B7FD2" w:rsidRDefault="00E364A0" w:rsidP="00E364A0">
      <w:pPr>
        <w:pStyle w:val="Heading2"/>
        <w:ind w:left="578" w:hanging="578"/>
      </w:pPr>
      <w:bookmarkStart w:id="388" w:name="_Toc64888864"/>
      <w:r w:rsidRPr="008B7FD2">
        <w:t>Diagram poteka</w:t>
      </w:r>
      <w:bookmarkEnd w:id="388"/>
    </w:p>
    <w:p w14:paraId="388D0E24" w14:textId="77777777" w:rsidR="00E364A0" w:rsidRPr="008B7FD2" w:rsidRDefault="00E364A0" w:rsidP="00E364A0">
      <w:r w:rsidRPr="008B7FD2">
        <w:t>Ni na voljo.</w:t>
      </w:r>
    </w:p>
    <w:p w14:paraId="16644C14" w14:textId="77777777" w:rsidR="00E364A0" w:rsidRPr="008B7FD2" w:rsidRDefault="00E364A0" w:rsidP="00E364A0">
      <w:pPr>
        <w:pStyle w:val="Heading2"/>
        <w:ind w:left="578" w:hanging="578"/>
      </w:pPr>
      <w:bookmarkStart w:id="389" w:name="_Toc64888865"/>
      <w:r w:rsidRPr="008B7FD2">
        <w:t>Način uporabe</w:t>
      </w:r>
      <w:bookmarkEnd w:id="389"/>
    </w:p>
    <w:p w14:paraId="20C75C4E" w14:textId="77777777" w:rsidR="00E364A0" w:rsidRPr="008B7FD2" w:rsidRDefault="00E364A0" w:rsidP="00E364A0">
      <w:r w:rsidRPr="008B7FD2">
        <w:t>Storitev se kliče za potrebe podrobnega spremljanja seznama pridobljenih in izgubljenih merilnih mest kot posledice menjave dobavitelja. Pri klicu storitve se poda vrsta spremembe, kater podrobne podatke želi dobavitelj pridobiti:</w:t>
      </w:r>
    </w:p>
    <w:p w14:paraId="1B2CE94A" w14:textId="77777777" w:rsidR="00E364A0" w:rsidRPr="008B7FD2" w:rsidRDefault="00E364A0" w:rsidP="00E364A0">
      <w:pPr>
        <w:pStyle w:val="ListParagraph"/>
        <w:numPr>
          <w:ilvl w:val="0"/>
          <w:numId w:val="27"/>
        </w:numPr>
      </w:pPr>
      <w:r w:rsidRPr="008B7FD2">
        <w:t>21 - Menjava dobavitelja kandidata za pridobljeno MM</w:t>
      </w:r>
    </w:p>
    <w:p w14:paraId="24FE8444" w14:textId="77777777" w:rsidR="00E364A0" w:rsidRPr="008B7FD2" w:rsidRDefault="00E364A0" w:rsidP="00E364A0">
      <w:pPr>
        <w:pStyle w:val="ListParagraph"/>
        <w:numPr>
          <w:ilvl w:val="0"/>
          <w:numId w:val="27"/>
        </w:numPr>
      </w:pPr>
      <w:r w:rsidRPr="008B7FD2">
        <w:t>22 - Menjava dobavitelja kandidata za izgubljeno MM</w:t>
      </w:r>
    </w:p>
    <w:p w14:paraId="5324EA03" w14:textId="77777777" w:rsidR="00E364A0" w:rsidRPr="008B7FD2" w:rsidRDefault="00E364A0" w:rsidP="00E364A0">
      <w:pPr>
        <w:pStyle w:val="ListParagraph"/>
        <w:numPr>
          <w:ilvl w:val="0"/>
          <w:numId w:val="27"/>
        </w:numPr>
      </w:pPr>
      <w:r w:rsidRPr="008B7FD2">
        <w:t>8 - Menjava dobavitelja pridobljeno MM</w:t>
      </w:r>
    </w:p>
    <w:p w14:paraId="4A324F9A" w14:textId="77777777" w:rsidR="00E364A0" w:rsidRPr="008B7FD2" w:rsidRDefault="00E364A0" w:rsidP="00E364A0">
      <w:pPr>
        <w:pStyle w:val="ListParagraph"/>
        <w:numPr>
          <w:ilvl w:val="0"/>
          <w:numId w:val="27"/>
        </w:numPr>
      </w:pPr>
      <w:r w:rsidRPr="008B7FD2">
        <w:t>9 - Menjava dobavitelja izgubljeno MM</w:t>
      </w:r>
    </w:p>
    <w:p w14:paraId="0724B0F9" w14:textId="77777777" w:rsidR="00E364A0" w:rsidRPr="008B7FD2" w:rsidRDefault="00E364A0" w:rsidP="00E364A0">
      <w:pPr>
        <w:pStyle w:val="Heading2"/>
        <w:ind w:left="578" w:hanging="578"/>
      </w:pPr>
      <w:bookmarkStart w:id="390" w:name="_Toc64888866"/>
      <w:r w:rsidRPr="008B7FD2">
        <w:t>Posebnosti</w:t>
      </w:r>
      <w:bookmarkEnd w:id="390"/>
    </w:p>
    <w:p w14:paraId="25A5F4C2" w14:textId="77777777" w:rsidR="00E364A0" w:rsidRPr="008B7FD2" w:rsidRDefault="00E364A0" w:rsidP="00E364A0">
      <w:r w:rsidRPr="008B7FD2">
        <w:t>Vsaka sprememba, ki se zgodi na posameznem merilnem mestu, se evidentira v evidenci sprememb pri distributerju. Merilno mesto postane kandidat za pridobljeno oz. izgubljeno v trenutku, ko distributer potrdi zahtevo za menjavo dobavitelja. Merilno mesto postane pridobljeno oz. izgubljeno, ko se izvede poračun in izvrši prevezava dobavitelja.</w:t>
      </w:r>
    </w:p>
    <w:p w14:paraId="6AAB8812" w14:textId="77777777" w:rsidR="00E364A0" w:rsidRPr="008B7FD2" w:rsidRDefault="00E364A0" w:rsidP="00E364A0">
      <w:pPr>
        <w:pStyle w:val="Heading2"/>
        <w:ind w:left="578" w:hanging="578"/>
      </w:pPr>
      <w:bookmarkStart w:id="391" w:name="_Toc64888867"/>
      <w:r w:rsidRPr="008B7FD2">
        <w:t>Tehnološki predpogoji uporabe WS</w:t>
      </w:r>
      <w:bookmarkEnd w:id="391"/>
    </w:p>
    <w:p w14:paraId="786B8221" w14:textId="51901353" w:rsidR="00C20707" w:rsidRPr="008B7FD2" w:rsidRDefault="00E364A0" w:rsidP="00E364A0">
      <w:r w:rsidRPr="008B7FD2">
        <w:t>Uporabnik storitve mora vzpostaviti povezavo do spletnega mesta services.informatika.si ter services-test.informatika.si in zaupati certifikatu spletnega mesta. Klici so varovani z uporabniškim imenom in geslom.</w:t>
      </w:r>
    </w:p>
    <w:p w14:paraId="08ED07CC" w14:textId="77777777" w:rsidR="009E1DEB" w:rsidRPr="008B7FD2" w:rsidRDefault="009E1DEB" w:rsidP="00C20707"/>
    <w:p w14:paraId="22641961" w14:textId="17336E3D" w:rsidR="009E1DEB" w:rsidRPr="008B7FD2" w:rsidRDefault="009E1DEB" w:rsidP="009E1DEB">
      <w:pPr>
        <w:pStyle w:val="Heading1"/>
        <w:ind w:left="431" w:hanging="431"/>
      </w:pPr>
      <w:bookmarkStart w:id="392" w:name="_Toc64888868"/>
      <w:r w:rsidRPr="008B7FD2">
        <w:lastRenderedPageBreak/>
        <w:t>Evidenca sprememb vrni seznam sprememb MM glede na datum kreiranja</w:t>
      </w:r>
      <w:bookmarkEnd w:id="392"/>
    </w:p>
    <w:p w14:paraId="752E553C" w14:textId="77777777" w:rsidR="009E1DEB" w:rsidRPr="008B7FD2" w:rsidRDefault="009E1DEB" w:rsidP="009E1DEB">
      <w:pPr>
        <w:pStyle w:val="Heading2"/>
      </w:pPr>
      <w:bookmarkStart w:id="393" w:name="_Toc64888869"/>
      <w:r w:rsidRPr="008B7FD2">
        <w:t>Kratek opis in namen WS</w:t>
      </w:r>
      <w:bookmarkEnd w:id="393"/>
    </w:p>
    <w:p w14:paraId="0D88C514" w14:textId="51C7A259" w:rsidR="009E1DEB" w:rsidRPr="008B7FD2" w:rsidRDefault="009E1DEB" w:rsidP="009E1DEB">
      <w:r w:rsidRPr="008B7FD2">
        <w:t>Storitev je namenjena podrobnemu spremljanju sprememb na merilnem mestu glede na datum nastanka spremembe in ne datuma za katerega je bila sprememba zavedena</w:t>
      </w:r>
      <w:r w:rsidR="00D616E4" w:rsidRPr="008B7FD2">
        <w:t>.</w:t>
      </w:r>
    </w:p>
    <w:p w14:paraId="52FD417E" w14:textId="77777777" w:rsidR="009E1DEB" w:rsidRPr="008B7FD2" w:rsidRDefault="009E1DEB" w:rsidP="009E1DEB">
      <w:pPr>
        <w:pStyle w:val="NoSpacing"/>
        <w:numPr>
          <w:ilvl w:val="0"/>
          <w:numId w:val="27"/>
        </w:numPr>
        <w:rPr>
          <w:lang w:val="sl-SI"/>
        </w:rPr>
      </w:pPr>
      <w:r w:rsidRPr="008B7FD2">
        <w:rPr>
          <w:lang w:val="sl-SI"/>
        </w:rPr>
        <w:t>Url produkcija:</w:t>
      </w:r>
    </w:p>
    <w:p w14:paraId="52C91789" w14:textId="5B96B927" w:rsidR="009E1DEB" w:rsidRPr="008B7FD2" w:rsidRDefault="00765DB7" w:rsidP="009E1DEB">
      <w:pPr>
        <w:rPr>
          <w:rStyle w:val="Hyperlink"/>
          <w:rFonts w:eastAsia="Times New Roman"/>
          <w:sz w:val="18"/>
          <w:szCs w:val="18"/>
        </w:rPr>
      </w:pPr>
      <w:hyperlink r:id="rId169" w:history="1">
        <w:r w:rsidR="009E1DEB" w:rsidRPr="008B7FD2">
          <w:rPr>
            <w:rStyle w:val="Hyperlink"/>
            <w:rFonts w:eastAsia="Times New Roman"/>
            <w:sz w:val="18"/>
            <w:szCs w:val="18"/>
          </w:rPr>
          <w:t>https://services.informatika.si/EvidencaSpremembMMWeb/sca/VrniSeznamSpremembMMPoDKreiranjaStoritev</w:t>
        </w:r>
      </w:hyperlink>
      <w:r w:rsidR="009E1DEB" w:rsidRPr="008B7FD2">
        <w:rPr>
          <w:rStyle w:val="Hyperlink"/>
          <w:rFonts w:eastAsia="Times New Roman"/>
          <w:sz w:val="18"/>
          <w:szCs w:val="18"/>
        </w:rPr>
        <w:t>?WSDL</w:t>
      </w:r>
    </w:p>
    <w:p w14:paraId="4E339A55" w14:textId="77777777" w:rsidR="009E1DEB" w:rsidRPr="008B7FD2" w:rsidRDefault="009E1DEB" w:rsidP="009E1DEB">
      <w:pPr>
        <w:pStyle w:val="NoSpacing"/>
        <w:numPr>
          <w:ilvl w:val="0"/>
          <w:numId w:val="27"/>
        </w:numPr>
        <w:rPr>
          <w:lang w:val="sl-SI"/>
        </w:rPr>
      </w:pPr>
      <w:r w:rsidRPr="008B7FD2">
        <w:rPr>
          <w:lang w:val="sl-SI"/>
        </w:rPr>
        <w:t xml:space="preserve">Url test: </w:t>
      </w:r>
    </w:p>
    <w:p w14:paraId="2740D1BF" w14:textId="4049FCF6" w:rsidR="009E1DEB" w:rsidRPr="008B7FD2" w:rsidRDefault="00765DB7" w:rsidP="009E1DEB">
      <w:pPr>
        <w:pStyle w:val="NoSpacing"/>
        <w:rPr>
          <w:sz w:val="16"/>
          <w:szCs w:val="16"/>
          <w:lang w:val="sl-SI"/>
        </w:rPr>
      </w:pPr>
      <w:hyperlink r:id="rId170" w:history="1">
        <w:r w:rsidR="009E1DEB" w:rsidRPr="008B7FD2">
          <w:rPr>
            <w:rStyle w:val="Hyperlink"/>
            <w:sz w:val="16"/>
            <w:szCs w:val="16"/>
            <w:lang w:val="sl-SI"/>
          </w:rPr>
          <w:t>https://services-test.informatika.si/EvidencaSpremembMMWeb/sca/VrniSeznamSpremembMMPoDKreiranjaStoritev</w:t>
        </w:r>
      </w:hyperlink>
      <w:r w:rsidR="009E1DEB" w:rsidRPr="008B7FD2">
        <w:rPr>
          <w:rStyle w:val="Hyperlink"/>
          <w:sz w:val="16"/>
          <w:szCs w:val="16"/>
          <w:lang w:val="sl-SI"/>
        </w:rPr>
        <w:t>?WSDL</w:t>
      </w:r>
    </w:p>
    <w:p w14:paraId="7CBB5CB5" w14:textId="77777777" w:rsidR="009E1DEB" w:rsidRPr="008B7FD2" w:rsidRDefault="009E1DEB" w:rsidP="009E1DEB">
      <w:pPr>
        <w:pStyle w:val="Heading2"/>
      </w:pPr>
      <w:bookmarkStart w:id="394" w:name="_Toc64888870"/>
      <w:proofErr w:type="spellStart"/>
      <w:r w:rsidRPr="008B7FD2">
        <w:t>Verzioniranje</w:t>
      </w:r>
      <w:proofErr w:type="spellEnd"/>
      <w:r w:rsidRPr="008B7FD2">
        <w:t xml:space="preserve"> WS</w:t>
      </w:r>
      <w:bookmarkEnd w:id="394"/>
    </w:p>
    <w:p w14:paraId="3AE0812B" w14:textId="77777777" w:rsidR="009E1DEB" w:rsidRPr="008B7FD2" w:rsidRDefault="009E1DEB" w:rsidP="009E1DEB">
      <w:r w:rsidRPr="008B7FD2">
        <w:t>Verzija nabora storitev 1.0</w:t>
      </w:r>
    </w:p>
    <w:p w14:paraId="51C81A5F" w14:textId="77777777" w:rsidR="009E1DEB" w:rsidRPr="008B7FD2" w:rsidRDefault="009E1DEB" w:rsidP="009E1DEB">
      <w:pPr>
        <w:pStyle w:val="Heading2"/>
        <w:ind w:left="578" w:hanging="578"/>
      </w:pPr>
      <w:bookmarkStart w:id="395" w:name="_Toc64888871"/>
      <w:r w:rsidRPr="008B7FD2">
        <w:t>Diagram poteka</w:t>
      </w:r>
      <w:bookmarkEnd w:id="395"/>
    </w:p>
    <w:p w14:paraId="04A8A0DB" w14:textId="77777777" w:rsidR="009E1DEB" w:rsidRPr="008B7FD2" w:rsidRDefault="009E1DEB" w:rsidP="009E1DEB">
      <w:r w:rsidRPr="008B7FD2">
        <w:t>Ni na voljo.</w:t>
      </w:r>
    </w:p>
    <w:p w14:paraId="542FAC14" w14:textId="77777777" w:rsidR="009E1DEB" w:rsidRPr="008B7FD2" w:rsidRDefault="009E1DEB" w:rsidP="009E1DEB">
      <w:pPr>
        <w:pStyle w:val="Heading2"/>
        <w:ind w:left="578" w:hanging="578"/>
      </w:pPr>
      <w:bookmarkStart w:id="396" w:name="_Toc64888872"/>
      <w:r w:rsidRPr="008B7FD2">
        <w:t>Način uporabe</w:t>
      </w:r>
      <w:bookmarkEnd w:id="396"/>
    </w:p>
    <w:p w14:paraId="5554EB8B" w14:textId="4F2B7358" w:rsidR="009E1DEB" w:rsidRPr="008B7FD2" w:rsidRDefault="009E1DEB" w:rsidP="009E1DEB">
      <w:r w:rsidRPr="008B7FD2">
        <w:t xml:space="preserve">Storitev se kliče za potrebe podrobnega spremljanja sprememb na merilnem mestu glede na datum evidentiranja </w:t>
      </w:r>
      <w:r w:rsidR="00D616E4" w:rsidRPr="008B7FD2">
        <w:t>posamezne</w:t>
      </w:r>
      <w:r w:rsidRPr="008B7FD2">
        <w:t xml:space="preserve"> spremembe.</w:t>
      </w:r>
    </w:p>
    <w:p w14:paraId="35DD04A5" w14:textId="77777777" w:rsidR="009E1DEB" w:rsidRPr="008B7FD2" w:rsidRDefault="009E1DEB" w:rsidP="009E1DEB">
      <w:pPr>
        <w:pStyle w:val="Heading2"/>
        <w:ind w:left="578" w:hanging="578"/>
      </w:pPr>
      <w:bookmarkStart w:id="397" w:name="_Toc64888873"/>
      <w:r w:rsidRPr="008B7FD2">
        <w:t>Posebnosti</w:t>
      </w:r>
      <w:bookmarkEnd w:id="397"/>
    </w:p>
    <w:p w14:paraId="2C904EF4" w14:textId="09DCAD05" w:rsidR="009E1DEB" w:rsidRDefault="009E1DEB" w:rsidP="009E1DEB">
      <w:r w:rsidRPr="008B7FD2">
        <w:t>Vsaka sprememba, ki se zgodi na posameznem merilnem mestu, se evidentira v evidenci sprememb pri distributerju. Storitev omogoča, da lahko dobavitelj pridobi spremembe iz evidence sprememb za vsa merilna mesta, za katera je dobavitelj.</w:t>
      </w:r>
    </w:p>
    <w:p w14:paraId="71E649E4" w14:textId="7627F8BC" w:rsidR="006336AE" w:rsidRPr="008B7FD2" w:rsidRDefault="002968D7" w:rsidP="009E1DEB">
      <w:r>
        <w:t>Storitev umaknjena iz uporabe s 1.10.2018</w:t>
      </w:r>
    </w:p>
    <w:p w14:paraId="7C7E8814" w14:textId="77777777" w:rsidR="009E1DEB" w:rsidRPr="008B7FD2" w:rsidRDefault="009E1DEB" w:rsidP="009E1DEB">
      <w:pPr>
        <w:pStyle w:val="Heading2"/>
        <w:ind w:left="578" w:hanging="578"/>
      </w:pPr>
      <w:bookmarkStart w:id="398" w:name="_Toc64888874"/>
      <w:r w:rsidRPr="008B7FD2">
        <w:t>Tehnološki predpogoji uporabe WS</w:t>
      </w:r>
      <w:bookmarkEnd w:id="398"/>
    </w:p>
    <w:p w14:paraId="1D3756D6" w14:textId="7EA79507" w:rsidR="006336AE" w:rsidRDefault="009E1DEB" w:rsidP="009E1DEB">
      <w:r w:rsidRPr="008B7FD2">
        <w:t>Uporabnik storitve mora vzpostaviti povezavo do spletnega mesta services.informatika.si ter services-test.informatika.si in zaupati certifikatu spletnega mesta. Klici so varovani z uporabniškim imenom in geslom.</w:t>
      </w:r>
    </w:p>
    <w:p w14:paraId="7E0D26EC" w14:textId="77777777" w:rsidR="006336AE" w:rsidRDefault="006336AE">
      <w:pPr>
        <w:spacing w:after="0" w:line="240" w:lineRule="auto"/>
        <w:jc w:val="left"/>
      </w:pPr>
      <w:r>
        <w:br w:type="page"/>
      </w:r>
    </w:p>
    <w:p w14:paraId="4E9C5824" w14:textId="404C7CF8" w:rsidR="006336AE" w:rsidRPr="008B7FD2" w:rsidRDefault="006336AE" w:rsidP="006336AE">
      <w:pPr>
        <w:pStyle w:val="Heading1"/>
        <w:ind w:left="431" w:hanging="431"/>
      </w:pPr>
      <w:bookmarkStart w:id="399" w:name="_Toc64888875"/>
      <w:r w:rsidRPr="008B7FD2">
        <w:lastRenderedPageBreak/>
        <w:t>Evidenca sprememb vrni seznam sprememb MM glede na datum kreiranja</w:t>
      </w:r>
      <w:r w:rsidR="0006191F">
        <w:t xml:space="preserve"> v3</w:t>
      </w:r>
      <w:bookmarkEnd w:id="399"/>
    </w:p>
    <w:p w14:paraId="5EEE4A3F" w14:textId="77777777" w:rsidR="006336AE" w:rsidRPr="008B7FD2" w:rsidRDefault="006336AE" w:rsidP="006336AE">
      <w:pPr>
        <w:pStyle w:val="Heading2"/>
      </w:pPr>
      <w:bookmarkStart w:id="400" w:name="_Toc64888876"/>
      <w:r w:rsidRPr="008B7FD2">
        <w:t>Kratek opis in namen WS</w:t>
      </w:r>
      <w:bookmarkEnd w:id="400"/>
    </w:p>
    <w:p w14:paraId="76A345AD" w14:textId="77777777" w:rsidR="006336AE" w:rsidRPr="008B7FD2" w:rsidRDefault="006336AE" w:rsidP="006336AE">
      <w:r w:rsidRPr="008B7FD2">
        <w:t>Storitev je namenjena podrobnemu spremljanju sprememb na merilnem mestu glede na datum nastanka spremembe in ne datuma za katerega je bila sprememba zavedena.</w:t>
      </w:r>
    </w:p>
    <w:p w14:paraId="70B4E22D" w14:textId="6178B3BA" w:rsidR="006336AE" w:rsidRDefault="006336AE" w:rsidP="006336AE">
      <w:pPr>
        <w:pStyle w:val="NoSpacing"/>
        <w:numPr>
          <w:ilvl w:val="0"/>
          <w:numId w:val="27"/>
        </w:numPr>
        <w:rPr>
          <w:lang w:val="sl-SI"/>
        </w:rPr>
      </w:pPr>
      <w:r w:rsidRPr="008B7FD2">
        <w:rPr>
          <w:lang w:val="sl-SI"/>
        </w:rPr>
        <w:t>Url produkcija:</w:t>
      </w:r>
    </w:p>
    <w:p w14:paraId="6E93D9BC" w14:textId="717A4381" w:rsidR="000927E1" w:rsidRPr="000927E1" w:rsidRDefault="00765DB7" w:rsidP="000927E1">
      <w:pPr>
        <w:pStyle w:val="NoSpacing"/>
        <w:rPr>
          <w:sz w:val="16"/>
          <w:szCs w:val="16"/>
          <w:lang w:val="sl-SI"/>
        </w:rPr>
      </w:pPr>
      <w:hyperlink r:id="rId171" w:history="1">
        <w:r w:rsidR="000927E1" w:rsidRPr="000927E1">
          <w:rPr>
            <w:rStyle w:val="Hyperlink"/>
            <w:sz w:val="16"/>
            <w:szCs w:val="16"/>
            <w:lang w:val="sl-SI"/>
          </w:rPr>
          <w:t>https://services.informatika.si/EvidencaSpremembMMWeb/sca/VrniSeznamSpremembMMPoDKreiranja3Storitev?wsdl</w:t>
        </w:r>
      </w:hyperlink>
      <w:r w:rsidR="000927E1" w:rsidRPr="000927E1">
        <w:rPr>
          <w:sz w:val="16"/>
          <w:szCs w:val="16"/>
          <w:lang w:val="sl-SI"/>
        </w:rPr>
        <w:t xml:space="preserve"> </w:t>
      </w:r>
    </w:p>
    <w:p w14:paraId="01E39EB4" w14:textId="48CB84D0" w:rsidR="006336AE" w:rsidRDefault="006336AE" w:rsidP="006336AE">
      <w:pPr>
        <w:pStyle w:val="NoSpacing"/>
        <w:numPr>
          <w:ilvl w:val="0"/>
          <w:numId w:val="27"/>
        </w:numPr>
        <w:rPr>
          <w:lang w:val="sl-SI"/>
        </w:rPr>
      </w:pPr>
      <w:r w:rsidRPr="008B7FD2">
        <w:rPr>
          <w:lang w:val="sl-SI"/>
        </w:rPr>
        <w:t xml:space="preserve">Url test: </w:t>
      </w:r>
    </w:p>
    <w:p w14:paraId="42B2EBEA" w14:textId="7A7C9968" w:rsidR="000927E1" w:rsidRPr="000927E1" w:rsidRDefault="00765DB7" w:rsidP="000927E1">
      <w:pPr>
        <w:pStyle w:val="NoSpacing"/>
        <w:rPr>
          <w:sz w:val="16"/>
          <w:szCs w:val="16"/>
          <w:lang w:val="sl-SI"/>
        </w:rPr>
      </w:pPr>
      <w:hyperlink r:id="rId172" w:history="1">
        <w:r w:rsidR="000927E1" w:rsidRPr="000927E1">
          <w:rPr>
            <w:rStyle w:val="Hyperlink"/>
            <w:sz w:val="16"/>
            <w:szCs w:val="16"/>
            <w:lang w:val="sl-SI"/>
          </w:rPr>
          <w:t>https://services-test.informatika.si/EvidencaSpremembMMWeb/sca/VrniSeznamSpremembMMPoDKreiranja3Storitev?wsdl</w:t>
        </w:r>
      </w:hyperlink>
      <w:r w:rsidR="000927E1" w:rsidRPr="000927E1">
        <w:rPr>
          <w:sz w:val="16"/>
          <w:szCs w:val="16"/>
          <w:lang w:val="sl-SI"/>
        </w:rPr>
        <w:t xml:space="preserve"> </w:t>
      </w:r>
    </w:p>
    <w:p w14:paraId="4648B724" w14:textId="77777777" w:rsidR="006336AE" w:rsidRPr="008B7FD2" w:rsidRDefault="006336AE" w:rsidP="006336AE">
      <w:pPr>
        <w:pStyle w:val="Heading2"/>
      </w:pPr>
      <w:bookmarkStart w:id="401" w:name="_Toc64888877"/>
      <w:proofErr w:type="spellStart"/>
      <w:r w:rsidRPr="008B7FD2">
        <w:t>Verzioniranje</w:t>
      </w:r>
      <w:proofErr w:type="spellEnd"/>
      <w:r w:rsidRPr="008B7FD2">
        <w:t xml:space="preserve"> WS</w:t>
      </w:r>
      <w:bookmarkEnd w:id="401"/>
    </w:p>
    <w:p w14:paraId="6EA6B86B" w14:textId="0C0C5FB3" w:rsidR="006336AE" w:rsidRPr="008B7FD2" w:rsidRDefault="006336AE" w:rsidP="006336AE">
      <w:r w:rsidRPr="008B7FD2">
        <w:t xml:space="preserve">Verzija nabora storitev </w:t>
      </w:r>
      <w:r w:rsidR="00B6662B">
        <w:t>3</w:t>
      </w:r>
      <w:r w:rsidRPr="008B7FD2">
        <w:t>.0</w:t>
      </w:r>
    </w:p>
    <w:p w14:paraId="0CFDC0A2" w14:textId="77777777" w:rsidR="006336AE" w:rsidRPr="008B7FD2" w:rsidRDefault="006336AE" w:rsidP="006336AE">
      <w:pPr>
        <w:pStyle w:val="Heading2"/>
        <w:ind w:left="578" w:hanging="578"/>
      </w:pPr>
      <w:bookmarkStart w:id="402" w:name="_Toc64888878"/>
      <w:r w:rsidRPr="008B7FD2">
        <w:t>Diagram poteka</w:t>
      </w:r>
      <w:bookmarkEnd w:id="402"/>
    </w:p>
    <w:p w14:paraId="7DD3BFB8" w14:textId="77777777" w:rsidR="006336AE" w:rsidRPr="008B7FD2" w:rsidRDefault="006336AE" w:rsidP="006336AE">
      <w:r w:rsidRPr="008B7FD2">
        <w:t>Ni na voljo.</w:t>
      </w:r>
    </w:p>
    <w:p w14:paraId="3F6EF0E0" w14:textId="77777777" w:rsidR="006336AE" w:rsidRPr="008B7FD2" w:rsidRDefault="006336AE" w:rsidP="006336AE">
      <w:pPr>
        <w:pStyle w:val="Heading2"/>
        <w:ind w:left="578" w:hanging="578"/>
      </w:pPr>
      <w:bookmarkStart w:id="403" w:name="_Toc64888879"/>
      <w:r w:rsidRPr="008B7FD2">
        <w:t>Način uporabe</w:t>
      </w:r>
      <w:bookmarkEnd w:id="403"/>
    </w:p>
    <w:p w14:paraId="1E1BA51B" w14:textId="77777777" w:rsidR="006336AE" w:rsidRPr="008B7FD2" w:rsidRDefault="006336AE" w:rsidP="006336AE">
      <w:r w:rsidRPr="008B7FD2">
        <w:t>Storitev se kliče za potrebe podrobnega spremljanja sprememb na merilnem mestu glede na datum evidentiranja posamezne spremembe.</w:t>
      </w:r>
    </w:p>
    <w:p w14:paraId="2599CD95" w14:textId="77777777" w:rsidR="006336AE" w:rsidRPr="008B7FD2" w:rsidRDefault="006336AE" w:rsidP="006336AE">
      <w:pPr>
        <w:pStyle w:val="Heading2"/>
        <w:ind w:left="578" w:hanging="578"/>
      </w:pPr>
      <w:bookmarkStart w:id="404" w:name="_Toc64888880"/>
      <w:r w:rsidRPr="008B7FD2">
        <w:t>Posebnosti</w:t>
      </w:r>
      <w:bookmarkEnd w:id="404"/>
    </w:p>
    <w:p w14:paraId="18709FA1" w14:textId="77777777" w:rsidR="006336AE" w:rsidRPr="008B7FD2" w:rsidRDefault="006336AE" w:rsidP="006336AE">
      <w:r w:rsidRPr="008B7FD2">
        <w:t>Vsaka sprememba, ki se zgodi na posameznem merilnem mestu, se evidentira v evidenci sprememb pri distributerju. Storitev omogoča, da lahko dobavitelj pridobi spremembe iz evidence sprememb za vsa merilna mesta, za katera je dobavitelj.</w:t>
      </w:r>
    </w:p>
    <w:p w14:paraId="33A89671" w14:textId="77777777" w:rsidR="006336AE" w:rsidRPr="008B7FD2" w:rsidRDefault="006336AE" w:rsidP="006336AE">
      <w:pPr>
        <w:pStyle w:val="Heading2"/>
        <w:ind w:left="578" w:hanging="578"/>
      </w:pPr>
      <w:bookmarkStart w:id="405" w:name="_Toc64888881"/>
      <w:r w:rsidRPr="008B7FD2">
        <w:t>Tehnološki predpogoji uporabe WS</w:t>
      </w:r>
      <w:bookmarkEnd w:id="405"/>
    </w:p>
    <w:p w14:paraId="48B263B3" w14:textId="6CA4819B" w:rsidR="009E1DEB" w:rsidRDefault="006336AE" w:rsidP="006336AE">
      <w:r w:rsidRPr="008B7FD2">
        <w:t>Uporabnik storitve mora vzpostaviti povezavo do spletnega mesta services.informatika.si ter services-test.informatika.si in zaupati certifikatu spletnega mesta. Klici so varovani z uporabniškim imenom in geslom.</w:t>
      </w:r>
    </w:p>
    <w:p w14:paraId="52A00423" w14:textId="4282DE3A" w:rsidR="00836E74" w:rsidRPr="008B7FD2" w:rsidRDefault="00836E74" w:rsidP="00836E74">
      <w:pPr>
        <w:pStyle w:val="Heading1"/>
        <w:ind w:left="431" w:hanging="431"/>
      </w:pPr>
      <w:bookmarkStart w:id="406" w:name="_Hlk59524584"/>
      <w:bookmarkStart w:id="407" w:name="_Toc64888882"/>
      <w:r w:rsidRPr="008B7FD2">
        <w:lastRenderedPageBreak/>
        <w:t>Evidenca sprememb vrni sprememb</w:t>
      </w:r>
      <w:r w:rsidR="006C6723">
        <w:t>o</w:t>
      </w:r>
      <w:r w:rsidRPr="008B7FD2">
        <w:t xml:space="preserve"> MM glede na </w:t>
      </w:r>
      <w:r>
        <w:t>ID spremembe v2</w:t>
      </w:r>
      <w:bookmarkEnd w:id="407"/>
    </w:p>
    <w:p w14:paraId="5FCB8728" w14:textId="77777777" w:rsidR="00836E74" w:rsidRPr="008B7FD2" w:rsidRDefault="00836E74" w:rsidP="00836E74">
      <w:pPr>
        <w:pStyle w:val="Heading2"/>
      </w:pPr>
      <w:bookmarkStart w:id="408" w:name="_Toc64888883"/>
      <w:bookmarkEnd w:id="406"/>
      <w:r w:rsidRPr="008B7FD2">
        <w:t>Kratek opis in namen WS</w:t>
      </w:r>
      <w:bookmarkEnd w:id="408"/>
    </w:p>
    <w:p w14:paraId="1E0CFE92" w14:textId="54C3CE9B" w:rsidR="00836E74" w:rsidRPr="008B7FD2" w:rsidRDefault="00836E74" w:rsidP="00836E74">
      <w:r w:rsidRPr="008B7FD2">
        <w:t xml:space="preserve">Storitev je namenjena </w:t>
      </w:r>
      <w:r w:rsidR="008552E5">
        <w:t>pregledu</w:t>
      </w:r>
      <w:r w:rsidRPr="008B7FD2">
        <w:t xml:space="preserve"> sprememb</w:t>
      </w:r>
      <w:r w:rsidR="008552E5">
        <w:t>e</w:t>
      </w:r>
      <w:r w:rsidRPr="008B7FD2">
        <w:t xml:space="preserve"> na merilnem mestu glede na </w:t>
      </w:r>
      <w:r>
        <w:t xml:space="preserve">ID spremembe iz seznama vseh sprememb. </w:t>
      </w:r>
    </w:p>
    <w:p w14:paraId="738EF63C" w14:textId="77777777" w:rsidR="00836E74" w:rsidRDefault="00836E74" w:rsidP="00836E74">
      <w:pPr>
        <w:pStyle w:val="NoSpacing"/>
        <w:numPr>
          <w:ilvl w:val="0"/>
          <w:numId w:val="27"/>
        </w:numPr>
        <w:rPr>
          <w:lang w:val="sl-SI"/>
        </w:rPr>
      </w:pPr>
      <w:r w:rsidRPr="008B7FD2">
        <w:rPr>
          <w:lang w:val="sl-SI"/>
        </w:rPr>
        <w:t>Url produkcija:</w:t>
      </w:r>
    </w:p>
    <w:p w14:paraId="786DE182" w14:textId="19161A34" w:rsidR="00836E74" w:rsidRPr="00836E74" w:rsidRDefault="00765DB7" w:rsidP="00836E74">
      <w:pPr>
        <w:pStyle w:val="NoSpacing"/>
        <w:ind w:left="720"/>
        <w:rPr>
          <w:rStyle w:val="Hyperlink"/>
          <w:color w:val="auto"/>
          <w:u w:val="none"/>
          <w:lang w:val="sl-SI"/>
        </w:rPr>
      </w:pPr>
      <w:hyperlink r:id="rId173" w:history="1">
        <w:r w:rsidR="00836E74" w:rsidRPr="00691602">
          <w:rPr>
            <w:rStyle w:val="Hyperlink"/>
            <w:sz w:val="16"/>
            <w:szCs w:val="16"/>
          </w:rPr>
          <w:t>https://services.informatika.si:443/EvidencaSpremembMMWeb/sca/VrniSprememboMMPoIDStoritev_v2 .</w:t>
        </w:r>
        <w:proofErr w:type="spellStart"/>
        <w:r w:rsidR="00836E74" w:rsidRPr="00691602">
          <w:rPr>
            <w:rStyle w:val="Hyperlink"/>
            <w:sz w:val="16"/>
            <w:szCs w:val="16"/>
          </w:rPr>
          <w:t>wsdl</w:t>
        </w:r>
        <w:proofErr w:type="spellEnd"/>
      </w:hyperlink>
    </w:p>
    <w:p w14:paraId="527DCB8F" w14:textId="77777777" w:rsidR="00836E74" w:rsidRDefault="00836E74" w:rsidP="00836E74">
      <w:pPr>
        <w:pStyle w:val="NoSpacing"/>
        <w:numPr>
          <w:ilvl w:val="0"/>
          <w:numId w:val="27"/>
        </w:numPr>
        <w:rPr>
          <w:lang w:val="sl-SI"/>
        </w:rPr>
      </w:pPr>
      <w:r w:rsidRPr="008B7FD2">
        <w:rPr>
          <w:lang w:val="sl-SI"/>
        </w:rPr>
        <w:t xml:space="preserve">Url test: </w:t>
      </w:r>
    </w:p>
    <w:p w14:paraId="38DECA18" w14:textId="7FF7F442" w:rsidR="00836E74" w:rsidRPr="00836E74" w:rsidRDefault="00765DB7" w:rsidP="00836E74">
      <w:pPr>
        <w:pStyle w:val="NoSpacing"/>
        <w:ind w:left="720"/>
        <w:rPr>
          <w:rStyle w:val="Hyperlink"/>
          <w:color w:val="auto"/>
          <w:u w:val="none"/>
          <w:lang w:val="sl-SI"/>
        </w:rPr>
      </w:pPr>
      <w:hyperlink r:id="rId174" w:history="1">
        <w:r w:rsidR="00836E74" w:rsidRPr="00836E74">
          <w:rPr>
            <w:rStyle w:val="Hyperlink"/>
            <w:sz w:val="16"/>
            <w:szCs w:val="16"/>
          </w:rPr>
          <w:t>https://services-test.informatika.si:443/EvidencaSpremembMMWeb/sca/VrniSprememboMMPoIDStoritev_v2</w:t>
        </w:r>
      </w:hyperlink>
      <w:r w:rsidR="00836E74">
        <w:rPr>
          <w:rStyle w:val="Hyperlink"/>
          <w:sz w:val="16"/>
          <w:szCs w:val="16"/>
        </w:rPr>
        <w:t>.wsdl</w:t>
      </w:r>
    </w:p>
    <w:p w14:paraId="39499854" w14:textId="77777777" w:rsidR="00836E74" w:rsidRPr="000927E1" w:rsidRDefault="00836E74" w:rsidP="00836E74">
      <w:pPr>
        <w:pStyle w:val="NoSpacing"/>
        <w:rPr>
          <w:sz w:val="16"/>
          <w:szCs w:val="16"/>
          <w:lang w:val="sl-SI"/>
        </w:rPr>
      </w:pPr>
    </w:p>
    <w:p w14:paraId="78D716FD" w14:textId="77777777" w:rsidR="00836E74" w:rsidRPr="008B7FD2" w:rsidRDefault="00836E74" w:rsidP="00836E74">
      <w:pPr>
        <w:pStyle w:val="Heading2"/>
      </w:pPr>
      <w:bookmarkStart w:id="409" w:name="_Toc64888884"/>
      <w:proofErr w:type="spellStart"/>
      <w:r w:rsidRPr="008B7FD2">
        <w:t>Verzioniranje</w:t>
      </w:r>
      <w:proofErr w:type="spellEnd"/>
      <w:r w:rsidRPr="008B7FD2">
        <w:t xml:space="preserve"> WS</w:t>
      </w:r>
      <w:bookmarkEnd w:id="409"/>
    </w:p>
    <w:p w14:paraId="6E99E497" w14:textId="0881E7DA" w:rsidR="00836E74" w:rsidRPr="008B7FD2" w:rsidRDefault="00836E74" w:rsidP="00836E74">
      <w:r w:rsidRPr="008B7FD2">
        <w:t xml:space="preserve">Verzija nabora storitev </w:t>
      </w:r>
      <w:r>
        <w:t>2</w:t>
      </w:r>
      <w:r w:rsidRPr="008B7FD2">
        <w:t>.0</w:t>
      </w:r>
    </w:p>
    <w:p w14:paraId="20E3584A" w14:textId="77777777" w:rsidR="00836E74" w:rsidRPr="008B7FD2" w:rsidRDefault="00836E74" w:rsidP="00836E74">
      <w:pPr>
        <w:pStyle w:val="Heading2"/>
        <w:ind w:left="578" w:hanging="578"/>
      </w:pPr>
      <w:bookmarkStart w:id="410" w:name="_Toc64888885"/>
      <w:r w:rsidRPr="008B7FD2">
        <w:t>Diagram poteka</w:t>
      </w:r>
      <w:bookmarkEnd w:id="410"/>
    </w:p>
    <w:p w14:paraId="4CBEC3DB" w14:textId="77777777" w:rsidR="00836E74" w:rsidRPr="008B7FD2" w:rsidRDefault="00836E74" w:rsidP="00836E74">
      <w:r w:rsidRPr="008B7FD2">
        <w:t>Ni na voljo.</w:t>
      </w:r>
    </w:p>
    <w:p w14:paraId="4D6C9282" w14:textId="77777777" w:rsidR="00836E74" w:rsidRPr="008B7FD2" w:rsidRDefault="00836E74" w:rsidP="00836E74">
      <w:pPr>
        <w:pStyle w:val="Heading2"/>
        <w:ind w:left="578" w:hanging="578"/>
      </w:pPr>
      <w:bookmarkStart w:id="411" w:name="_Toc64888886"/>
      <w:r w:rsidRPr="008B7FD2">
        <w:t>Način uporabe</w:t>
      </w:r>
      <w:bookmarkEnd w:id="411"/>
    </w:p>
    <w:p w14:paraId="593D58EC" w14:textId="74BBDCFA" w:rsidR="00836E74" w:rsidRPr="008B7FD2" w:rsidRDefault="00836E74" w:rsidP="00836E74">
      <w:r w:rsidRPr="008B7FD2">
        <w:t>Storitev se kliče za potrebe podrobnega spremljanja sprememb na merilnem mestu glede</w:t>
      </w:r>
      <w:r w:rsidR="008552E5">
        <w:t xml:space="preserve"> na</w:t>
      </w:r>
      <w:r w:rsidRPr="008B7FD2">
        <w:t xml:space="preserve"> </w:t>
      </w:r>
      <w:r>
        <w:t>ID evidentiranja posamezne spremembe.</w:t>
      </w:r>
    </w:p>
    <w:p w14:paraId="21892B74" w14:textId="77777777" w:rsidR="00836E74" w:rsidRPr="008B7FD2" w:rsidRDefault="00836E74" w:rsidP="00836E74">
      <w:pPr>
        <w:pStyle w:val="Heading2"/>
        <w:ind w:left="578" w:hanging="578"/>
      </w:pPr>
      <w:bookmarkStart w:id="412" w:name="_Toc64888887"/>
      <w:r w:rsidRPr="008B7FD2">
        <w:t>Posebnosti</w:t>
      </w:r>
      <w:bookmarkEnd w:id="412"/>
    </w:p>
    <w:p w14:paraId="2654D330" w14:textId="4BF3D616" w:rsidR="00836E74" w:rsidRPr="008B7FD2" w:rsidRDefault="00836E74" w:rsidP="00836E74">
      <w:r w:rsidRPr="008B7FD2">
        <w:t xml:space="preserve">Vsaka sprememba, ki se zgodi na posameznem merilnem mestu, se evidentira v evidenci sprememb pri distributerju. Storitev omogoča, da lahko dobavitelj pridobi </w:t>
      </w:r>
      <w:r w:rsidR="008552E5">
        <w:t xml:space="preserve">konkretno </w:t>
      </w:r>
      <w:r w:rsidRPr="008B7FD2">
        <w:t>sprememb</w:t>
      </w:r>
      <w:r w:rsidR="008552E5">
        <w:t>o</w:t>
      </w:r>
      <w:r w:rsidRPr="008B7FD2">
        <w:t xml:space="preserve"> iz evidence sprememb </w:t>
      </w:r>
      <w:r w:rsidR="008552E5">
        <w:t>(</w:t>
      </w:r>
      <w:r w:rsidRPr="008B7FD2">
        <w:t>za</w:t>
      </w:r>
      <w:r w:rsidR="008552E5">
        <w:t xml:space="preserve"> </w:t>
      </w:r>
      <w:r w:rsidRPr="008B7FD2">
        <w:t>merilna mesta, za katera je dobavitelj</w:t>
      </w:r>
      <w:r w:rsidR="008552E5">
        <w:t>), po ID evidentirane spremembe.</w:t>
      </w:r>
      <w:r>
        <w:t xml:space="preserve"> V primeru, da gre za spremembo z oznako vrste spremembe 9 (Menjava dobavitelja izgubljeno MM), storitev vrne samo matične podatke o merilnem mestu, sicer pa vrne vse podrobnosti tega MM.</w:t>
      </w:r>
    </w:p>
    <w:p w14:paraId="1F36AE4F" w14:textId="77777777" w:rsidR="00836E74" w:rsidRPr="008B7FD2" w:rsidRDefault="00836E74" w:rsidP="00836E74">
      <w:pPr>
        <w:pStyle w:val="Heading2"/>
        <w:ind w:left="578" w:hanging="578"/>
      </w:pPr>
      <w:bookmarkStart w:id="413" w:name="_Toc64888888"/>
      <w:r w:rsidRPr="008B7FD2">
        <w:t>Tehnološki predpogoji uporabe WS</w:t>
      </w:r>
      <w:bookmarkEnd w:id="413"/>
    </w:p>
    <w:p w14:paraId="0FC9C653" w14:textId="77777777" w:rsidR="00836E74" w:rsidRPr="008B7FD2" w:rsidRDefault="00836E74" w:rsidP="00836E74">
      <w:r w:rsidRPr="008B7FD2">
        <w:t>Uporabnik storitve mora vzpostaviti povezavo do spletnega mesta services.informatika.si ter services-test.informatika.si in zaupati certifikatu spletnega mesta. Klici so varovani z uporabniškim imenom in geslom.</w:t>
      </w:r>
    </w:p>
    <w:p w14:paraId="7E0CF856" w14:textId="77777777" w:rsidR="00836E74" w:rsidRPr="008B7FD2" w:rsidRDefault="00836E74" w:rsidP="006336AE"/>
    <w:p w14:paraId="3D91D237" w14:textId="77777777" w:rsidR="000927E1" w:rsidRDefault="000927E1">
      <w:pPr>
        <w:spacing w:after="0" w:line="240" w:lineRule="auto"/>
        <w:jc w:val="left"/>
        <w:rPr>
          <w:rFonts w:ascii="Cambria" w:eastAsia="Times New Roman" w:hAnsi="Cambria"/>
          <w:b/>
          <w:bCs/>
          <w:color w:val="1F497D"/>
          <w:sz w:val="28"/>
          <w:szCs w:val="28"/>
        </w:rPr>
      </w:pPr>
      <w:r>
        <w:rPr>
          <w:rFonts w:ascii="Cambria" w:eastAsia="Times New Roman" w:hAnsi="Cambria"/>
          <w:b/>
          <w:bCs/>
          <w:color w:val="1F497D"/>
          <w:sz w:val="28"/>
          <w:szCs w:val="28"/>
        </w:rPr>
        <w:br w:type="page"/>
      </w:r>
    </w:p>
    <w:p w14:paraId="008F2996" w14:textId="2709E045" w:rsidR="00026E6A" w:rsidRPr="003D1E54" w:rsidRDefault="00026E6A" w:rsidP="00026E6A">
      <w:pPr>
        <w:pStyle w:val="Heading1"/>
        <w:ind w:left="431" w:hanging="431"/>
        <w:rPr>
          <w:highlight w:val="yellow"/>
        </w:rPr>
      </w:pPr>
      <w:bookmarkStart w:id="414" w:name="_Toc64888889"/>
      <w:r w:rsidRPr="003D1E54">
        <w:rPr>
          <w:highlight w:val="yellow"/>
        </w:rPr>
        <w:lastRenderedPageBreak/>
        <w:t>Evidenca sprememb</w:t>
      </w:r>
      <w:bookmarkEnd w:id="414"/>
      <w:r w:rsidRPr="003D1E54">
        <w:rPr>
          <w:highlight w:val="yellow"/>
        </w:rPr>
        <w:t xml:space="preserve"> </w:t>
      </w:r>
    </w:p>
    <w:p w14:paraId="043F91BB" w14:textId="76CAB92E" w:rsidR="00026E6A" w:rsidRPr="008B7FD2" w:rsidRDefault="00026E6A" w:rsidP="00CA3857">
      <w:pPr>
        <w:pStyle w:val="Heading2"/>
      </w:pPr>
      <w:bookmarkStart w:id="415" w:name="_Toc64888890"/>
      <w:r w:rsidRPr="008B7FD2">
        <w:t>Kratek opis in namen WS</w:t>
      </w:r>
      <w:bookmarkEnd w:id="415"/>
    </w:p>
    <w:p w14:paraId="15C67493" w14:textId="49FF9F08" w:rsidR="00026E6A" w:rsidRDefault="00026E6A" w:rsidP="00026E6A">
      <w:r>
        <w:t>Storitev izpostavlja funkcionalnosti evidence sprememb. Storitev zaenkrat izpostavlja le metodo za iskanje podrobnih sprememb</w:t>
      </w:r>
      <w:r w:rsidR="00B9030C">
        <w:t>, ki se uporablja za potrebe spremljanja menjave dobavitelja</w:t>
      </w:r>
      <w:r>
        <w:t>.</w:t>
      </w:r>
    </w:p>
    <w:p w14:paraId="7972E35F" w14:textId="77777777" w:rsidR="00026E6A" w:rsidRDefault="00026E6A" w:rsidP="00026E6A">
      <w:r>
        <w:t>Izpostavljene metode:</w:t>
      </w:r>
    </w:p>
    <w:p w14:paraId="06F17A21" w14:textId="7995D76D" w:rsidR="00026E6A" w:rsidRDefault="00026E6A" w:rsidP="00026E6A">
      <w:pPr>
        <w:pStyle w:val="ListParagraph"/>
        <w:numPr>
          <w:ilvl w:val="0"/>
          <w:numId w:val="27"/>
        </w:numPr>
      </w:pPr>
      <w:proofErr w:type="spellStart"/>
      <w:r>
        <w:t>NajdiPodrobno</w:t>
      </w:r>
      <w:proofErr w:type="spellEnd"/>
      <w:r>
        <w:t>()</w:t>
      </w:r>
    </w:p>
    <w:p w14:paraId="78E6E9E6" w14:textId="7A4D6B18" w:rsidR="00026E6A" w:rsidRDefault="00026E6A" w:rsidP="00026E6A">
      <w:r>
        <w:t>Obstoječe posamične storitve</w:t>
      </w:r>
      <w:r w:rsidR="00B9030C">
        <w:t>,</w:t>
      </w:r>
      <w:r>
        <w:t xml:space="preserve"> povezane z evidenco sprememb</w:t>
      </w:r>
      <w:r w:rsidR="00B9030C">
        <w:t>,</w:t>
      </w:r>
      <w:r>
        <w:t xml:space="preserve"> bodo postopoma umaknjene iz uporabe in bodo nadomeščene z novimi metodami v tej storitvi.</w:t>
      </w:r>
    </w:p>
    <w:p w14:paraId="4DA8194F" w14:textId="77777777" w:rsidR="00026E6A" w:rsidRPr="008B7FD2" w:rsidRDefault="00026E6A" w:rsidP="00026E6A">
      <w:pPr>
        <w:pStyle w:val="NoSpacing"/>
        <w:numPr>
          <w:ilvl w:val="0"/>
          <w:numId w:val="27"/>
        </w:numPr>
        <w:rPr>
          <w:lang w:val="sl-SI"/>
        </w:rPr>
      </w:pPr>
      <w:r w:rsidRPr="008B7FD2">
        <w:rPr>
          <w:lang w:val="sl-SI"/>
        </w:rPr>
        <w:t>Url produkcija:</w:t>
      </w:r>
    </w:p>
    <w:p w14:paraId="44DFD62C" w14:textId="66629118" w:rsidR="00026E6A" w:rsidRPr="008B7FD2" w:rsidRDefault="00765DB7" w:rsidP="00026E6A">
      <w:pPr>
        <w:pStyle w:val="NoSpacing"/>
        <w:rPr>
          <w:lang w:val="sl-SI"/>
        </w:rPr>
      </w:pPr>
      <w:hyperlink r:id="rId175" w:history="1">
        <w:r w:rsidR="00026E6A" w:rsidRPr="00026E6A">
          <w:rPr>
            <w:rStyle w:val="Hyperlink"/>
            <w:sz w:val="18"/>
            <w:szCs w:val="18"/>
          </w:rPr>
          <w:t>https://services.informatika.si/EnotnaVstopnaTocka/EvidencaSpremembService?WSDL</w:t>
        </w:r>
      </w:hyperlink>
    </w:p>
    <w:p w14:paraId="5A283418" w14:textId="77777777" w:rsidR="00026E6A" w:rsidRPr="008B7FD2" w:rsidRDefault="00026E6A" w:rsidP="00026E6A">
      <w:pPr>
        <w:pStyle w:val="NoSpacing"/>
        <w:rPr>
          <w:rStyle w:val="Hyperlink"/>
          <w:sz w:val="18"/>
          <w:szCs w:val="18"/>
          <w:lang w:val="sl-SI"/>
        </w:rPr>
      </w:pPr>
    </w:p>
    <w:p w14:paraId="53635BF4" w14:textId="77777777" w:rsidR="00026E6A" w:rsidRDefault="00026E6A" w:rsidP="00026E6A">
      <w:pPr>
        <w:pStyle w:val="NoSpacing"/>
        <w:numPr>
          <w:ilvl w:val="0"/>
          <w:numId w:val="27"/>
        </w:numPr>
        <w:rPr>
          <w:lang w:val="sl-SI"/>
        </w:rPr>
      </w:pPr>
      <w:r w:rsidRPr="008B7FD2">
        <w:rPr>
          <w:lang w:val="sl-SI"/>
        </w:rPr>
        <w:t xml:space="preserve">Url test: </w:t>
      </w:r>
    </w:p>
    <w:p w14:paraId="6EB113E1" w14:textId="6E652F24" w:rsidR="00026E6A" w:rsidRPr="00026E6A" w:rsidRDefault="00765DB7" w:rsidP="00026E6A">
      <w:pPr>
        <w:pStyle w:val="NoSpacing"/>
        <w:rPr>
          <w:sz w:val="18"/>
          <w:szCs w:val="18"/>
          <w:lang w:val="sl-SI"/>
        </w:rPr>
      </w:pPr>
      <w:hyperlink r:id="rId176" w:history="1">
        <w:r w:rsidR="00026E6A" w:rsidRPr="00026E6A">
          <w:rPr>
            <w:rStyle w:val="Hyperlink"/>
            <w:sz w:val="18"/>
            <w:szCs w:val="18"/>
          </w:rPr>
          <w:t>https://services-test.informatika.si/EnotnaVstopnaTocka/EvidencaSpremembService?WSDL</w:t>
        </w:r>
      </w:hyperlink>
    </w:p>
    <w:p w14:paraId="25CB7450" w14:textId="15D50970" w:rsidR="00026E6A" w:rsidRDefault="00026E6A" w:rsidP="00026E6A">
      <w:pPr>
        <w:pStyle w:val="NoSpacing"/>
        <w:rPr>
          <w:sz w:val="18"/>
          <w:szCs w:val="18"/>
        </w:rPr>
      </w:pPr>
    </w:p>
    <w:p w14:paraId="0939DE48" w14:textId="77777777" w:rsidR="00026E6A" w:rsidRPr="008B7FD2" w:rsidRDefault="00026E6A" w:rsidP="00026E6A">
      <w:pPr>
        <w:pStyle w:val="NoSpacing"/>
        <w:rPr>
          <w:lang w:val="sl-SI"/>
        </w:rPr>
      </w:pPr>
    </w:p>
    <w:p w14:paraId="0C1132FF" w14:textId="77777777" w:rsidR="00026E6A" w:rsidRPr="008B7FD2" w:rsidRDefault="00026E6A" w:rsidP="00026E6A">
      <w:pPr>
        <w:pStyle w:val="Heading2"/>
      </w:pPr>
      <w:bookmarkStart w:id="416" w:name="_Toc64888891"/>
      <w:proofErr w:type="spellStart"/>
      <w:r w:rsidRPr="008B7FD2">
        <w:t>Verzioniranje</w:t>
      </w:r>
      <w:proofErr w:type="spellEnd"/>
      <w:r w:rsidRPr="008B7FD2">
        <w:t xml:space="preserve"> WS</w:t>
      </w:r>
      <w:bookmarkEnd w:id="416"/>
    </w:p>
    <w:p w14:paraId="0ADE1504" w14:textId="77777777" w:rsidR="00026E6A" w:rsidRPr="008B7FD2" w:rsidRDefault="00026E6A" w:rsidP="00026E6A">
      <w:r w:rsidRPr="008B7FD2">
        <w:t xml:space="preserve">Verzija nabora storitev </w:t>
      </w:r>
      <w:r>
        <w:t>1</w:t>
      </w:r>
      <w:r w:rsidRPr="008B7FD2">
        <w:t>.0</w:t>
      </w:r>
    </w:p>
    <w:p w14:paraId="04D8ECA9" w14:textId="77777777" w:rsidR="00026E6A" w:rsidRDefault="00026E6A" w:rsidP="00026E6A">
      <w:pPr>
        <w:pStyle w:val="Heading2"/>
      </w:pPr>
      <w:bookmarkStart w:id="417" w:name="_Toc64888892"/>
      <w:r>
        <w:t>Diagram poteka</w:t>
      </w:r>
      <w:bookmarkEnd w:id="417"/>
    </w:p>
    <w:p w14:paraId="10FBB756" w14:textId="77777777" w:rsidR="00026E6A" w:rsidRPr="00A05C0C" w:rsidRDefault="00026E6A" w:rsidP="00026E6A">
      <w:r>
        <w:t>Ni na voljo.</w:t>
      </w:r>
    </w:p>
    <w:p w14:paraId="23B50A9A" w14:textId="77777777" w:rsidR="00026E6A" w:rsidRDefault="00026E6A" w:rsidP="00026E6A">
      <w:pPr>
        <w:pStyle w:val="Heading2"/>
      </w:pPr>
      <w:bookmarkStart w:id="418" w:name="_Toc64888893"/>
      <w:r>
        <w:t>Izpostavljene operacije</w:t>
      </w:r>
      <w:bookmarkEnd w:id="418"/>
    </w:p>
    <w:p w14:paraId="73647DCC" w14:textId="5E99368F" w:rsidR="00026E6A" w:rsidRDefault="000D63BA" w:rsidP="00026E6A">
      <w:pPr>
        <w:pStyle w:val="Heading3"/>
      </w:pPr>
      <w:bookmarkStart w:id="419" w:name="_Toc64888894"/>
      <w:proofErr w:type="spellStart"/>
      <w:r>
        <w:t>NajdiPodrobno</w:t>
      </w:r>
      <w:bookmarkEnd w:id="419"/>
      <w:proofErr w:type="spellEnd"/>
    </w:p>
    <w:p w14:paraId="36CEF2AD" w14:textId="07732220" w:rsidR="000D63BA" w:rsidRPr="000D63BA" w:rsidRDefault="000D63BA" w:rsidP="000D63BA">
      <w:r>
        <w:t xml:space="preserve">Metoda </w:t>
      </w:r>
      <w:r w:rsidRPr="008B7FD2">
        <w:t>je namenjena podrobnemu spremljanju seznama pridobljenih in izgubljenih merilnih mest v okviru procesa menjave dobavitelja</w:t>
      </w:r>
      <w:r w:rsidR="006C17D2">
        <w:t xml:space="preserve"> odjema ali oddaje</w:t>
      </w:r>
      <w:r>
        <w:t>.</w:t>
      </w:r>
    </w:p>
    <w:p w14:paraId="713B02BA" w14:textId="77777777" w:rsidR="00026E6A" w:rsidRDefault="00026E6A" w:rsidP="00026E6A">
      <w:pPr>
        <w:pStyle w:val="Heading4"/>
      </w:pPr>
      <w:r>
        <w:t>Način uporabe</w:t>
      </w:r>
    </w:p>
    <w:p w14:paraId="264F666B" w14:textId="26DDA581" w:rsidR="006C17D2" w:rsidRPr="008B7FD2" w:rsidRDefault="006C17D2" w:rsidP="006C17D2">
      <w:r>
        <w:t>Metoda</w:t>
      </w:r>
      <w:r w:rsidRPr="008B7FD2">
        <w:t xml:space="preserve"> se kliče za potrebe podrobnega spremljanja seznama pridobljenih in izgubljenih merilnih mest kot posledice menjave dobavitelja</w:t>
      </w:r>
      <w:r>
        <w:t xml:space="preserve"> odjema ali oddaje</w:t>
      </w:r>
      <w:r w:rsidRPr="008B7FD2">
        <w:t>. Pri klicu storitve se</w:t>
      </w:r>
      <w:r w:rsidR="00B9030C">
        <w:t xml:space="preserve"> lahko</w:t>
      </w:r>
      <w:r w:rsidRPr="008B7FD2">
        <w:t xml:space="preserve"> poda </w:t>
      </w:r>
      <w:r w:rsidR="00B9030C">
        <w:t xml:space="preserve">eno ali več </w:t>
      </w:r>
      <w:r w:rsidRPr="008B7FD2">
        <w:t>vrst sprememb, kater</w:t>
      </w:r>
      <w:r>
        <w:t>e</w:t>
      </w:r>
      <w:r w:rsidRPr="008B7FD2">
        <w:t xml:space="preserve"> podrobne podatke želi dobavitelj pridobiti:</w:t>
      </w:r>
    </w:p>
    <w:p w14:paraId="4F18CCF6" w14:textId="77777777" w:rsidR="006C17D2" w:rsidRPr="008B7FD2" w:rsidRDefault="006C17D2" w:rsidP="006C17D2">
      <w:pPr>
        <w:pStyle w:val="ListParagraph"/>
        <w:numPr>
          <w:ilvl w:val="0"/>
          <w:numId w:val="27"/>
        </w:numPr>
      </w:pPr>
      <w:r w:rsidRPr="008B7FD2">
        <w:t>21 - Menjava dobavitelja kandidata za pridobljeno MM</w:t>
      </w:r>
    </w:p>
    <w:p w14:paraId="057BC982" w14:textId="77777777" w:rsidR="006C17D2" w:rsidRPr="008B7FD2" w:rsidRDefault="006C17D2" w:rsidP="006C17D2">
      <w:pPr>
        <w:pStyle w:val="ListParagraph"/>
        <w:numPr>
          <w:ilvl w:val="0"/>
          <w:numId w:val="27"/>
        </w:numPr>
      </w:pPr>
      <w:r w:rsidRPr="008B7FD2">
        <w:t>22 - Menjava dobavitelja kandidata za izgubljeno MM</w:t>
      </w:r>
    </w:p>
    <w:p w14:paraId="2D930DA4" w14:textId="77777777" w:rsidR="006C17D2" w:rsidRDefault="006C17D2" w:rsidP="00CA3857">
      <w:pPr>
        <w:pStyle w:val="ListParagraph"/>
        <w:numPr>
          <w:ilvl w:val="0"/>
          <w:numId w:val="27"/>
        </w:numPr>
      </w:pPr>
      <w:r w:rsidRPr="008B7FD2">
        <w:t>8 - Menjava dobavitelja pridobljeno MM</w:t>
      </w:r>
    </w:p>
    <w:p w14:paraId="7FE49114" w14:textId="7D7F22F8" w:rsidR="00026E6A" w:rsidRDefault="006C17D2" w:rsidP="00CA3857">
      <w:pPr>
        <w:pStyle w:val="ListParagraph"/>
        <w:numPr>
          <w:ilvl w:val="0"/>
          <w:numId w:val="27"/>
        </w:numPr>
      </w:pPr>
      <w:r w:rsidRPr="008B7FD2">
        <w:t>9 - Menjava dobavitelja izgubljeno MM</w:t>
      </w:r>
    </w:p>
    <w:p w14:paraId="3DE846B9" w14:textId="54A98C8E" w:rsidR="006C17D2" w:rsidRPr="008B7FD2" w:rsidRDefault="006C17D2" w:rsidP="006C17D2">
      <w:pPr>
        <w:pStyle w:val="ListParagraph"/>
        <w:numPr>
          <w:ilvl w:val="0"/>
          <w:numId w:val="27"/>
        </w:numPr>
      </w:pPr>
      <w:r>
        <w:t>3</w:t>
      </w:r>
      <w:r w:rsidRPr="008B7FD2">
        <w:t xml:space="preserve">1 - Menjava dobavitelja </w:t>
      </w:r>
      <w:r>
        <w:t xml:space="preserve">oddaje </w:t>
      </w:r>
      <w:r w:rsidRPr="008B7FD2">
        <w:t>kandidata za pridobljeno MM</w:t>
      </w:r>
    </w:p>
    <w:p w14:paraId="12EDEB05" w14:textId="602D54BD" w:rsidR="006C17D2" w:rsidRPr="008B7FD2" w:rsidRDefault="006C17D2" w:rsidP="006C17D2">
      <w:pPr>
        <w:pStyle w:val="ListParagraph"/>
        <w:numPr>
          <w:ilvl w:val="0"/>
          <w:numId w:val="27"/>
        </w:numPr>
      </w:pPr>
      <w:r>
        <w:t>32</w:t>
      </w:r>
      <w:r w:rsidRPr="008B7FD2">
        <w:t xml:space="preserve"> - Menjava dobavitelja </w:t>
      </w:r>
      <w:r>
        <w:t xml:space="preserve">oddaje </w:t>
      </w:r>
      <w:r w:rsidRPr="008B7FD2">
        <w:t>kandidata za izgubljeno MM</w:t>
      </w:r>
    </w:p>
    <w:p w14:paraId="4C5DE10D" w14:textId="58B346F1" w:rsidR="006C17D2" w:rsidRDefault="006C17D2" w:rsidP="006C17D2">
      <w:pPr>
        <w:pStyle w:val="ListParagraph"/>
        <w:numPr>
          <w:ilvl w:val="0"/>
          <w:numId w:val="27"/>
        </w:numPr>
      </w:pPr>
      <w:r>
        <w:t>33</w:t>
      </w:r>
      <w:r w:rsidRPr="008B7FD2">
        <w:t xml:space="preserve"> - Menjava dobavitelja</w:t>
      </w:r>
      <w:r>
        <w:t xml:space="preserve"> oddaje</w:t>
      </w:r>
      <w:r w:rsidRPr="008B7FD2">
        <w:t xml:space="preserve"> pridobljeno MM</w:t>
      </w:r>
    </w:p>
    <w:p w14:paraId="488F9F71" w14:textId="655F8EFC" w:rsidR="006C17D2" w:rsidRDefault="006C17D2" w:rsidP="006C17D2">
      <w:pPr>
        <w:pStyle w:val="ListParagraph"/>
        <w:numPr>
          <w:ilvl w:val="0"/>
          <w:numId w:val="27"/>
        </w:numPr>
      </w:pPr>
      <w:r>
        <w:lastRenderedPageBreak/>
        <w:t>34</w:t>
      </w:r>
      <w:r w:rsidRPr="008B7FD2">
        <w:t xml:space="preserve"> - Menjava dobavitelja </w:t>
      </w:r>
      <w:r>
        <w:t xml:space="preserve">oddaje </w:t>
      </w:r>
      <w:r w:rsidRPr="008B7FD2">
        <w:t>izgubljeno MM</w:t>
      </w:r>
    </w:p>
    <w:p w14:paraId="116D6E7F" w14:textId="77777777" w:rsidR="006C17D2" w:rsidRPr="008B7FD2" w:rsidRDefault="006C17D2" w:rsidP="006C17D2">
      <w:pPr>
        <w:pStyle w:val="ListParagraph"/>
      </w:pPr>
    </w:p>
    <w:p w14:paraId="7E9EA1AD" w14:textId="77777777" w:rsidR="00026E6A" w:rsidRPr="00594CF1" w:rsidRDefault="00026E6A" w:rsidP="00026E6A">
      <w:pPr>
        <w:pStyle w:val="Heading4"/>
      </w:pPr>
      <w:r>
        <w:t>Posebnosti</w:t>
      </w:r>
    </w:p>
    <w:p w14:paraId="55B4BEDD" w14:textId="77777777" w:rsidR="006C17D2" w:rsidRPr="008B7FD2" w:rsidRDefault="006C17D2" w:rsidP="006C17D2">
      <w:r w:rsidRPr="008B7FD2">
        <w:t>Vsaka sprememba, ki se zgodi na posameznem merilnem mestu, se evidentira v evidenci sprememb pri distributerju. Merilno mesto postane kandidat za pridobljeno oz. izgubljeno v trenutku, ko distributer potrdi zahtevo za menjavo dobavitelja. Merilno mesto postane pridobljeno oz. izgubljeno, ko se izvede poračun in izvrši prevezava dobavitelja.</w:t>
      </w:r>
    </w:p>
    <w:p w14:paraId="00F5A616" w14:textId="4B5C799A" w:rsidR="00026E6A" w:rsidRDefault="006C17D2" w:rsidP="00026E6A">
      <w:r>
        <w:t>Za potrebe menjave dobavitelja, kjer je starega in novega dobavitelja potrebno obveščati o številnih dodatnih podatkih, ki so specifični za menjavo dobavitelja (npr. način pridobitve odčitka, tovarniška št. števca, obdobje odčitavanja, ipd.), se ti podatki vračajo v generični strukturi (</w:t>
      </w:r>
      <w:proofErr w:type="spellStart"/>
      <w:r>
        <w:t>key-value</w:t>
      </w:r>
      <w:proofErr w:type="spellEnd"/>
      <w:r>
        <w:t xml:space="preserve"> par) v polju dodatni podatki.</w:t>
      </w:r>
    </w:p>
    <w:p w14:paraId="12729096" w14:textId="77777777" w:rsidR="00026E6A" w:rsidRPr="008B7FD2" w:rsidRDefault="00026E6A" w:rsidP="00026E6A">
      <w:pPr>
        <w:pStyle w:val="Heading2"/>
        <w:ind w:left="578" w:hanging="578"/>
      </w:pPr>
      <w:bookmarkStart w:id="420" w:name="_Toc64888895"/>
      <w:r w:rsidRPr="008B7FD2">
        <w:t>Tehnološki predpogoji uporabe WS</w:t>
      </w:r>
      <w:bookmarkEnd w:id="420"/>
    </w:p>
    <w:p w14:paraId="5021811D" w14:textId="77777777" w:rsidR="00026E6A" w:rsidRPr="008B7FD2" w:rsidRDefault="00026E6A" w:rsidP="00026E6A">
      <w:r w:rsidRPr="008B7FD2">
        <w:t>Uporabnik storitve mora vzpostaviti povezavo do spletnega mesta services.informatika.si ter services-test.informatika.si in zaupati certifikatu spletnega mesta. Klici so varovani z uporabniškim imenom in geslom.</w:t>
      </w:r>
    </w:p>
    <w:p w14:paraId="0B52BFA7" w14:textId="30631F56" w:rsidR="00026E6A" w:rsidRDefault="00026E6A">
      <w:pPr>
        <w:spacing w:after="0" w:line="240" w:lineRule="auto"/>
        <w:jc w:val="left"/>
        <w:rPr>
          <w:rFonts w:ascii="Cambria" w:eastAsia="Times New Roman" w:hAnsi="Cambria"/>
          <w:b/>
          <w:bCs/>
          <w:color w:val="1F497D"/>
          <w:sz w:val="28"/>
          <w:szCs w:val="28"/>
        </w:rPr>
      </w:pPr>
    </w:p>
    <w:p w14:paraId="5412DF9F" w14:textId="77777777" w:rsidR="006C17D2" w:rsidRDefault="006C17D2">
      <w:pPr>
        <w:spacing w:after="0" w:line="240" w:lineRule="auto"/>
        <w:jc w:val="left"/>
        <w:rPr>
          <w:rFonts w:ascii="Cambria" w:eastAsia="Times New Roman" w:hAnsi="Cambria"/>
          <w:b/>
          <w:bCs/>
          <w:color w:val="1F497D"/>
          <w:sz w:val="28"/>
          <w:szCs w:val="28"/>
        </w:rPr>
      </w:pPr>
      <w:r>
        <w:rPr>
          <w:rFonts w:ascii="Cambria" w:eastAsia="Times New Roman" w:hAnsi="Cambria"/>
          <w:b/>
          <w:bCs/>
          <w:color w:val="1F497D"/>
          <w:sz w:val="28"/>
          <w:szCs w:val="28"/>
        </w:rPr>
        <w:br w:type="page"/>
      </w:r>
    </w:p>
    <w:p w14:paraId="0117543A" w14:textId="2BE38FDD" w:rsidR="00DF6309" w:rsidRPr="008B7FD2" w:rsidRDefault="00DF6309" w:rsidP="00DF6309">
      <w:pPr>
        <w:keepNext/>
        <w:keepLines/>
        <w:numPr>
          <w:ilvl w:val="0"/>
          <w:numId w:val="1"/>
        </w:numPr>
        <w:spacing w:before="480" w:after="240"/>
        <w:outlineLvl w:val="0"/>
        <w:rPr>
          <w:rFonts w:ascii="Cambria" w:eastAsia="Times New Roman" w:hAnsi="Cambria"/>
          <w:b/>
          <w:bCs/>
          <w:color w:val="1F497D"/>
          <w:sz w:val="28"/>
          <w:szCs w:val="28"/>
        </w:rPr>
      </w:pPr>
      <w:bookmarkStart w:id="421" w:name="_Toc64888896"/>
      <w:r w:rsidRPr="008B7FD2">
        <w:rPr>
          <w:rFonts w:ascii="Cambria" w:eastAsia="Times New Roman" w:hAnsi="Cambria"/>
          <w:b/>
          <w:bCs/>
          <w:color w:val="1F497D"/>
          <w:sz w:val="28"/>
          <w:szCs w:val="28"/>
        </w:rPr>
        <w:lastRenderedPageBreak/>
        <w:t>Informativni obračun z odbirkom</w:t>
      </w:r>
      <w:bookmarkEnd w:id="421"/>
    </w:p>
    <w:p w14:paraId="7706DDAE" w14:textId="77777777" w:rsidR="00DF6309" w:rsidRPr="008B7FD2" w:rsidRDefault="00DF6309" w:rsidP="00185ADB">
      <w:pPr>
        <w:pStyle w:val="Heading2"/>
      </w:pPr>
      <w:bookmarkStart w:id="422" w:name="_Toc64888897"/>
      <w:r w:rsidRPr="008B7FD2">
        <w:t>Kratek opis in namen WS</w:t>
      </w:r>
      <w:bookmarkEnd w:id="422"/>
    </w:p>
    <w:p w14:paraId="5D734748" w14:textId="601CD9FF" w:rsidR="00DF6309" w:rsidRPr="008B7FD2" w:rsidRDefault="00DF6309" w:rsidP="00DF6309">
      <w:r w:rsidRPr="008B7FD2">
        <w:t>Storitev je namenjena proženju informativnega obračuna OM in pridobivanju informativne priloge A.</w:t>
      </w:r>
    </w:p>
    <w:p w14:paraId="2A829044" w14:textId="77777777" w:rsidR="00DF6309" w:rsidRPr="008B7FD2" w:rsidRDefault="00DF6309" w:rsidP="00DF6309">
      <w:pPr>
        <w:numPr>
          <w:ilvl w:val="0"/>
          <w:numId w:val="27"/>
        </w:numPr>
        <w:spacing w:after="0" w:line="240" w:lineRule="auto"/>
        <w:jc w:val="left"/>
        <w:rPr>
          <w:rFonts w:eastAsia="Times New Roman"/>
        </w:rPr>
      </w:pPr>
      <w:r w:rsidRPr="008B7FD2">
        <w:rPr>
          <w:rFonts w:eastAsia="Times New Roman"/>
        </w:rPr>
        <w:t>Url produkcija:</w:t>
      </w:r>
    </w:p>
    <w:p w14:paraId="6DE544E3" w14:textId="3ACE67B9" w:rsidR="00DF6309" w:rsidRPr="008B7FD2" w:rsidRDefault="00765DB7" w:rsidP="00DF6309">
      <w:pPr>
        <w:spacing w:after="0" w:line="240" w:lineRule="auto"/>
        <w:jc w:val="left"/>
        <w:rPr>
          <w:rFonts w:eastAsia="Times New Roman"/>
          <w:color w:val="0000FF"/>
          <w:sz w:val="18"/>
          <w:szCs w:val="18"/>
          <w:u w:val="single"/>
        </w:rPr>
      </w:pPr>
      <w:hyperlink r:id="rId177" w:history="1">
        <w:r w:rsidR="005C23FB" w:rsidRPr="008B7FD2">
          <w:rPr>
            <w:rStyle w:val="Hyperlink"/>
            <w:rFonts w:eastAsia="Times New Roman"/>
            <w:sz w:val="18"/>
            <w:szCs w:val="18"/>
          </w:rPr>
          <w:t>https://services.informatika.si/InformativniObracunWeb/sca/InformativniObracunStoritev?wsdl</w:t>
        </w:r>
      </w:hyperlink>
    </w:p>
    <w:p w14:paraId="0F909D8C" w14:textId="77777777" w:rsidR="00DF6309" w:rsidRPr="008B7FD2" w:rsidRDefault="00DF6309" w:rsidP="00DF6309">
      <w:pPr>
        <w:spacing w:after="0" w:line="240" w:lineRule="auto"/>
        <w:jc w:val="left"/>
        <w:rPr>
          <w:rFonts w:eastAsia="Times New Roman"/>
          <w:color w:val="0000FF"/>
          <w:sz w:val="18"/>
          <w:szCs w:val="18"/>
          <w:u w:val="single"/>
        </w:rPr>
      </w:pPr>
    </w:p>
    <w:p w14:paraId="39F8B8AF" w14:textId="77777777" w:rsidR="00DF6309" w:rsidRPr="008B7FD2" w:rsidRDefault="00DF6309" w:rsidP="00DF6309">
      <w:pPr>
        <w:numPr>
          <w:ilvl w:val="0"/>
          <w:numId w:val="27"/>
        </w:numPr>
        <w:spacing w:after="0" w:line="240" w:lineRule="auto"/>
        <w:jc w:val="left"/>
        <w:rPr>
          <w:rFonts w:eastAsia="Times New Roman"/>
        </w:rPr>
      </w:pPr>
      <w:r w:rsidRPr="008B7FD2">
        <w:rPr>
          <w:rFonts w:eastAsia="Times New Roman"/>
        </w:rPr>
        <w:t xml:space="preserve">Url test: </w:t>
      </w:r>
    </w:p>
    <w:p w14:paraId="15D1ED97" w14:textId="1B6DF090" w:rsidR="00DF6309" w:rsidRPr="008B7FD2" w:rsidRDefault="00765DB7" w:rsidP="00DF6309">
      <w:pPr>
        <w:spacing w:after="0" w:line="240" w:lineRule="auto"/>
        <w:jc w:val="left"/>
        <w:rPr>
          <w:rStyle w:val="Hyperlink"/>
        </w:rPr>
      </w:pPr>
      <w:hyperlink r:id="rId178" w:history="1">
        <w:r w:rsidR="005C23FB" w:rsidRPr="008B7FD2">
          <w:rPr>
            <w:rStyle w:val="Hyperlink"/>
            <w:rFonts w:eastAsia="Times New Roman"/>
            <w:sz w:val="18"/>
            <w:szCs w:val="18"/>
          </w:rPr>
          <w:t>https://services-test.informatika.si/InformativniObracunWeb/sca/InformativniObracunStoritev?wsdl</w:t>
        </w:r>
      </w:hyperlink>
    </w:p>
    <w:p w14:paraId="31946F6E" w14:textId="77777777" w:rsidR="00DF6309" w:rsidRPr="008B7FD2" w:rsidRDefault="00DF6309" w:rsidP="00DF6309">
      <w:pPr>
        <w:spacing w:after="0" w:line="240" w:lineRule="auto"/>
        <w:ind w:left="360"/>
        <w:jc w:val="left"/>
        <w:rPr>
          <w:rFonts w:eastAsia="Times New Roman"/>
        </w:rPr>
      </w:pPr>
    </w:p>
    <w:p w14:paraId="2683A3EE" w14:textId="77777777" w:rsidR="00DF6309" w:rsidRPr="008B7FD2" w:rsidRDefault="00DF6309" w:rsidP="00185ADB">
      <w:pPr>
        <w:pStyle w:val="Heading2"/>
      </w:pPr>
      <w:bookmarkStart w:id="423" w:name="_Toc64888898"/>
      <w:proofErr w:type="spellStart"/>
      <w:r w:rsidRPr="008B7FD2">
        <w:t>Verzioniranje</w:t>
      </w:r>
      <w:proofErr w:type="spellEnd"/>
      <w:r w:rsidRPr="008B7FD2">
        <w:t xml:space="preserve"> WS</w:t>
      </w:r>
      <w:bookmarkEnd w:id="423"/>
    </w:p>
    <w:p w14:paraId="2334BA8E" w14:textId="77777777" w:rsidR="00DF6309" w:rsidRPr="008B7FD2" w:rsidRDefault="00DF6309" w:rsidP="00DF6309">
      <w:r w:rsidRPr="008B7FD2">
        <w:t>Verzija nabora storitev 1.0</w:t>
      </w:r>
    </w:p>
    <w:p w14:paraId="38E58BF0" w14:textId="77777777" w:rsidR="00DF6309" w:rsidRPr="008B7FD2" w:rsidRDefault="00DF6309" w:rsidP="00185ADB">
      <w:pPr>
        <w:pStyle w:val="Heading2"/>
      </w:pPr>
      <w:bookmarkStart w:id="424" w:name="_Toc64888899"/>
      <w:r w:rsidRPr="008B7FD2">
        <w:t>Diagram poteka</w:t>
      </w:r>
      <w:bookmarkEnd w:id="424"/>
    </w:p>
    <w:p w14:paraId="5936526C" w14:textId="77777777" w:rsidR="00DF6309" w:rsidRPr="008B7FD2" w:rsidRDefault="00DF6309" w:rsidP="00DF6309">
      <w:r w:rsidRPr="008B7FD2">
        <w:t>Ni na voljo.</w:t>
      </w:r>
    </w:p>
    <w:p w14:paraId="1404EA14" w14:textId="77777777" w:rsidR="00DF6309" w:rsidRPr="008B7FD2" w:rsidRDefault="00DF6309" w:rsidP="00185ADB">
      <w:pPr>
        <w:pStyle w:val="Heading2"/>
      </w:pPr>
      <w:bookmarkStart w:id="425" w:name="_Toc64888900"/>
      <w:r w:rsidRPr="008B7FD2">
        <w:t>Način uporabe</w:t>
      </w:r>
      <w:bookmarkEnd w:id="425"/>
    </w:p>
    <w:p w14:paraId="1B94C9E0" w14:textId="4B9F88E6" w:rsidR="00DF6309" w:rsidRPr="008B7FD2" w:rsidRDefault="00DF6309" w:rsidP="00DF6309">
      <w:r w:rsidRPr="008B7FD2">
        <w:t xml:space="preserve">Storitev se kliče za potrebe </w:t>
      </w:r>
      <w:proofErr w:type="spellStart"/>
      <w:r w:rsidR="005C67EB" w:rsidRPr="008B7FD2">
        <w:t>potrebe</w:t>
      </w:r>
      <w:proofErr w:type="spellEnd"/>
      <w:r w:rsidR="005C67EB" w:rsidRPr="008B7FD2">
        <w:t xml:space="preserve"> izdelava informativnega obračuna dobavitelja, za katerega je potrebno izvesti informativni obračun omrežnine in pridobiti informativno prilogo A. Dobavitelj mora podati enotni identifikator in ustrezno strukturo odbirka.</w:t>
      </w:r>
    </w:p>
    <w:p w14:paraId="36114A3A" w14:textId="77777777" w:rsidR="00DF6309" w:rsidRPr="008B7FD2" w:rsidRDefault="00DF6309" w:rsidP="00185ADB">
      <w:pPr>
        <w:pStyle w:val="Heading2"/>
      </w:pPr>
      <w:bookmarkStart w:id="426" w:name="_Toc64888901"/>
      <w:r w:rsidRPr="008B7FD2">
        <w:t>Posebnosti</w:t>
      </w:r>
      <w:bookmarkEnd w:id="426"/>
    </w:p>
    <w:p w14:paraId="50596138" w14:textId="6C70912F" w:rsidR="00DF6309" w:rsidRPr="008B7FD2" w:rsidRDefault="005C3013" w:rsidP="00DF6309">
      <w:r w:rsidRPr="008B7FD2">
        <w:t>Informativni obračun z odbirkom</w:t>
      </w:r>
      <w:r w:rsidR="00DF6309" w:rsidRPr="008B7FD2">
        <w:t xml:space="preserve"> je mogoče za merilna mesta, za katera je klicatelj dejanski dobavitelj na merilnem mestu. </w:t>
      </w:r>
      <w:r w:rsidRPr="008B7FD2">
        <w:t>Informativni obračun z odbirkom je mogoč za tiste odbirke</w:t>
      </w:r>
      <w:r w:rsidR="00DF6309" w:rsidRPr="008B7FD2">
        <w:t xml:space="preserve">, ki izpolnjujejo </w:t>
      </w:r>
      <w:r w:rsidR="004B2357" w:rsidRPr="008B7FD2">
        <w:t xml:space="preserve">osnovna </w:t>
      </w:r>
      <w:proofErr w:type="spellStart"/>
      <w:r w:rsidR="00DF6309" w:rsidRPr="008B7FD2">
        <w:t>validacijska</w:t>
      </w:r>
      <w:proofErr w:type="spellEnd"/>
      <w:r w:rsidR="00DF6309" w:rsidRPr="008B7FD2">
        <w:t xml:space="preserve"> pravila</w:t>
      </w:r>
      <w:r w:rsidR="004B2357" w:rsidRPr="008B7FD2">
        <w:t xml:space="preserve"> pri vnosu odbirka</w:t>
      </w:r>
      <w:r w:rsidR="00DF6309" w:rsidRPr="008B7FD2">
        <w:t xml:space="preserve">. V primeru, da odbirek ni v skladu s pravili, </w:t>
      </w:r>
      <w:r w:rsidRPr="008B7FD2">
        <w:t>informativni obračun javi napako</w:t>
      </w:r>
      <w:r w:rsidR="00DF6309" w:rsidRPr="008B7FD2">
        <w:t>.</w:t>
      </w:r>
    </w:p>
    <w:p w14:paraId="0FF38C7F" w14:textId="77777777" w:rsidR="00DF6309" w:rsidRPr="008B7FD2" w:rsidRDefault="00DF6309" w:rsidP="00185ADB">
      <w:pPr>
        <w:pStyle w:val="Heading2"/>
      </w:pPr>
      <w:bookmarkStart w:id="427" w:name="_Toc64888902"/>
      <w:r w:rsidRPr="008B7FD2">
        <w:t>Tehnološki predpogoji uporabe WS</w:t>
      </w:r>
      <w:bookmarkEnd w:id="427"/>
    </w:p>
    <w:p w14:paraId="53AE0B41" w14:textId="0D618DE0" w:rsidR="00DF6309" w:rsidRPr="008B7FD2" w:rsidRDefault="00DF6309" w:rsidP="00DF6309">
      <w:r w:rsidRPr="008B7FD2">
        <w:t>Uporabnik storitve mora vzpostaviti povezavo do spletnega mesta services.informatika.si ter services-test.informatika.si in zaupati certifikatu spletnega mesta. Klici so varovani z uporabniškim imenom in geslom.</w:t>
      </w:r>
    </w:p>
    <w:p w14:paraId="7514B7FE" w14:textId="6D5B116D" w:rsidR="00D50D3D" w:rsidRPr="008B7FD2" w:rsidRDefault="00D50D3D">
      <w:pPr>
        <w:spacing w:after="0" w:line="240" w:lineRule="auto"/>
        <w:jc w:val="left"/>
      </w:pPr>
      <w:r w:rsidRPr="008B7FD2">
        <w:br w:type="page"/>
      </w:r>
    </w:p>
    <w:p w14:paraId="3B3A90DF" w14:textId="59B87CCE" w:rsidR="00D50D3D" w:rsidRPr="008B7FD2" w:rsidRDefault="00D50D3D" w:rsidP="00D50D3D">
      <w:pPr>
        <w:keepNext/>
        <w:keepLines/>
        <w:numPr>
          <w:ilvl w:val="0"/>
          <w:numId w:val="1"/>
        </w:numPr>
        <w:spacing w:before="480" w:after="240"/>
        <w:outlineLvl w:val="0"/>
        <w:rPr>
          <w:rFonts w:ascii="Cambria" w:eastAsia="Times New Roman" w:hAnsi="Cambria"/>
          <w:b/>
          <w:bCs/>
          <w:color w:val="1F497D"/>
          <w:sz w:val="28"/>
          <w:szCs w:val="28"/>
        </w:rPr>
      </w:pPr>
      <w:bookmarkStart w:id="428" w:name="_Toc64888903"/>
      <w:r w:rsidRPr="008B7FD2">
        <w:rPr>
          <w:rFonts w:ascii="Cambria" w:eastAsia="Times New Roman" w:hAnsi="Cambria"/>
          <w:b/>
          <w:bCs/>
          <w:color w:val="1F497D"/>
          <w:sz w:val="28"/>
          <w:szCs w:val="28"/>
        </w:rPr>
        <w:lastRenderedPageBreak/>
        <w:t>Informativni obračun z odbirkom 2</w:t>
      </w:r>
      <w:bookmarkEnd w:id="428"/>
    </w:p>
    <w:p w14:paraId="50D4996C" w14:textId="77777777" w:rsidR="00D50D3D" w:rsidRPr="008B7FD2" w:rsidRDefault="00D50D3D" w:rsidP="007011F2">
      <w:pPr>
        <w:pStyle w:val="Heading2"/>
      </w:pPr>
      <w:bookmarkStart w:id="429" w:name="_Toc64888904"/>
      <w:r w:rsidRPr="008B7FD2">
        <w:t>Kratek opis in namen WS</w:t>
      </w:r>
      <w:bookmarkEnd w:id="429"/>
    </w:p>
    <w:p w14:paraId="070E98FB" w14:textId="77777777" w:rsidR="00D50D3D" w:rsidRPr="008B7FD2" w:rsidRDefault="00D50D3D" w:rsidP="00D50D3D">
      <w:r w:rsidRPr="008B7FD2">
        <w:t>Storitev je namenjena proženju informativnega obračuna OM in pridobivanju informativne priloge A.</w:t>
      </w:r>
    </w:p>
    <w:p w14:paraId="560F995E" w14:textId="77777777" w:rsidR="00D50D3D" w:rsidRPr="008B7FD2" w:rsidRDefault="00D50D3D" w:rsidP="00D50D3D">
      <w:pPr>
        <w:numPr>
          <w:ilvl w:val="0"/>
          <w:numId w:val="27"/>
        </w:numPr>
        <w:spacing w:after="0" w:line="240" w:lineRule="auto"/>
        <w:jc w:val="left"/>
        <w:rPr>
          <w:rFonts w:eastAsia="Times New Roman"/>
        </w:rPr>
      </w:pPr>
      <w:r w:rsidRPr="008B7FD2">
        <w:rPr>
          <w:rFonts w:eastAsia="Times New Roman"/>
        </w:rPr>
        <w:t>Url produkcija:</w:t>
      </w:r>
    </w:p>
    <w:p w14:paraId="1598CE92" w14:textId="63B27B4F" w:rsidR="00D50D3D" w:rsidRPr="008B7FD2" w:rsidRDefault="00765DB7" w:rsidP="00D50D3D">
      <w:pPr>
        <w:spacing w:after="0" w:line="240" w:lineRule="auto"/>
        <w:jc w:val="left"/>
        <w:rPr>
          <w:rFonts w:eastAsia="Times New Roman"/>
        </w:rPr>
      </w:pPr>
      <w:hyperlink r:id="rId179" w:history="1">
        <w:r w:rsidR="00D50D3D" w:rsidRPr="008B7FD2">
          <w:rPr>
            <w:rStyle w:val="Hyperlink"/>
            <w:rFonts w:eastAsia="Times New Roman"/>
          </w:rPr>
          <w:t>https://services.informatika.si/InformativniObracunWeb/sca/InformativniObracun2Storitev?WSDL</w:t>
        </w:r>
      </w:hyperlink>
      <w:r w:rsidR="00D50D3D" w:rsidRPr="008B7FD2">
        <w:rPr>
          <w:rFonts w:eastAsia="Times New Roman"/>
        </w:rPr>
        <w:t xml:space="preserve"> </w:t>
      </w:r>
    </w:p>
    <w:p w14:paraId="1603CC1F" w14:textId="77777777" w:rsidR="00D50D3D" w:rsidRPr="008B7FD2" w:rsidRDefault="00D50D3D" w:rsidP="00D50D3D">
      <w:pPr>
        <w:numPr>
          <w:ilvl w:val="0"/>
          <w:numId w:val="27"/>
        </w:numPr>
        <w:spacing w:after="0" w:line="240" w:lineRule="auto"/>
        <w:jc w:val="left"/>
        <w:rPr>
          <w:rFonts w:eastAsia="Times New Roman"/>
        </w:rPr>
      </w:pPr>
      <w:r w:rsidRPr="008B7FD2">
        <w:rPr>
          <w:rFonts w:eastAsia="Times New Roman"/>
        </w:rPr>
        <w:t xml:space="preserve">Url test: </w:t>
      </w:r>
    </w:p>
    <w:p w14:paraId="4A0D4A4F" w14:textId="51316BFA" w:rsidR="00D50D3D" w:rsidRPr="008B7FD2" w:rsidRDefault="00765DB7" w:rsidP="00D50D3D">
      <w:pPr>
        <w:spacing w:after="0" w:line="240" w:lineRule="auto"/>
        <w:jc w:val="left"/>
        <w:rPr>
          <w:rFonts w:eastAsia="Times New Roman"/>
        </w:rPr>
      </w:pPr>
      <w:hyperlink r:id="rId180" w:history="1">
        <w:r w:rsidR="00D50D3D" w:rsidRPr="008B7FD2">
          <w:rPr>
            <w:rStyle w:val="Hyperlink"/>
            <w:rFonts w:eastAsia="Times New Roman"/>
          </w:rPr>
          <w:t>https://services-test.informatika.si/InformativniObracunWeb/sca/InformativniObracun2Storitev?WSDL</w:t>
        </w:r>
      </w:hyperlink>
      <w:r w:rsidR="00D50D3D" w:rsidRPr="008B7FD2">
        <w:rPr>
          <w:rFonts w:eastAsia="Times New Roman"/>
        </w:rPr>
        <w:t xml:space="preserve"> </w:t>
      </w:r>
    </w:p>
    <w:p w14:paraId="15411332" w14:textId="77777777" w:rsidR="00D50D3D" w:rsidRPr="008B7FD2" w:rsidRDefault="00D50D3D" w:rsidP="007011F2">
      <w:pPr>
        <w:pStyle w:val="Heading2"/>
      </w:pPr>
      <w:bookmarkStart w:id="430" w:name="_Toc64888905"/>
      <w:proofErr w:type="spellStart"/>
      <w:r w:rsidRPr="008B7FD2">
        <w:t>Verzioniranje</w:t>
      </w:r>
      <w:proofErr w:type="spellEnd"/>
      <w:r w:rsidRPr="008B7FD2">
        <w:t xml:space="preserve"> WS</w:t>
      </w:r>
      <w:bookmarkEnd w:id="430"/>
    </w:p>
    <w:p w14:paraId="7C8A2C1E" w14:textId="77777777" w:rsidR="00D50D3D" w:rsidRPr="008B7FD2" w:rsidRDefault="00D50D3D" w:rsidP="00D50D3D">
      <w:r w:rsidRPr="008B7FD2">
        <w:t>Verzija nabora storitev 1.0</w:t>
      </w:r>
    </w:p>
    <w:p w14:paraId="5BCB7BA0" w14:textId="77777777" w:rsidR="00D50D3D" w:rsidRPr="008B7FD2" w:rsidRDefault="00D50D3D" w:rsidP="007011F2">
      <w:pPr>
        <w:pStyle w:val="Heading2"/>
      </w:pPr>
      <w:bookmarkStart w:id="431" w:name="_Toc64888906"/>
      <w:r w:rsidRPr="008B7FD2">
        <w:t>Diagram poteka</w:t>
      </w:r>
      <w:bookmarkEnd w:id="431"/>
    </w:p>
    <w:p w14:paraId="28528537" w14:textId="77777777" w:rsidR="00D50D3D" w:rsidRPr="008B7FD2" w:rsidRDefault="00D50D3D" w:rsidP="00D50D3D">
      <w:r w:rsidRPr="008B7FD2">
        <w:t>Ni na voljo.</w:t>
      </w:r>
    </w:p>
    <w:p w14:paraId="00CD4B87" w14:textId="77777777" w:rsidR="00D50D3D" w:rsidRPr="008B7FD2" w:rsidRDefault="00D50D3D" w:rsidP="007011F2">
      <w:pPr>
        <w:pStyle w:val="Heading2"/>
      </w:pPr>
      <w:bookmarkStart w:id="432" w:name="_Toc64888907"/>
      <w:r w:rsidRPr="008B7FD2">
        <w:t>Način uporabe</w:t>
      </w:r>
      <w:bookmarkEnd w:id="432"/>
    </w:p>
    <w:p w14:paraId="5ED72487" w14:textId="77777777" w:rsidR="00D50D3D" w:rsidRPr="008B7FD2" w:rsidRDefault="00D50D3D" w:rsidP="00D50D3D">
      <w:r w:rsidRPr="008B7FD2">
        <w:t xml:space="preserve">Storitev se kliče za potrebe </w:t>
      </w:r>
      <w:proofErr w:type="spellStart"/>
      <w:r w:rsidRPr="008B7FD2">
        <w:t>potrebe</w:t>
      </w:r>
      <w:proofErr w:type="spellEnd"/>
      <w:r w:rsidRPr="008B7FD2">
        <w:t xml:space="preserve"> izdelava informativnega obračuna dobavitelja, za katerega je potrebno izvesti informativni obračun omrežnine in pridobiti informativno prilogo A. Dobavitelj mora podati enotni identifikator in ustrezno strukturo odbirka.</w:t>
      </w:r>
    </w:p>
    <w:p w14:paraId="7EA12881" w14:textId="77777777" w:rsidR="00D50D3D" w:rsidRPr="008B7FD2" w:rsidRDefault="00D50D3D" w:rsidP="007011F2">
      <w:pPr>
        <w:pStyle w:val="Heading2"/>
      </w:pPr>
      <w:bookmarkStart w:id="433" w:name="_Toc64888908"/>
      <w:r w:rsidRPr="008B7FD2">
        <w:t>Posebnosti</w:t>
      </w:r>
      <w:bookmarkEnd w:id="433"/>
    </w:p>
    <w:p w14:paraId="079BE3E3" w14:textId="77777777" w:rsidR="00D50D3D" w:rsidRPr="008B7FD2" w:rsidRDefault="00D50D3D" w:rsidP="00D50D3D">
      <w:r w:rsidRPr="008B7FD2">
        <w:t xml:space="preserve">Informativni obračun z odbirkom je mogoče za merilna mesta, za katera je klicatelj dejanski dobavitelj na merilnem mestu. Informativni obračun z odbirkom je mogoč za tiste odbirke, ki izpolnjujejo osnovna </w:t>
      </w:r>
      <w:proofErr w:type="spellStart"/>
      <w:r w:rsidRPr="008B7FD2">
        <w:t>validacijska</w:t>
      </w:r>
      <w:proofErr w:type="spellEnd"/>
      <w:r w:rsidRPr="008B7FD2">
        <w:t xml:space="preserve"> pravila pri vnosu odbirka. V primeru, da odbirek ni v skladu s pravili, informativni obračun javi napako.</w:t>
      </w:r>
    </w:p>
    <w:p w14:paraId="02823B15" w14:textId="77777777" w:rsidR="00D50D3D" w:rsidRPr="008B7FD2" w:rsidRDefault="00D50D3D" w:rsidP="007011F2">
      <w:pPr>
        <w:pStyle w:val="Heading2"/>
      </w:pPr>
      <w:bookmarkStart w:id="434" w:name="_Toc64888909"/>
      <w:r w:rsidRPr="008B7FD2">
        <w:t>Tehnološki predpogoji uporabe WS</w:t>
      </w:r>
      <w:bookmarkEnd w:id="434"/>
    </w:p>
    <w:p w14:paraId="59215045" w14:textId="77777777" w:rsidR="00D50D3D" w:rsidRPr="008B7FD2" w:rsidRDefault="00D50D3D" w:rsidP="00D50D3D">
      <w:r w:rsidRPr="008B7FD2">
        <w:t>Uporabnik storitve mora vzpostaviti povezavo do spletnega mesta services.informatika.si ter services-test.informatika.si in zaupati certifikatu spletnega mesta. Klici so varovani z uporabniškim imenom in geslom.</w:t>
      </w:r>
    </w:p>
    <w:p w14:paraId="2A524629" w14:textId="77777777" w:rsidR="00D50D3D" w:rsidRPr="008B7FD2" w:rsidRDefault="00D50D3D">
      <w:pPr>
        <w:spacing w:after="0" w:line="240" w:lineRule="auto"/>
        <w:jc w:val="left"/>
      </w:pPr>
      <w:r w:rsidRPr="008B7FD2">
        <w:br w:type="page"/>
      </w:r>
    </w:p>
    <w:p w14:paraId="0087BE1F" w14:textId="5E3265A5" w:rsidR="00D65A56" w:rsidRPr="008B7FD2" w:rsidRDefault="00D65A56" w:rsidP="00D65A56">
      <w:pPr>
        <w:keepNext/>
        <w:keepLines/>
        <w:numPr>
          <w:ilvl w:val="0"/>
          <w:numId w:val="1"/>
        </w:numPr>
        <w:spacing w:before="480" w:after="240"/>
        <w:outlineLvl w:val="0"/>
        <w:rPr>
          <w:rFonts w:ascii="Cambria" w:eastAsia="Times New Roman" w:hAnsi="Cambria"/>
          <w:b/>
          <w:bCs/>
          <w:color w:val="1F497D"/>
          <w:sz w:val="28"/>
          <w:szCs w:val="28"/>
        </w:rPr>
      </w:pPr>
      <w:bookmarkStart w:id="435" w:name="_Toc64888910"/>
      <w:r w:rsidRPr="008B7FD2">
        <w:rPr>
          <w:rFonts w:ascii="Cambria" w:eastAsia="Times New Roman" w:hAnsi="Cambria"/>
          <w:b/>
          <w:bCs/>
          <w:color w:val="1F497D"/>
          <w:sz w:val="28"/>
          <w:szCs w:val="28"/>
        </w:rPr>
        <w:lastRenderedPageBreak/>
        <w:t>Informativni obračun z enostavnim odbirkom</w:t>
      </w:r>
      <w:bookmarkEnd w:id="435"/>
    </w:p>
    <w:p w14:paraId="72955272" w14:textId="77777777" w:rsidR="00D65A56" w:rsidRPr="008B7FD2" w:rsidRDefault="00D65A56" w:rsidP="00185ADB">
      <w:pPr>
        <w:pStyle w:val="Heading2"/>
      </w:pPr>
      <w:bookmarkStart w:id="436" w:name="_Toc64888911"/>
      <w:r w:rsidRPr="008B7FD2">
        <w:t>Kratek opis in namen WS</w:t>
      </w:r>
      <w:bookmarkEnd w:id="436"/>
    </w:p>
    <w:p w14:paraId="6588DF8A" w14:textId="77777777" w:rsidR="00D65A56" w:rsidRPr="008B7FD2" w:rsidRDefault="00D65A56" w:rsidP="00D65A56">
      <w:r w:rsidRPr="008B7FD2">
        <w:t>Storitev je namenjena proženju informativnega obračuna OM in pridobivanju informativne priloge A.</w:t>
      </w:r>
    </w:p>
    <w:p w14:paraId="4EF4ADBD" w14:textId="77777777" w:rsidR="00D65A56" w:rsidRPr="008B7FD2" w:rsidRDefault="00D65A56" w:rsidP="00D65A56">
      <w:pPr>
        <w:numPr>
          <w:ilvl w:val="0"/>
          <w:numId w:val="27"/>
        </w:numPr>
        <w:spacing w:after="0" w:line="240" w:lineRule="auto"/>
        <w:jc w:val="left"/>
        <w:rPr>
          <w:rFonts w:eastAsia="Times New Roman"/>
        </w:rPr>
      </w:pPr>
      <w:r w:rsidRPr="008B7FD2">
        <w:rPr>
          <w:rFonts w:eastAsia="Times New Roman"/>
        </w:rPr>
        <w:t>Url produkcija:</w:t>
      </w:r>
    </w:p>
    <w:p w14:paraId="4AD66CA5" w14:textId="128E89C5" w:rsidR="00D65A56" w:rsidRPr="008B7FD2" w:rsidRDefault="00D65A56" w:rsidP="00D65A56">
      <w:pPr>
        <w:spacing w:after="0" w:line="240" w:lineRule="auto"/>
        <w:jc w:val="left"/>
        <w:rPr>
          <w:rFonts w:eastAsia="Times New Roman"/>
          <w:color w:val="0000FF"/>
          <w:sz w:val="18"/>
          <w:szCs w:val="18"/>
          <w:u w:val="single"/>
        </w:rPr>
      </w:pPr>
      <w:r w:rsidRPr="008B7FD2">
        <w:rPr>
          <w:rFonts w:eastAsia="Times New Roman"/>
          <w:color w:val="0000FF"/>
          <w:sz w:val="18"/>
          <w:szCs w:val="18"/>
          <w:u w:val="single"/>
        </w:rPr>
        <w:t>https://services.informatika.si/InformativniObracunWeb/sca/InformativniObracunEnostavniStoritev?WSDL</w:t>
      </w:r>
    </w:p>
    <w:p w14:paraId="1F12D88D" w14:textId="77777777" w:rsidR="00D65A56" w:rsidRPr="008B7FD2" w:rsidRDefault="00D65A56" w:rsidP="00D65A56">
      <w:pPr>
        <w:numPr>
          <w:ilvl w:val="0"/>
          <w:numId w:val="27"/>
        </w:numPr>
        <w:spacing w:after="0" w:line="240" w:lineRule="auto"/>
        <w:jc w:val="left"/>
        <w:rPr>
          <w:rFonts w:eastAsia="Times New Roman"/>
        </w:rPr>
      </w:pPr>
      <w:r w:rsidRPr="008B7FD2">
        <w:rPr>
          <w:rFonts w:eastAsia="Times New Roman"/>
        </w:rPr>
        <w:t xml:space="preserve">Url test: </w:t>
      </w:r>
    </w:p>
    <w:p w14:paraId="7366BE1C" w14:textId="70082D55" w:rsidR="00D65A56" w:rsidRPr="008B7FD2" w:rsidRDefault="00765DB7" w:rsidP="00D65A56">
      <w:pPr>
        <w:spacing w:after="0" w:line="240" w:lineRule="auto"/>
        <w:jc w:val="left"/>
        <w:rPr>
          <w:rFonts w:eastAsia="Times New Roman"/>
          <w:sz w:val="18"/>
          <w:szCs w:val="18"/>
        </w:rPr>
      </w:pPr>
      <w:hyperlink r:id="rId181" w:history="1">
        <w:r w:rsidR="00D65A56" w:rsidRPr="008B7FD2">
          <w:rPr>
            <w:rStyle w:val="Hyperlink"/>
            <w:rFonts w:eastAsia="Times New Roman"/>
            <w:sz w:val="18"/>
            <w:szCs w:val="18"/>
          </w:rPr>
          <w:t>https://services-test.informatika.si/InformativniObracunWeb/sca/InformativniObracunEnostavniStoritev?WSDL</w:t>
        </w:r>
      </w:hyperlink>
      <w:r w:rsidR="00D65A56" w:rsidRPr="008B7FD2">
        <w:rPr>
          <w:rFonts w:eastAsia="Times New Roman"/>
          <w:sz w:val="18"/>
          <w:szCs w:val="18"/>
        </w:rPr>
        <w:t xml:space="preserve"> </w:t>
      </w:r>
    </w:p>
    <w:p w14:paraId="4798323B" w14:textId="77777777" w:rsidR="00D65A56" w:rsidRPr="008B7FD2" w:rsidRDefault="00D65A56" w:rsidP="00185ADB">
      <w:pPr>
        <w:pStyle w:val="Heading2"/>
      </w:pPr>
      <w:bookmarkStart w:id="437" w:name="_Toc64888912"/>
      <w:proofErr w:type="spellStart"/>
      <w:r w:rsidRPr="008B7FD2">
        <w:t>Verzioniranje</w:t>
      </w:r>
      <w:proofErr w:type="spellEnd"/>
      <w:r w:rsidRPr="008B7FD2">
        <w:t xml:space="preserve"> WS</w:t>
      </w:r>
      <w:bookmarkEnd w:id="437"/>
    </w:p>
    <w:p w14:paraId="34CBD73A" w14:textId="77777777" w:rsidR="00D65A56" w:rsidRPr="008B7FD2" w:rsidRDefault="00D65A56" w:rsidP="00D65A56">
      <w:r w:rsidRPr="008B7FD2">
        <w:t>Verzija nabora storitev 1.0</w:t>
      </w:r>
    </w:p>
    <w:p w14:paraId="0B0CA517" w14:textId="77777777" w:rsidR="00D65A56" w:rsidRPr="008B7FD2" w:rsidRDefault="00D65A56" w:rsidP="00185ADB">
      <w:pPr>
        <w:pStyle w:val="Heading2"/>
      </w:pPr>
      <w:bookmarkStart w:id="438" w:name="_Toc64888913"/>
      <w:r w:rsidRPr="008B7FD2">
        <w:t>Diagram poteka</w:t>
      </w:r>
      <w:bookmarkEnd w:id="438"/>
    </w:p>
    <w:p w14:paraId="7F260EBC" w14:textId="77777777" w:rsidR="00D65A56" w:rsidRPr="008B7FD2" w:rsidRDefault="00D65A56" w:rsidP="00D65A56">
      <w:r w:rsidRPr="008B7FD2">
        <w:t>Ni na voljo.</w:t>
      </w:r>
    </w:p>
    <w:p w14:paraId="72104904" w14:textId="77777777" w:rsidR="00D65A56" w:rsidRPr="008B7FD2" w:rsidRDefault="00D65A56" w:rsidP="00185ADB">
      <w:pPr>
        <w:pStyle w:val="Heading2"/>
      </w:pPr>
      <w:bookmarkStart w:id="439" w:name="_Toc64888914"/>
      <w:r w:rsidRPr="008B7FD2">
        <w:t>Način uporabe</w:t>
      </w:r>
      <w:bookmarkEnd w:id="439"/>
    </w:p>
    <w:p w14:paraId="75CE0EEB" w14:textId="5895440D" w:rsidR="00D65A56" w:rsidRPr="008B7FD2" w:rsidRDefault="00D65A56" w:rsidP="00D65A56">
      <w:r w:rsidRPr="008B7FD2">
        <w:t xml:space="preserve">Storitev se kliče za potrebe </w:t>
      </w:r>
      <w:proofErr w:type="spellStart"/>
      <w:r w:rsidRPr="008B7FD2">
        <w:t>potrebe</w:t>
      </w:r>
      <w:proofErr w:type="spellEnd"/>
      <w:r w:rsidRPr="008B7FD2">
        <w:t xml:space="preserve"> izdelava informativnega obračuna dobavitelja, za katerega je potrebno izvesti informativni obračun omrežnine in pridobiti informativno prilogo A. Dobavitelj mora podati enotni identifikator in ustrezno strukturo enostavnega odbirka.</w:t>
      </w:r>
    </w:p>
    <w:p w14:paraId="7D1F3FEF" w14:textId="77777777" w:rsidR="00D65A56" w:rsidRPr="008B7FD2" w:rsidRDefault="00D65A56" w:rsidP="00185ADB">
      <w:pPr>
        <w:pStyle w:val="Heading2"/>
      </w:pPr>
      <w:bookmarkStart w:id="440" w:name="_Toc64888915"/>
      <w:r w:rsidRPr="008B7FD2">
        <w:t>Posebnosti</w:t>
      </w:r>
      <w:bookmarkEnd w:id="440"/>
    </w:p>
    <w:p w14:paraId="32E4A9B0" w14:textId="1D64CF2B" w:rsidR="00D65A56" w:rsidRPr="008B7FD2" w:rsidRDefault="00D65A56" w:rsidP="00D65A56">
      <w:r w:rsidRPr="008B7FD2">
        <w:t xml:space="preserve">Informativni obračun z enostavnim odbirkom je mogoče za merilna mesta, za katera je klicatelj dejanski dobavitelj na merilnem mestu. Informativni obračun z enostavnim odbirkom je mogoč za tiste odbirke, ki izpolnjujejo osnovna </w:t>
      </w:r>
      <w:proofErr w:type="spellStart"/>
      <w:r w:rsidRPr="008B7FD2">
        <w:t>validacijska</w:t>
      </w:r>
      <w:proofErr w:type="spellEnd"/>
      <w:r w:rsidRPr="008B7FD2">
        <w:t xml:space="preserve"> pravila pri vnosu odbirka. V primeru, da odbirek ni v skladu s pravili, informativni obračun javi napako.</w:t>
      </w:r>
    </w:p>
    <w:p w14:paraId="094E9424" w14:textId="77777777" w:rsidR="00D65A56" w:rsidRPr="008B7FD2" w:rsidRDefault="00D65A56" w:rsidP="00185ADB">
      <w:pPr>
        <w:pStyle w:val="Heading2"/>
      </w:pPr>
      <w:bookmarkStart w:id="441" w:name="_Toc64888916"/>
      <w:r w:rsidRPr="008B7FD2">
        <w:t>Tehnološki predpogoji uporabe WS</w:t>
      </w:r>
      <w:bookmarkEnd w:id="441"/>
    </w:p>
    <w:p w14:paraId="2695DC55" w14:textId="77777777" w:rsidR="00D65A56" w:rsidRPr="008B7FD2" w:rsidRDefault="00D65A56" w:rsidP="00D65A56">
      <w:r w:rsidRPr="008B7FD2">
        <w:t>Uporabnik storitve mora vzpostaviti povezavo do spletnega mesta services.informatika.si ter services-test.informatika.si in zaupati certifikatu spletnega mesta. Klici so varovani z uporabniškim imenom in geslom.</w:t>
      </w:r>
    </w:p>
    <w:p w14:paraId="479EF09B" w14:textId="420533F7" w:rsidR="00703B95" w:rsidRPr="008B7FD2" w:rsidRDefault="00D65A56">
      <w:pPr>
        <w:spacing w:after="0" w:line="240" w:lineRule="auto"/>
        <w:jc w:val="left"/>
      </w:pPr>
      <w:r w:rsidRPr="008B7FD2">
        <w:br w:type="page"/>
      </w:r>
    </w:p>
    <w:p w14:paraId="2A0D03B8" w14:textId="4E410F46" w:rsidR="00703B95" w:rsidRPr="008B7FD2" w:rsidRDefault="00703B95" w:rsidP="00703B95">
      <w:pPr>
        <w:keepNext/>
        <w:keepLines/>
        <w:numPr>
          <w:ilvl w:val="0"/>
          <w:numId w:val="1"/>
        </w:numPr>
        <w:spacing w:before="480" w:after="240"/>
        <w:outlineLvl w:val="0"/>
        <w:rPr>
          <w:rFonts w:ascii="Cambria" w:eastAsia="Times New Roman" w:hAnsi="Cambria"/>
          <w:b/>
          <w:bCs/>
          <w:color w:val="1F497D"/>
          <w:sz w:val="28"/>
          <w:szCs w:val="28"/>
        </w:rPr>
      </w:pPr>
      <w:bookmarkStart w:id="442" w:name="_Toc64888917"/>
      <w:r w:rsidRPr="008B7FD2">
        <w:rPr>
          <w:rFonts w:ascii="Cambria" w:eastAsia="Times New Roman" w:hAnsi="Cambria"/>
          <w:b/>
          <w:bCs/>
          <w:color w:val="1F497D"/>
          <w:sz w:val="28"/>
          <w:szCs w:val="28"/>
        </w:rPr>
        <w:lastRenderedPageBreak/>
        <w:t xml:space="preserve">Informativni obračun </w:t>
      </w:r>
      <w:r w:rsidR="00FB73B8" w:rsidRPr="008B7FD2">
        <w:rPr>
          <w:rFonts w:ascii="Cambria" w:eastAsia="Times New Roman" w:hAnsi="Cambria"/>
          <w:b/>
          <w:bCs/>
          <w:color w:val="1F497D"/>
          <w:sz w:val="28"/>
          <w:szCs w:val="28"/>
        </w:rPr>
        <w:t>s</w:t>
      </w:r>
      <w:r w:rsidRPr="008B7FD2">
        <w:rPr>
          <w:rFonts w:ascii="Cambria" w:eastAsia="Times New Roman" w:hAnsi="Cambria"/>
          <w:b/>
          <w:bCs/>
          <w:color w:val="1F497D"/>
          <w:sz w:val="28"/>
          <w:szCs w:val="28"/>
        </w:rPr>
        <w:t xml:space="preserve"> </w:t>
      </w:r>
      <w:r w:rsidR="00FB73B8" w:rsidRPr="008B7FD2">
        <w:rPr>
          <w:rFonts w:ascii="Cambria" w:eastAsia="Times New Roman" w:hAnsi="Cambria"/>
          <w:b/>
          <w:bCs/>
          <w:color w:val="1F497D"/>
          <w:sz w:val="28"/>
          <w:szCs w:val="28"/>
        </w:rPr>
        <w:t>PDP</w:t>
      </w:r>
      <w:bookmarkEnd w:id="442"/>
    </w:p>
    <w:p w14:paraId="50547E96" w14:textId="77777777" w:rsidR="00703B95" w:rsidRPr="008B7FD2" w:rsidRDefault="00703B95" w:rsidP="00185ADB">
      <w:pPr>
        <w:pStyle w:val="Heading2"/>
      </w:pPr>
      <w:bookmarkStart w:id="443" w:name="_Toc64888918"/>
      <w:r w:rsidRPr="008B7FD2">
        <w:t>Kratek opis in namen WS</w:t>
      </w:r>
      <w:bookmarkEnd w:id="443"/>
    </w:p>
    <w:p w14:paraId="54892B0A" w14:textId="77777777" w:rsidR="00703B95" w:rsidRPr="008B7FD2" w:rsidRDefault="00703B95" w:rsidP="00703B95">
      <w:r w:rsidRPr="008B7FD2">
        <w:t>Storitev je namenjena proženju informativnega obračuna OM in pridobivanju informativne priloge A.</w:t>
      </w:r>
    </w:p>
    <w:p w14:paraId="2D4503B6" w14:textId="77777777" w:rsidR="00703B95" w:rsidRPr="008B7FD2" w:rsidRDefault="00703B95" w:rsidP="00703B95">
      <w:pPr>
        <w:numPr>
          <w:ilvl w:val="0"/>
          <w:numId w:val="27"/>
        </w:numPr>
        <w:spacing w:after="0" w:line="240" w:lineRule="auto"/>
        <w:jc w:val="left"/>
        <w:rPr>
          <w:rFonts w:eastAsia="Times New Roman"/>
        </w:rPr>
      </w:pPr>
      <w:r w:rsidRPr="008B7FD2">
        <w:rPr>
          <w:rFonts w:eastAsia="Times New Roman"/>
        </w:rPr>
        <w:t>Url produkcija:</w:t>
      </w:r>
    </w:p>
    <w:p w14:paraId="4BAC383B" w14:textId="0226123C" w:rsidR="00703B95" w:rsidRPr="008B7FD2" w:rsidRDefault="00703B95" w:rsidP="00703B95">
      <w:pPr>
        <w:spacing w:after="0" w:line="240" w:lineRule="auto"/>
        <w:jc w:val="left"/>
        <w:rPr>
          <w:rFonts w:eastAsia="Times New Roman"/>
          <w:color w:val="0000FF"/>
          <w:sz w:val="18"/>
          <w:szCs w:val="18"/>
          <w:u w:val="single"/>
        </w:rPr>
      </w:pPr>
      <w:r w:rsidRPr="008B7FD2">
        <w:rPr>
          <w:rFonts w:eastAsia="Times New Roman"/>
          <w:color w:val="0000FF"/>
          <w:sz w:val="18"/>
          <w:szCs w:val="18"/>
          <w:u w:val="single"/>
        </w:rPr>
        <w:t>https://services.informatika.si/ProzenjeObracunaWeb/sca/InformativniObracunPDPStoritev?wsdl</w:t>
      </w:r>
    </w:p>
    <w:p w14:paraId="28F6047B" w14:textId="77777777" w:rsidR="00703B95" w:rsidRPr="008B7FD2" w:rsidRDefault="00703B95" w:rsidP="00703B95">
      <w:pPr>
        <w:spacing w:after="0" w:line="240" w:lineRule="auto"/>
        <w:jc w:val="left"/>
        <w:rPr>
          <w:rFonts w:eastAsia="Times New Roman"/>
          <w:color w:val="0000FF"/>
          <w:sz w:val="18"/>
          <w:szCs w:val="18"/>
          <w:u w:val="single"/>
        </w:rPr>
      </w:pPr>
    </w:p>
    <w:p w14:paraId="01169C62" w14:textId="77777777" w:rsidR="00703B95" w:rsidRPr="008B7FD2" w:rsidRDefault="00703B95" w:rsidP="00703B95">
      <w:pPr>
        <w:numPr>
          <w:ilvl w:val="0"/>
          <w:numId w:val="27"/>
        </w:numPr>
        <w:spacing w:after="0" w:line="240" w:lineRule="auto"/>
        <w:jc w:val="left"/>
        <w:rPr>
          <w:rFonts w:eastAsia="Times New Roman"/>
        </w:rPr>
      </w:pPr>
      <w:r w:rsidRPr="008B7FD2">
        <w:rPr>
          <w:rFonts w:eastAsia="Times New Roman"/>
        </w:rPr>
        <w:t xml:space="preserve">Url test: </w:t>
      </w:r>
    </w:p>
    <w:p w14:paraId="2D2D6945" w14:textId="11B418DC" w:rsidR="00703B95" w:rsidRPr="008B7FD2" w:rsidRDefault="00703B95" w:rsidP="00703B95">
      <w:pPr>
        <w:spacing w:after="0" w:line="240" w:lineRule="auto"/>
        <w:jc w:val="left"/>
        <w:rPr>
          <w:rFonts w:eastAsia="Times New Roman"/>
          <w:color w:val="0000FF"/>
          <w:sz w:val="18"/>
          <w:szCs w:val="18"/>
          <w:u w:val="single"/>
        </w:rPr>
      </w:pPr>
      <w:r w:rsidRPr="008B7FD2">
        <w:rPr>
          <w:rFonts w:eastAsia="Times New Roman"/>
          <w:color w:val="0000FF"/>
          <w:sz w:val="18"/>
          <w:szCs w:val="18"/>
          <w:u w:val="single"/>
        </w:rPr>
        <w:t>https://services-test.informatika.si/ProzenjeObracunaWeb/sca/InformativniObracunPDPStoritev?wsdl</w:t>
      </w:r>
    </w:p>
    <w:p w14:paraId="73D80CFD" w14:textId="77777777" w:rsidR="00703B95" w:rsidRPr="008B7FD2" w:rsidRDefault="00703B95" w:rsidP="00703B95">
      <w:pPr>
        <w:spacing w:after="0" w:line="240" w:lineRule="auto"/>
        <w:ind w:left="360"/>
        <w:jc w:val="left"/>
        <w:rPr>
          <w:rFonts w:eastAsia="Times New Roman"/>
        </w:rPr>
      </w:pPr>
    </w:p>
    <w:p w14:paraId="42773EB2" w14:textId="77777777" w:rsidR="00703B95" w:rsidRPr="008B7FD2" w:rsidRDefault="00703B95" w:rsidP="00185ADB">
      <w:pPr>
        <w:pStyle w:val="Heading2"/>
      </w:pPr>
      <w:bookmarkStart w:id="444" w:name="_Toc64888919"/>
      <w:proofErr w:type="spellStart"/>
      <w:r w:rsidRPr="008B7FD2">
        <w:t>Verzioniranje</w:t>
      </w:r>
      <w:proofErr w:type="spellEnd"/>
      <w:r w:rsidRPr="008B7FD2">
        <w:t xml:space="preserve"> WS</w:t>
      </w:r>
      <w:bookmarkEnd w:id="444"/>
    </w:p>
    <w:p w14:paraId="73AD0502" w14:textId="77777777" w:rsidR="00703B95" w:rsidRPr="008B7FD2" w:rsidRDefault="00703B95" w:rsidP="00703B95">
      <w:r w:rsidRPr="008B7FD2">
        <w:t>Verzija nabora storitev 1.0</w:t>
      </w:r>
    </w:p>
    <w:p w14:paraId="4FA60F78" w14:textId="77777777" w:rsidR="00703B95" w:rsidRPr="008B7FD2" w:rsidRDefault="00703B95" w:rsidP="00185ADB">
      <w:pPr>
        <w:pStyle w:val="Heading2"/>
      </w:pPr>
      <w:bookmarkStart w:id="445" w:name="_Toc64888920"/>
      <w:r w:rsidRPr="008B7FD2">
        <w:t>Diagram poteka</w:t>
      </w:r>
      <w:bookmarkEnd w:id="445"/>
    </w:p>
    <w:p w14:paraId="30AC3E18" w14:textId="77777777" w:rsidR="00703B95" w:rsidRPr="008B7FD2" w:rsidRDefault="00703B95" w:rsidP="00703B95">
      <w:r w:rsidRPr="008B7FD2">
        <w:t>Ni na voljo.</w:t>
      </w:r>
    </w:p>
    <w:p w14:paraId="5AD6EDD7" w14:textId="77777777" w:rsidR="00703B95" w:rsidRPr="008B7FD2" w:rsidRDefault="00703B95" w:rsidP="00185ADB">
      <w:pPr>
        <w:pStyle w:val="Heading2"/>
      </w:pPr>
      <w:bookmarkStart w:id="446" w:name="_Toc64888921"/>
      <w:r w:rsidRPr="008B7FD2">
        <w:t>Način uporabe</w:t>
      </w:r>
      <w:bookmarkEnd w:id="446"/>
    </w:p>
    <w:p w14:paraId="026F4A1E" w14:textId="1F3549CA" w:rsidR="00703B95" w:rsidRPr="008B7FD2" w:rsidRDefault="00703B95" w:rsidP="00703B95">
      <w:r w:rsidRPr="008B7FD2">
        <w:t xml:space="preserve">Storitev se kliče za potrebe </w:t>
      </w:r>
      <w:proofErr w:type="spellStart"/>
      <w:r w:rsidRPr="008B7FD2">
        <w:t>potrebe</w:t>
      </w:r>
      <w:proofErr w:type="spellEnd"/>
      <w:r w:rsidRPr="008B7FD2">
        <w:t xml:space="preserve"> izdelava informativnega obračuna dobavitelja, za katerega je potrebno izvesti informativni obračun omrežnine in pridobiti informativno prilogo A. Dobavitelj mora podati enotni identifikator in ustrezno strukturo</w:t>
      </w:r>
      <w:r w:rsidR="00FB73B8" w:rsidRPr="008B7FD2">
        <w:t xml:space="preserve"> PDP</w:t>
      </w:r>
      <w:r w:rsidRPr="008B7FD2">
        <w:t xml:space="preserve"> </w:t>
      </w:r>
      <w:r w:rsidR="00FB73B8" w:rsidRPr="008B7FD2">
        <w:t>(povprečne dnevne porabe)</w:t>
      </w:r>
      <w:r w:rsidRPr="008B7FD2">
        <w:t>.</w:t>
      </w:r>
    </w:p>
    <w:p w14:paraId="027B21CA" w14:textId="77777777" w:rsidR="00703B95" w:rsidRPr="008B7FD2" w:rsidRDefault="00703B95" w:rsidP="00185ADB">
      <w:pPr>
        <w:pStyle w:val="Heading2"/>
      </w:pPr>
      <w:bookmarkStart w:id="447" w:name="_Toc64888922"/>
      <w:r w:rsidRPr="008B7FD2">
        <w:t>Posebnosti</w:t>
      </w:r>
      <w:bookmarkEnd w:id="447"/>
    </w:p>
    <w:p w14:paraId="48CC0166" w14:textId="42C6960B" w:rsidR="00703B95" w:rsidRPr="008B7FD2" w:rsidRDefault="00703B95" w:rsidP="00703B95">
      <w:r w:rsidRPr="008B7FD2">
        <w:t xml:space="preserve">Informativni obračun </w:t>
      </w:r>
      <w:r w:rsidR="00FB73B8" w:rsidRPr="008B7FD2">
        <w:t>s</w:t>
      </w:r>
      <w:r w:rsidRPr="008B7FD2">
        <w:t xml:space="preserve"> </w:t>
      </w:r>
      <w:r w:rsidR="00FB73B8" w:rsidRPr="008B7FD2">
        <w:t>PDP je mogoč</w:t>
      </w:r>
      <w:r w:rsidRPr="008B7FD2">
        <w:t xml:space="preserve"> za merilna mesta, za katera je klicatelj dejanski dobavitelj na merilnem mestu. V primeru, da </w:t>
      </w:r>
      <w:r w:rsidR="00FB73B8" w:rsidRPr="008B7FD2">
        <w:t>struktura PDP</w:t>
      </w:r>
      <w:r w:rsidRPr="008B7FD2">
        <w:t xml:space="preserve"> ni v skladu s pravili, informativni obračun javi napako.</w:t>
      </w:r>
    </w:p>
    <w:p w14:paraId="555E8DAD" w14:textId="77777777" w:rsidR="00703B95" w:rsidRPr="008B7FD2" w:rsidRDefault="00703B95" w:rsidP="00185ADB">
      <w:pPr>
        <w:pStyle w:val="Heading2"/>
      </w:pPr>
      <w:bookmarkStart w:id="448" w:name="_Toc64888923"/>
      <w:r w:rsidRPr="008B7FD2">
        <w:t>Tehnološki predpogoji uporabe WS</w:t>
      </w:r>
      <w:bookmarkEnd w:id="448"/>
    </w:p>
    <w:p w14:paraId="276E0010" w14:textId="77777777" w:rsidR="00703B95" w:rsidRPr="008B7FD2" w:rsidRDefault="00703B95" w:rsidP="00703B95">
      <w:r w:rsidRPr="008B7FD2">
        <w:t>Uporabnik storitve mora vzpostaviti povezavo do spletnega mesta services.informatika.si ter services-test.informatika.si in zaupati certifikatu spletnega mesta. Klici so varovani z uporabniškim imenom in geslom.</w:t>
      </w:r>
    </w:p>
    <w:p w14:paraId="62C7E79B" w14:textId="77777777" w:rsidR="00D65A56" w:rsidRPr="008B7FD2" w:rsidRDefault="00D65A56">
      <w:pPr>
        <w:spacing w:after="0" w:line="240" w:lineRule="auto"/>
        <w:jc w:val="left"/>
      </w:pPr>
    </w:p>
    <w:p w14:paraId="02B5AE43" w14:textId="47672208" w:rsidR="00763AE1" w:rsidRPr="008B7FD2" w:rsidRDefault="00763AE1" w:rsidP="00763AE1">
      <w:pPr>
        <w:keepNext/>
        <w:keepLines/>
        <w:numPr>
          <w:ilvl w:val="0"/>
          <w:numId w:val="1"/>
        </w:numPr>
        <w:spacing w:before="480" w:after="240"/>
        <w:outlineLvl w:val="0"/>
        <w:rPr>
          <w:rFonts w:ascii="Cambria" w:eastAsia="Times New Roman" w:hAnsi="Cambria"/>
          <w:b/>
          <w:bCs/>
          <w:color w:val="1F497D"/>
          <w:sz w:val="28"/>
          <w:szCs w:val="28"/>
        </w:rPr>
      </w:pPr>
      <w:bookmarkStart w:id="449" w:name="_Toc64888924"/>
      <w:r w:rsidRPr="008B7FD2">
        <w:rPr>
          <w:rFonts w:ascii="Cambria" w:eastAsia="Times New Roman" w:hAnsi="Cambria"/>
          <w:b/>
          <w:bCs/>
          <w:color w:val="1F497D"/>
          <w:sz w:val="28"/>
          <w:szCs w:val="28"/>
        </w:rPr>
        <w:lastRenderedPageBreak/>
        <w:t>Pridobivanje obračunskih obdobij</w:t>
      </w:r>
      <w:bookmarkEnd w:id="449"/>
    </w:p>
    <w:p w14:paraId="0EEAE309" w14:textId="77777777" w:rsidR="00763AE1" w:rsidRPr="008B7FD2" w:rsidRDefault="00763AE1" w:rsidP="00185ADB">
      <w:pPr>
        <w:pStyle w:val="Heading2"/>
      </w:pPr>
      <w:bookmarkStart w:id="450" w:name="_Toc64888925"/>
      <w:r w:rsidRPr="008B7FD2">
        <w:t>Kratek opis in namen WS</w:t>
      </w:r>
      <w:bookmarkEnd w:id="450"/>
    </w:p>
    <w:p w14:paraId="64148791" w14:textId="532CFB77" w:rsidR="00763AE1" w:rsidRPr="008B7FD2" w:rsidRDefault="00763AE1" w:rsidP="00763AE1">
      <w:r w:rsidRPr="008B7FD2">
        <w:t xml:space="preserve">Storitev je namenjena </w:t>
      </w:r>
      <w:r w:rsidR="00D16E1D" w:rsidRPr="008B7FD2">
        <w:t>pridobivanju obračunskega obdobja</w:t>
      </w:r>
      <w:r w:rsidRPr="008B7FD2">
        <w:t xml:space="preserve"> podlagi predhodno </w:t>
      </w:r>
      <w:proofErr w:type="spellStart"/>
      <w:r w:rsidR="00D16E1D" w:rsidRPr="008B7FD2">
        <w:t>vnešenega</w:t>
      </w:r>
      <w:proofErr w:type="spellEnd"/>
      <w:r w:rsidR="00D16E1D" w:rsidRPr="008B7FD2">
        <w:t xml:space="preserve"> obračunskega odbirka</w:t>
      </w:r>
      <w:r w:rsidRPr="008B7FD2">
        <w:t>.</w:t>
      </w:r>
    </w:p>
    <w:p w14:paraId="02A1B878" w14:textId="77777777" w:rsidR="00763AE1" w:rsidRPr="008B7FD2" w:rsidRDefault="00763AE1" w:rsidP="00763AE1">
      <w:pPr>
        <w:numPr>
          <w:ilvl w:val="0"/>
          <w:numId w:val="27"/>
        </w:numPr>
        <w:spacing w:after="0" w:line="240" w:lineRule="auto"/>
        <w:jc w:val="left"/>
        <w:rPr>
          <w:rFonts w:eastAsia="Times New Roman"/>
        </w:rPr>
      </w:pPr>
      <w:r w:rsidRPr="008B7FD2">
        <w:rPr>
          <w:rFonts w:eastAsia="Times New Roman"/>
        </w:rPr>
        <w:t>Url produkcija:</w:t>
      </w:r>
    </w:p>
    <w:p w14:paraId="112E9190" w14:textId="04C01C14" w:rsidR="00763AE1" w:rsidRPr="008B7FD2" w:rsidRDefault="00763AE1" w:rsidP="00763AE1">
      <w:pPr>
        <w:rPr>
          <w:rFonts w:eastAsia="Times New Roman"/>
          <w:color w:val="0000FF"/>
          <w:sz w:val="18"/>
          <w:szCs w:val="18"/>
          <w:u w:val="single"/>
        </w:rPr>
      </w:pPr>
      <w:r w:rsidRPr="008B7FD2">
        <w:rPr>
          <w:rFonts w:eastAsia="Times New Roman"/>
          <w:color w:val="0000FF"/>
          <w:sz w:val="18"/>
          <w:szCs w:val="18"/>
          <w:u w:val="single"/>
        </w:rPr>
        <w:t>https://services.informatika.si/</w:t>
      </w:r>
      <w:hyperlink r:id="rId182" w:tooltip="https://services-test.informatika.si/PridobivanjeObracunskihObdobijWeb/sca/ObracunskaObdobjaPartner?wsdl" w:history="1">
        <w:r w:rsidRPr="008B7FD2">
          <w:rPr>
            <w:rFonts w:eastAsia="Times New Roman"/>
            <w:color w:val="0000FF"/>
            <w:sz w:val="18"/>
            <w:szCs w:val="18"/>
            <w:u w:val="single"/>
          </w:rPr>
          <w:t>PridobivanjeObracunskihObdobijWeb/sca/ObracunskaObdobjaPartner?wsdl</w:t>
        </w:r>
      </w:hyperlink>
    </w:p>
    <w:p w14:paraId="4292FD1C" w14:textId="77777777" w:rsidR="00763AE1" w:rsidRPr="008B7FD2" w:rsidRDefault="00763AE1" w:rsidP="00763AE1">
      <w:pPr>
        <w:numPr>
          <w:ilvl w:val="0"/>
          <w:numId w:val="27"/>
        </w:numPr>
        <w:spacing w:after="0" w:line="240" w:lineRule="auto"/>
        <w:jc w:val="left"/>
        <w:rPr>
          <w:rFonts w:eastAsia="Times New Roman"/>
        </w:rPr>
      </w:pPr>
      <w:r w:rsidRPr="008B7FD2">
        <w:rPr>
          <w:rFonts w:eastAsia="Times New Roman"/>
        </w:rPr>
        <w:t xml:space="preserve">Url test: </w:t>
      </w:r>
    </w:p>
    <w:p w14:paraId="1C04E3B4" w14:textId="39A25B7D" w:rsidR="00763AE1" w:rsidRPr="008B7FD2" w:rsidRDefault="00765DB7" w:rsidP="00763AE1">
      <w:pPr>
        <w:spacing w:after="0" w:line="240" w:lineRule="auto"/>
        <w:jc w:val="left"/>
        <w:rPr>
          <w:rStyle w:val="Hyperlink"/>
        </w:rPr>
      </w:pPr>
      <w:hyperlink r:id="rId183" w:history="1">
        <w:r w:rsidR="00763AE1" w:rsidRPr="008B7FD2">
          <w:rPr>
            <w:rStyle w:val="Hyperlink"/>
            <w:rFonts w:eastAsia="Times New Roman"/>
            <w:sz w:val="18"/>
            <w:szCs w:val="18"/>
          </w:rPr>
          <w:t>https://services-test.informatika.si/</w:t>
        </w:r>
        <w:hyperlink r:id="rId184" w:tooltip="https://services-test.informatika.si/PridobivanjeObracunskihObdobijWeb/sca/ObracunskaObdobjaPartner?wsdl" w:history="1">
          <w:r w:rsidR="00763AE1" w:rsidRPr="008B7FD2">
            <w:rPr>
              <w:rFonts w:eastAsia="Times New Roman"/>
              <w:color w:val="0000FF"/>
              <w:sz w:val="18"/>
              <w:szCs w:val="18"/>
              <w:u w:val="single"/>
            </w:rPr>
            <w:t>PridobivanjeObracunskihObdobijWeb/sca/ObracunskaObdobjaPartner?wsdl</w:t>
          </w:r>
        </w:hyperlink>
      </w:hyperlink>
    </w:p>
    <w:p w14:paraId="02A043A4" w14:textId="77777777" w:rsidR="00763AE1" w:rsidRPr="008B7FD2" w:rsidRDefault="00763AE1" w:rsidP="00763AE1">
      <w:pPr>
        <w:spacing w:after="0" w:line="240" w:lineRule="auto"/>
        <w:ind w:left="360"/>
        <w:jc w:val="left"/>
        <w:rPr>
          <w:rFonts w:eastAsia="Times New Roman"/>
        </w:rPr>
      </w:pPr>
    </w:p>
    <w:p w14:paraId="594F967C" w14:textId="77777777" w:rsidR="00763AE1" w:rsidRPr="008B7FD2" w:rsidRDefault="00763AE1" w:rsidP="00185ADB">
      <w:pPr>
        <w:pStyle w:val="Heading2"/>
      </w:pPr>
      <w:bookmarkStart w:id="451" w:name="_Toc64888926"/>
      <w:proofErr w:type="spellStart"/>
      <w:r w:rsidRPr="008B7FD2">
        <w:t>Verzioniranje</w:t>
      </w:r>
      <w:proofErr w:type="spellEnd"/>
      <w:r w:rsidRPr="008B7FD2">
        <w:t xml:space="preserve"> WS</w:t>
      </w:r>
      <w:bookmarkEnd w:id="451"/>
    </w:p>
    <w:p w14:paraId="5D4CFDD2" w14:textId="77777777" w:rsidR="00763AE1" w:rsidRPr="008B7FD2" w:rsidRDefault="00763AE1" w:rsidP="00763AE1">
      <w:r w:rsidRPr="008B7FD2">
        <w:t>Verzija nabora storitev 1.0</w:t>
      </w:r>
    </w:p>
    <w:p w14:paraId="6DB24BE9" w14:textId="77777777" w:rsidR="00763AE1" w:rsidRPr="008B7FD2" w:rsidRDefault="00763AE1" w:rsidP="00185ADB">
      <w:pPr>
        <w:pStyle w:val="Heading2"/>
      </w:pPr>
      <w:bookmarkStart w:id="452" w:name="_Toc64888927"/>
      <w:r w:rsidRPr="008B7FD2">
        <w:t>Diagram poteka</w:t>
      </w:r>
      <w:bookmarkEnd w:id="452"/>
    </w:p>
    <w:p w14:paraId="6C1715B0" w14:textId="77777777" w:rsidR="00763AE1" w:rsidRPr="008B7FD2" w:rsidRDefault="00763AE1" w:rsidP="00763AE1">
      <w:r w:rsidRPr="008B7FD2">
        <w:t>Ni na voljo.</w:t>
      </w:r>
    </w:p>
    <w:p w14:paraId="4CA7FE71" w14:textId="77777777" w:rsidR="00763AE1" w:rsidRPr="008B7FD2" w:rsidRDefault="00763AE1" w:rsidP="00185ADB">
      <w:pPr>
        <w:pStyle w:val="Heading2"/>
      </w:pPr>
      <w:bookmarkStart w:id="453" w:name="_Toc64888928"/>
      <w:r w:rsidRPr="008B7FD2">
        <w:t>Način uporabe</w:t>
      </w:r>
      <w:bookmarkEnd w:id="453"/>
    </w:p>
    <w:p w14:paraId="63D9187B" w14:textId="66EDC0E5" w:rsidR="00763AE1" w:rsidRPr="008B7FD2" w:rsidRDefault="00763AE1" w:rsidP="00763AE1">
      <w:r w:rsidRPr="008B7FD2">
        <w:t xml:space="preserve">Storitev se kliče za potrebe </w:t>
      </w:r>
      <w:r w:rsidR="0087223B" w:rsidRPr="008B7FD2">
        <w:t xml:space="preserve">pridobivanja obračunskega obdobja za </w:t>
      </w:r>
      <w:r w:rsidRPr="008B7FD2">
        <w:t>izdelav</w:t>
      </w:r>
      <w:r w:rsidR="0087223B" w:rsidRPr="008B7FD2">
        <w:t>o</w:t>
      </w:r>
      <w:r w:rsidRPr="008B7FD2">
        <w:t xml:space="preserve"> obračuna dobavitelja, za katerega je potrebno izvesti obračun omrežnine in pridobiti prilogo A. </w:t>
      </w:r>
    </w:p>
    <w:p w14:paraId="1A8D01F3" w14:textId="77777777" w:rsidR="00763AE1" w:rsidRPr="008B7FD2" w:rsidRDefault="00763AE1" w:rsidP="00185ADB">
      <w:pPr>
        <w:pStyle w:val="Heading2"/>
      </w:pPr>
      <w:bookmarkStart w:id="454" w:name="_Toc64888929"/>
      <w:r w:rsidRPr="008B7FD2">
        <w:t>Posebnosti</w:t>
      </w:r>
      <w:bookmarkEnd w:id="454"/>
    </w:p>
    <w:p w14:paraId="2E9083E5" w14:textId="312E37F0" w:rsidR="00763AE1" w:rsidRPr="008B7FD2" w:rsidRDefault="008F317E" w:rsidP="00763AE1">
      <w:r w:rsidRPr="008B7FD2">
        <w:t>Pridobivanje obračunskih obdobij</w:t>
      </w:r>
      <w:r w:rsidR="00763AE1" w:rsidRPr="008B7FD2">
        <w:t xml:space="preserve"> je mogoče za merilna mesta, za katera je klicatelj dejanski dobavitelj na merilnem mestu. </w:t>
      </w:r>
      <w:r w:rsidRPr="008B7FD2">
        <w:t>Predpogoj za pridobitev obračunskega obdobja je obstoj neobdelanega obr</w:t>
      </w:r>
      <w:r w:rsidR="00F26431" w:rsidRPr="008B7FD2">
        <w:t>ačunskega</w:t>
      </w:r>
      <w:r w:rsidRPr="008B7FD2">
        <w:t xml:space="preserve"> odbirka na strani distributerja.</w:t>
      </w:r>
    </w:p>
    <w:p w14:paraId="7920C001" w14:textId="77777777" w:rsidR="00763AE1" w:rsidRPr="008B7FD2" w:rsidRDefault="00763AE1" w:rsidP="00185ADB">
      <w:pPr>
        <w:pStyle w:val="Heading2"/>
      </w:pPr>
      <w:bookmarkStart w:id="455" w:name="_Toc64888930"/>
      <w:r w:rsidRPr="008B7FD2">
        <w:t>Tehnološki predpogoji uporabe WS</w:t>
      </w:r>
      <w:bookmarkEnd w:id="455"/>
    </w:p>
    <w:p w14:paraId="57EFC463" w14:textId="7872E211" w:rsidR="001F0DC9" w:rsidRPr="008B7FD2" w:rsidRDefault="00763AE1" w:rsidP="00763AE1">
      <w:r w:rsidRPr="008B7FD2">
        <w:t>Uporabnik storitve mora vzpostaviti povezavo do spletnega mesta services.informatika.si ter services-test.informatika.si in zaupati certifikatu spletnega mesta. Klici so varovani z uporabniškim imenom in geslom.</w:t>
      </w:r>
    </w:p>
    <w:p w14:paraId="000875AC" w14:textId="77777777" w:rsidR="008F317E" w:rsidRPr="008B7FD2" w:rsidRDefault="008F317E">
      <w:pPr>
        <w:spacing w:after="0" w:line="240" w:lineRule="auto"/>
        <w:jc w:val="left"/>
        <w:rPr>
          <w:rFonts w:ascii="Cambria" w:eastAsia="Times New Roman" w:hAnsi="Cambria"/>
          <w:b/>
          <w:bCs/>
          <w:color w:val="1F497D"/>
          <w:sz w:val="28"/>
          <w:szCs w:val="28"/>
        </w:rPr>
      </w:pPr>
      <w:r w:rsidRPr="008B7FD2">
        <w:rPr>
          <w:rFonts w:ascii="Cambria" w:eastAsia="Times New Roman" w:hAnsi="Cambria"/>
          <w:b/>
          <w:bCs/>
          <w:color w:val="1F497D"/>
          <w:sz w:val="28"/>
          <w:szCs w:val="28"/>
        </w:rPr>
        <w:br w:type="page"/>
      </w:r>
    </w:p>
    <w:p w14:paraId="5E53C309" w14:textId="6B037E12" w:rsidR="001F0DC9" w:rsidRPr="008B7FD2" w:rsidRDefault="001F0DC9" w:rsidP="001F0DC9">
      <w:pPr>
        <w:keepNext/>
        <w:keepLines/>
        <w:numPr>
          <w:ilvl w:val="0"/>
          <w:numId w:val="1"/>
        </w:numPr>
        <w:spacing w:before="480" w:after="240"/>
        <w:outlineLvl w:val="0"/>
        <w:rPr>
          <w:rFonts w:ascii="Cambria" w:eastAsia="Times New Roman" w:hAnsi="Cambria"/>
          <w:b/>
          <w:bCs/>
          <w:color w:val="1F497D"/>
          <w:sz w:val="28"/>
          <w:szCs w:val="28"/>
        </w:rPr>
      </w:pPr>
      <w:bookmarkStart w:id="456" w:name="_Toc64888931"/>
      <w:r w:rsidRPr="008B7FD2">
        <w:rPr>
          <w:rFonts w:ascii="Cambria" w:eastAsia="Times New Roman" w:hAnsi="Cambria"/>
          <w:b/>
          <w:bCs/>
          <w:color w:val="1F497D"/>
          <w:sz w:val="28"/>
          <w:szCs w:val="28"/>
        </w:rPr>
        <w:lastRenderedPageBreak/>
        <w:t>Proženje obračuna</w:t>
      </w:r>
      <w:bookmarkEnd w:id="456"/>
    </w:p>
    <w:p w14:paraId="4E6E24C8" w14:textId="77777777" w:rsidR="001F0DC9" w:rsidRPr="008B7FD2" w:rsidRDefault="001F0DC9" w:rsidP="00185ADB">
      <w:pPr>
        <w:pStyle w:val="Heading2"/>
      </w:pPr>
      <w:bookmarkStart w:id="457" w:name="_Toc64888932"/>
      <w:r w:rsidRPr="008B7FD2">
        <w:t>Kratek opis in namen WS</w:t>
      </w:r>
      <w:bookmarkEnd w:id="457"/>
    </w:p>
    <w:p w14:paraId="7285F7CD" w14:textId="13F2852C" w:rsidR="001F0DC9" w:rsidRPr="008B7FD2" w:rsidRDefault="001F0DC9" w:rsidP="001F0DC9">
      <w:r w:rsidRPr="008B7FD2">
        <w:t>Storitev je namenjena proženju obračuna OM in pridobivanju priloge A na podlagi podanega in predhodno pridobljenega obračunskega obdobja.</w:t>
      </w:r>
    </w:p>
    <w:p w14:paraId="188069F0" w14:textId="77777777" w:rsidR="001F0DC9" w:rsidRPr="008B7FD2" w:rsidRDefault="001F0DC9" w:rsidP="001F0DC9">
      <w:pPr>
        <w:numPr>
          <w:ilvl w:val="0"/>
          <w:numId w:val="27"/>
        </w:numPr>
        <w:spacing w:after="0" w:line="240" w:lineRule="auto"/>
        <w:jc w:val="left"/>
        <w:rPr>
          <w:rFonts w:eastAsia="Times New Roman"/>
        </w:rPr>
      </w:pPr>
      <w:r w:rsidRPr="008B7FD2">
        <w:rPr>
          <w:rFonts w:eastAsia="Times New Roman"/>
        </w:rPr>
        <w:t>Url produkcija:</w:t>
      </w:r>
    </w:p>
    <w:p w14:paraId="176A32CB" w14:textId="249C8C20" w:rsidR="001F0DC9" w:rsidRPr="008B7FD2" w:rsidRDefault="001F0DC9" w:rsidP="001F0DC9">
      <w:r w:rsidRPr="008B7FD2">
        <w:rPr>
          <w:rFonts w:eastAsia="Times New Roman"/>
          <w:color w:val="0000FF"/>
          <w:sz w:val="18"/>
          <w:szCs w:val="18"/>
          <w:u w:val="single"/>
        </w:rPr>
        <w:t>https://services.informatika.si/</w:t>
      </w:r>
      <w:hyperlink r:id="rId185" w:tooltip="https://services-test.informatika.si/ProzenjeObracunaWeb/sca/ObracunPartner?wsdl" w:history="1">
        <w:r w:rsidRPr="008B7FD2">
          <w:rPr>
            <w:rFonts w:eastAsia="Times New Roman"/>
            <w:color w:val="0000FF"/>
            <w:sz w:val="18"/>
            <w:szCs w:val="18"/>
            <w:u w:val="single"/>
          </w:rPr>
          <w:t>ProzenjeObracunaWeb/sca/ObracunPartner?wsdl</w:t>
        </w:r>
      </w:hyperlink>
    </w:p>
    <w:p w14:paraId="602B5582" w14:textId="77777777" w:rsidR="001F0DC9" w:rsidRPr="008B7FD2" w:rsidRDefault="001F0DC9" w:rsidP="001F0DC9">
      <w:pPr>
        <w:numPr>
          <w:ilvl w:val="0"/>
          <w:numId w:val="27"/>
        </w:numPr>
        <w:spacing w:after="0" w:line="240" w:lineRule="auto"/>
        <w:jc w:val="left"/>
        <w:rPr>
          <w:rFonts w:eastAsia="Times New Roman"/>
        </w:rPr>
      </w:pPr>
      <w:r w:rsidRPr="008B7FD2">
        <w:rPr>
          <w:rFonts w:eastAsia="Times New Roman"/>
        </w:rPr>
        <w:t xml:space="preserve">Url test: </w:t>
      </w:r>
    </w:p>
    <w:p w14:paraId="797C4C2B" w14:textId="51439254" w:rsidR="001F0DC9" w:rsidRPr="008B7FD2" w:rsidRDefault="00765DB7" w:rsidP="001F0DC9">
      <w:pPr>
        <w:spacing w:after="0" w:line="240" w:lineRule="auto"/>
        <w:jc w:val="left"/>
        <w:rPr>
          <w:rStyle w:val="Hyperlink"/>
        </w:rPr>
      </w:pPr>
      <w:hyperlink r:id="rId186" w:history="1">
        <w:r w:rsidR="001F0DC9" w:rsidRPr="008B7FD2">
          <w:rPr>
            <w:rStyle w:val="Hyperlink"/>
            <w:rFonts w:eastAsia="Times New Roman"/>
            <w:sz w:val="18"/>
            <w:szCs w:val="18"/>
          </w:rPr>
          <w:t>https://services-test.informatika.si/</w:t>
        </w:r>
        <w:hyperlink r:id="rId187" w:tooltip="https://services-test.informatika.si/ProzenjeObracunaWeb/sca/ObracunPartner?wsdl" w:history="1">
          <w:r w:rsidR="001F0DC9" w:rsidRPr="008B7FD2">
            <w:rPr>
              <w:rFonts w:eastAsia="Times New Roman"/>
              <w:color w:val="0000FF"/>
              <w:sz w:val="18"/>
              <w:szCs w:val="18"/>
              <w:u w:val="single"/>
            </w:rPr>
            <w:t>ProzenjeObracunaWeb/sca/ObracunPartner?wsdl</w:t>
          </w:r>
        </w:hyperlink>
      </w:hyperlink>
    </w:p>
    <w:p w14:paraId="3082F5B3" w14:textId="77777777" w:rsidR="001F0DC9" w:rsidRPr="008B7FD2" w:rsidRDefault="001F0DC9" w:rsidP="001F0DC9">
      <w:pPr>
        <w:spacing w:after="0" w:line="240" w:lineRule="auto"/>
        <w:ind w:left="360"/>
        <w:jc w:val="left"/>
        <w:rPr>
          <w:rFonts w:eastAsia="Times New Roman"/>
        </w:rPr>
      </w:pPr>
    </w:p>
    <w:p w14:paraId="2B18930B" w14:textId="77777777" w:rsidR="001F0DC9" w:rsidRPr="008B7FD2" w:rsidRDefault="001F0DC9" w:rsidP="00185ADB">
      <w:pPr>
        <w:pStyle w:val="Heading2"/>
      </w:pPr>
      <w:bookmarkStart w:id="458" w:name="_Toc64888933"/>
      <w:proofErr w:type="spellStart"/>
      <w:r w:rsidRPr="008B7FD2">
        <w:t>Verzioniranje</w:t>
      </w:r>
      <w:proofErr w:type="spellEnd"/>
      <w:r w:rsidRPr="008B7FD2">
        <w:t xml:space="preserve"> WS</w:t>
      </w:r>
      <w:bookmarkEnd w:id="458"/>
    </w:p>
    <w:p w14:paraId="68CDDD9E" w14:textId="77777777" w:rsidR="001F0DC9" w:rsidRPr="008B7FD2" w:rsidRDefault="001F0DC9" w:rsidP="001F0DC9">
      <w:r w:rsidRPr="008B7FD2">
        <w:t>Verzija nabora storitev 1.0</w:t>
      </w:r>
    </w:p>
    <w:p w14:paraId="3CBBE152" w14:textId="77777777" w:rsidR="001F0DC9" w:rsidRPr="008B7FD2" w:rsidRDefault="001F0DC9" w:rsidP="00185ADB">
      <w:pPr>
        <w:pStyle w:val="Heading2"/>
      </w:pPr>
      <w:bookmarkStart w:id="459" w:name="_Toc64888934"/>
      <w:r w:rsidRPr="008B7FD2">
        <w:t>Diagram poteka</w:t>
      </w:r>
      <w:bookmarkEnd w:id="459"/>
    </w:p>
    <w:p w14:paraId="0EBFE859" w14:textId="77777777" w:rsidR="001F0DC9" w:rsidRPr="008B7FD2" w:rsidRDefault="001F0DC9" w:rsidP="001F0DC9">
      <w:r w:rsidRPr="008B7FD2">
        <w:t>Ni na voljo.</w:t>
      </w:r>
    </w:p>
    <w:p w14:paraId="734164D6" w14:textId="77777777" w:rsidR="001F0DC9" w:rsidRPr="008B7FD2" w:rsidRDefault="001F0DC9" w:rsidP="00185ADB">
      <w:pPr>
        <w:pStyle w:val="Heading2"/>
      </w:pPr>
      <w:bookmarkStart w:id="460" w:name="_Toc64888935"/>
      <w:r w:rsidRPr="008B7FD2">
        <w:t>Način uporabe</w:t>
      </w:r>
      <w:bookmarkEnd w:id="460"/>
    </w:p>
    <w:p w14:paraId="2EC66306" w14:textId="1A741E4A" w:rsidR="001F0DC9" w:rsidRPr="008B7FD2" w:rsidRDefault="001F0DC9" w:rsidP="001F0DC9">
      <w:r w:rsidRPr="008B7FD2">
        <w:t xml:space="preserve">Storitev se kliče za potrebe </w:t>
      </w:r>
      <w:r w:rsidR="00072ABF" w:rsidRPr="008B7FD2">
        <w:t>izdelave</w:t>
      </w:r>
      <w:r w:rsidRPr="008B7FD2">
        <w:t xml:space="preserve"> obračuna dobavitelja, za katerega je potrebno izvesti obračun omrežnine in pridobiti prilogo A. </w:t>
      </w:r>
      <w:r w:rsidR="00C24F01" w:rsidRPr="008B7FD2">
        <w:t>Proženje obračuna se izvede v dveh korakih</w:t>
      </w:r>
      <w:r w:rsidRPr="008B7FD2">
        <w:t>.</w:t>
      </w:r>
      <w:r w:rsidR="00072ABF" w:rsidRPr="008B7FD2">
        <w:t xml:space="preserve"> Najprej se pokliče informativni obračun z obdobjem, ki omogoča dobavitelju vpogled v podatke, kaj bo dejanski rezultat izvedbe obračuna, nato pa se pokliče dejanski obračun. Vhodni podatki v informativni obračun z obdobjem in dejanski obračun so enaki, enotni identifikator merilnega mesta in obračunsko obdobje.</w:t>
      </w:r>
    </w:p>
    <w:p w14:paraId="0BD1ABA2" w14:textId="77777777" w:rsidR="001F0DC9" w:rsidRPr="008B7FD2" w:rsidRDefault="001F0DC9" w:rsidP="00185ADB">
      <w:pPr>
        <w:pStyle w:val="Heading2"/>
      </w:pPr>
      <w:bookmarkStart w:id="461" w:name="_Toc64888936"/>
      <w:r w:rsidRPr="008B7FD2">
        <w:t>Posebnosti</w:t>
      </w:r>
      <w:bookmarkEnd w:id="461"/>
    </w:p>
    <w:p w14:paraId="05B22026" w14:textId="69F6309A" w:rsidR="001F0DC9" w:rsidRPr="008B7FD2" w:rsidRDefault="00072ABF" w:rsidP="001F0DC9">
      <w:r w:rsidRPr="008B7FD2">
        <w:t>Proženje obračuna</w:t>
      </w:r>
      <w:r w:rsidR="001F0DC9" w:rsidRPr="008B7FD2">
        <w:t xml:space="preserve"> je mogoče za merilna mesta, za katera je klicatelj dejanski dobavitelj na merilnem mestu. </w:t>
      </w:r>
      <w:r w:rsidRPr="008B7FD2">
        <w:t>Predpogoj za proženje obračuna je pridobljeno obračunsko obdobje, ki ga dobavitelj pridobi s klicem za to pripravljene storitve</w:t>
      </w:r>
      <w:r w:rsidR="001F0DC9" w:rsidRPr="008B7FD2">
        <w:t>.</w:t>
      </w:r>
    </w:p>
    <w:p w14:paraId="1D88116C" w14:textId="77777777" w:rsidR="001F0DC9" w:rsidRPr="008B7FD2" w:rsidRDefault="001F0DC9" w:rsidP="00185ADB">
      <w:pPr>
        <w:pStyle w:val="Heading2"/>
      </w:pPr>
      <w:bookmarkStart w:id="462" w:name="_Toc64888937"/>
      <w:r w:rsidRPr="008B7FD2">
        <w:t>Tehnološki predpogoji uporabe WS</w:t>
      </w:r>
      <w:bookmarkEnd w:id="462"/>
    </w:p>
    <w:p w14:paraId="50D4AC9B" w14:textId="1AF3AE8A" w:rsidR="002E071B" w:rsidRPr="008B7FD2" w:rsidRDefault="001F0DC9" w:rsidP="001F0DC9">
      <w:r w:rsidRPr="008B7FD2">
        <w:t>Uporabnik storitve mora vzpostaviti povezavo do spletnega mesta services.informatika.si ter services-test.informatika.si in zaupati certifikatu spletnega mesta. Klici so varovani z uporabniškim imenom in geslom.</w:t>
      </w:r>
    </w:p>
    <w:p w14:paraId="117B9C7B" w14:textId="77777777" w:rsidR="002E071B" w:rsidRPr="008B7FD2" w:rsidRDefault="002E071B">
      <w:pPr>
        <w:spacing w:after="0" w:line="240" w:lineRule="auto"/>
        <w:jc w:val="left"/>
      </w:pPr>
      <w:r w:rsidRPr="008B7FD2">
        <w:br w:type="page"/>
      </w:r>
    </w:p>
    <w:p w14:paraId="4E2EE4F0" w14:textId="1B773023" w:rsidR="002E071B" w:rsidRPr="008B7FD2" w:rsidRDefault="002E071B" w:rsidP="002E071B">
      <w:pPr>
        <w:pStyle w:val="Heading1"/>
      </w:pPr>
      <w:bookmarkStart w:id="463" w:name="_Toc64888938"/>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najdi</w:t>
      </w:r>
      <w:bookmarkEnd w:id="463"/>
    </w:p>
    <w:p w14:paraId="7811A540" w14:textId="77777777" w:rsidR="002E071B" w:rsidRPr="008B7FD2" w:rsidRDefault="002E071B" w:rsidP="00185ADB">
      <w:pPr>
        <w:pStyle w:val="Heading2"/>
      </w:pPr>
      <w:bookmarkStart w:id="464" w:name="_Toc64888939"/>
      <w:r w:rsidRPr="008B7FD2">
        <w:t>Kratek opis in namen WS</w:t>
      </w:r>
      <w:bookmarkEnd w:id="464"/>
    </w:p>
    <w:p w14:paraId="57FD6ED3" w14:textId="31A4458B" w:rsidR="002E071B" w:rsidRPr="008B7FD2" w:rsidRDefault="00814386" w:rsidP="002E071B">
      <w:r w:rsidRPr="008B7FD2">
        <w:t>Storitev je namenjena pridobivanju podat</w:t>
      </w:r>
      <w:r w:rsidR="00C731D4" w:rsidRPr="008B7FD2">
        <w:t>k</w:t>
      </w:r>
      <w:r w:rsidRPr="008B7FD2">
        <w:t xml:space="preserve">ov </w:t>
      </w:r>
      <w:proofErr w:type="spellStart"/>
      <w:r w:rsidRPr="008B7FD2">
        <w:t>neakontacijskega</w:t>
      </w:r>
      <w:proofErr w:type="spellEnd"/>
      <w:r w:rsidRPr="008B7FD2">
        <w:t xml:space="preserve"> načina obračuna za merilno mesto.</w:t>
      </w:r>
    </w:p>
    <w:p w14:paraId="3091881E" w14:textId="77777777" w:rsidR="002E071B" w:rsidRPr="008B7FD2" w:rsidRDefault="002E071B" w:rsidP="002E071B">
      <w:pPr>
        <w:numPr>
          <w:ilvl w:val="0"/>
          <w:numId w:val="27"/>
        </w:numPr>
        <w:spacing w:after="0" w:line="240" w:lineRule="auto"/>
        <w:jc w:val="left"/>
        <w:rPr>
          <w:rFonts w:eastAsia="Times New Roman"/>
        </w:rPr>
      </w:pPr>
      <w:r w:rsidRPr="008B7FD2">
        <w:rPr>
          <w:rFonts w:eastAsia="Times New Roman"/>
        </w:rPr>
        <w:t>Url produkcija:</w:t>
      </w:r>
    </w:p>
    <w:p w14:paraId="5A1FBD37" w14:textId="047D5715" w:rsidR="002E071B" w:rsidRPr="008B7FD2" w:rsidRDefault="002E071B" w:rsidP="002E071B">
      <w:r w:rsidRPr="008B7FD2">
        <w:rPr>
          <w:rFonts w:eastAsia="Times New Roman"/>
          <w:color w:val="0000FF"/>
          <w:sz w:val="18"/>
          <w:szCs w:val="18"/>
          <w:u w:val="single"/>
        </w:rPr>
        <w:t>https://services.informatika.si/NeakontacijskiNacinObracunaWeb/sca/NeakontacijskiNacinObracunaNajdi?WSDL</w:t>
      </w:r>
      <w:r w:rsidRPr="008B7FD2">
        <w:t xml:space="preserve"> </w:t>
      </w:r>
    </w:p>
    <w:p w14:paraId="0EAACA6A" w14:textId="77777777" w:rsidR="002E071B" w:rsidRPr="008B7FD2" w:rsidRDefault="002E071B" w:rsidP="002E071B">
      <w:pPr>
        <w:numPr>
          <w:ilvl w:val="0"/>
          <w:numId w:val="27"/>
        </w:numPr>
        <w:spacing w:after="0" w:line="240" w:lineRule="auto"/>
        <w:jc w:val="left"/>
        <w:rPr>
          <w:rFonts w:eastAsia="Times New Roman"/>
        </w:rPr>
      </w:pPr>
      <w:r w:rsidRPr="008B7FD2">
        <w:rPr>
          <w:rFonts w:eastAsia="Times New Roman"/>
        </w:rPr>
        <w:t xml:space="preserve">Url test: </w:t>
      </w:r>
    </w:p>
    <w:p w14:paraId="4923F968" w14:textId="47B1A114" w:rsidR="002E071B" w:rsidRPr="008B7FD2" w:rsidRDefault="002E071B" w:rsidP="002E071B">
      <w:pPr>
        <w:spacing w:after="0" w:line="240" w:lineRule="auto"/>
        <w:jc w:val="left"/>
        <w:rPr>
          <w:rStyle w:val="Hyperlink"/>
        </w:rPr>
      </w:pPr>
      <w:r w:rsidRPr="008B7FD2">
        <w:rPr>
          <w:rFonts w:eastAsia="Times New Roman"/>
          <w:color w:val="0000FF"/>
          <w:sz w:val="18"/>
          <w:szCs w:val="18"/>
          <w:u w:val="single"/>
        </w:rPr>
        <w:t>https://services-test.informatika.si/NeakontacijskiNacinObracunaWeb/sca/NeakontacijskiNacinObracunaNajdi?WSDL</w:t>
      </w:r>
    </w:p>
    <w:p w14:paraId="0423EDC4" w14:textId="77777777" w:rsidR="002E071B" w:rsidRPr="008B7FD2" w:rsidRDefault="002E071B" w:rsidP="002E071B">
      <w:pPr>
        <w:spacing w:after="0" w:line="240" w:lineRule="auto"/>
        <w:ind w:left="360"/>
        <w:jc w:val="left"/>
        <w:rPr>
          <w:rFonts w:eastAsia="Times New Roman"/>
        </w:rPr>
      </w:pPr>
    </w:p>
    <w:p w14:paraId="716529A7" w14:textId="77777777" w:rsidR="002E071B" w:rsidRPr="008B7FD2" w:rsidRDefault="002E071B" w:rsidP="00185ADB">
      <w:pPr>
        <w:pStyle w:val="Heading2"/>
      </w:pPr>
      <w:bookmarkStart w:id="465" w:name="_Toc64888940"/>
      <w:proofErr w:type="spellStart"/>
      <w:r w:rsidRPr="008B7FD2">
        <w:t>Verzioniranje</w:t>
      </w:r>
      <w:proofErr w:type="spellEnd"/>
      <w:r w:rsidRPr="008B7FD2">
        <w:t xml:space="preserve"> WS</w:t>
      </w:r>
      <w:bookmarkEnd w:id="465"/>
    </w:p>
    <w:p w14:paraId="50FBE760" w14:textId="77777777" w:rsidR="002E071B" w:rsidRPr="008B7FD2" w:rsidRDefault="002E071B" w:rsidP="002E071B">
      <w:r w:rsidRPr="008B7FD2">
        <w:t>Verzija nabora storitev 1.0</w:t>
      </w:r>
    </w:p>
    <w:p w14:paraId="6AE82384" w14:textId="77777777" w:rsidR="002E071B" w:rsidRPr="008B7FD2" w:rsidRDefault="002E071B" w:rsidP="00185ADB">
      <w:pPr>
        <w:pStyle w:val="Heading2"/>
      </w:pPr>
      <w:bookmarkStart w:id="466" w:name="_Toc64888941"/>
      <w:r w:rsidRPr="008B7FD2">
        <w:t>Diagram poteka</w:t>
      </w:r>
      <w:bookmarkEnd w:id="466"/>
    </w:p>
    <w:p w14:paraId="66A77064" w14:textId="77777777" w:rsidR="002E071B" w:rsidRPr="008B7FD2" w:rsidRDefault="002E071B" w:rsidP="002E071B">
      <w:r w:rsidRPr="008B7FD2">
        <w:t>Ni na voljo.</w:t>
      </w:r>
    </w:p>
    <w:p w14:paraId="408FACAE" w14:textId="77777777" w:rsidR="002E071B" w:rsidRPr="008B7FD2" w:rsidRDefault="002E071B" w:rsidP="00185ADB">
      <w:pPr>
        <w:pStyle w:val="Heading2"/>
      </w:pPr>
      <w:bookmarkStart w:id="467" w:name="_Toc64888942"/>
      <w:r w:rsidRPr="008B7FD2">
        <w:t>Način uporabe</w:t>
      </w:r>
      <w:bookmarkEnd w:id="467"/>
    </w:p>
    <w:p w14:paraId="62E06ED1" w14:textId="55ACD9E6" w:rsidR="002E071B" w:rsidRPr="008B7FD2" w:rsidRDefault="00814386" w:rsidP="002E071B">
      <w:r w:rsidRPr="008B7FD2">
        <w:t xml:space="preserve">Storitev se kliče za potrebe pridobivanja podatkov </w:t>
      </w:r>
      <w:proofErr w:type="spellStart"/>
      <w:r w:rsidRPr="008B7FD2">
        <w:t>neakontacijskega</w:t>
      </w:r>
      <w:proofErr w:type="spellEnd"/>
      <w:r w:rsidRPr="008B7FD2">
        <w:t xml:space="preserve"> načina obračuna za merilno mesto na podlagi v storitvi definiranih iskalnih kriterijev.</w:t>
      </w:r>
    </w:p>
    <w:p w14:paraId="57083F6F" w14:textId="77777777" w:rsidR="002E071B" w:rsidRPr="008B7FD2" w:rsidRDefault="002E071B" w:rsidP="00185ADB">
      <w:pPr>
        <w:pStyle w:val="Heading2"/>
      </w:pPr>
      <w:bookmarkStart w:id="468" w:name="_Toc64888943"/>
      <w:r w:rsidRPr="008B7FD2">
        <w:t>Posebnosti</w:t>
      </w:r>
      <w:bookmarkEnd w:id="468"/>
    </w:p>
    <w:p w14:paraId="72767AA9" w14:textId="3C54760B" w:rsidR="002E071B" w:rsidRDefault="00814386" w:rsidP="002E071B">
      <w:r w:rsidRPr="008B7FD2">
        <w:t>Pridobivanje podatkov</w:t>
      </w:r>
      <w:r w:rsidR="002E071B" w:rsidRPr="008B7FD2">
        <w:t xml:space="preserve"> je mogoče za merilna mesta, za katera je klicatelj dejanski dobavitelj na merilnem mestu.</w:t>
      </w:r>
    </w:p>
    <w:p w14:paraId="0F414A82" w14:textId="6544C090" w:rsidR="003A4921" w:rsidRPr="008B7FD2" w:rsidRDefault="002968D7" w:rsidP="002E071B">
      <w:r>
        <w:t>Storitev umaknjena iz uporabe s 1.10.2018</w:t>
      </w:r>
    </w:p>
    <w:p w14:paraId="464C9078" w14:textId="77777777" w:rsidR="002E071B" w:rsidRPr="008B7FD2" w:rsidRDefault="002E071B" w:rsidP="00185ADB">
      <w:pPr>
        <w:pStyle w:val="Heading2"/>
      </w:pPr>
      <w:bookmarkStart w:id="469" w:name="_Toc64888944"/>
      <w:r w:rsidRPr="008B7FD2">
        <w:t>Tehnološki predpogoji uporabe WS</w:t>
      </w:r>
      <w:bookmarkEnd w:id="469"/>
    </w:p>
    <w:p w14:paraId="024F14CE" w14:textId="55AB38CF" w:rsidR="00FC5E54" w:rsidRDefault="002E071B" w:rsidP="002E071B">
      <w:r w:rsidRPr="008B7FD2">
        <w:t>Uporabnik storitve mora vzpostaviti povezavo do spletnega mesta services.informatika.si ter services-test.informatika.si in zaupati certifikatu spletnega mesta. Klici so varovani z uporabniškim imenom in geslom.</w:t>
      </w:r>
    </w:p>
    <w:p w14:paraId="24AF3D56" w14:textId="77777777" w:rsidR="00FC5E54" w:rsidRDefault="00FC5E54">
      <w:pPr>
        <w:spacing w:after="0" w:line="240" w:lineRule="auto"/>
        <w:jc w:val="left"/>
      </w:pPr>
      <w:r>
        <w:br w:type="page"/>
      </w:r>
    </w:p>
    <w:p w14:paraId="36A3793C" w14:textId="7C6EF411" w:rsidR="00FC5E54" w:rsidRPr="008B7FD2" w:rsidRDefault="00FC5E54" w:rsidP="00FC5E54">
      <w:pPr>
        <w:pStyle w:val="Heading1"/>
      </w:pPr>
      <w:bookmarkStart w:id="470" w:name="_Toc64888945"/>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najdi</w:t>
      </w:r>
      <w:r>
        <w:t xml:space="preserve"> v2</w:t>
      </w:r>
      <w:bookmarkEnd w:id="470"/>
    </w:p>
    <w:p w14:paraId="386EB496" w14:textId="77777777" w:rsidR="00FC5E54" w:rsidRPr="008B7FD2" w:rsidRDefault="00FC5E54" w:rsidP="00FC5E54">
      <w:pPr>
        <w:pStyle w:val="Heading2"/>
      </w:pPr>
      <w:bookmarkStart w:id="471" w:name="_Toc64888946"/>
      <w:r w:rsidRPr="008B7FD2">
        <w:t>Kratek opis in namen WS</w:t>
      </w:r>
      <w:bookmarkEnd w:id="471"/>
    </w:p>
    <w:p w14:paraId="0A12A467" w14:textId="77777777" w:rsidR="00FC5E54" w:rsidRPr="008B7FD2" w:rsidRDefault="00FC5E54" w:rsidP="00FC5E54">
      <w:r w:rsidRPr="008B7FD2">
        <w:t xml:space="preserve">Storitev je namenjena pridobivanju podatkov </w:t>
      </w:r>
      <w:proofErr w:type="spellStart"/>
      <w:r w:rsidRPr="008B7FD2">
        <w:t>neakontacijskega</w:t>
      </w:r>
      <w:proofErr w:type="spellEnd"/>
      <w:r w:rsidRPr="008B7FD2">
        <w:t xml:space="preserve"> načina obračuna za merilno mesto.</w:t>
      </w:r>
    </w:p>
    <w:p w14:paraId="0839C8F5" w14:textId="77777777" w:rsidR="00FC5E54" w:rsidRPr="008B7FD2" w:rsidRDefault="00FC5E54" w:rsidP="00FC5E54">
      <w:pPr>
        <w:numPr>
          <w:ilvl w:val="0"/>
          <w:numId w:val="27"/>
        </w:numPr>
        <w:spacing w:after="0" w:line="240" w:lineRule="auto"/>
        <w:jc w:val="left"/>
        <w:rPr>
          <w:rFonts w:eastAsia="Times New Roman"/>
        </w:rPr>
      </w:pPr>
      <w:r w:rsidRPr="008B7FD2">
        <w:rPr>
          <w:rFonts w:eastAsia="Times New Roman"/>
        </w:rPr>
        <w:t>Url produkcija:</w:t>
      </w:r>
    </w:p>
    <w:p w14:paraId="2BDF01B3" w14:textId="7C993E81" w:rsidR="00FC5E54" w:rsidRPr="008B7FD2" w:rsidRDefault="00FC5E54" w:rsidP="00FC5E54">
      <w:r w:rsidRPr="008B7FD2">
        <w:rPr>
          <w:rFonts w:eastAsia="Times New Roman"/>
          <w:color w:val="0000FF"/>
          <w:sz w:val="18"/>
          <w:szCs w:val="18"/>
          <w:u w:val="single"/>
        </w:rPr>
        <w:t>https://services.informatika.si/</w:t>
      </w:r>
      <w:r w:rsidR="005906BC" w:rsidRPr="005906BC">
        <w:rPr>
          <w:rFonts w:eastAsia="Times New Roman"/>
          <w:color w:val="0000FF"/>
          <w:sz w:val="18"/>
          <w:szCs w:val="18"/>
          <w:u w:val="single"/>
        </w:rPr>
        <w:t>NeakontacijskiNacinObracunaWeb/sca/NeakontacijskiNacinObracunaOdjavi2Storitev</w:t>
      </w:r>
      <w:r w:rsidRPr="008B7FD2">
        <w:rPr>
          <w:rFonts w:eastAsia="Times New Roman"/>
          <w:color w:val="0000FF"/>
          <w:sz w:val="18"/>
          <w:szCs w:val="18"/>
          <w:u w:val="single"/>
        </w:rPr>
        <w:t>?WSDL</w:t>
      </w:r>
      <w:r w:rsidRPr="008B7FD2">
        <w:t xml:space="preserve"> </w:t>
      </w:r>
    </w:p>
    <w:p w14:paraId="2550E754" w14:textId="77777777" w:rsidR="00FC5E54" w:rsidRPr="008B7FD2" w:rsidRDefault="00FC5E54" w:rsidP="00FC5E54">
      <w:pPr>
        <w:numPr>
          <w:ilvl w:val="0"/>
          <w:numId w:val="27"/>
        </w:numPr>
        <w:spacing w:after="0" w:line="240" w:lineRule="auto"/>
        <w:jc w:val="left"/>
        <w:rPr>
          <w:rFonts w:eastAsia="Times New Roman"/>
        </w:rPr>
      </w:pPr>
      <w:r w:rsidRPr="008B7FD2">
        <w:rPr>
          <w:rFonts w:eastAsia="Times New Roman"/>
        </w:rPr>
        <w:t xml:space="preserve">Url test: </w:t>
      </w:r>
    </w:p>
    <w:p w14:paraId="14938296" w14:textId="49A39B41" w:rsidR="00FC5E54" w:rsidRPr="005906BC" w:rsidRDefault="00FC5E54" w:rsidP="005906BC">
      <w:pPr>
        <w:spacing w:after="0" w:line="240" w:lineRule="auto"/>
        <w:jc w:val="left"/>
        <w:rPr>
          <w:rFonts w:eastAsia="Times New Roman"/>
          <w:sz w:val="17"/>
          <w:szCs w:val="17"/>
        </w:rPr>
      </w:pPr>
      <w:r w:rsidRPr="005906BC">
        <w:rPr>
          <w:rFonts w:eastAsia="Times New Roman"/>
          <w:color w:val="0000FF"/>
          <w:sz w:val="17"/>
          <w:szCs w:val="17"/>
          <w:u w:val="single"/>
        </w:rPr>
        <w:t>https://services-test.informatika.si/</w:t>
      </w:r>
      <w:r w:rsidR="005906BC" w:rsidRPr="005906BC">
        <w:rPr>
          <w:rFonts w:eastAsia="Times New Roman"/>
          <w:color w:val="0000FF"/>
          <w:sz w:val="17"/>
          <w:szCs w:val="17"/>
          <w:u w:val="single"/>
        </w:rPr>
        <w:t>NeakontacijskiNacinObracunaWeb/sca/NeakontacijskiNacinObracunaOdjavi2Storitev</w:t>
      </w:r>
      <w:r w:rsidRPr="005906BC">
        <w:rPr>
          <w:rFonts w:eastAsia="Times New Roman"/>
          <w:color w:val="0000FF"/>
          <w:sz w:val="17"/>
          <w:szCs w:val="17"/>
          <w:u w:val="single"/>
        </w:rPr>
        <w:t>?WSDL</w:t>
      </w:r>
    </w:p>
    <w:p w14:paraId="7A056F75" w14:textId="77777777" w:rsidR="00FC5E54" w:rsidRPr="008B7FD2" w:rsidRDefault="00FC5E54" w:rsidP="00FC5E54">
      <w:pPr>
        <w:pStyle w:val="Heading2"/>
      </w:pPr>
      <w:bookmarkStart w:id="472" w:name="_Toc64888947"/>
      <w:proofErr w:type="spellStart"/>
      <w:r w:rsidRPr="008B7FD2">
        <w:t>Verzioniranje</w:t>
      </w:r>
      <w:proofErr w:type="spellEnd"/>
      <w:r w:rsidRPr="008B7FD2">
        <w:t xml:space="preserve"> WS</w:t>
      </w:r>
      <w:bookmarkEnd w:id="472"/>
    </w:p>
    <w:p w14:paraId="3D91D9D5" w14:textId="56B8D53C" w:rsidR="00FC5E54" w:rsidRPr="008B7FD2" w:rsidRDefault="00FC5E54" w:rsidP="00FC5E54">
      <w:r w:rsidRPr="008B7FD2">
        <w:t xml:space="preserve">Verzija nabora storitev </w:t>
      </w:r>
      <w:r w:rsidR="009C4224">
        <w:t>2</w:t>
      </w:r>
      <w:r w:rsidRPr="008B7FD2">
        <w:t>.0</w:t>
      </w:r>
    </w:p>
    <w:p w14:paraId="1F5EA3D0" w14:textId="77777777" w:rsidR="00FC5E54" w:rsidRPr="008B7FD2" w:rsidRDefault="00FC5E54" w:rsidP="00FC5E54">
      <w:pPr>
        <w:pStyle w:val="Heading2"/>
      </w:pPr>
      <w:bookmarkStart w:id="473" w:name="_Toc64888948"/>
      <w:r w:rsidRPr="008B7FD2">
        <w:t>Diagram poteka</w:t>
      </w:r>
      <w:bookmarkEnd w:id="473"/>
    </w:p>
    <w:p w14:paraId="0CBF1777" w14:textId="77777777" w:rsidR="00FC5E54" w:rsidRPr="008B7FD2" w:rsidRDefault="00FC5E54" w:rsidP="00FC5E54">
      <w:r w:rsidRPr="008B7FD2">
        <w:t>Ni na voljo.</w:t>
      </w:r>
    </w:p>
    <w:p w14:paraId="19F3ECDA" w14:textId="77777777" w:rsidR="00FC5E54" w:rsidRPr="008B7FD2" w:rsidRDefault="00FC5E54" w:rsidP="00FC5E54">
      <w:pPr>
        <w:pStyle w:val="Heading2"/>
      </w:pPr>
      <w:bookmarkStart w:id="474" w:name="_Toc64888949"/>
      <w:r w:rsidRPr="008B7FD2">
        <w:t>Način uporabe</w:t>
      </w:r>
      <w:bookmarkEnd w:id="474"/>
    </w:p>
    <w:p w14:paraId="3DD218A6" w14:textId="77777777" w:rsidR="00FC5E54" w:rsidRPr="008B7FD2" w:rsidRDefault="00FC5E54" w:rsidP="00FC5E54">
      <w:r w:rsidRPr="008B7FD2">
        <w:t xml:space="preserve">Storitev se kliče za potrebe pridobivanja podatkov </w:t>
      </w:r>
      <w:proofErr w:type="spellStart"/>
      <w:r w:rsidRPr="008B7FD2">
        <w:t>neakontacijskega</w:t>
      </w:r>
      <w:proofErr w:type="spellEnd"/>
      <w:r w:rsidRPr="008B7FD2">
        <w:t xml:space="preserve"> načina obračuna za merilno mesto na podlagi v storitvi definiranih iskalnih kriterijev.</w:t>
      </w:r>
    </w:p>
    <w:p w14:paraId="40086DA6" w14:textId="77777777" w:rsidR="00FC5E54" w:rsidRPr="008B7FD2" w:rsidRDefault="00FC5E54" w:rsidP="00FC5E54">
      <w:pPr>
        <w:pStyle w:val="Heading2"/>
      </w:pPr>
      <w:bookmarkStart w:id="475" w:name="_Toc64888950"/>
      <w:r w:rsidRPr="008B7FD2">
        <w:t>Posebnosti</w:t>
      </w:r>
      <w:bookmarkEnd w:id="475"/>
    </w:p>
    <w:p w14:paraId="1E634EE0" w14:textId="77777777" w:rsidR="00FC5E54" w:rsidRPr="008B7FD2" w:rsidRDefault="00FC5E54" w:rsidP="00FC5E54">
      <w:r w:rsidRPr="008B7FD2">
        <w:t>Pridobivanje podatkov je mogoče za merilna mesta, za katera je klicatelj dejanski dobavitelj na merilnem mestu.</w:t>
      </w:r>
    </w:p>
    <w:p w14:paraId="62D5AB7C" w14:textId="77777777" w:rsidR="00FC5E54" w:rsidRPr="008B7FD2" w:rsidRDefault="00FC5E54" w:rsidP="00FC5E54">
      <w:pPr>
        <w:pStyle w:val="Heading2"/>
      </w:pPr>
      <w:bookmarkStart w:id="476" w:name="_Toc64888951"/>
      <w:r w:rsidRPr="008B7FD2">
        <w:t>Tehnološki predpogoji uporabe WS</w:t>
      </w:r>
      <w:bookmarkEnd w:id="476"/>
    </w:p>
    <w:p w14:paraId="6DCFBDA4" w14:textId="3A209228" w:rsidR="002E071B" w:rsidRPr="008B7FD2" w:rsidRDefault="00FC5E54" w:rsidP="00FC5E54">
      <w:r w:rsidRPr="008B7FD2">
        <w:t>Uporabnik storitve mora vzpostaviti povezavo do spletnega mesta services.informatika.si ter services-test.informatika.si in zaupati certifikatu spletnega mesta. Klici so varovani z uporabniškim imenom in geslom.</w:t>
      </w:r>
    </w:p>
    <w:p w14:paraId="3A7AFAC8" w14:textId="72C71B1E" w:rsidR="00814386" w:rsidRPr="008B7FD2" w:rsidRDefault="00814386">
      <w:pPr>
        <w:spacing w:after="0" w:line="240" w:lineRule="auto"/>
        <w:jc w:val="left"/>
      </w:pPr>
      <w:r w:rsidRPr="008B7FD2">
        <w:br w:type="page"/>
      </w:r>
    </w:p>
    <w:p w14:paraId="4C71E2A4" w14:textId="491EC0BB" w:rsidR="00814386" w:rsidRPr="008B7FD2" w:rsidRDefault="00814386" w:rsidP="00814386">
      <w:pPr>
        <w:pStyle w:val="Heading1"/>
      </w:pPr>
      <w:bookmarkStart w:id="477" w:name="_Toc64888952"/>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odjavi</w:t>
      </w:r>
      <w:bookmarkEnd w:id="477"/>
    </w:p>
    <w:p w14:paraId="4810926E" w14:textId="77777777" w:rsidR="00814386" w:rsidRPr="008B7FD2" w:rsidRDefault="00814386" w:rsidP="00185ADB">
      <w:pPr>
        <w:pStyle w:val="Heading2"/>
      </w:pPr>
      <w:bookmarkStart w:id="478" w:name="_Toc64888953"/>
      <w:r w:rsidRPr="008B7FD2">
        <w:t>Kratek opis in namen WS</w:t>
      </w:r>
      <w:bookmarkEnd w:id="478"/>
    </w:p>
    <w:p w14:paraId="3ECE7288" w14:textId="7273A235" w:rsidR="00814386" w:rsidRPr="008B7FD2" w:rsidRDefault="00814386" w:rsidP="00814386">
      <w:r w:rsidRPr="008B7FD2">
        <w:t xml:space="preserve">Storitev je namenjena </w:t>
      </w:r>
      <w:r w:rsidR="00D464FE" w:rsidRPr="008B7FD2">
        <w:t xml:space="preserve">odjavi merilnega mesta iz </w:t>
      </w:r>
      <w:proofErr w:type="spellStart"/>
      <w:r w:rsidRPr="008B7FD2">
        <w:t>neakontacijskega</w:t>
      </w:r>
      <w:proofErr w:type="spellEnd"/>
      <w:r w:rsidRPr="008B7FD2">
        <w:t xml:space="preserve"> načina obračuna.</w:t>
      </w:r>
    </w:p>
    <w:p w14:paraId="110CACD1" w14:textId="77777777" w:rsidR="00814386" w:rsidRPr="008B7FD2" w:rsidRDefault="00814386" w:rsidP="00814386">
      <w:pPr>
        <w:numPr>
          <w:ilvl w:val="0"/>
          <w:numId w:val="27"/>
        </w:numPr>
        <w:spacing w:after="0" w:line="240" w:lineRule="auto"/>
        <w:jc w:val="left"/>
        <w:rPr>
          <w:rFonts w:eastAsia="Times New Roman"/>
        </w:rPr>
      </w:pPr>
      <w:r w:rsidRPr="008B7FD2">
        <w:rPr>
          <w:rFonts w:eastAsia="Times New Roman"/>
        </w:rPr>
        <w:t>Url produkcija:</w:t>
      </w:r>
    </w:p>
    <w:p w14:paraId="2E4E8680" w14:textId="73B179EB" w:rsidR="00814386" w:rsidRPr="008B7FD2" w:rsidRDefault="00814386" w:rsidP="00814386">
      <w:r w:rsidRPr="008B7FD2">
        <w:rPr>
          <w:rFonts w:eastAsia="Times New Roman"/>
          <w:color w:val="0000FF"/>
          <w:sz w:val="18"/>
          <w:szCs w:val="18"/>
          <w:u w:val="single"/>
        </w:rPr>
        <w:t>https://services.informatika.si/NeakontacijskiNacinObracunaWeb/sca/NeakontacijskiNacinObracunaOdjavi?WSDL</w:t>
      </w:r>
      <w:r w:rsidRPr="008B7FD2">
        <w:t xml:space="preserve"> </w:t>
      </w:r>
    </w:p>
    <w:p w14:paraId="158A954C" w14:textId="77777777" w:rsidR="00814386" w:rsidRPr="008B7FD2" w:rsidRDefault="00814386" w:rsidP="00814386">
      <w:pPr>
        <w:numPr>
          <w:ilvl w:val="0"/>
          <w:numId w:val="27"/>
        </w:numPr>
        <w:spacing w:after="0" w:line="240" w:lineRule="auto"/>
        <w:jc w:val="left"/>
        <w:rPr>
          <w:rFonts w:eastAsia="Times New Roman"/>
        </w:rPr>
      </w:pPr>
      <w:r w:rsidRPr="008B7FD2">
        <w:rPr>
          <w:rFonts w:eastAsia="Times New Roman"/>
        </w:rPr>
        <w:t xml:space="preserve">Url test: </w:t>
      </w:r>
    </w:p>
    <w:p w14:paraId="008E5250" w14:textId="700ADB39" w:rsidR="00814386" w:rsidRPr="008B7FD2" w:rsidRDefault="00814386" w:rsidP="00814386">
      <w:pPr>
        <w:spacing w:after="0" w:line="240" w:lineRule="auto"/>
        <w:jc w:val="left"/>
        <w:rPr>
          <w:rStyle w:val="Hyperlink"/>
        </w:rPr>
      </w:pPr>
      <w:r w:rsidRPr="008B7FD2">
        <w:rPr>
          <w:rFonts w:eastAsia="Times New Roman"/>
          <w:color w:val="0000FF"/>
          <w:sz w:val="18"/>
          <w:szCs w:val="18"/>
          <w:u w:val="single"/>
        </w:rPr>
        <w:t>https://services-test.informatika.si/NeakontacijskiNacinObracunaWeb/sca/NeakontacijskiNacinObracunaOdjavi?WSDL</w:t>
      </w:r>
    </w:p>
    <w:p w14:paraId="6EF88866" w14:textId="77777777" w:rsidR="00814386" w:rsidRPr="008B7FD2" w:rsidRDefault="00814386" w:rsidP="00814386">
      <w:pPr>
        <w:spacing w:after="0" w:line="240" w:lineRule="auto"/>
        <w:ind w:left="360"/>
        <w:jc w:val="left"/>
        <w:rPr>
          <w:rFonts w:eastAsia="Times New Roman"/>
        </w:rPr>
      </w:pPr>
    </w:p>
    <w:p w14:paraId="4F9599E1" w14:textId="77777777" w:rsidR="00814386" w:rsidRPr="008B7FD2" w:rsidRDefault="00814386" w:rsidP="00185ADB">
      <w:pPr>
        <w:pStyle w:val="Heading2"/>
      </w:pPr>
      <w:bookmarkStart w:id="479" w:name="_Toc64888954"/>
      <w:proofErr w:type="spellStart"/>
      <w:r w:rsidRPr="008B7FD2">
        <w:t>Verzioniranje</w:t>
      </w:r>
      <w:proofErr w:type="spellEnd"/>
      <w:r w:rsidRPr="008B7FD2">
        <w:t xml:space="preserve"> WS</w:t>
      </w:r>
      <w:bookmarkEnd w:id="479"/>
    </w:p>
    <w:p w14:paraId="393D3676" w14:textId="77777777" w:rsidR="00814386" w:rsidRPr="008B7FD2" w:rsidRDefault="00814386" w:rsidP="00814386">
      <w:r w:rsidRPr="008B7FD2">
        <w:t>Verzija nabora storitev 1.0</w:t>
      </w:r>
    </w:p>
    <w:p w14:paraId="7C5F3204" w14:textId="77777777" w:rsidR="00814386" w:rsidRPr="008B7FD2" w:rsidRDefault="00814386" w:rsidP="00185ADB">
      <w:pPr>
        <w:pStyle w:val="Heading2"/>
      </w:pPr>
      <w:bookmarkStart w:id="480" w:name="_Toc64888955"/>
      <w:r w:rsidRPr="008B7FD2">
        <w:t>Diagram poteka</w:t>
      </w:r>
      <w:bookmarkEnd w:id="480"/>
    </w:p>
    <w:p w14:paraId="6B0ECBE5" w14:textId="77777777" w:rsidR="00814386" w:rsidRPr="008B7FD2" w:rsidRDefault="00814386" w:rsidP="00814386">
      <w:r w:rsidRPr="008B7FD2">
        <w:t>Ni na voljo.</w:t>
      </w:r>
    </w:p>
    <w:p w14:paraId="31B1078E" w14:textId="77777777" w:rsidR="00814386" w:rsidRPr="008B7FD2" w:rsidRDefault="00814386" w:rsidP="00185ADB">
      <w:pPr>
        <w:pStyle w:val="Heading2"/>
      </w:pPr>
      <w:bookmarkStart w:id="481" w:name="_Toc64888956"/>
      <w:r w:rsidRPr="008B7FD2">
        <w:t>Način uporabe</w:t>
      </w:r>
      <w:bookmarkEnd w:id="481"/>
    </w:p>
    <w:p w14:paraId="6F7B93B2" w14:textId="61E01B00" w:rsidR="00814386" w:rsidRPr="008B7FD2" w:rsidRDefault="00814386" w:rsidP="00814386">
      <w:r w:rsidRPr="008B7FD2">
        <w:t xml:space="preserve">Storitev se kliče za </w:t>
      </w:r>
      <w:r w:rsidR="00222773" w:rsidRPr="008B7FD2">
        <w:t>odjavo merilnega mesta iz</w:t>
      </w:r>
      <w:r w:rsidRPr="008B7FD2">
        <w:t xml:space="preserve"> </w:t>
      </w:r>
      <w:proofErr w:type="spellStart"/>
      <w:r w:rsidRPr="008B7FD2">
        <w:t>neakontacijskega</w:t>
      </w:r>
      <w:proofErr w:type="spellEnd"/>
      <w:r w:rsidRPr="008B7FD2">
        <w:t xml:space="preserve"> načina obračuna.</w:t>
      </w:r>
    </w:p>
    <w:p w14:paraId="72DE0DF2" w14:textId="77777777" w:rsidR="00814386" w:rsidRPr="008B7FD2" w:rsidRDefault="00814386" w:rsidP="00185ADB">
      <w:pPr>
        <w:pStyle w:val="Heading2"/>
      </w:pPr>
      <w:bookmarkStart w:id="482" w:name="_Toc64888957"/>
      <w:r w:rsidRPr="008B7FD2">
        <w:t>Posebnosti</w:t>
      </w:r>
      <w:bookmarkEnd w:id="482"/>
    </w:p>
    <w:p w14:paraId="4BC9E789" w14:textId="329564AC" w:rsidR="00814386" w:rsidRDefault="00222773" w:rsidP="00814386">
      <w:r w:rsidRPr="008B7FD2">
        <w:t>Odjava je mogoče za merilna mesta n</w:t>
      </w:r>
      <w:r w:rsidR="00814386" w:rsidRPr="008B7FD2">
        <w:t>a kater</w:t>
      </w:r>
      <w:r w:rsidRPr="008B7FD2">
        <w:t>ih</w:t>
      </w:r>
      <w:r w:rsidR="00814386" w:rsidRPr="008B7FD2">
        <w:t xml:space="preserve"> je klicatelj dejanski dobavitelj na merilnem mestu.</w:t>
      </w:r>
    </w:p>
    <w:p w14:paraId="2843E0EB" w14:textId="19864A1E" w:rsidR="00196608" w:rsidRPr="008B7FD2" w:rsidRDefault="002968D7" w:rsidP="00814386">
      <w:r>
        <w:t>Storitev umaknjena iz uporabe s 1.10.2018</w:t>
      </w:r>
    </w:p>
    <w:p w14:paraId="1BC45EE5" w14:textId="77777777" w:rsidR="00814386" w:rsidRPr="008B7FD2" w:rsidRDefault="00814386" w:rsidP="00185ADB">
      <w:pPr>
        <w:pStyle w:val="Heading2"/>
      </w:pPr>
      <w:bookmarkStart w:id="483" w:name="_Toc64888958"/>
      <w:r w:rsidRPr="008B7FD2">
        <w:t>Tehnološki predpogoji uporabe WS</w:t>
      </w:r>
      <w:bookmarkEnd w:id="483"/>
    </w:p>
    <w:p w14:paraId="57792EC9" w14:textId="5F91716B" w:rsidR="009C4224" w:rsidRDefault="00814386" w:rsidP="00814386">
      <w:r w:rsidRPr="008B7FD2">
        <w:t>Uporabnik storitve mora vzpostaviti povezavo do spletnega mesta services.informatika.si ter services-test.informatika.si in zaupati certifikatu spletnega mesta. Klici so varovani z uporabniškim imenom in geslom.</w:t>
      </w:r>
    </w:p>
    <w:p w14:paraId="69B8ED9C" w14:textId="77777777" w:rsidR="009C4224" w:rsidRDefault="009C4224">
      <w:pPr>
        <w:spacing w:after="0" w:line="240" w:lineRule="auto"/>
        <w:jc w:val="left"/>
      </w:pPr>
      <w:r>
        <w:br w:type="page"/>
      </w:r>
    </w:p>
    <w:p w14:paraId="4BAFEF23" w14:textId="507A34F9" w:rsidR="009C4224" w:rsidRPr="008B7FD2" w:rsidRDefault="009C4224" w:rsidP="009C4224">
      <w:pPr>
        <w:pStyle w:val="Heading1"/>
      </w:pPr>
      <w:bookmarkStart w:id="484" w:name="_Toc64888959"/>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odjavi</w:t>
      </w:r>
      <w:r>
        <w:t xml:space="preserve"> v2</w:t>
      </w:r>
      <w:bookmarkEnd w:id="484"/>
    </w:p>
    <w:p w14:paraId="3775E15D" w14:textId="77777777" w:rsidR="009C4224" w:rsidRPr="008B7FD2" w:rsidRDefault="009C4224" w:rsidP="009C4224">
      <w:pPr>
        <w:pStyle w:val="Heading2"/>
      </w:pPr>
      <w:bookmarkStart w:id="485" w:name="_Toc64888960"/>
      <w:r w:rsidRPr="008B7FD2">
        <w:t>Kratek opis in namen WS</w:t>
      </w:r>
      <w:bookmarkEnd w:id="485"/>
    </w:p>
    <w:p w14:paraId="405389D9" w14:textId="77777777" w:rsidR="009C4224" w:rsidRPr="008B7FD2" w:rsidRDefault="009C4224" w:rsidP="009C4224">
      <w:r w:rsidRPr="008B7FD2">
        <w:t xml:space="preserve">Storitev je namenjena odjavi merilnega mesta iz </w:t>
      </w:r>
      <w:proofErr w:type="spellStart"/>
      <w:r w:rsidRPr="008B7FD2">
        <w:t>neakontacijskega</w:t>
      </w:r>
      <w:proofErr w:type="spellEnd"/>
      <w:r w:rsidRPr="008B7FD2">
        <w:t xml:space="preserve"> načina obračuna.</w:t>
      </w:r>
    </w:p>
    <w:p w14:paraId="5FDC143C" w14:textId="77777777" w:rsidR="009C4224" w:rsidRPr="008B7FD2" w:rsidRDefault="009C4224" w:rsidP="009C4224">
      <w:pPr>
        <w:numPr>
          <w:ilvl w:val="0"/>
          <w:numId w:val="27"/>
        </w:numPr>
        <w:spacing w:after="0" w:line="240" w:lineRule="auto"/>
        <w:jc w:val="left"/>
        <w:rPr>
          <w:rFonts w:eastAsia="Times New Roman"/>
        </w:rPr>
      </w:pPr>
      <w:r w:rsidRPr="008B7FD2">
        <w:rPr>
          <w:rFonts w:eastAsia="Times New Roman"/>
        </w:rPr>
        <w:t>Url produkcija:</w:t>
      </w:r>
    </w:p>
    <w:p w14:paraId="190129CD" w14:textId="6FC79225" w:rsidR="009C4224" w:rsidRPr="008B7FD2" w:rsidRDefault="009C4224" w:rsidP="009C4224">
      <w:r w:rsidRPr="008B7FD2">
        <w:rPr>
          <w:rFonts w:eastAsia="Times New Roman"/>
          <w:color w:val="0000FF"/>
          <w:sz w:val="18"/>
          <w:szCs w:val="18"/>
          <w:u w:val="single"/>
        </w:rPr>
        <w:t>https://services.informatika.si/</w:t>
      </w:r>
      <w:r w:rsidR="00F04455" w:rsidRPr="00F04455">
        <w:t xml:space="preserve"> </w:t>
      </w:r>
      <w:r w:rsidR="00F04455" w:rsidRPr="00F04455">
        <w:rPr>
          <w:rFonts w:eastAsia="Times New Roman"/>
          <w:color w:val="0000FF"/>
          <w:sz w:val="18"/>
          <w:szCs w:val="18"/>
          <w:u w:val="single"/>
        </w:rPr>
        <w:t>NeakontacijskiNacinObracunaWeb/sca/NeakontacijskiNacinObracunaOdjavi2Storitev</w:t>
      </w:r>
      <w:r w:rsidRPr="008B7FD2">
        <w:rPr>
          <w:rFonts w:eastAsia="Times New Roman"/>
          <w:color w:val="0000FF"/>
          <w:sz w:val="18"/>
          <w:szCs w:val="18"/>
          <w:u w:val="single"/>
        </w:rPr>
        <w:t>?WSDL</w:t>
      </w:r>
      <w:r w:rsidRPr="008B7FD2">
        <w:t xml:space="preserve"> </w:t>
      </w:r>
    </w:p>
    <w:p w14:paraId="5CAD5571" w14:textId="77777777" w:rsidR="009C4224" w:rsidRPr="008B7FD2" w:rsidRDefault="009C4224" w:rsidP="009C4224">
      <w:pPr>
        <w:numPr>
          <w:ilvl w:val="0"/>
          <w:numId w:val="27"/>
        </w:numPr>
        <w:spacing w:after="0" w:line="240" w:lineRule="auto"/>
        <w:jc w:val="left"/>
        <w:rPr>
          <w:rFonts w:eastAsia="Times New Roman"/>
        </w:rPr>
      </w:pPr>
      <w:r w:rsidRPr="008B7FD2">
        <w:rPr>
          <w:rFonts w:eastAsia="Times New Roman"/>
        </w:rPr>
        <w:t xml:space="preserve">Url test: </w:t>
      </w:r>
    </w:p>
    <w:p w14:paraId="00B3C432" w14:textId="7DA89F83" w:rsidR="009C4224" w:rsidRPr="00F04455" w:rsidRDefault="009C4224" w:rsidP="009C4224">
      <w:pPr>
        <w:spacing w:after="0" w:line="240" w:lineRule="auto"/>
        <w:jc w:val="left"/>
        <w:rPr>
          <w:rStyle w:val="Hyperlink"/>
          <w:sz w:val="17"/>
          <w:szCs w:val="17"/>
        </w:rPr>
      </w:pPr>
      <w:r w:rsidRPr="00F04455">
        <w:rPr>
          <w:rFonts w:eastAsia="Times New Roman"/>
          <w:color w:val="0000FF"/>
          <w:sz w:val="17"/>
          <w:szCs w:val="17"/>
          <w:u w:val="single"/>
        </w:rPr>
        <w:t>https://services-test.informatika.si/</w:t>
      </w:r>
      <w:r w:rsidR="00F04455" w:rsidRPr="00F04455">
        <w:rPr>
          <w:sz w:val="17"/>
          <w:szCs w:val="17"/>
        </w:rPr>
        <w:t xml:space="preserve"> </w:t>
      </w:r>
      <w:r w:rsidR="00F04455" w:rsidRPr="00F04455">
        <w:rPr>
          <w:rFonts w:eastAsia="Times New Roman"/>
          <w:color w:val="0000FF"/>
          <w:sz w:val="17"/>
          <w:szCs w:val="17"/>
          <w:u w:val="single"/>
        </w:rPr>
        <w:t>NeakontacijskiNacinObracunaWeb/sca/NeakontacijskiNacinObracunaOdjavi2Storitev</w:t>
      </w:r>
      <w:r w:rsidRPr="00F04455">
        <w:rPr>
          <w:rFonts w:eastAsia="Times New Roman"/>
          <w:color w:val="0000FF"/>
          <w:sz w:val="17"/>
          <w:szCs w:val="17"/>
          <w:u w:val="single"/>
        </w:rPr>
        <w:t>?WSDL</w:t>
      </w:r>
    </w:p>
    <w:p w14:paraId="0B7A541C" w14:textId="77777777" w:rsidR="009C4224" w:rsidRPr="008B7FD2" w:rsidRDefault="009C4224" w:rsidP="009C4224">
      <w:pPr>
        <w:spacing w:after="0" w:line="240" w:lineRule="auto"/>
        <w:ind w:left="360"/>
        <w:jc w:val="left"/>
        <w:rPr>
          <w:rFonts w:eastAsia="Times New Roman"/>
        </w:rPr>
      </w:pPr>
    </w:p>
    <w:p w14:paraId="6EF97483" w14:textId="77777777" w:rsidR="009C4224" w:rsidRPr="008B7FD2" w:rsidRDefault="009C4224" w:rsidP="009C4224">
      <w:pPr>
        <w:pStyle w:val="Heading2"/>
      </w:pPr>
      <w:bookmarkStart w:id="486" w:name="_Toc64888961"/>
      <w:proofErr w:type="spellStart"/>
      <w:r w:rsidRPr="008B7FD2">
        <w:t>Verzioniranje</w:t>
      </w:r>
      <w:proofErr w:type="spellEnd"/>
      <w:r w:rsidRPr="008B7FD2">
        <w:t xml:space="preserve"> WS</w:t>
      </w:r>
      <w:bookmarkEnd w:id="486"/>
    </w:p>
    <w:p w14:paraId="72F7AFB9" w14:textId="61F6F858" w:rsidR="009C4224" w:rsidRPr="008B7FD2" w:rsidRDefault="009C4224" w:rsidP="009C4224">
      <w:r w:rsidRPr="008B7FD2">
        <w:t xml:space="preserve">Verzija nabora storitev </w:t>
      </w:r>
      <w:r w:rsidR="004A77E9">
        <w:t>2</w:t>
      </w:r>
      <w:r w:rsidRPr="008B7FD2">
        <w:t>.0</w:t>
      </w:r>
    </w:p>
    <w:p w14:paraId="231D449E" w14:textId="77777777" w:rsidR="009C4224" w:rsidRPr="008B7FD2" w:rsidRDefault="009C4224" w:rsidP="009C4224">
      <w:pPr>
        <w:pStyle w:val="Heading2"/>
      </w:pPr>
      <w:bookmarkStart w:id="487" w:name="_Toc64888962"/>
      <w:r w:rsidRPr="008B7FD2">
        <w:t>Diagram poteka</w:t>
      </w:r>
      <w:bookmarkEnd w:id="487"/>
    </w:p>
    <w:p w14:paraId="34DE3758" w14:textId="77777777" w:rsidR="009C4224" w:rsidRPr="008B7FD2" w:rsidRDefault="009C4224" w:rsidP="009C4224">
      <w:r w:rsidRPr="008B7FD2">
        <w:t>Ni na voljo.</w:t>
      </w:r>
    </w:p>
    <w:p w14:paraId="4BFDEB8E" w14:textId="77777777" w:rsidR="009C4224" w:rsidRPr="008B7FD2" w:rsidRDefault="009C4224" w:rsidP="009C4224">
      <w:pPr>
        <w:pStyle w:val="Heading2"/>
      </w:pPr>
      <w:bookmarkStart w:id="488" w:name="_Toc64888963"/>
      <w:r w:rsidRPr="008B7FD2">
        <w:t>Način uporabe</w:t>
      </w:r>
      <w:bookmarkEnd w:id="488"/>
    </w:p>
    <w:p w14:paraId="67429674" w14:textId="77777777" w:rsidR="009C4224" w:rsidRPr="008B7FD2" w:rsidRDefault="009C4224" w:rsidP="009C4224">
      <w:r w:rsidRPr="008B7FD2">
        <w:t xml:space="preserve">Storitev se kliče za odjavo merilnega mesta iz </w:t>
      </w:r>
      <w:proofErr w:type="spellStart"/>
      <w:r w:rsidRPr="008B7FD2">
        <w:t>neakontacijskega</w:t>
      </w:r>
      <w:proofErr w:type="spellEnd"/>
      <w:r w:rsidRPr="008B7FD2">
        <w:t xml:space="preserve"> načina obračuna.</w:t>
      </w:r>
    </w:p>
    <w:p w14:paraId="0092C140" w14:textId="77777777" w:rsidR="009C4224" w:rsidRPr="008B7FD2" w:rsidRDefault="009C4224" w:rsidP="009C4224">
      <w:pPr>
        <w:pStyle w:val="Heading2"/>
      </w:pPr>
      <w:bookmarkStart w:id="489" w:name="_Toc64888964"/>
      <w:r w:rsidRPr="008B7FD2">
        <w:t>Posebnosti</w:t>
      </w:r>
      <w:bookmarkEnd w:id="489"/>
    </w:p>
    <w:p w14:paraId="190C7750" w14:textId="77777777" w:rsidR="009C4224" w:rsidRPr="008B7FD2" w:rsidRDefault="009C4224" w:rsidP="009C4224">
      <w:r w:rsidRPr="008B7FD2">
        <w:t>Odjava je mogoče za merilna mesta na katerih je klicatelj dejanski dobavitelj na merilnem mestu.</w:t>
      </w:r>
    </w:p>
    <w:p w14:paraId="0E4A0159" w14:textId="77777777" w:rsidR="009C4224" w:rsidRPr="008B7FD2" w:rsidRDefault="009C4224" w:rsidP="009C4224">
      <w:pPr>
        <w:pStyle w:val="Heading2"/>
      </w:pPr>
      <w:bookmarkStart w:id="490" w:name="_Toc64888965"/>
      <w:r w:rsidRPr="008B7FD2">
        <w:t>Tehnološki predpogoji uporabe WS</w:t>
      </w:r>
      <w:bookmarkEnd w:id="490"/>
    </w:p>
    <w:p w14:paraId="5F191041" w14:textId="482264AC" w:rsidR="00814386" w:rsidRPr="008B7FD2" w:rsidRDefault="009C4224" w:rsidP="009C4224">
      <w:r w:rsidRPr="008B7FD2">
        <w:t>Uporabnik storitve mora vzpostaviti povezavo do spletnega mesta services.informatika.si ter services-test.informatika.si in zaupati certifikatu spletnega mesta. Klici so varovani z uporabniškim imenom in geslom.</w:t>
      </w:r>
    </w:p>
    <w:p w14:paraId="5B68542B" w14:textId="4661DABC" w:rsidR="00222773" w:rsidRPr="008B7FD2" w:rsidRDefault="00222773">
      <w:pPr>
        <w:spacing w:after="0" w:line="240" w:lineRule="auto"/>
        <w:jc w:val="left"/>
      </w:pPr>
      <w:r w:rsidRPr="008B7FD2">
        <w:br w:type="page"/>
      </w:r>
    </w:p>
    <w:p w14:paraId="37A05D02" w14:textId="08D25113" w:rsidR="00222773" w:rsidRPr="008B7FD2" w:rsidRDefault="00222773" w:rsidP="00222773">
      <w:pPr>
        <w:pStyle w:val="Heading1"/>
      </w:pPr>
      <w:bookmarkStart w:id="491" w:name="_Toc64888966"/>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prijava</w:t>
      </w:r>
      <w:bookmarkEnd w:id="491"/>
    </w:p>
    <w:p w14:paraId="1E1CDDBC" w14:textId="77777777" w:rsidR="00222773" w:rsidRPr="008B7FD2" w:rsidRDefault="00222773" w:rsidP="00185ADB">
      <w:pPr>
        <w:pStyle w:val="Heading2"/>
      </w:pPr>
      <w:bookmarkStart w:id="492" w:name="_Toc64888967"/>
      <w:r w:rsidRPr="008B7FD2">
        <w:t>Kratek opis in namen WS</w:t>
      </w:r>
      <w:bookmarkEnd w:id="492"/>
    </w:p>
    <w:p w14:paraId="54733E20" w14:textId="712AFB48" w:rsidR="00222773" w:rsidRPr="008B7FD2" w:rsidRDefault="00222773" w:rsidP="00222773">
      <w:r w:rsidRPr="008B7FD2">
        <w:t xml:space="preserve">Storitev je namenjena prijavi merilnega mesta na </w:t>
      </w:r>
      <w:proofErr w:type="spellStart"/>
      <w:r w:rsidRPr="008B7FD2">
        <w:t>neakontacijski</w:t>
      </w:r>
      <w:proofErr w:type="spellEnd"/>
      <w:r w:rsidRPr="008B7FD2">
        <w:t xml:space="preserve"> načina obračuna.</w:t>
      </w:r>
    </w:p>
    <w:p w14:paraId="642340BE" w14:textId="77777777" w:rsidR="00222773" w:rsidRPr="008B7FD2" w:rsidRDefault="00222773" w:rsidP="00222773">
      <w:pPr>
        <w:numPr>
          <w:ilvl w:val="0"/>
          <w:numId w:val="27"/>
        </w:numPr>
        <w:spacing w:after="0" w:line="240" w:lineRule="auto"/>
        <w:jc w:val="left"/>
        <w:rPr>
          <w:rFonts w:eastAsia="Times New Roman"/>
        </w:rPr>
      </w:pPr>
      <w:r w:rsidRPr="008B7FD2">
        <w:rPr>
          <w:rFonts w:eastAsia="Times New Roman"/>
        </w:rPr>
        <w:t>Url produkcija:</w:t>
      </w:r>
    </w:p>
    <w:p w14:paraId="3777A12D" w14:textId="68AD31BA" w:rsidR="00222773" w:rsidRPr="008B7FD2" w:rsidRDefault="00222773" w:rsidP="00222773">
      <w:r w:rsidRPr="008B7FD2">
        <w:rPr>
          <w:rFonts w:eastAsia="Times New Roman"/>
          <w:color w:val="0000FF"/>
          <w:sz w:val="18"/>
          <w:szCs w:val="18"/>
          <w:u w:val="single"/>
        </w:rPr>
        <w:t>https://services.informatika.si/NeakontacijskiNacinObracunaWeb/sca/NeakontacijskiNacinObracuna</w:t>
      </w:r>
      <w:r w:rsidR="00583C7D" w:rsidRPr="008B7FD2">
        <w:rPr>
          <w:rFonts w:eastAsia="Times New Roman"/>
          <w:color w:val="0000FF"/>
          <w:sz w:val="18"/>
          <w:szCs w:val="18"/>
          <w:u w:val="single"/>
        </w:rPr>
        <w:t>Prijavi</w:t>
      </w:r>
      <w:r w:rsidRPr="008B7FD2">
        <w:rPr>
          <w:rFonts w:eastAsia="Times New Roman"/>
          <w:color w:val="0000FF"/>
          <w:sz w:val="18"/>
          <w:szCs w:val="18"/>
          <w:u w:val="single"/>
        </w:rPr>
        <w:t>?WSDL</w:t>
      </w:r>
      <w:r w:rsidRPr="008B7FD2">
        <w:t xml:space="preserve"> </w:t>
      </w:r>
    </w:p>
    <w:p w14:paraId="036F0143" w14:textId="77777777" w:rsidR="00222773" w:rsidRPr="008B7FD2" w:rsidRDefault="00222773" w:rsidP="00222773">
      <w:pPr>
        <w:numPr>
          <w:ilvl w:val="0"/>
          <w:numId w:val="27"/>
        </w:numPr>
        <w:spacing w:after="0" w:line="240" w:lineRule="auto"/>
        <w:jc w:val="left"/>
        <w:rPr>
          <w:rFonts w:eastAsia="Times New Roman"/>
        </w:rPr>
      </w:pPr>
      <w:r w:rsidRPr="008B7FD2">
        <w:rPr>
          <w:rFonts w:eastAsia="Times New Roman"/>
        </w:rPr>
        <w:t xml:space="preserve">Url test: </w:t>
      </w:r>
    </w:p>
    <w:p w14:paraId="54900682" w14:textId="1D5BE3D1" w:rsidR="00222773" w:rsidRPr="008B7FD2" w:rsidRDefault="00222773" w:rsidP="00222773">
      <w:pPr>
        <w:spacing w:after="0" w:line="240" w:lineRule="auto"/>
        <w:jc w:val="left"/>
        <w:rPr>
          <w:rStyle w:val="Hyperlink"/>
        </w:rPr>
      </w:pPr>
      <w:r w:rsidRPr="008B7FD2">
        <w:rPr>
          <w:rFonts w:eastAsia="Times New Roman"/>
          <w:color w:val="0000FF"/>
          <w:sz w:val="18"/>
          <w:szCs w:val="18"/>
          <w:u w:val="single"/>
        </w:rPr>
        <w:t>https://services-test.informatika.si/NeakontacijskiNacinObracunaWeb/sca/NeakontacijskiNacinObracuna</w:t>
      </w:r>
      <w:r w:rsidR="00583C7D" w:rsidRPr="008B7FD2">
        <w:rPr>
          <w:rFonts w:eastAsia="Times New Roman"/>
          <w:color w:val="0000FF"/>
          <w:sz w:val="18"/>
          <w:szCs w:val="18"/>
          <w:u w:val="single"/>
        </w:rPr>
        <w:t>Prijavi</w:t>
      </w:r>
      <w:r w:rsidRPr="008B7FD2">
        <w:rPr>
          <w:rFonts w:eastAsia="Times New Roman"/>
          <w:color w:val="0000FF"/>
          <w:sz w:val="18"/>
          <w:szCs w:val="18"/>
          <w:u w:val="single"/>
        </w:rPr>
        <w:t>?WSDL</w:t>
      </w:r>
    </w:p>
    <w:p w14:paraId="345698A5" w14:textId="77777777" w:rsidR="00222773" w:rsidRPr="008B7FD2" w:rsidRDefault="00222773" w:rsidP="00222773">
      <w:pPr>
        <w:spacing w:after="0" w:line="240" w:lineRule="auto"/>
        <w:ind w:left="360"/>
        <w:jc w:val="left"/>
        <w:rPr>
          <w:rFonts w:eastAsia="Times New Roman"/>
        </w:rPr>
      </w:pPr>
    </w:p>
    <w:p w14:paraId="792ACF99" w14:textId="77777777" w:rsidR="00222773" w:rsidRPr="008B7FD2" w:rsidRDefault="00222773" w:rsidP="00185ADB">
      <w:pPr>
        <w:pStyle w:val="Heading2"/>
      </w:pPr>
      <w:bookmarkStart w:id="493" w:name="_Toc64888968"/>
      <w:proofErr w:type="spellStart"/>
      <w:r w:rsidRPr="008B7FD2">
        <w:t>Verzioniranje</w:t>
      </w:r>
      <w:proofErr w:type="spellEnd"/>
      <w:r w:rsidRPr="008B7FD2">
        <w:t xml:space="preserve"> WS</w:t>
      </w:r>
      <w:bookmarkEnd w:id="493"/>
    </w:p>
    <w:p w14:paraId="7A6B22BB" w14:textId="77777777" w:rsidR="00222773" w:rsidRPr="008B7FD2" w:rsidRDefault="00222773" w:rsidP="00222773">
      <w:r w:rsidRPr="008B7FD2">
        <w:t>Verzija nabora storitev 1.0</w:t>
      </w:r>
    </w:p>
    <w:p w14:paraId="7B204D67" w14:textId="77777777" w:rsidR="00222773" w:rsidRPr="008B7FD2" w:rsidRDefault="00222773" w:rsidP="00185ADB">
      <w:pPr>
        <w:pStyle w:val="Heading2"/>
      </w:pPr>
      <w:bookmarkStart w:id="494" w:name="_Toc64888969"/>
      <w:r w:rsidRPr="008B7FD2">
        <w:t>Diagram poteka</w:t>
      </w:r>
      <w:bookmarkEnd w:id="494"/>
    </w:p>
    <w:p w14:paraId="214650CC" w14:textId="77777777" w:rsidR="00222773" w:rsidRPr="008B7FD2" w:rsidRDefault="00222773" w:rsidP="00222773">
      <w:r w:rsidRPr="008B7FD2">
        <w:t>Ni na voljo.</w:t>
      </w:r>
    </w:p>
    <w:p w14:paraId="219656A3" w14:textId="77777777" w:rsidR="00222773" w:rsidRPr="008B7FD2" w:rsidRDefault="00222773" w:rsidP="00185ADB">
      <w:pPr>
        <w:pStyle w:val="Heading2"/>
      </w:pPr>
      <w:bookmarkStart w:id="495" w:name="_Toc64888970"/>
      <w:r w:rsidRPr="008B7FD2">
        <w:t>Način uporabe</w:t>
      </w:r>
      <w:bookmarkEnd w:id="495"/>
    </w:p>
    <w:p w14:paraId="1F866B5B" w14:textId="6A70D064" w:rsidR="00222773" w:rsidRPr="008B7FD2" w:rsidRDefault="00222773" w:rsidP="00222773">
      <w:r w:rsidRPr="008B7FD2">
        <w:t xml:space="preserve">Storitev se kliče za prijavo merilnega mesta na </w:t>
      </w:r>
      <w:proofErr w:type="spellStart"/>
      <w:r w:rsidRPr="008B7FD2">
        <w:t>neakontacijski</w:t>
      </w:r>
      <w:proofErr w:type="spellEnd"/>
      <w:r w:rsidRPr="008B7FD2">
        <w:t xml:space="preserve"> načina obračuna.</w:t>
      </w:r>
    </w:p>
    <w:p w14:paraId="02D1481F" w14:textId="77777777" w:rsidR="00222773" w:rsidRPr="008B7FD2" w:rsidRDefault="00222773" w:rsidP="00185ADB">
      <w:pPr>
        <w:pStyle w:val="Heading2"/>
      </w:pPr>
      <w:bookmarkStart w:id="496" w:name="_Toc64888971"/>
      <w:r w:rsidRPr="008B7FD2">
        <w:t>Posebnosti</w:t>
      </w:r>
      <w:bookmarkEnd w:id="496"/>
    </w:p>
    <w:p w14:paraId="31C87A5F" w14:textId="2C7DBD75" w:rsidR="00222773" w:rsidRDefault="00222773" w:rsidP="00222773">
      <w:r w:rsidRPr="008B7FD2">
        <w:t>Prijava je mogoče za merilna mesta na katerih je klicatelj dejanski dobavitelj na merilnem mestu.</w:t>
      </w:r>
    </w:p>
    <w:p w14:paraId="6ED9F769" w14:textId="62823C6D" w:rsidR="004170E0" w:rsidRPr="008B7FD2" w:rsidRDefault="002968D7" w:rsidP="00222773">
      <w:r>
        <w:t>Storitev umaknjena iz uporabe s 1.10.2018</w:t>
      </w:r>
    </w:p>
    <w:p w14:paraId="730B4F53" w14:textId="77777777" w:rsidR="00222773" w:rsidRPr="008B7FD2" w:rsidRDefault="00222773" w:rsidP="00185ADB">
      <w:pPr>
        <w:pStyle w:val="Heading2"/>
      </w:pPr>
      <w:bookmarkStart w:id="497" w:name="_Toc64888972"/>
      <w:r w:rsidRPr="008B7FD2">
        <w:t>Tehnološki predpogoji uporabe WS</w:t>
      </w:r>
      <w:bookmarkEnd w:id="497"/>
    </w:p>
    <w:p w14:paraId="13EF1891" w14:textId="152D9A93" w:rsidR="003058C5" w:rsidRDefault="00222773" w:rsidP="00222773">
      <w:r w:rsidRPr="008B7FD2">
        <w:t>Uporabnik storitve mora vzpostaviti povezavo do spletnega mesta services.informatika.si ter services-test.informatika.si in zaupati certifikatu spletnega mesta. Klici so varovani z uporabniškim imenom in geslom.</w:t>
      </w:r>
    </w:p>
    <w:p w14:paraId="118FA4B7" w14:textId="77777777" w:rsidR="003058C5" w:rsidRDefault="003058C5">
      <w:pPr>
        <w:spacing w:after="0" w:line="240" w:lineRule="auto"/>
        <w:jc w:val="left"/>
      </w:pPr>
      <w:r>
        <w:br w:type="page"/>
      </w:r>
    </w:p>
    <w:p w14:paraId="338408FA" w14:textId="52B3F55C" w:rsidR="003058C5" w:rsidRPr="008B7FD2" w:rsidRDefault="003058C5" w:rsidP="003058C5">
      <w:pPr>
        <w:pStyle w:val="Heading1"/>
      </w:pPr>
      <w:bookmarkStart w:id="498" w:name="_Toc64888973"/>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prijava</w:t>
      </w:r>
      <w:r>
        <w:t xml:space="preserve"> v2</w:t>
      </w:r>
      <w:bookmarkEnd w:id="498"/>
    </w:p>
    <w:p w14:paraId="6B591B8C" w14:textId="77777777" w:rsidR="003058C5" w:rsidRPr="008B7FD2" w:rsidRDefault="003058C5" w:rsidP="003058C5">
      <w:pPr>
        <w:pStyle w:val="Heading2"/>
      </w:pPr>
      <w:bookmarkStart w:id="499" w:name="_Toc64888974"/>
      <w:r w:rsidRPr="008B7FD2">
        <w:t>Kratek opis in namen WS</w:t>
      </w:r>
      <w:bookmarkEnd w:id="499"/>
    </w:p>
    <w:p w14:paraId="5482BF4F" w14:textId="77777777" w:rsidR="003058C5" w:rsidRPr="008B7FD2" w:rsidRDefault="003058C5" w:rsidP="003058C5">
      <w:r w:rsidRPr="008B7FD2">
        <w:t xml:space="preserve">Storitev je namenjena prijavi merilnega mesta na </w:t>
      </w:r>
      <w:proofErr w:type="spellStart"/>
      <w:r w:rsidRPr="008B7FD2">
        <w:t>neakontacijski</w:t>
      </w:r>
      <w:proofErr w:type="spellEnd"/>
      <w:r w:rsidRPr="008B7FD2">
        <w:t xml:space="preserve"> načina obračuna.</w:t>
      </w:r>
    </w:p>
    <w:p w14:paraId="36F21C15" w14:textId="77777777" w:rsidR="003058C5" w:rsidRPr="008B7FD2" w:rsidRDefault="003058C5" w:rsidP="003058C5">
      <w:pPr>
        <w:numPr>
          <w:ilvl w:val="0"/>
          <w:numId w:val="27"/>
        </w:numPr>
        <w:spacing w:after="0" w:line="240" w:lineRule="auto"/>
        <w:jc w:val="left"/>
        <w:rPr>
          <w:rFonts w:eastAsia="Times New Roman"/>
        </w:rPr>
      </w:pPr>
      <w:r w:rsidRPr="008B7FD2">
        <w:rPr>
          <w:rFonts w:eastAsia="Times New Roman"/>
        </w:rPr>
        <w:t>Url produkcija:</w:t>
      </w:r>
    </w:p>
    <w:p w14:paraId="012C1811" w14:textId="7D346F97" w:rsidR="003058C5" w:rsidRPr="008B7FD2" w:rsidRDefault="003058C5" w:rsidP="003058C5">
      <w:r w:rsidRPr="008B7FD2">
        <w:rPr>
          <w:rFonts w:eastAsia="Times New Roman"/>
          <w:color w:val="0000FF"/>
          <w:sz w:val="18"/>
          <w:szCs w:val="18"/>
          <w:u w:val="single"/>
        </w:rPr>
        <w:t>https://services.informatika.si/</w:t>
      </w:r>
      <w:r w:rsidR="007602EB" w:rsidRPr="007602EB">
        <w:t xml:space="preserve"> </w:t>
      </w:r>
      <w:r w:rsidR="007602EB" w:rsidRPr="007602EB">
        <w:rPr>
          <w:rFonts w:eastAsia="Times New Roman"/>
          <w:color w:val="0000FF"/>
          <w:sz w:val="18"/>
          <w:szCs w:val="18"/>
          <w:u w:val="single"/>
        </w:rPr>
        <w:t>NeakontacijskiNacinObracunaWeb/sca/NeakontacijskiNacinObracunaPrijavi2Storitev</w:t>
      </w:r>
      <w:r w:rsidRPr="008B7FD2">
        <w:rPr>
          <w:rFonts w:eastAsia="Times New Roman"/>
          <w:color w:val="0000FF"/>
          <w:sz w:val="18"/>
          <w:szCs w:val="18"/>
          <w:u w:val="single"/>
        </w:rPr>
        <w:t>?WSDL</w:t>
      </w:r>
      <w:r w:rsidRPr="008B7FD2">
        <w:t xml:space="preserve"> </w:t>
      </w:r>
    </w:p>
    <w:p w14:paraId="13A3EDC4" w14:textId="77777777" w:rsidR="003058C5" w:rsidRPr="008B7FD2" w:rsidRDefault="003058C5" w:rsidP="003058C5">
      <w:pPr>
        <w:numPr>
          <w:ilvl w:val="0"/>
          <w:numId w:val="27"/>
        </w:numPr>
        <w:spacing w:after="0" w:line="240" w:lineRule="auto"/>
        <w:jc w:val="left"/>
        <w:rPr>
          <w:rFonts w:eastAsia="Times New Roman"/>
        </w:rPr>
      </w:pPr>
      <w:r w:rsidRPr="008B7FD2">
        <w:rPr>
          <w:rFonts w:eastAsia="Times New Roman"/>
        </w:rPr>
        <w:t xml:space="preserve">Url test: </w:t>
      </w:r>
    </w:p>
    <w:p w14:paraId="12E5246A" w14:textId="6894062C" w:rsidR="003058C5" w:rsidRPr="007602EB" w:rsidRDefault="003058C5" w:rsidP="003058C5">
      <w:pPr>
        <w:spacing w:after="0" w:line="240" w:lineRule="auto"/>
        <w:jc w:val="left"/>
        <w:rPr>
          <w:rStyle w:val="Hyperlink"/>
          <w:sz w:val="17"/>
          <w:szCs w:val="17"/>
        </w:rPr>
      </w:pPr>
      <w:r w:rsidRPr="007602EB">
        <w:rPr>
          <w:rFonts w:eastAsia="Times New Roman"/>
          <w:color w:val="0000FF"/>
          <w:sz w:val="17"/>
          <w:szCs w:val="17"/>
          <w:u w:val="single"/>
        </w:rPr>
        <w:t>https://services-test.informatika.si/</w:t>
      </w:r>
      <w:r w:rsidR="007602EB" w:rsidRPr="007602EB">
        <w:rPr>
          <w:sz w:val="17"/>
          <w:szCs w:val="17"/>
        </w:rPr>
        <w:t xml:space="preserve"> </w:t>
      </w:r>
      <w:r w:rsidR="007602EB" w:rsidRPr="007602EB">
        <w:rPr>
          <w:rFonts w:eastAsia="Times New Roman"/>
          <w:color w:val="0000FF"/>
          <w:sz w:val="17"/>
          <w:szCs w:val="17"/>
          <w:u w:val="single"/>
        </w:rPr>
        <w:t>NeakontacijskiNacinObracunaWeb/sca/NeakontacijskiNacinObracunaPrijavi2Storitev</w:t>
      </w:r>
      <w:r w:rsidRPr="007602EB">
        <w:rPr>
          <w:rFonts w:eastAsia="Times New Roman"/>
          <w:color w:val="0000FF"/>
          <w:sz w:val="17"/>
          <w:szCs w:val="17"/>
          <w:u w:val="single"/>
        </w:rPr>
        <w:t>?WSDL</w:t>
      </w:r>
    </w:p>
    <w:p w14:paraId="7BB2BBED" w14:textId="77777777" w:rsidR="003058C5" w:rsidRPr="008B7FD2" w:rsidRDefault="003058C5" w:rsidP="003058C5">
      <w:pPr>
        <w:spacing w:after="0" w:line="240" w:lineRule="auto"/>
        <w:ind w:left="360"/>
        <w:jc w:val="left"/>
        <w:rPr>
          <w:rFonts w:eastAsia="Times New Roman"/>
        </w:rPr>
      </w:pPr>
    </w:p>
    <w:p w14:paraId="12E06B40" w14:textId="77777777" w:rsidR="003058C5" w:rsidRPr="008B7FD2" w:rsidRDefault="003058C5" w:rsidP="003058C5">
      <w:pPr>
        <w:pStyle w:val="Heading2"/>
      </w:pPr>
      <w:bookmarkStart w:id="500" w:name="_Toc64888975"/>
      <w:proofErr w:type="spellStart"/>
      <w:r w:rsidRPr="008B7FD2">
        <w:t>Verzioniranje</w:t>
      </w:r>
      <w:proofErr w:type="spellEnd"/>
      <w:r w:rsidRPr="008B7FD2">
        <w:t xml:space="preserve"> WS</w:t>
      </w:r>
      <w:bookmarkEnd w:id="500"/>
    </w:p>
    <w:p w14:paraId="467F2096" w14:textId="77356F56" w:rsidR="003058C5" w:rsidRPr="008B7FD2" w:rsidRDefault="003058C5" w:rsidP="003058C5">
      <w:r w:rsidRPr="008B7FD2">
        <w:t xml:space="preserve">Verzija nabora storitev </w:t>
      </w:r>
      <w:r w:rsidR="00954F9F">
        <w:t>2</w:t>
      </w:r>
      <w:r w:rsidRPr="008B7FD2">
        <w:t>.0</w:t>
      </w:r>
    </w:p>
    <w:p w14:paraId="1611E606" w14:textId="77777777" w:rsidR="003058C5" w:rsidRPr="008B7FD2" w:rsidRDefault="003058C5" w:rsidP="003058C5">
      <w:pPr>
        <w:pStyle w:val="Heading2"/>
      </w:pPr>
      <w:bookmarkStart w:id="501" w:name="_Toc64888976"/>
      <w:r w:rsidRPr="008B7FD2">
        <w:t>Diagram poteka</w:t>
      </w:r>
      <w:bookmarkEnd w:id="501"/>
    </w:p>
    <w:p w14:paraId="47B22B40" w14:textId="77777777" w:rsidR="003058C5" w:rsidRPr="008B7FD2" w:rsidRDefault="003058C5" w:rsidP="003058C5">
      <w:r w:rsidRPr="008B7FD2">
        <w:t>Ni na voljo.</w:t>
      </w:r>
    </w:p>
    <w:p w14:paraId="19322380" w14:textId="77777777" w:rsidR="003058C5" w:rsidRPr="008B7FD2" w:rsidRDefault="003058C5" w:rsidP="003058C5">
      <w:pPr>
        <w:pStyle w:val="Heading2"/>
      </w:pPr>
      <w:bookmarkStart w:id="502" w:name="_Toc64888977"/>
      <w:r w:rsidRPr="008B7FD2">
        <w:t>Način uporabe</w:t>
      </w:r>
      <w:bookmarkEnd w:id="502"/>
    </w:p>
    <w:p w14:paraId="33889288" w14:textId="77777777" w:rsidR="003058C5" w:rsidRPr="008B7FD2" w:rsidRDefault="003058C5" w:rsidP="003058C5">
      <w:r w:rsidRPr="008B7FD2">
        <w:t xml:space="preserve">Storitev se kliče za prijavo merilnega mesta na </w:t>
      </w:r>
      <w:proofErr w:type="spellStart"/>
      <w:r w:rsidRPr="008B7FD2">
        <w:t>neakontacijski</w:t>
      </w:r>
      <w:proofErr w:type="spellEnd"/>
      <w:r w:rsidRPr="008B7FD2">
        <w:t xml:space="preserve"> načina obračuna.</w:t>
      </w:r>
    </w:p>
    <w:p w14:paraId="196A4B9E" w14:textId="77777777" w:rsidR="003058C5" w:rsidRPr="008B7FD2" w:rsidRDefault="003058C5" w:rsidP="003058C5">
      <w:pPr>
        <w:pStyle w:val="Heading2"/>
      </w:pPr>
      <w:bookmarkStart w:id="503" w:name="_Toc64888978"/>
      <w:r w:rsidRPr="008B7FD2">
        <w:t>Posebnosti</w:t>
      </w:r>
      <w:bookmarkEnd w:id="503"/>
    </w:p>
    <w:p w14:paraId="1DE3A891" w14:textId="77777777" w:rsidR="003058C5" w:rsidRPr="008B7FD2" w:rsidRDefault="003058C5" w:rsidP="003058C5">
      <w:r w:rsidRPr="008B7FD2">
        <w:t>Prijava je mogoče za merilna mesta na katerih je klicatelj dejanski dobavitelj na merilnem mestu.</w:t>
      </w:r>
    </w:p>
    <w:p w14:paraId="41C6970C" w14:textId="77777777" w:rsidR="003058C5" w:rsidRPr="008B7FD2" w:rsidRDefault="003058C5" w:rsidP="003058C5">
      <w:pPr>
        <w:pStyle w:val="Heading2"/>
      </w:pPr>
      <w:bookmarkStart w:id="504" w:name="_Toc64888979"/>
      <w:r w:rsidRPr="008B7FD2">
        <w:t>Tehnološki predpogoji uporabe WS</w:t>
      </w:r>
      <w:bookmarkEnd w:id="504"/>
    </w:p>
    <w:p w14:paraId="2D14E1F7" w14:textId="7A9D6F10" w:rsidR="00222773" w:rsidRPr="008B7FD2" w:rsidRDefault="003058C5" w:rsidP="003058C5">
      <w:r w:rsidRPr="008B7FD2">
        <w:t>Uporabnik storitve mora vzpostaviti povezavo do spletnega mesta services.informatika.si ter services-test.informatika.si in zaupati certifikatu spletnega mesta. Klici so varovani z uporabniškim imenom in geslom.</w:t>
      </w:r>
    </w:p>
    <w:p w14:paraId="33113EBB" w14:textId="18B13E17" w:rsidR="00222773" w:rsidRPr="008B7FD2" w:rsidRDefault="00222773">
      <w:pPr>
        <w:spacing w:after="0" w:line="240" w:lineRule="auto"/>
        <w:jc w:val="left"/>
      </w:pPr>
      <w:r w:rsidRPr="008B7FD2">
        <w:br w:type="page"/>
      </w:r>
    </w:p>
    <w:p w14:paraId="58D07583" w14:textId="25F9846B" w:rsidR="00222773" w:rsidRPr="008B7FD2" w:rsidRDefault="00222773" w:rsidP="00222773">
      <w:pPr>
        <w:pStyle w:val="Heading1"/>
      </w:pPr>
      <w:bookmarkStart w:id="505" w:name="_Toc64888980"/>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vrni</w:t>
      </w:r>
      <w:bookmarkEnd w:id="505"/>
    </w:p>
    <w:p w14:paraId="5038FB87" w14:textId="77777777" w:rsidR="00222773" w:rsidRPr="008B7FD2" w:rsidRDefault="00222773" w:rsidP="00185ADB">
      <w:pPr>
        <w:pStyle w:val="Heading2"/>
      </w:pPr>
      <w:bookmarkStart w:id="506" w:name="_Toc64888981"/>
      <w:r w:rsidRPr="008B7FD2">
        <w:t>Kratek opis in namen WS</w:t>
      </w:r>
      <w:bookmarkEnd w:id="506"/>
    </w:p>
    <w:p w14:paraId="35165B30" w14:textId="34DD8782" w:rsidR="00222773" w:rsidRPr="008B7FD2" w:rsidRDefault="00222773" w:rsidP="00222773">
      <w:r w:rsidRPr="008B7FD2">
        <w:t>Storitev je namenjena pridobivanju poda</w:t>
      </w:r>
      <w:r w:rsidR="00C731D4" w:rsidRPr="008B7FD2">
        <w:t>tko</w:t>
      </w:r>
      <w:r w:rsidRPr="008B7FD2">
        <w:t xml:space="preserve">v </w:t>
      </w:r>
      <w:proofErr w:type="spellStart"/>
      <w:r w:rsidRPr="008B7FD2">
        <w:t>neakontacijskega</w:t>
      </w:r>
      <w:proofErr w:type="spellEnd"/>
      <w:r w:rsidRPr="008B7FD2">
        <w:t xml:space="preserve"> načina obračuna za merilno mesto.</w:t>
      </w:r>
    </w:p>
    <w:p w14:paraId="35B4FE8E" w14:textId="77777777" w:rsidR="00222773" w:rsidRPr="008B7FD2" w:rsidRDefault="00222773" w:rsidP="00222773">
      <w:pPr>
        <w:numPr>
          <w:ilvl w:val="0"/>
          <w:numId w:val="27"/>
        </w:numPr>
        <w:spacing w:after="0" w:line="240" w:lineRule="auto"/>
        <w:jc w:val="left"/>
        <w:rPr>
          <w:rFonts w:eastAsia="Times New Roman"/>
        </w:rPr>
      </w:pPr>
      <w:r w:rsidRPr="008B7FD2">
        <w:rPr>
          <w:rFonts w:eastAsia="Times New Roman"/>
        </w:rPr>
        <w:t>Url produkcija:</w:t>
      </w:r>
    </w:p>
    <w:p w14:paraId="7B965750" w14:textId="2C2FDDFF" w:rsidR="00222773" w:rsidRPr="008B7FD2" w:rsidRDefault="00222773" w:rsidP="00222773">
      <w:r w:rsidRPr="008B7FD2">
        <w:rPr>
          <w:rFonts w:eastAsia="Times New Roman"/>
          <w:color w:val="0000FF"/>
          <w:sz w:val="18"/>
          <w:szCs w:val="18"/>
          <w:u w:val="single"/>
        </w:rPr>
        <w:t>https://services.informatika.si/NeakontacijskiNacinObracunaWeb/sca/NeakontacijskiNacinObracuna</w:t>
      </w:r>
      <w:r w:rsidR="00583C7D" w:rsidRPr="008B7FD2">
        <w:rPr>
          <w:rFonts w:eastAsia="Times New Roman"/>
          <w:color w:val="0000FF"/>
          <w:sz w:val="18"/>
          <w:szCs w:val="18"/>
          <w:u w:val="single"/>
        </w:rPr>
        <w:t>Vrni</w:t>
      </w:r>
      <w:r w:rsidRPr="008B7FD2">
        <w:rPr>
          <w:rFonts w:eastAsia="Times New Roman"/>
          <w:color w:val="0000FF"/>
          <w:sz w:val="18"/>
          <w:szCs w:val="18"/>
          <w:u w:val="single"/>
        </w:rPr>
        <w:t>?WSDL</w:t>
      </w:r>
      <w:r w:rsidRPr="008B7FD2">
        <w:t xml:space="preserve"> </w:t>
      </w:r>
    </w:p>
    <w:p w14:paraId="51A08E13" w14:textId="77777777" w:rsidR="00222773" w:rsidRPr="008B7FD2" w:rsidRDefault="00222773" w:rsidP="00222773">
      <w:pPr>
        <w:numPr>
          <w:ilvl w:val="0"/>
          <w:numId w:val="27"/>
        </w:numPr>
        <w:spacing w:after="0" w:line="240" w:lineRule="auto"/>
        <w:jc w:val="left"/>
        <w:rPr>
          <w:rFonts w:eastAsia="Times New Roman"/>
        </w:rPr>
      </w:pPr>
      <w:r w:rsidRPr="008B7FD2">
        <w:rPr>
          <w:rFonts w:eastAsia="Times New Roman"/>
        </w:rPr>
        <w:t xml:space="preserve">Url test: </w:t>
      </w:r>
    </w:p>
    <w:p w14:paraId="17774C0A" w14:textId="739DD4DF" w:rsidR="00222773" w:rsidRPr="008B7FD2" w:rsidRDefault="00222773" w:rsidP="00222773">
      <w:pPr>
        <w:spacing w:after="0" w:line="240" w:lineRule="auto"/>
        <w:jc w:val="left"/>
        <w:rPr>
          <w:rStyle w:val="Hyperlink"/>
        </w:rPr>
      </w:pPr>
      <w:r w:rsidRPr="008B7FD2">
        <w:rPr>
          <w:rFonts w:eastAsia="Times New Roman"/>
          <w:color w:val="0000FF"/>
          <w:sz w:val="18"/>
          <w:szCs w:val="18"/>
          <w:u w:val="single"/>
        </w:rPr>
        <w:t>https://services-test.informatika.si/NeakontacijskiNacinObracunaWeb/sca/NeakontacijskiNacinObracuna</w:t>
      </w:r>
      <w:r w:rsidR="00583C7D" w:rsidRPr="008B7FD2">
        <w:rPr>
          <w:rFonts w:eastAsia="Times New Roman"/>
          <w:color w:val="0000FF"/>
          <w:sz w:val="18"/>
          <w:szCs w:val="18"/>
          <w:u w:val="single"/>
        </w:rPr>
        <w:t>Vrni</w:t>
      </w:r>
      <w:r w:rsidRPr="008B7FD2">
        <w:rPr>
          <w:rFonts w:eastAsia="Times New Roman"/>
          <w:color w:val="0000FF"/>
          <w:sz w:val="18"/>
          <w:szCs w:val="18"/>
          <w:u w:val="single"/>
        </w:rPr>
        <w:t>?WSDL</w:t>
      </w:r>
    </w:p>
    <w:p w14:paraId="56ACED01" w14:textId="77777777" w:rsidR="00222773" w:rsidRPr="008B7FD2" w:rsidRDefault="00222773" w:rsidP="00222773">
      <w:pPr>
        <w:spacing w:after="0" w:line="240" w:lineRule="auto"/>
        <w:ind w:left="360"/>
        <w:jc w:val="left"/>
        <w:rPr>
          <w:rFonts w:eastAsia="Times New Roman"/>
        </w:rPr>
      </w:pPr>
    </w:p>
    <w:p w14:paraId="430D233E" w14:textId="77777777" w:rsidR="00222773" w:rsidRPr="008B7FD2" w:rsidRDefault="00222773" w:rsidP="00185ADB">
      <w:pPr>
        <w:pStyle w:val="Heading2"/>
      </w:pPr>
      <w:bookmarkStart w:id="507" w:name="_Toc64888982"/>
      <w:proofErr w:type="spellStart"/>
      <w:r w:rsidRPr="008B7FD2">
        <w:t>Verzioniranje</w:t>
      </w:r>
      <w:proofErr w:type="spellEnd"/>
      <w:r w:rsidRPr="008B7FD2">
        <w:t xml:space="preserve"> WS</w:t>
      </w:r>
      <w:bookmarkEnd w:id="507"/>
    </w:p>
    <w:p w14:paraId="6A0DE03B" w14:textId="77777777" w:rsidR="00222773" w:rsidRPr="008B7FD2" w:rsidRDefault="00222773" w:rsidP="00222773">
      <w:r w:rsidRPr="008B7FD2">
        <w:t>Verzija nabora storitev 1.0</w:t>
      </w:r>
    </w:p>
    <w:p w14:paraId="3160280D" w14:textId="77777777" w:rsidR="00222773" w:rsidRPr="008B7FD2" w:rsidRDefault="00222773" w:rsidP="00185ADB">
      <w:pPr>
        <w:pStyle w:val="Heading2"/>
      </w:pPr>
      <w:bookmarkStart w:id="508" w:name="_Toc64888983"/>
      <w:r w:rsidRPr="008B7FD2">
        <w:t>Diagram poteka</w:t>
      </w:r>
      <w:bookmarkEnd w:id="508"/>
    </w:p>
    <w:p w14:paraId="50ED54C9" w14:textId="77777777" w:rsidR="00222773" w:rsidRPr="008B7FD2" w:rsidRDefault="00222773" w:rsidP="00222773">
      <w:r w:rsidRPr="008B7FD2">
        <w:t>Ni na voljo.</w:t>
      </w:r>
    </w:p>
    <w:p w14:paraId="3BDA8999" w14:textId="77777777" w:rsidR="00222773" w:rsidRPr="008B7FD2" w:rsidRDefault="00222773" w:rsidP="00185ADB">
      <w:pPr>
        <w:pStyle w:val="Heading2"/>
      </w:pPr>
      <w:bookmarkStart w:id="509" w:name="_Toc64888984"/>
      <w:r w:rsidRPr="008B7FD2">
        <w:t>Način uporabe</w:t>
      </w:r>
      <w:bookmarkEnd w:id="509"/>
    </w:p>
    <w:p w14:paraId="49DD7F9C" w14:textId="77777777" w:rsidR="00222773" w:rsidRPr="008B7FD2" w:rsidRDefault="00222773" w:rsidP="00222773">
      <w:r w:rsidRPr="008B7FD2">
        <w:t xml:space="preserve">Storitev se kliče za potrebe pridobivanja podatkov </w:t>
      </w:r>
      <w:proofErr w:type="spellStart"/>
      <w:r w:rsidRPr="008B7FD2">
        <w:t>neakontacijskega</w:t>
      </w:r>
      <w:proofErr w:type="spellEnd"/>
      <w:r w:rsidRPr="008B7FD2">
        <w:t xml:space="preserve"> načina obračuna za merilno mesto na podlagi v storitvi definiranih iskalnih kriterijev.</w:t>
      </w:r>
    </w:p>
    <w:p w14:paraId="51755305" w14:textId="77777777" w:rsidR="00222773" w:rsidRPr="008B7FD2" w:rsidRDefault="00222773" w:rsidP="00185ADB">
      <w:pPr>
        <w:pStyle w:val="Heading2"/>
      </w:pPr>
      <w:bookmarkStart w:id="510" w:name="_Toc64888985"/>
      <w:r w:rsidRPr="008B7FD2">
        <w:t>Posebnosti</w:t>
      </w:r>
      <w:bookmarkEnd w:id="510"/>
    </w:p>
    <w:p w14:paraId="1CFECE5F" w14:textId="3EE81C34" w:rsidR="00222773" w:rsidRDefault="00222773" w:rsidP="00222773">
      <w:r w:rsidRPr="008B7FD2">
        <w:t>Pridobivanje podatkov je mogoče za merilna mesta, za katera je klicatelj dejanski dobavitelj na merilnem mestu.</w:t>
      </w:r>
    </w:p>
    <w:p w14:paraId="698ECC02" w14:textId="0D753B65" w:rsidR="00087C0B" w:rsidRPr="008B7FD2" w:rsidRDefault="002968D7" w:rsidP="00222773">
      <w:r>
        <w:t>Storitev umaknjena iz uporabe s 1.10.2018</w:t>
      </w:r>
    </w:p>
    <w:p w14:paraId="763FC709" w14:textId="77777777" w:rsidR="00222773" w:rsidRPr="008B7FD2" w:rsidRDefault="00222773" w:rsidP="00185ADB">
      <w:pPr>
        <w:pStyle w:val="Heading2"/>
      </w:pPr>
      <w:bookmarkStart w:id="511" w:name="_Toc64888986"/>
      <w:r w:rsidRPr="008B7FD2">
        <w:t>Tehnološki predpogoji uporabe WS</w:t>
      </w:r>
      <w:bookmarkEnd w:id="511"/>
    </w:p>
    <w:p w14:paraId="07C38AC6" w14:textId="0356B4EB" w:rsidR="001372D8" w:rsidRDefault="00222773" w:rsidP="00222773">
      <w:r w:rsidRPr="008B7FD2">
        <w:t>Uporabnik storitve mora vzpostaviti povezavo do spletnega mesta services.informatika.si ter services-test.informatika.si in zaupati certifikatu spletnega mesta. Klici so varovani z uporabniškim imenom in geslom.</w:t>
      </w:r>
    </w:p>
    <w:p w14:paraId="30674B1A" w14:textId="77777777" w:rsidR="001372D8" w:rsidRDefault="001372D8">
      <w:pPr>
        <w:spacing w:after="0" w:line="240" w:lineRule="auto"/>
        <w:jc w:val="left"/>
      </w:pPr>
      <w:r>
        <w:br w:type="page"/>
      </w:r>
    </w:p>
    <w:p w14:paraId="69EC6788" w14:textId="290FB11A" w:rsidR="001372D8" w:rsidRPr="008B7FD2" w:rsidRDefault="001372D8" w:rsidP="001372D8">
      <w:pPr>
        <w:pStyle w:val="Heading1"/>
      </w:pPr>
      <w:bookmarkStart w:id="512" w:name="_Toc64888987"/>
      <w:proofErr w:type="spellStart"/>
      <w:r w:rsidRPr="008B7FD2">
        <w:lastRenderedPageBreak/>
        <w:t>Neakontacijski</w:t>
      </w:r>
      <w:proofErr w:type="spellEnd"/>
      <w:r w:rsidRPr="008B7FD2">
        <w:t xml:space="preserve"> način </w:t>
      </w:r>
      <w:proofErr w:type="spellStart"/>
      <w:r w:rsidRPr="008B7FD2">
        <w:t>obracuna</w:t>
      </w:r>
      <w:proofErr w:type="spellEnd"/>
      <w:r w:rsidRPr="008B7FD2">
        <w:t xml:space="preserve"> vrni</w:t>
      </w:r>
      <w:r>
        <w:t xml:space="preserve"> v2</w:t>
      </w:r>
      <w:bookmarkEnd w:id="512"/>
    </w:p>
    <w:p w14:paraId="2D4CCF28" w14:textId="77777777" w:rsidR="001372D8" w:rsidRPr="008B7FD2" w:rsidRDefault="001372D8" w:rsidP="001372D8">
      <w:pPr>
        <w:pStyle w:val="Heading2"/>
      </w:pPr>
      <w:bookmarkStart w:id="513" w:name="_Toc64888988"/>
      <w:r w:rsidRPr="008B7FD2">
        <w:t>Kratek opis in namen WS</w:t>
      </w:r>
      <w:bookmarkEnd w:id="513"/>
    </w:p>
    <w:p w14:paraId="76B409F2" w14:textId="77777777" w:rsidR="001372D8" w:rsidRPr="008B7FD2" w:rsidRDefault="001372D8" w:rsidP="001372D8">
      <w:r w:rsidRPr="008B7FD2">
        <w:t xml:space="preserve">Storitev je namenjena pridobivanju podatkov </w:t>
      </w:r>
      <w:proofErr w:type="spellStart"/>
      <w:r w:rsidRPr="008B7FD2">
        <w:t>neakontacijskega</w:t>
      </w:r>
      <w:proofErr w:type="spellEnd"/>
      <w:r w:rsidRPr="008B7FD2">
        <w:t xml:space="preserve"> načina obračuna za merilno mesto.</w:t>
      </w:r>
    </w:p>
    <w:p w14:paraId="73EE6FA3" w14:textId="77777777" w:rsidR="001372D8" w:rsidRPr="008B7FD2" w:rsidRDefault="001372D8" w:rsidP="001372D8">
      <w:pPr>
        <w:numPr>
          <w:ilvl w:val="0"/>
          <w:numId w:val="27"/>
        </w:numPr>
        <w:spacing w:after="0" w:line="240" w:lineRule="auto"/>
        <w:jc w:val="left"/>
        <w:rPr>
          <w:rFonts w:eastAsia="Times New Roman"/>
        </w:rPr>
      </w:pPr>
      <w:r w:rsidRPr="008B7FD2">
        <w:rPr>
          <w:rFonts w:eastAsia="Times New Roman"/>
        </w:rPr>
        <w:t>Url produkcija:</w:t>
      </w:r>
    </w:p>
    <w:p w14:paraId="1D3DC19E" w14:textId="435EF0B6" w:rsidR="001372D8" w:rsidRPr="008B7FD2" w:rsidRDefault="001372D8" w:rsidP="001372D8">
      <w:r w:rsidRPr="008B7FD2">
        <w:rPr>
          <w:rFonts w:eastAsia="Times New Roman"/>
          <w:color w:val="0000FF"/>
          <w:sz w:val="18"/>
          <w:szCs w:val="18"/>
          <w:u w:val="single"/>
        </w:rPr>
        <w:t>https://services.informatika.si/</w:t>
      </w:r>
      <w:r w:rsidR="00A721FF" w:rsidRPr="00A721FF">
        <w:rPr>
          <w:rFonts w:eastAsia="Times New Roman"/>
          <w:color w:val="0000FF"/>
          <w:sz w:val="18"/>
          <w:szCs w:val="18"/>
          <w:u w:val="single"/>
        </w:rPr>
        <w:t>NeakontacijskiNacinObracunaWeb/sca/NeakontacijskiNacinObracunaVrni2Storitev</w:t>
      </w:r>
      <w:r w:rsidRPr="008B7FD2">
        <w:rPr>
          <w:rFonts w:eastAsia="Times New Roman"/>
          <w:color w:val="0000FF"/>
          <w:sz w:val="18"/>
          <w:szCs w:val="18"/>
          <w:u w:val="single"/>
        </w:rPr>
        <w:t>?WSDL</w:t>
      </w:r>
      <w:r w:rsidRPr="008B7FD2">
        <w:t xml:space="preserve"> </w:t>
      </w:r>
    </w:p>
    <w:p w14:paraId="6539988C" w14:textId="77777777" w:rsidR="001372D8" w:rsidRPr="008B7FD2" w:rsidRDefault="001372D8" w:rsidP="001372D8">
      <w:pPr>
        <w:numPr>
          <w:ilvl w:val="0"/>
          <w:numId w:val="27"/>
        </w:numPr>
        <w:spacing w:after="0" w:line="240" w:lineRule="auto"/>
        <w:jc w:val="left"/>
        <w:rPr>
          <w:rFonts w:eastAsia="Times New Roman"/>
        </w:rPr>
      </w:pPr>
      <w:r w:rsidRPr="008B7FD2">
        <w:rPr>
          <w:rFonts w:eastAsia="Times New Roman"/>
        </w:rPr>
        <w:t xml:space="preserve">Url test: </w:t>
      </w:r>
    </w:p>
    <w:p w14:paraId="6D9E1E01" w14:textId="45BFA5DA" w:rsidR="001372D8" w:rsidRPr="00A721FF" w:rsidRDefault="001372D8" w:rsidP="001372D8">
      <w:pPr>
        <w:spacing w:after="0" w:line="240" w:lineRule="auto"/>
        <w:jc w:val="left"/>
        <w:rPr>
          <w:rStyle w:val="Hyperlink"/>
          <w:sz w:val="17"/>
          <w:szCs w:val="17"/>
        </w:rPr>
      </w:pPr>
      <w:r w:rsidRPr="00A721FF">
        <w:rPr>
          <w:rFonts w:eastAsia="Times New Roman"/>
          <w:color w:val="0000FF"/>
          <w:sz w:val="17"/>
          <w:szCs w:val="17"/>
          <w:u w:val="single"/>
        </w:rPr>
        <w:t>https://services-test.informatika.si/</w:t>
      </w:r>
      <w:r w:rsidR="00A721FF" w:rsidRPr="00A721FF">
        <w:rPr>
          <w:rFonts w:eastAsia="Times New Roman"/>
          <w:color w:val="0000FF"/>
          <w:sz w:val="17"/>
          <w:szCs w:val="17"/>
          <w:u w:val="single"/>
        </w:rPr>
        <w:t>NeakontacijskiNacinObracunaWeb/sca/NeakontacijskiNacinObracunaVrni2Storitev</w:t>
      </w:r>
      <w:r w:rsidRPr="00A721FF">
        <w:rPr>
          <w:rFonts w:eastAsia="Times New Roman"/>
          <w:color w:val="0000FF"/>
          <w:sz w:val="17"/>
          <w:szCs w:val="17"/>
          <w:u w:val="single"/>
        </w:rPr>
        <w:t>?WSDL</w:t>
      </w:r>
    </w:p>
    <w:p w14:paraId="65F202D3" w14:textId="77777777" w:rsidR="001372D8" w:rsidRPr="008B7FD2" w:rsidRDefault="001372D8" w:rsidP="001372D8">
      <w:pPr>
        <w:spacing w:after="0" w:line="240" w:lineRule="auto"/>
        <w:ind w:left="360"/>
        <w:jc w:val="left"/>
        <w:rPr>
          <w:rFonts w:eastAsia="Times New Roman"/>
        </w:rPr>
      </w:pPr>
    </w:p>
    <w:p w14:paraId="1063393D" w14:textId="77777777" w:rsidR="001372D8" w:rsidRPr="008B7FD2" w:rsidRDefault="001372D8" w:rsidP="001372D8">
      <w:pPr>
        <w:pStyle w:val="Heading2"/>
      </w:pPr>
      <w:bookmarkStart w:id="514" w:name="_Toc64888989"/>
      <w:proofErr w:type="spellStart"/>
      <w:r w:rsidRPr="008B7FD2">
        <w:t>Verzioniranje</w:t>
      </w:r>
      <w:proofErr w:type="spellEnd"/>
      <w:r w:rsidRPr="008B7FD2">
        <w:t xml:space="preserve"> WS</w:t>
      </w:r>
      <w:bookmarkEnd w:id="514"/>
    </w:p>
    <w:p w14:paraId="499791CE" w14:textId="19559C76" w:rsidR="001372D8" w:rsidRPr="008B7FD2" w:rsidRDefault="001372D8" w:rsidP="001372D8">
      <w:r w:rsidRPr="008B7FD2">
        <w:t xml:space="preserve">Verzija nabora storitev </w:t>
      </w:r>
      <w:r>
        <w:t>2</w:t>
      </w:r>
      <w:r w:rsidRPr="008B7FD2">
        <w:t>.0</w:t>
      </w:r>
    </w:p>
    <w:p w14:paraId="56C171F6" w14:textId="77777777" w:rsidR="001372D8" w:rsidRPr="008B7FD2" w:rsidRDefault="001372D8" w:rsidP="001372D8">
      <w:pPr>
        <w:pStyle w:val="Heading2"/>
      </w:pPr>
      <w:bookmarkStart w:id="515" w:name="_Toc64888990"/>
      <w:r w:rsidRPr="008B7FD2">
        <w:t>Diagram poteka</w:t>
      </w:r>
      <w:bookmarkEnd w:id="515"/>
    </w:p>
    <w:p w14:paraId="563DDA4F" w14:textId="77777777" w:rsidR="001372D8" w:rsidRPr="008B7FD2" w:rsidRDefault="001372D8" w:rsidP="001372D8">
      <w:r w:rsidRPr="008B7FD2">
        <w:t>Ni na voljo.</w:t>
      </w:r>
    </w:p>
    <w:p w14:paraId="1DECF0C7" w14:textId="77777777" w:rsidR="001372D8" w:rsidRPr="008B7FD2" w:rsidRDefault="001372D8" w:rsidP="001372D8">
      <w:pPr>
        <w:pStyle w:val="Heading2"/>
      </w:pPr>
      <w:bookmarkStart w:id="516" w:name="_Toc64888991"/>
      <w:r w:rsidRPr="008B7FD2">
        <w:t>Način uporabe</w:t>
      </w:r>
      <w:bookmarkEnd w:id="516"/>
    </w:p>
    <w:p w14:paraId="25DDC13C" w14:textId="77777777" w:rsidR="001372D8" w:rsidRPr="008B7FD2" w:rsidRDefault="001372D8" w:rsidP="001372D8">
      <w:r w:rsidRPr="008B7FD2">
        <w:t xml:space="preserve">Storitev se kliče za potrebe pridobivanja podatkov </w:t>
      </w:r>
      <w:proofErr w:type="spellStart"/>
      <w:r w:rsidRPr="008B7FD2">
        <w:t>neakontacijskega</w:t>
      </w:r>
      <w:proofErr w:type="spellEnd"/>
      <w:r w:rsidRPr="008B7FD2">
        <w:t xml:space="preserve"> načina obračuna za merilno mesto na podlagi v storitvi definiranih iskalnih kriterijev.</w:t>
      </w:r>
    </w:p>
    <w:p w14:paraId="474AE474" w14:textId="77777777" w:rsidR="001372D8" w:rsidRPr="008B7FD2" w:rsidRDefault="001372D8" w:rsidP="001372D8">
      <w:pPr>
        <w:pStyle w:val="Heading2"/>
      </w:pPr>
      <w:bookmarkStart w:id="517" w:name="_Toc64888992"/>
      <w:r w:rsidRPr="008B7FD2">
        <w:t>Posebnosti</w:t>
      </w:r>
      <w:bookmarkEnd w:id="517"/>
    </w:p>
    <w:p w14:paraId="1F2AFED3" w14:textId="77777777" w:rsidR="001372D8" w:rsidRPr="008B7FD2" w:rsidRDefault="001372D8" w:rsidP="001372D8">
      <w:r w:rsidRPr="008B7FD2">
        <w:t>Pridobivanje podatkov je mogoče za merilna mesta, za katera je klicatelj dejanski dobavitelj na merilnem mestu.</w:t>
      </w:r>
    </w:p>
    <w:p w14:paraId="4F7E9F78" w14:textId="77777777" w:rsidR="001372D8" w:rsidRPr="008B7FD2" w:rsidRDefault="001372D8" w:rsidP="001372D8">
      <w:pPr>
        <w:pStyle w:val="Heading2"/>
      </w:pPr>
      <w:bookmarkStart w:id="518" w:name="_Toc64888993"/>
      <w:r w:rsidRPr="008B7FD2">
        <w:t>Tehnološki predpogoji uporabe WS</w:t>
      </w:r>
      <w:bookmarkEnd w:id="518"/>
    </w:p>
    <w:p w14:paraId="602B9742" w14:textId="47B8AEFC" w:rsidR="00222773" w:rsidRPr="008B7FD2" w:rsidRDefault="001372D8" w:rsidP="001372D8">
      <w:r w:rsidRPr="008B7FD2">
        <w:t>Uporabnik storitve mora vzpostaviti povezavo do spletnega mesta services.informatika.si ter services-test.informatika.si in zaupati certifikatu spletnega mesta. Klici so varovani z uporabniškim imenom in geslom.</w:t>
      </w:r>
    </w:p>
    <w:p w14:paraId="62A7C228" w14:textId="5DA9C5D2" w:rsidR="0002295D" w:rsidRPr="008B7FD2" w:rsidRDefault="0002295D">
      <w:pPr>
        <w:spacing w:after="0" w:line="240" w:lineRule="auto"/>
        <w:jc w:val="left"/>
      </w:pPr>
      <w:r w:rsidRPr="008B7FD2">
        <w:br w:type="page"/>
      </w:r>
    </w:p>
    <w:p w14:paraId="5AE484DD" w14:textId="03D262A7" w:rsidR="0002295D" w:rsidRPr="008B7FD2" w:rsidRDefault="0002295D" w:rsidP="0002295D">
      <w:pPr>
        <w:pStyle w:val="Heading1"/>
      </w:pPr>
      <w:bookmarkStart w:id="519" w:name="_Toc64888994"/>
      <w:r w:rsidRPr="008B7FD2">
        <w:lastRenderedPageBreak/>
        <w:t>Najdi količine</w:t>
      </w:r>
      <w:bookmarkEnd w:id="519"/>
    </w:p>
    <w:p w14:paraId="0BC9F665" w14:textId="77777777" w:rsidR="0002295D" w:rsidRPr="008B7FD2" w:rsidRDefault="0002295D" w:rsidP="00185ADB">
      <w:pPr>
        <w:pStyle w:val="Heading2"/>
      </w:pPr>
      <w:bookmarkStart w:id="520" w:name="_Toc64888995"/>
      <w:r w:rsidRPr="008B7FD2">
        <w:t>Kratek opis in namen WS</w:t>
      </w:r>
      <w:bookmarkEnd w:id="520"/>
    </w:p>
    <w:p w14:paraId="5DFE2794" w14:textId="4A19C534" w:rsidR="0002295D" w:rsidRPr="008B7FD2" w:rsidRDefault="0002295D" w:rsidP="0002295D">
      <w:r w:rsidRPr="008B7FD2">
        <w:t>Storitev je namenjena pridobivanju podatkov o količinah na merilnem mestu za potrebe izračuna višine trošarine.</w:t>
      </w:r>
    </w:p>
    <w:p w14:paraId="7A413D04" w14:textId="77777777" w:rsidR="0002295D" w:rsidRPr="008B7FD2" w:rsidRDefault="0002295D" w:rsidP="0002295D">
      <w:pPr>
        <w:numPr>
          <w:ilvl w:val="0"/>
          <w:numId w:val="27"/>
        </w:numPr>
        <w:spacing w:after="0" w:line="240" w:lineRule="auto"/>
        <w:jc w:val="left"/>
        <w:rPr>
          <w:rFonts w:eastAsia="Times New Roman"/>
        </w:rPr>
      </w:pPr>
      <w:r w:rsidRPr="008B7FD2">
        <w:rPr>
          <w:rFonts w:eastAsia="Times New Roman"/>
        </w:rPr>
        <w:t>Url produkcija:</w:t>
      </w:r>
    </w:p>
    <w:p w14:paraId="59AF4B62" w14:textId="28518F90" w:rsidR="0002295D" w:rsidRPr="008B7FD2" w:rsidRDefault="00765DB7" w:rsidP="0002295D">
      <w:pPr>
        <w:spacing w:after="0" w:line="240" w:lineRule="auto"/>
        <w:jc w:val="left"/>
        <w:rPr>
          <w:rFonts w:eastAsia="Times New Roman"/>
          <w:sz w:val="18"/>
          <w:szCs w:val="18"/>
        </w:rPr>
      </w:pPr>
      <w:hyperlink r:id="rId188" w:history="1">
        <w:r w:rsidR="0002295D" w:rsidRPr="008B7FD2">
          <w:rPr>
            <w:rStyle w:val="Hyperlink"/>
            <w:sz w:val="18"/>
            <w:szCs w:val="18"/>
          </w:rPr>
          <w:t>https://services.informatika.si/KolicineWeb/sca/NajdiKolicineStoritev?wsdl</w:t>
        </w:r>
      </w:hyperlink>
      <w:r w:rsidR="0002295D" w:rsidRPr="008B7FD2">
        <w:rPr>
          <w:sz w:val="18"/>
          <w:szCs w:val="18"/>
        </w:rPr>
        <w:t xml:space="preserve">  </w:t>
      </w:r>
    </w:p>
    <w:p w14:paraId="1E423674" w14:textId="77777777" w:rsidR="0002295D" w:rsidRPr="008B7FD2" w:rsidRDefault="0002295D" w:rsidP="0002295D">
      <w:pPr>
        <w:numPr>
          <w:ilvl w:val="0"/>
          <w:numId w:val="27"/>
        </w:numPr>
        <w:spacing w:after="0" w:line="240" w:lineRule="auto"/>
        <w:jc w:val="left"/>
        <w:rPr>
          <w:rFonts w:eastAsia="Times New Roman"/>
        </w:rPr>
      </w:pPr>
      <w:r w:rsidRPr="008B7FD2">
        <w:rPr>
          <w:rFonts w:eastAsia="Times New Roman"/>
        </w:rPr>
        <w:t xml:space="preserve">Url test: </w:t>
      </w:r>
    </w:p>
    <w:p w14:paraId="5B66566C" w14:textId="5BFD4221" w:rsidR="0002295D" w:rsidRPr="008B7FD2" w:rsidRDefault="00765DB7" w:rsidP="0002295D">
      <w:pPr>
        <w:spacing w:after="0" w:line="240" w:lineRule="auto"/>
        <w:jc w:val="left"/>
        <w:rPr>
          <w:rFonts w:eastAsia="Times New Roman"/>
          <w:sz w:val="18"/>
          <w:szCs w:val="18"/>
        </w:rPr>
      </w:pPr>
      <w:hyperlink r:id="rId189" w:history="1">
        <w:r w:rsidR="0002295D" w:rsidRPr="008B7FD2">
          <w:rPr>
            <w:rStyle w:val="Hyperlink"/>
            <w:sz w:val="18"/>
            <w:szCs w:val="18"/>
          </w:rPr>
          <w:t>https://services-test.informatika.si/KolicineWeb/sca/NajdiKolicineStoritev?wsdl</w:t>
        </w:r>
      </w:hyperlink>
      <w:r w:rsidR="0002295D" w:rsidRPr="008B7FD2">
        <w:rPr>
          <w:sz w:val="18"/>
          <w:szCs w:val="18"/>
        </w:rPr>
        <w:t xml:space="preserve"> </w:t>
      </w:r>
    </w:p>
    <w:p w14:paraId="000E46C7" w14:textId="77777777" w:rsidR="0002295D" w:rsidRPr="008B7FD2" w:rsidRDefault="0002295D" w:rsidP="00185ADB">
      <w:pPr>
        <w:pStyle w:val="Heading2"/>
      </w:pPr>
      <w:bookmarkStart w:id="521" w:name="_Toc64888996"/>
      <w:proofErr w:type="spellStart"/>
      <w:r w:rsidRPr="008B7FD2">
        <w:t>Verzioniranje</w:t>
      </w:r>
      <w:proofErr w:type="spellEnd"/>
      <w:r w:rsidRPr="008B7FD2">
        <w:t xml:space="preserve"> WS</w:t>
      </w:r>
      <w:bookmarkEnd w:id="521"/>
    </w:p>
    <w:p w14:paraId="3EBDF618" w14:textId="77777777" w:rsidR="0002295D" w:rsidRPr="008B7FD2" w:rsidRDefault="0002295D" w:rsidP="0002295D">
      <w:r w:rsidRPr="008B7FD2">
        <w:t>Verzija nabora storitev 1.0</w:t>
      </w:r>
    </w:p>
    <w:p w14:paraId="1896BA3C" w14:textId="77777777" w:rsidR="0002295D" w:rsidRPr="008B7FD2" w:rsidRDefault="0002295D" w:rsidP="00185ADB">
      <w:pPr>
        <w:pStyle w:val="Heading2"/>
      </w:pPr>
      <w:bookmarkStart w:id="522" w:name="_Toc64888997"/>
      <w:r w:rsidRPr="008B7FD2">
        <w:t>Diagram poteka</w:t>
      </w:r>
      <w:bookmarkEnd w:id="522"/>
    </w:p>
    <w:p w14:paraId="697343CB" w14:textId="77777777" w:rsidR="0002295D" w:rsidRPr="008B7FD2" w:rsidRDefault="0002295D" w:rsidP="0002295D">
      <w:r w:rsidRPr="008B7FD2">
        <w:t>Ni na voljo.</w:t>
      </w:r>
    </w:p>
    <w:p w14:paraId="05FCC533" w14:textId="77777777" w:rsidR="0002295D" w:rsidRPr="008B7FD2" w:rsidRDefault="0002295D" w:rsidP="00185ADB">
      <w:pPr>
        <w:pStyle w:val="Heading2"/>
      </w:pPr>
      <w:bookmarkStart w:id="523" w:name="_Toc64888998"/>
      <w:r w:rsidRPr="008B7FD2">
        <w:t>Način uporabe</w:t>
      </w:r>
      <w:bookmarkEnd w:id="523"/>
    </w:p>
    <w:p w14:paraId="4D25F212" w14:textId="043BCE08" w:rsidR="0002295D" w:rsidRPr="008B7FD2" w:rsidRDefault="0002295D" w:rsidP="0002295D">
      <w:r w:rsidRPr="008B7FD2">
        <w:t>Storitev se kliče za potrebe pridobivanja podatkov o količinah na merilnem mestu na podlagi v storitvi definiranih iskalnih kriterijev.</w:t>
      </w:r>
    </w:p>
    <w:p w14:paraId="43C46D63" w14:textId="77777777" w:rsidR="0002295D" w:rsidRPr="008B7FD2" w:rsidRDefault="0002295D" w:rsidP="00185ADB">
      <w:pPr>
        <w:pStyle w:val="Heading2"/>
      </w:pPr>
      <w:bookmarkStart w:id="524" w:name="_Toc64888999"/>
      <w:r w:rsidRPr="008B7FD2">
        <w:t>Posebnosti</w:t>
      </w:r>
      <w:bookmarkEnd w:id="524"/>
    </w:p>
    <w:p w14:paraId="61A5486D" w14:textId="56460640" w:rsidR="0002295D" w:rsidRDefault="0002295D" w:rsidP="0002295D">
      <w:r w:rsidRPr="008B7FD2">
        <w:t>Pridobivanje podatkov je mogoče za merilna mesta, za katera je klicatelj dejanski dobavitelj na merilnem mestu</w:t>
      </w:r>
      <w:r w:rsidR="004A530F" w:rsidRPr="008B7FD2">
        <w:t xml:space="preserve"> kadarkoli v obdobju zadnjih 5 let</w:t>
      </w:r>
      <w:r w:rsidRPr="008B7FD2">
        <w:t>.</w:t>
      </w:r>
    </w:p>
    <w:p w14:paraId="576AAC0D" w14:textId="3AC77AB0" w:rsidR="00D659C0" w:rsidRPr="008B7FD2" w:rsidRDefault="002968D7" w:rsidP="0002295D">
      <w:r>
        <w:t>Storitev umaknjena iz uporabe s 1.10.2018</w:t>
      </w:r>
    </w:p>
    <w:p w14:paraId="1CD87928" w14:textId="77777777" w:rsidR="0002295D" w:rsidRPr="008B7FD2" w:rsidRDefault="0002295D" w:rsidP="00185ADB">
      <w:pPr>
        <w:pStyle w:val="Heading2"/>
      </w:pPr>
      <w:bookmarkStart w:id="525" w:name="_Toc64889000"/>
      <w:r w:rsidRPr="008B7FD2">
        <w:t>Tehnološki predpogoji uporabe WS</w:t>
      </w:r>
      <w:bookmarkEnd w:id="525"/>
    </w:p>
    <w:p w14:paraId="37ACBB2A" w14:textId="7AF4BFC1" w:rsidR="00E938FF" w:rsidRDefault="0002295D" w:rsidP="0002295D">
      <w:r w:rsidRPr="008B7FD2">
        <w:t>Uporabnik storitve mora vzpostaviti povezavo do spletnega mesta services.informatika.si ter services-test.informatika.si in zaupati certifikatu spletnega mesta. Klici so varovani z uporabniškim imenom in geslom.</w:t>
      </w:r>
    </w:p>
    <w:p w14:paraId="1A6D4E6B" w14:textId="77777777" w:rsidR="00E938FF" w:rsidRDefault="00E938FF">
      <w:pPr>
        <w:spacing w:after="0" w:line="240" w:lineRule="auto"/>
        <w:jc w:val="left"/>
      </w:pPr>
      <w:r>
        <w:br w:type="page"/>
      </w:r>
    </w:p>
    <w:p w14:paraId="4CBF7421" w14:textId="42CACED2" w:rsidR="00E938FF" w:rsidRPr="008B7FD2" w:rsidRDefault="00E938FF" w:rsidP="00E938FF">
      <w:pPr>
        <w:pStyle w:val="Heading1"/>
      </w:pPr>
      <w:bookmarkStart w:id="526" w:name="_Toc64889001"/>
      <w:r w:rsidRPr="008B7FD2">
        <w:lastRenderedPageBreak/>
        <w:t>Najdi količine</w:t>
      </w:r>
      <w:r>
        <w:t xml:space="preserve"> v2</w:t>
      </w:r>
      <w:bookmarkEnd w:id="526"/>
    </w:p>
    <w:p w14:paraId="67D6F4FF" w14:textId="77777777" w:rsidR="00E938FF" w:rsidRPr="008B7FD2" w:rsidRDefault="00E938FF" w:rsidP="00E938FF">
      <w:pPr>
        <w:pStyle w:val="Heading2"/>
      </w:pPr>
      <w:bookmarkStart w:id="527" w:name="_Toc64889002"/>
      <w:r w:rsidRPr="008B7FD2">
        <w:t>Kratek opis in namen WS</w:t>
      </w:r>
      <w:bookmarkEnd w:id="527"/>
    </w:p>
    <w:p w14:paraId="3C81C0C4" w14:textId="77777777" w:rsidR="00E938FF" w:rsidRPr="008B7FD2" w:rsidRDefault="00E938FF" w:rsidP="00E938FF">
      <w:r w:rsidRPr="008B7FD2">
        <w:t>Storitev je namenjena pridobivanju podatkov o količinah na merilnem mestu za potrebe izračuna višine trošarine.</w:t>
      </w:r>
    </w:p>
    <w:p w14:paraId="58CCE8C8" w14:textId="77777777" w:rsidR="00E938FF" w:rsidRPr="008B7FD2" w:rsidRDefault="00E938FF" w:rsidP="00E938FF">
      <w:pPr>
        <w:numPr>
          <w:ilvl w:val="0"/>
          <w:numId w:val="27"/>
        </w:numPr>
        <w:spacing w:after="0" w:line="240" w:lineRule="auto"/>
        <w:jc w:val="left"/>
        <w:rPr>
          <w:rFonts w:eastAsia="Times New Roman"/>
        </w:rPr>
      </w:pPr>
      <w:r w:rsidRPr="008B7FD2">
        <w:rPr>
          <w:rFonts w:eastAsia="Times New Roman"/>
        </w:rPr>
        <w:t>Url produkcija:</w:t>
      </w:r>
    </w:p>
    <w:p w14:paraId="480B28BB" w14:textId="1DDEDC62" w:rsidR="00E938FF" w:rsidRPr="008B7FD2" w:rsidRDefault="00765DB7" w:rsidP="00E938FF">
      <w:pPr>
        <w:spacing w:after="0" w:line="240" w:lineRule="auto"/>
        <w:jc w:val="left"/>
        <w:rPr>
          <w:rFonts w:eastAsia="Times New Roman"/>
          <w:sz w:val="18"/>
          <w:szCs w:val="18"/>
        </w:rPr>
      </w:pPr>
      <w:hyperlink r:id="rId190" w:history="1">
        <w:r w:rsidR="003A50A8" w:rsidRPr="005A7DEA">
          <w:rPr>
            <w:rStyle w:val="Hyperlink"/>
            <w:sz w:val="18"/>
            <w:szCs w:val="18"/>
          </w:rPr>
          <w:t>https://services.informatika.si/KolicineWeb/sca/NajdiKolicine2Storitev?wsdl</w:t>
        </w:r>
      </w:hyperlink>
      <w:r w:rsidR="00E938FF" w:rsidRPr="008B7FD2">
        <w:rPr>
          <w:sz w:val="18"/>
          <w:szCs w:val="18"/>
        </w:rPr>
        <w:t xml:space="preserve">  </w:t>
      </w:r>
    </w:p>
    <w:p w14:paraId="6F26733C" w14:textId="77777777" w:rsidR="00E938FF" w:rsidRPr="008B7FD2" w:rsidRDefault="00E938FF" w:rsidP="00E938FF">
      <w:pPr>
        <w:numPr>
          <w:ilvl w:val="0"/>
          <w:numId w:val="27"/>
        </w:numPr>
        <w:spacing w:after="0" w:line="240" w:lineRule="auto"/>
        <w:jc w:val="left"/>
        <w:rPr>
          <w:rFonts w:eastAsia="Times New Roman"/>
        </w:rPr>
      </w:pPr>
      <w:r w:rsidRPr="008B7FD2">
        <w:rPr>
          <w:rFonts w:eastAsia="Times New Roman"/>
        </w:rPr>
        <w:t xml:space="preserve">Url test: </w:t>
      </w:r>
    </w:p>
    <w:p w14:paraId="311FB4D1" w14:textId="09B960C4" w:rsidR="00E938FF" w:rsidRPr="008B7FD2" w:rsidRDefault="00765DB7" w:rsidP="00E938FF">
      <w:pPr>
        <w:spacing w:after="0" w:line="240" w:lineRule="auto"/>
        <w:jc w:val="left"/>
        <w:rPr>
          <w:rFonts w:eastAsia="Times New Roman"/>
          <w:sz w:val="18"/>
          <w:szCs w:val="18"/>
        </w:rPr>
      </w:pPr>
      <w:hyperlink r:id="rId191" w:history="1">
        <w:r w:rsidR="003A50A8" w:rsidRPr="005A7DEA">
          <w:rPr>
            <w:rStyle w:val="Hyperlink"/>
            <w:sz w:val="18"/>
            <w:szCs w:val="18"/>
          </w:rPr>
          <w:t>https://services-test.informatika.si/KolicineWeb/sca/NajdiKolicine2Storitev?wsdl</w:t>
        </w:r>
      </w:hyperlink>
      <w:r w:rsidR="00E938FF" w:rsidRPr="008B7FD2">
        <w:rPr>
          <w:sz w:val="18"/>
          <w:szCs w:val="18"/>
        </w:rPr>
        <w:t xml:space="preserve"> </w:t>
      </w:r>
    </w:p>
    <w:p w14:paraId="28687EAF" w14:textId="77777777" w:rsidR="00E938FF" w:rsidRPr="008B7FD2" w:rsidRDefault="00E938FF" w:rsidP="00E938FF">
      <w:pPr>
        <w:pStyle w:val="Heading2"/>
      </w:pPr>
      <w:bookmarkStart w:id="528" w:name="_Toc64889003"/>
      <w:proofErr w:type="spellStart"/>
      <w:r w:rsidRPr="008B7FD2">
        <w:t>Verzioniranje</w:t>
      </w:r>
      <w:proofErr w:type="spellEnd"/>
      <w:r w:rsidRPr="008B7FD2">
        <w:t xml:space="preserve"> WS</w:t>
      </w:r>
      <w:bookmarkEnd w:id="528"/>
    </w:p>
    <w:p w14:paraId="4BD0C15C" w14:textId="20BF5562" w:rsidR="00E938FF" w:rsidRPr="008B7FD2" w:rsidRDefault="00E938FF" w:rsidP="00E938FF">
      <w:r w:rsidRPr="008B7FD2">
        <w:t xml:space="preserve">Verzija nabora storitev </w:t>
      </w:r>
      <w:r w:rsidR="00B57FAC">
        <w:t>2</w:t>
      </w:r>
      <w:r w:rsidRPr="008B7FD2">
        <w:t>.0</w:t>
      </w:r>
    </w:p>
    <w:p w14:paraId="2296D2B2" w14:textId="77777777" w:rsidR="00E938FF" w:rsidRPr="008B7FD2" w:rsidRDefault="00E938FF" w:rsidP="00E938FF">
      <w:pPr>
        <w:pStyle w:val="Heading2"/>
      </w:pPr>
      <w:bookmarkStart w:id="529" w:name="_Toc64889004"/>
      <w:r w:rsidRPr="008B7FD2">
        <w:t>Diagram poteka</w:t>
      </w:r>
      <w:bookmarkEnd w:id="529"/>
    </w:p>
    <w:p w14:paraId="0F1DBC33" w14:textId="77777777" w:rsidR="00E938FF" w:rsidRPr="008B7FD2" w:rsidRDefault="00E938FF" w:rsidP="00E938FF">
      <w:r w:rsidRPr="008B7FD2">
        <w:t>Ni na voljo.</w:t>
      </w:r>
    </w:p>
    <w:p w14:paraId="02C9B996" w14:textId="77777777" w:rsidR="00E938FF" w:rsidRPr="008B7FD2" w:rsidRDefault="00E938FF" w:rsidP="00E938FF">
      <w:pPr>
        <w:pStyle w:val="Heading2"/>
      </w:pPr>
      <w:bookmarkStart w:id="530" w:name="_Toc64889005"/>
      <w:r w:rsidRPr="008B7FD2">
        <w:t>Način uporabe</w:t>
      </w:r>
      <w:bookmarkEnd w:id="530"/>
    </w:p>
    <w:p w14:paraId="0FE166CB" w14:textId="77777777" w:rsidR="00E938FF" w:rsidRPr="008B7FD2" w:rsidRDefault="00E938FF" w:rsidP="00E938FF">
      <w:r w:rsidRPr="008B7FD2">
        <w:t>Storitev se kliče za potrebe pridobivanja podatkov o količinah na merilnem mestu na podlagi v storitvi definiranih iskalnih kriterijev.</w:t>
      </w:r>
    </w:p>
    <w:p w14:paraId="55312F2C" w14:textId="77777777" w:rsidR="00E938FF" w:rsidRPr="008B7FD2" w:rsidRDefault="00E938FF" w:rsidP="00E938FF">
      <w:pPr>
        <w:pStyle w:val="Heading2"/>
      </w:pPr>
      <w:bookmarkStart w:id="531" w:name="_Toc64889006"/>
      <w:r w:rsidRPr="008B7FD2">
        <w:t>Posebnosti</w:t>
      </w:r>
      <w:bookmarkEnd w:id="531"/>
    </w:p>
    <w:p w14:paraId="5AEB8905" w14:textId="77777777" w:rsidR="00E938FF" w:rsidRPr="008B7FD2" w:rsidRDefault="00E938FF" w:rsidP="00E938FF">
      <w:r w:rsidRPr="008B7FD2">
        <w:t>Pridobivanje podatkov je mogoče za merilna mesta, za katera je klicatelj dejanski dobavitelj na merilnem mestu kadarkoli v obdobju zadnjih 5 let.</w:t>
      </w:r>
    </w:p>
    <w:p w14:paraId="18F45D16" w14:textId="77777777" w:rsidR="00E938FF" w:rsidRPr="008B7FD2" w:rsidRDefault="00E938FF" w:rsidP="00E938FF">
      <w:pPr>
        <w:pStyle w:val="Heading2"/>
      </w:pPr>
      <w:bookmarkStart w:id="532" w:name="_Toc64889007"/>
      <w:r w:rsidRPr="008B7FD2">
        <w:t>Tehnološki predpogoji uporabe WS</w:t>
      </w:r>
      <w:bookmarkEnd w:id="532"/>
    </w:p>
    <w:p w14:paraId="6EB04284" w14:textId="71A3C76B" w:rsidR="0002295D" w:rsidRPr="008B7FD2" w:rsidRDefault="00E938FF" w:rsidP="00E938FF">
      <w:r w:rsidRPr="008B7FD2">
        <w:t>Uporabnik storitve mora vzpostaviti povezavo do spletnega mesta services.informatika.si ter services-test.informatika.si in zaupati certifikatu spletnega mesta. Klici so varovani z uporabniškim imenom in geslom.</w:t>
      </w:r>
    </w:p>
    <w:p w14:paraId="082B6C09" w14:textId="77777777" w:rsidR="0002295D" w:rsidRPr="008B7FD2" w:rsidRDefault="0002295D">
      <w:pPr>
        <w:spacing w:after="0" w:line="240" w:lineRule="auto"/>
        <w:jc w:val="left"/>
      </w:pPr>
      <w:r w:rsidRPr="008B7FD2">
        <w:br w:type="page"/>
      </w:r>
    </w:p>
    <w:p w14:paraId="04DC5530" w14:textId="5B69C28C" w:rsidR="0002295D" w:rsidRPr="008B7FD2" w:rsidRDefault="0002295D" w:rsidP="0002295D">
      <w:pPr>
        <w:pStyle w:val="Heading1"/>
      </w:pPr>
      <w:bookmarkStart w:id="533" w:name="_Toc64889008"/>
      <w:r w:rsidRPr="008B7FD2">
        <w:lastRenderedPageBreak/>
        <w:t>Vrni količine za posamezno merilno mesto</w:t>
      </w:r>
      <w:bookmarkEnd w:id="533"/>
    </w:p>
    <w:p w14:paraId="13BCC398" w14:textId="77777777" w:rsidR="0002295D" w:rsidRPr="008B7FD2" w:rsidRDefault="0002295D" w:rsidP="00185ADB">
      <w:pPr>
        <w:pStyle w:val="Heading2"/>
      </w:pPr>
      <w:bookmarkStart w:id="534" w:name="_Toc64889009"/>
      <w:r w:rsidRPr="008B7FD2">
        <w:t>Kratek opis in namen WS</w:t>
      </w:r>
      <w:bookmarkEnd w:id="534"/>
    </w:p>
    <w:p w14:paraId="4BA857B0" w14:textId="48D608B9" w:rsidR="0002295D" w:rsidRPr="008B7FD2" w:rsidRDefault="0002295D" w:rsidP="0002295D">
      <w:r w:rsidRPr="008B7FD2">
        <w:t>Storitev je namenjena pridobivanju podatkov o količinah na merilnem mestu za potrebe izračuna višine trošarine.</w:t>
      </w:r>
    </w:p>
    <w:p w14:paraId="1438E0FE" w14:textId="77777777" w:rsidR="0002295D" w:rsidRPr="008B7FD2" w:rsidRDefault="0002295D" w:rsidP="0002295D">
      <w:pPr>
        <w:numPr>
          <w:ilvl w:val="0"/>
          <w:numId w:val="27"/>
        </w:numPr>
        <w:spacing w:after="0" w:line="240" w:lineRule="auto"/>
        <w:jc w:val="left"/>
        <w:rPr>
          <w:rFonts w:eastAsia="Times New Roman"/>
        </w:rPr>
      </w:pPr>
      <w:r w:rsidRPr="008B7FD2">
        <w:rPr>
          <w:rFonts w:eastAsia="Times New Roman"/>
        </w:rPr>
        <w:t>Url produkcija:</w:t>
      </w:r>
    </w:p>
    <w:p w14:paraId="5136135C" w14:textId="27C1E56B" w:rsidR="0002295D" w:rsidRPr="008B7FD2" w:rsidRDefault="00765DB7" w:rsidP="0002295D">
      <w:pPr>
        <w:spacing w:after="0" w:line="240" w:lineRule="auto"/>
        <w:jc w:val="left"/>
        <w:rPr>
          <w:rFonts w:eastAsia="Times New Roman"/>
        </w:rPr>
      </w:pPr>
      <w:hyperlink r:id="rId192" w:history="1">
        <w:r w:rsidR="0002295D" w:rsidRPr="008B7FD2">
          <w:rPr>
            <w:rStyle w:val="Hyperlink"/>
            <w:sz w:val="18"/>
            <w:szCs w:val="18"/>
          </w:rPr>
          <w:t>https://services.informatika.si/KolicineWeb/sca/VrniKolicineZaMerilnoMestoStoritev?wsdl</w:t>
        </w:r>
      </w:hyperlink>
      <w:r w:rsidR="0002295D" w:rsidRPr="008B7FD2">
        <w:rPr>
          <w:sz w:val="18"/>
          <w:szCs w:val="18"/>
        </w:rPr>
        <w:t xml:space="preserve">  </w:t>
      </w:r>
    </w:p>
    <w:p w14:paraId="05D8F44D" w14:textId="77777777" w:rsidR="0002295D" w:rsidRPr="008B7FD2" w:rsidRDefault="0002295D" w:rsidP="0002295D">
      <w:pPr>
        <w:numPr>
          <w:ilvl w:val="0"/>
          <w:numId w:val="27"/>
        </w:numPr>
        <w:spacing w:after="0" w:line="240" w:lineRule="auto"/>
        <w:jc w:val="left"/>
        <w:rPr>
          <w:rFonts w:eastAsia="Times New Roman"/>
        </w:rPr>
      </w:pPr>
      <w:r w:rsidRPr="008B7FD2">
        <w:rPr>
          <w:rFonts w:eastAsia="Times New Roman"/>
        </w:rPr>
        <w:t xml:space="preserve">Url test: </w:t>
      </w:r>
    </w:p>
    <w:p w14:paraId="5D1F374F" w14:textId="548B05C6" w:rsidR="0002295D" w:rsidRPr="008B7FD2" w:rsidRDefault="00765DB7" w:rsidP="0002295D">
      <w:pPr>
        <w:spacing w:after="0" w:line="240" w:lineRule="auto"/>
        <w:jc w:val="left"/>
        <w:rPr>
          <w:rFonts w:eastAsia="Times New Roman"/>
        </w:rPr>
      </w:pPr>
      <w:hyperlink r:id="rId193" w:history="1">
        <w:r w:rsidR="0002295D" w:rsidRPr="008B7FD2">
          <w:rPr>
            <w:rStyle w:val="Hyperlink"/>
            <w:sz w:val="18"/>
            <w:szCs w:val="18"/>
          </w:rPr>
          <w:t>https://services-test.informatika.si/KolicineWeb/sca/VrniKolicineZaMerilnoMestoStoritev?wsdl</w:t>
        </w:r>
      </w:hyperlink>
      <w:r w:rsidR="0002295D" w:rsidRPr="008B7FD2">
        <w:rPr>
          <w:sz w:val="18"/>
          <w:szCs w:val="18"/>
        </w:rPr>
        <w:t xml:space="preserve"> </w:t>
      </w:r>
    </w:p>
    <w:p w14:paraId="1199AEFD" w14:textId="77777777" w:rsidR="0002295D" w:rsidRPr="008B7FD2" w:rsidRDefault="0002295D" w:rsidP="00185ADB">
      <w:pPr>
        <w:pStyle w:val="Heading2"/>
      </w:pPr>
      <w:bookmarkStart w:id="535" w:name="_Toc64889010"/>
      <w:proofErr w:type="spellStart"/>
      <w:r w:rsidRPr="008B7FD2">
        <w:t>Verzioniranje</w:t>
      </w:r>
      <w:proofErr w:type="spellEnd"/>
      <w:r w:rsidRPr="008B7FD2">
        <w:t xml:space="preserve"> WS</w:t>
      </w:r>
      <w:bookmarkEnd w:id="535"/>
    </w:p>
    <w:p w14:paraId="4FDAD8DB" w14:textId="77777777" w:rsidR="0002295D" w:rsidRPr="008B7FD2" w:rsidRDefault="0002295D" w:rsidP="0002295D">
      <w:r w:rsidRPr="008B7FD2">
        <w:t>Verzija nabora storitev 1.0</w:t>
      </w:r>
    </w:p>
    <w:p w14:paraId="19BE2533" w14:textId="77777777" w:rsidR="0002295D" w:rsidRPr="008B7FD2" w:rsidRDefault="0002295D" w:rsidP="00185ADB">
      <w:pPr>
        <w:pStyle w:val="Heading2"/>
      </w:pPr>
      <w:bookmarkStart w:id="536" w:name="_Toc64889011"/>
      <w:r w:rsidRPr="008B7FD2">
        <w:t>Diagram poteka</w:t>
      </w:r>
      <w:bookmarkEnd w:id="536"/>
    </w:p>
    <w:p w14:paraId="2EA5CEA0" w14:textId="77777777" w:rsidR="0002295D" w:rsidRPr="008B7FD2" w:rsidRDefault="0002295D" w:rsidP="0002295D">
      <w:r w:rsidRPr="008B7FD2">
        <w:t>Ni na voljo.</w:t>
      </w:r>
    </w:p>
    <w:p w14:paraId="29F49356" w14:textId="77777777" w:rsidR="0002295D" w:rsidRPr="008B7FD2" w:rsidRDefault="0002295D" w:rsidP="00185ADB">
      <w:pPr>
        <w:pStyle w:val="Heading2"/>
      </w:pPr>
      <w:bookmarkStart w:id="537" w:name="_Toc64889012"/>
      <w:r w:rsidRPr="008B7FD2">
        <w:t>Način uporabe</w:t>
      </w:r>
      <w:bookmarkEnd w:id="537"/>
    </w:p>
    <w:p w14:paraId="2DE34FEB" w14:textId="77777777" w:rsidR="0002295D" w:rsidRPr="008B7FD2" w:rsidRDefault="0002295D" w:rsidP="0002295D">
      <w:r w:rsidRPr="008B7FD2">
        <w:t>Storitev se kliče za potrebe pridobivanja podatkov o količinah na merilnem mestu na podlagi v storitvi definiranih iskalnih kriterijev.</w:t>
      </w:r>
    </w:p>
    <w:p w14:paraId="73A16FD3" w14:textId="77777777" w:rsidR="0002295D" w:rsidRPr="008B7FD2" w:rsidRDefault="0002295D" w:rsidP="00185ADB">
      <w:pPr>
        <w:pStyle w:val="Heading2"/>
      </w:pPr>
      <w:bookmarkStart w:id="538" w:name="_Toc64889013"/>
      <w:r w:rsidRPr="008B7FD2">
        <w:t>Posebnosti</w:t>
      </w:r>
      <w:bookmarkEnd w:id="538"/>
    </w:p>
    <w:p w14:paraId="134BE831" w14:textId="0371F05C" w:rsidR="0002295D" w:rsidRDefault="00563745" w:rsidP="0002295D">
      <w:r w:rsidRPr="008B7FD2">
        <w:t>Pridobivanje podatkov je mogoče za merilna mesta, za katera je klicatelj dejanski dobavitelj na merilnem mestu kadarkoli v obdobju zadnjih 5 let</w:t>
      </w:r>
      <w:r w:rsidR="0002295D" w:rsidRPr="008B7FD2">
        <w:t>.</w:t>
      </w:r>
    </w:p>
    <w:p w14:paraId="451EB3B7" w14:textId="3AF33597" w:rsidR="009F28D7" w:rsidRPr="008B7FD2" w:rsidRDefault="002968D7" w:rsidP="0002295D">
      <w:r>
        <w:t>Storitev umaknjena iz uporabe s 1.10.2018</w:t>
      </w:r>
    </w:p>
    <w:p w14:paraId="621760E9" w14:textId="77777777" w:rsidR="0002295D" w:rsidRPr="008B7FD2" w:rsidRDefault="0002295D" w:rsidP="00185ADB">
      <w:pPr>
        <w:pStyle w:val="Heading2"/>
      </w:pPr>
      <w:bookmarkStart w:id="539" w:name="_Toc64889014"/>
      <w:r w:rsidRPr="008B7FD2">
        <w:t>Tehnološki predpogoji uporabe WS</w:t>
      </w:r>
      <w:bookmarkEnd w:id="539"/>
    </w:p>
    <w:p w14:paraId="35EDC4EE" w14:textId="11500765" w:rsidR="009F6048" w:rsidRDefault="0002295D" w:rsidP="0002295D">
      <w:r w:rsidRPr="008B7FD2">
        <w:t>Uporabnik storitve mora vzpostaviti povezavo do spletnega mesta services.informatika.si ter services-test.informatika.si in zaupati certifikatu spletnega mesta. Klici so varovani z uporabniškim imenom in geslom.</w:t>
      </w:r>
    </w:p>
    <w:p w14:paraId="4638758C" w14:textId="77777777" w:rsidR="009F6048" w:rsidRDefault="009F6048">
      <w:pPr>
        <w:spacing w:after="0" w:line="240" w:lineRule="auto"/>
        <w:jc w:val="left"/>
      </w:pPr>
      <w:r>
        <w:br w:type="page"/>
      </w:r>
    </w:p>
    <w:p w14:paraId="713FA1CA" w14:textId="3DD8CC3D" w:rsidR="009F6048" w:rsidRPr="008B7FD2" w:rsidRDefault="009F6048" w:rsidP="009F6048">
      <w:pPr>
        <w:pStyle w:val="Heading1"/>
      </w:pPr>
      <w:bookmarkStart w:id="540" w:name="_Toc64889015"/>
      <w:r w:rsidRPr="008B7FD2">
        <w:lastRenderedPageBreak/>
        <w:t>Vrni količine za posamezno merilno mesto</w:t>
      </w:r>
      <w:r>
        <w:t xml:space="preserve"> v2</w:t>
      </w:r>
      <w:bookmarkEnd w:id="540"/>
    </w:p>
    <w:p w14:paraId="312EB52D" w14:textId="77777777" w:rsidR="009F6048" w:rsidRPr="008B7FD2" w:rsidRDefault="009F6048" w:rsidP="009F6048">
      <w:pPr>
        <w:pStyle w:val="Heading2"/>
      </w:pPr>
      <w:bookmarkStart w:id="541" w:name="_Toc64889016"/>
      <w:r w:rsidRPr="008B7FD2">
        <w:t>Kratek opis in namen WS</w:t>
      </w:r>
      <w:bookmarkEnd w:id="541"/>
    </w:p>
    <w:p w14:paraId="67E93D50" w14:textId="77777777" w:rsidR="009F6048" w:rsidRPr="008B7FD2" w:rsidRDefault="009F6048" w:rsidP="009F6048">
      <w:r w:rsidRPr="008B7FD2">
        <w:t>Storitev je namenjena pridobivanju podatkov o količinah na merilnem mestu za potrebe izračuna višine trošarine.</w:t>
      </w:r>
    </w:p>
    <w:p w14:paraId="79E20837" w14:textId="77777777" w:rsidR="009F6048" w:rsidRPr="008B7FD2" w:rsidRDefault="009F6048" w:rsidP="009F6048">
      <w:pPr>
        <w:numPr>
          <w:ilvl w:val="0"/>
          <w:numId w:val="27"/>
        </w:numPr>
        <w:spacing w:after="0" w:line="240" w:lineRule="auto"/>
        <w:jc w:val="left"/>
        <w:rPr>
          <w:rFonts w:eastAsia="Times New Roman"/>
        </w:rPr>
      </w:pPr>
      <w:r w:rsidRPr="008B7FD2">
        <w:rPr>
          <w:rFonts w:eastAsia="Times New Roman"/>
        </w:rPr>
        <w:t>Url produkcija:</w:t>
      </w:r>
    </w:p>
    <w:p w14:paraId="6F62243B" w14:textId="746956D7" w:rsidR="009F6048" w:rsidRPr="008B7FD2" w:rsidRDefault="00765DB7" w:rsidP="009F6048">
      <w:pPr>
        <w:spacing w:after="0" w:line="240" w:lineRule="auto"/>
        <w:jc w:val="left"/>
        <w:rPr>
          <w:rFonts w:eastAsia="Times New Roman"/>
        </w:rPr>
      </w:pPr>
      <w:hyperlink r:id="rId194" w:history="1">
        <w:r w:rsidR="009F6048" w:rsidRPr="008B7FD2">
          <w:rPr>
            <w:rStyle w:val="Hyperlink"/>
            <w:sz w:val="18"/>
            <w:szCs w:val="18"/>
          </w:rPr>
          <w:t>https://services.informatika.si/</w:t>
        </w:r>
        <w:r w:rsidR="003201CC" w:rsidRPr="003201CC">
          <w:t xml:space="preserve"> </w:t>
        </w:r>
        <w:proofErr w:type="spellStart"/>
        <w:r w:rsidR="003201CC" w:rsidRPr="003201CC">
          <w:rPr>
            <w:rStyle w:val="Hyperlink"/>
            <w:sz w:val="18"/>
            <w:szCs w:val="18"/>
          </w:rPr>
          <w:t>KolicineWeb</w:t>
        </w:r>
        <w:proofErr w:type="spellEnd"/>
        <w:r w:rsidR="003201CC" w:rsidRPr="003201CC">
          <w:rPr>
            <w:rStyle w:val="Hyperlink"/>
            <w:sz w:val="18"/>
            <w:szCs w:val="18"/>
          </w:rPr>
          <w:t>/</w:t>
        </w:r>
        <w:proofErr w:type="spellStart"/>
        <w:r w:rsidR="003201CC" w:rsidRPr="003201CC">
          <w:rPr>
            <w:rStyle w:val="Hyperlink"/>
            <w:sz w:val="18"/>
            <w:szCs w:val="18"/>
          </w:rPr>
          <w:t>sca</w:t>
        </w:r>
        <w:proofErr w:type="spellEnd"/>
        <w:r w:rsidR="003201CC" w:rsidRPr="003201CC">
          <w:rPr>
            <w:rStyle w:val="Hyperlink"/>
            <w:sz w:val="18"/>
            <w:szCs w:val="18"/>
          </w:rPr>
          <w:t>/VrniKolicineZaMerilnoMesto2Storitev</w:t>
        </w:r>
        <w:r w:rsidR="009F6048" w:rsidRPr="008B7FD2">
          <w:rPr>
            <w:rStyle w:val="Hyperlink"/>
            <w:sz w:val="18"/>
            <w:szCs w:val="18"/>
          </w:rPr>
          <w:t>?wsdl</w:t>
        </w:r>
      </w:hyperlink>
      <w:r w:rsidR="009F6048" w:rsidRPr="008B7FD2">
        <w:rPr>
          <w:sz w:val="18"/>
          <w:szCs w:val="18"/>
        </w:rPr>
        <w:t xml:space="preserve">  </w:t>
      </w:r>
    </w:p>
    <w:p w14:paraId="2314EE30" w14:textId="77777777" w:rsidR="009F6048" w:rsidRPr="008B7FD2" w:rsidRDefault="009F6048" w:rsidP="009F6048">
      <w:pPr>
        <w:numPr>
          <w:ilvl w:val="0"/>
          <w:numId w:val="27"/>
        </w:numPr>
        <w:spacing w:after="0" w:line="240" w:lineRule="auto"/>
        <w:jc w:val="left"/>
        <w:rPr>
          <w:rFonts w:eastAsia="Times New Roman"/>
        </w:rPr>
      </w:pPr>
      <w:r w:rsidRPr="008B7FD2">
        <w:rPr>
          <w:rFonts w:eastAsia="Times New Roman"/>
        </w:rPr>
        <w:t xml:space="preserve">Url test: </w:t>
      </w:r>
    </w:p>
    <w:p w14:paraId="75025990" w14:textId="0835751D" w:rsidR="009F6048" w:rsidRPr="008B7FD2" w:rsidRDefault="00765DB7" w:rsidP="009F6048">
      <w:pPr>
        <w:spacing w:after="0" w:line="240" w:lineRule="auto"/>
        <w:jc w:val="left"/>
        <w:rPr>
          <w:rFonts w:eastAsia="Times New Roman"/>
        </w:rPr>
      </w:pPr>
      <w:hyperlink r:id="rId195" w:history="1">
        <w:r w:rsidR="00C15609" w:rsidRPr="005A7DEA">
          <w:rPr>
            <w:rStyle w:val="Hyperlink"/>
            <w:sz w:val="18"/>
            <w:szCs w:val="18"/>
          </w:rPr>
          <w:t>https://services-test.informatika.si/KolicineWeb/sca/VrniKolicineZaMerilnoMesto2Storitev?wsdl</w:t>
        </w:r>
      </w:hyperlink>
      <w:r w:rsidR="009F6048" w:rsidRPr="008B7FD2">
        <w:rPr>
          <w:sz w:val="18"/>
          <w:szCs w:val="18"/>
        </w:rPr>
        <w:t xml:space="preserve"> </w:t>
      </w:r>
    </w:p>
    <w:p w14:paraId="7632D701" w14:textId="77777777" w:rsidR="009F6048" w:rsidRPr="008B7FD2" w:rsidRDefault="009F6048" w:rsidP="009F6048">
      <w:pPr>
        <w:pStyle w:val="Heading2"/>
      </w:pPr>
      <w:bookmarkStart w:id="542" w:name="_Toc64889017"/>
      <w:r w:rsidRPr="008B7FD2">
        <w:t>Verzioniranje WS</w:t>
      </w:r>
      <w:bookmarkEnd w:id="542"/>
    </w:p>
    <w:p w14:paraId="176F3E92" w14:textId="0A544C54" w:rsidR="009F6048" w:rsidRPr="008B7FD2" w:rsidRDefault="009F6048" w:rsidP="009F6048">
      <w:r w:rsidRPr="008B7FD2">
        <w:t xml:space="preserve">Verzija nabora storitev </w:t>
      </w:r>
      <w:r w:rsidR="003201CC">
        <w:t>2</w:t>
      </w:r>
      <w:r w:rsidRPr="008B7FD2">
        <w:t>.0</w:t>
      </w:r>
    </w:p>
    <w:p w14:paraId="21C02E99" w14:textId="77777777" w:rsidR="009F6048" w:rsidRPr="008B7FD2" w:rsidRDefault="009F6048" w:rsidP="009F6048">
      <w:pPr>
        <w:pStyle w:val="Heading2"/>
      </w:pPr>
      <w:bookmarkStart w:id="543" w:name="_Toc64889018"/>
      <w:r w:rsidRPr="008B7FD2">
        <w:t>Diagram poteka</w:t>
      </w:r>
      <w:bookmarkEnd w:id="543"/>
    </w:p>
    <w:p w14:paraId="64C868F7" w14:textId="77777777" w:rsidR="009F6048" w:rsidRPr="008B7FD2" w:rsidRDefault="009F6048" w:rsidP="009F6048">
      <w:r w:rsidRPr="008B7FD2">
        <w:t>Ni na voljo.</w:t>
      </w:r>
    </w:p>
    <w:p w14:paraId="776FAD36" w14:textId="77777777" w:rsidR="009F6048" w:rsidRPr="008B7FD2" w:rsidRDefault="009F6048" w:rsidP="009F6048">
      <w:pPr>
        <w:pStyle w:val="Heading2"/>
      </w:pPr>
      <w:bookmarkStart w:id="544" w:name="_Toc64889019"/>
      <w:r w:rsidRPr="008B7FD2">
        <w:t>Način uporabe</w:t>
      </w:r>
      <w:bookmarkEnd w:id="544"/>
    </w:p>
    <w:p w14:paraId="1254D686" w14:textId="77777777" w:rsidR="009F6048" w:rsidRPr="008B7FD2" w:rsidRDefault="009F6048" w:rsidP="009F6048">
      <w:r w:rsidRPr="008B7FD2">
        <w:t>Storitev se kliče za potrebe pridobivanja podatkov o količinah na merilnem mestu na podlagi v storitvi definiranih iskalnih kriterijev.</w:t>
      </w:r>
    </w:p>
    <w:p w14:paraId="5BB6875A" w14:textId="77777777" w:rsidR="009F6048" w:rsidRPr="008B7FD2" w:rsidRDefault="009F6048" w:rsidP="009F6048">
      <w:pPr>
        <w:pStyle w:val="Heading2"/>
      </w:pPr>
      <w:bookmarkStart w:id="545" w:name="_Toc64889020"/>
      <w:r w:rsidRPr="008B7FD2">
        <w:t>Posebnosti</w:t>
      </w:r>
      <w:bookmarkEnd w:id="545"/>
    </w:p>
    <w:p w14:paraId="04737C23" w14:textId="77777777" w:rsidR="009F6048" w:rsidRPr="008B7FD2" w:rsidRDefault="009F6048" w:rsidP="009F6048">
      <w:r w:rsidRPr="008B7FD2">
        <w:t>Pridobivanje podatkov je mogoče za merilna mesta, za katera je klicatelj dejanski dobavitelj na merilnem mestu kadarkoli v obdobju zadnjih 5 let.</w:t>
      </w:r>
    </w:p>
    <w:p w14:paraId="5D6E0887" w14:textId="77777777" w:rsidR="009F6048" w:rsidRPr="008B7FD2" w:rsidRDefault="009F6048" w:rsidP="009F6048">
      <w:pPr>
        <w:pStyle w:val="Heading2"/>
      </w:pPr>
      <w:bookmarkStart w:id="546" w:name="_Toc64889021"/>
      <w:r w:rsidRPr="008B7FD2">
        <w:t>Tehnološki predpogoji uporabe WS</w:t>
      </w:r>
      <w:bookmarkEnd w:id="546"/>
    </w:p>
    <w:p w14:paraId="41F5E49C" w14:textId="614A1DA0" w:rsidR="0002295D" w:rsidRPr="008B7FD2" w:rsidRDefault="009F6048" w:rsidP="009F6048">
      <w:r w:rsidRPr="008B7FD2">
        <w:t>Uporabnik storitve mora vzpostaviti povezavo do spletnega mesta services.informatika.si ter services-test.informatika.si in zaupati certifikatu spletnega mesta. Klici so varovani z uporabniškim imenom in geslom.</w:t>
      </w:r>
    </w:p>
    <w:p w14:paraId="5516EF0A" w14:textId="7895069B" w:rsidR="002E071B" w:rsidRPr="008B7FD2" w:rsidRDefault="002E071B" w:rsidP="001F0DC9"/>
    <w:sectPr w:rsidR="002E071B" w:rsidRPr="008B7FD2" w:rsidSect="004F08D5">
      <w:headerReference w:type="even" r:id="rId196"/>
      <w:headerReference w:type="default" r:id="rId197"/>
      <w:footerReference w:type="even" r:id="rId198"/>
      <w:footerReference w:type="default" r:id="rId19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EA48D" w14:textId="77777777" w:rsidR="00CA3857" w:rsidRPr="00EA3EB5" w:rsidRDefault="00CA3857" w:rsidP="00EA3EB5">
      <w:pPr>
        <w:pStyle w:val="NoSpacing"/>
        <w:rPr>
          <w:rFonts w:eastAsia="Calibri"/>
          <w:lang w:val="sl-SI"/>
        </w:rPr>
      </w:pPr>
      <w:r>
        <w:separator/>
      </w:r>
    </w:p>
  </w:endnote>
  <w:endnote w:type="continuationSeparator" w:id="0">
    <w:p w14:paraId="4718DA89" w14:textId="77777777" w:rsidR="00CA3857" w:rsidRPr="00EA3EB5" w:rsidRDefault="00CA3857" w:rsidP="00EA3EB5">
      <w:pPr>
        <w:pStyle w:val="NoSpacing"/>
        <w:rPr>
          <w:rFonts w:eastAsia="Calibri"/>
          <w:lang w:val="sl-SI"/>
        </w:rPr>
      </w:pPr>
      <w:r>
        <w:continuationSeparator/>
      </w:r>
    </w:p>
  </w:endnote>
  <w:endnote w:type="continuationNotice" w:id="1">
    <w:p w14:paraId="18C60C9A" w14:textId="77777777" w:rsidR="00CA3857" w:rsidRDefault="00CA38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C1D8A" w14:textId="77777777" w:rsidR="00CA3857" w:rsidRDefault="00CA3857">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8161"/>
      <w:gridCol w:w="909"/>
    </w:tblGrid>
    <w:tr w:rsidR="00CA3857" w:rsidRPr="00362541" w14:paraId="699C1D8D" w14:textId="77777777" w:rsidTr="00D925AF">
      <w:tc>
        <w:tcPr>
          <w:tcW w:w="4499" w:type="pct"/>
          <w:tcBorders>
            <w:top w:val="single" w:sz="4" w:space="0" w:color="4F81BD"/>
          </w:tcBorders>
          <w:tcMar>
            <w:left w:w="0" w:type="dxa"/>
          </w:tcMar>
        </w:tcPr>
        <w:p w14:paraId="699C1D8B" w14:textId="77777777" w:rsidR="00CA3857" w:rsidRPr="00D925AF" w:rsidRDefault="00CA3857" w:rsidP="00AD05E1">
          <w:pPr>
            <w:pStyle w:val="Footer"/>
            <w:jc w:val="left"/>
            <w:rPr>
              <w:b/>
              <w:color w:val="76923C"/>
              <w:sz w:val="20"/>
              <w:szCs w:val="20"/>
            </w:rPr>
          </w:pPr>
          <w:r w:rsidRPr="00D925AF">
            <w:rPr>
              <w:b/>
              <w:color w:val="76923C"/>
              <w:sz w:val="20"/>
              <w:szCs w:val="20"/>
            </w:rPr>
            <w:t xml:space="preserve">© Informatika </w:t>
          </w:r>
          <w:proofErr w:type="spellStart"/>
          <w:r w:rsidRPr="00D925AF">
            <w:rPr>
              <w:b/>
              <w:color w:val="76923C"/>
              <w:sz w:val="20"/>
              <w:szCs w:val="20"/>
            </w:rPr>
            <w:t>d.d</w:t>
          </w:r>
          <w:proofErr w:type="spellEnd"/>
          <w:r w:rsidRPr="00D925AF">
            <w:rPr>
              <w:b/>
              <w:color w:val="76923C"/>
              <w:sz w:val="20"/>
              <w:szCs w:val="20"/>
            </w:rPr>
            <w:t>.</w:t>
          </w:r>
        </w:p>
      </w:tc>
      <w:tc>
        <w:tcPr>
          <w:tcW w:w="501" w:type="pct"/>
          <w:tcBorders>
            <w:top w:val="single" w:sz="4" w:space="0" w:color="4F81BD"/>
          </w:tcBorders>
          <w:shd w:val="clear" w:color="auto" w:fill="76923C"/>
          <w:tcMar>
            <w:left w:w="0" w:type="dxa"/>
            <w:right w:w="0" w:type="dxa"/>
          </w:tcMar>
        </w:tcPr>
        <w:p w14:paraId="699C1D8C" w14:textId="3D127FF2" w:rsidR="00CA3857" w:rsidRPr="00362541" w:rsidRDefault="00CA3857" w:rsidP="004A41B7">
          <w:pPr>
            <w:pStyle w:val="Header"/>
            <w:jc w:val="center"/>
            <w:rPr>
              <w:color w:val="FFFFFF"/>
              <w:sz w:val="20"/>
              <w:szCs w:val="20"/>
            </w:rPr>
          </w:pPr>
          <w:r w:rsidRPr="00362541">
            <w:rPr>
              <w:color w:val="FFFFFF"/>
              <w:sz w:val="20"/>
              <w:szCs w:val="20"/>
            </w:rPr>
            <w:fldChar w:fldCharType="begin"/>
          </w:r>
          <w:r w:rsidRPr="00362541">
            <w:rPr>
              <w:color w:val="FFFFFF"/>
              <w:sz w:val="20"/>
              <w:szCs w:val="20"/>
            </w:rPr>
            <w:instrText xml:space="preserve"> PAGE   \* MERGEFORMAT </w:instrText>
          </w:r>
          <w:r w:rsidRPr="00362541">
            <w:rPr>
              <w:color w:val="FFFFFF"/>
              <w:sz w:val="20"/>
              <w:szCs w:val="20"/>
            </w:rPr>
            <w:fldChar w:fldCharType="separate"/>
          </w:r>
          <w:r>
            <w:rPr>
              <w:noProof/>
              <w:color w:val="FFFFFF"/>
              <w:sz w:val="20"/>
              <w:szCs w:val="20"/>
            </w:rPr>
            <w:t>8</w:t>
          </w:r>
          <w:r w:rsidRPr="00362541">
            <w:rPr>
              <w:color w:val="FFFFFF"/>
              <w:sz w:val="20"/>
              <w:szCs w:val="20"/>
            </w:rPr>
            <w:fldChar w:fldCharType="end"/>
          </w:r>
          <w:r w:rsidRPr="00362541">
            <w:rPr>
              <w:color w:val="FFFFFF"/>
              <w:sz w:val="20"/>
              <w:szCs w:val="20"/>
            </w:rPr>
            <w:t xml:space="preserve"> / </w:t>
          </w:r>
          <w:r>
            <w:rPr>
              <w:noProof/>
              <w:color w:val="FFFFFF"/>
              <w:sz w:val="20"/>
              <w:szCs w:val="20"/>
            </w:rPr>
            <w:fldChar w:fldCharType="begin"/>
          </w:r>
          <w:r>
            <w:rPr>
              <w:noProof/>
              <w:color w:val="FFFFFF"/>
              <w:sz w:val="20"/>
              <w:szCs w:val="20"/>
            </w:rPr>
            <w:instrText xml:space="preserve"> NUMPAGES   \* MERGEFORMAT </w:instrText>
          </w:r>
          <w:r>
            <w:rPr>
              <w:noProof/>
              <w:color w:val="FFFFFF"/>
              <w:sz w:val="20"/>
              <w:szCs w:val="20"/>
            </w:rPr>
            <w:fldChar w:fldCharType="separate"/>
          </w:r>
          <w:r>
            <w:rPr>
              <w:noProof/>
              <w:color w:val="FFFFFF"/>
              <w:sz w:val="20"/>
              <w:szCs w:val="20"/>
            </w:rPr>
            <w:t>94</w:t>
          </w:r>
          <w:r>
            <w:rPr>
              <w:noProof/>
              <w:color w:val="FFFFFF"/>
              <w:sz w:val="20"/>
              <w:szCs w:val="20"/>
            </w:rPr>
            <w:fldChar w:fldCharType="end"/>
          </w:r>
        </w:p>
      </w:tc>
    </w:tr>
  </w:tbl>
  <w:p w14:paraId="699C1D8E" w14:textId="77777777" w:rsidR="00CA3857" w:rsidRPr="00F06035" w:rsidRDefault="00CA3857" w:rsidP="00F06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698E7" w14:textId="77777777" w:rsidR="00CA3857" w:rsidRPr="00EA3EB5" w:rsidRDefault="00CA3857" w:rsidP="00EA3EB5">
      <w:pPr>
        <w:pStyle w:val="NoSpacing"/>
        <w:rPr>
          <w:rFonts w:eastAsia="Calibri"/>
          <w:lang w:val="sl-SI"/>
        </w:rPr>
      </w:pPr>
      <w:r>
        <w:separator/>
      </w:r>
    </w:p>
  </w:footnote>
  <w:footnote w:type="continuationSeparator" w:id="0">
    <w:p w14:paraId="2E3A4677" w14:textId="77777777" w:rsidR="00CA3857" w:rsidRPr="00EA3EB5" w:rsidRDefault="00CA3857" w:rsidP="00EA3EB5">
      <w:pPr>
        <w:pStyle w:val="NoSpacing"/>
        <w:rPr>
          <w:rFonts w:eastAsia="Calibri"/>
          <w:lang w:val="sl-SI"/>
        </w:rPr>
      </w:pPr>
      <w:r>
        <w:continuationSeparator/>
      </w:r>
    </w:p>
  </w:footnote>
  <w:footnote w:type="continuationNotice" w:id="1">
    <w:p w14:paraId="7112064B" w14:textId="77777777" w:rsidR="00CA3857" w:rsidRDefault="00CA38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C1D84" w14:textId="510152D3" w:rsidR="00CA3857" w:rsidRDefault="00CA3857">
    <w:pPr>
      <w:pStyle w:val="Header"/>
    </w:pPr>
    <w:r>
      <w:rPr>
        <w:noProof/>
        <w:lang w:val="en-US"/>
      </w:rPr>
      <mc:AlternateContent>
        <mc:Choice Requires="wps">
          <w:drawing>
            <wp:anchor distT="0" distB="0" distL="114300" distR="114300" simplePos="0" relativeHeight="251658241" behindDoc="0" locked="0" layoutInCell="0" allowOverlap="1" wp14:anchorId="699C1D8F" wp14:editId="73BDBCCF">
              <wp:simplePos x="0" y="0"/>
              <wp:positionH relativeFrom="page">
                <wp:posOffset>0</wp:posOffset>
              </wp:positionH>
              <wp:positionV relativeFrom="page">
                <wp:posOffset>0</wp:posOffset>
              </wp:positionV>
              <wp:extent cx="5943600" cy="170815"/>
              <wp:effectExtent l="0" t="0" r="0" b="63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C1D99" w14:textId="77777777" w:rsidR="00CA3857" w:rsidRDefault="00CA3857">
                          <w:pPr>
                            <w:spacing w:after="0" w:line="240" w:lineRule="auto"/>
                            <w:jc w:val="right"/>
                          </w:pPr>
                          <w:r>
                            <w:rPr>
                              <w:noProof/>
                            </w:rPr>
                            <w:fldChar w:fldCharType="begin"/>
                          </w:r>
                          <w:r>
                            <w:rPr>
                              <w:noProof/>
                            </w:rPr>
                            <w:instrText xml:space="preserve"> STYLEREF  "1" </w:instrText>
                          </w:r>
                          <w:r>
                            <w:rPr>
                              <w:noProof/>
                            </w:rPr>
                            <w:fldChar w:fldCharType="separate"/>
                          </w:r>
                          <w:r>
                            <w:rPr>
                              <w:noProof/>
                            </w:rPr>
                            <w:t>Uvod</w:t>
                          </w:r>
                          <w:r>
                            <w:rPr>
                              <w:noProof/>
                            </w:rPr>
                            <w:fldChar w:fldCharType="end"/>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99C1D8F" id="_x0000_t202" coordsize="21600,21600" o:spt="202" path="m,l,21600r21600,l21600,xe">
              <v:stroke joinstyle="miter"/>
              <v:path gradientshapeok="t" o:connecttype="rect"/>
            </v:shapetype>
            <v:shape id="Text Box 17" o:spid="_x0000_s1030" type="#_x0000_t202" style="position:absolute;left:0;text-align:left;margin-left:0;margin-top:0;width:468pt;height:13.45pt;z-index:251658241;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" o:allowincell="f" filled="f" stroked="f">
              <v:textbox style="mso-fit-shape-to-text:t" inset=",0,,0">
                <w:txbxContent>
                  <w:p w14:paraId="699C1D99" w14:textId="77777777" w:rsidR="00CA3857" w:rsidRDefault="00CA3857">
                    <w:pPr>
                      <w:spacing w:after="0" w:line="240" w:lineRule="auto"/>
                      <w:jc w:val="right"/>
                    </w:pPr>
                    <w:r>
                      <w:rPr>
                        <w:noProof/>
                      </w:rPr>
                      <w:fldChar w:fldCharType="begin"/>
                    </w:r>
                    <w:r>
                      <w:rPr>
                        <w:noProof/>
                      </w:rPr>
                      <w:instrText xml:space="preserve"> STYLEREF  "1" </w:instrText>
                    </w:r>
                    <w:r>
                      <w:rPr>
                        <w:noProof/>
                      </w:rPr>
                      <w:fldChar w:fldCharType="separate"/>
                    </w:r>
                    <w:r>
                      <w:rPr>
                        <w:noProof/>
                      </w:rPr>
                      <w:t>Uvod</w:t>
                    </w:r>
                    <w:r>
                      <w:rPr>
                        <w:noProof/>
                      </w:rPr>
                      <w:fldChar w:fldCharType="end"/>
                    </w:r>
                  </w:p>
                </w:txbxContent>
              </v:textbox>
              <w10:wrap anchorx="page" anchory="page"/>
            </v:shape>
          </w:pict>
        </mc:Fallback>
      </mc:AlternateContent>
    </w:r>
    <w:r>
      <w:rPr>
        <w:noProof/>
        <w:lang w:val="en-US"/>
      </w:rPr>
      <mc:AlternateContent>
        <mc:Choice Requires="wps">
          <w:drawing>
            <wp:anchor distT="0" distB="0" distL="114300" distR="114300" simplePos="0" relativeHeight="251658240" behindDoc="0" locked="0" layoutInCell="0" allowOverlap="1" wp14:anchorId="699C1D90" wp14:editId="58B84889">
              <wp:simplePos x="0" y="0"/>
              <wp:positionH relativeFrom="page">
                <wp:posOffset>66548000</wp:posOffset>
              </wp:positionH>
              <wp:positionV relativeFrom="page">
                <wp:posOffset>0</wp:posOffset>
              </wp:positionV>
              <wp:extent cx="914400" cy="170815"/>
              <wp:effectExtent l="0" t="0" r="0" b="63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9C1D9A" w14:textId="77777777" w:rsidR="00CA3857" w:rsidRPr="00362541" w:rsidRDefault="00CA3857">
                          <w:pPr>
                            <w:spacing w:after="0" w:line="240" w:lineRule="auto"/>
                            <w:rPr>
                              <w:color w:val="FFFFFF"/>
                            </w:rPr>
                          </w:pPr>
                          <w:r>
                            <w:fldChar w:fldCharType="begin"/>
                          </w:r>
                          <w:r>
                            <w:instrText xml:space="preserve"> PAGE   \* MERGEFORMAT </w:instrText>
                          </w:r>
                          <w:r>
                            <w:fldChar w:fldCharType="separate"/>
                          </w:r>
                          <w:r w:rsidRPr="00C52391">
                            <w:rPr>
                              <w:noProof/>
                              <w:color w:val="FFFFFF"/>
                            </w:rPr>
                            <w:t>1</w:t>
                          </w:r>
                          <w:r>
                            <w:rPr>
                              <w:noProof/>
                              <w:color w:val="FFFFFF"/>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699C1D90" id="Text Box 16" o:spid="_x0000_s1031" type="#_x0000_t202" style="position:absolute;left:0;text-align:left;margin-left:5240pt;margin-top:0;width:1in;height:13.4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" o:allowincell="f" fillcolor="#4f81bd" stroked="f">
              <v:textbox style="mso-fit-shape-to-text:t" inset=",0,,0">
                <w:txbxContent>
                  <w:p w14:paraId="699C1D9A" w14:textId="77777777" w:rsidR="00CA3857" w:rsidRPr="00362541" w:rsidRDefault="00CA3857">
                    <w:pPr>
                      <w:spacing w:after="0" w:line="240" w:lineRule="auto"/>
                      <w:rPr>
                        <w:color w:val="FFFFFF"/>
                      </w:rPr>
                    </w:pPr>
                    <w:r>
                      <w:fldChar w:fldCharType="begin"/>
                    </w:r>
                    <w:r>
                      <w:instrText xml:space="preserve"> PAGE   \* MERGEFORMAT </w:instrText>
                    </w:r>
                    <w:r>
                      <w:fldChar w:fldCharType="separate"/>
                    </w:r>
                    <w:r w:rsidRPr="00C52391">
                      <w:rPr>
                        <w:noProof/>
                        <w:color w:val="FFFFFF"/>
                      </w:rPr>
                      <w:t>1</w:t>
                    </w:r>
                    <w:r>
                      <w:rPr>
                        <w:noProof/>
                        <w:color w:val="FFFFFF"/>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C1D85" w14:textId="77777777" w:rsidR="00CA3857" w:rsidRDefault="00CA3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1F497D"/>
      </w:tblBorders>
      <w:tblCellMar>
        <w:left w:w="0" w:type="dxa"/>
        <w:bottom w:w="28" w:type="dxa"/>
        <w:right w:w="0" w:type="dxa"/>
      </w:tblCellMar>
      <w:tblLook w:val="04A0" w:firstRow="1" w:lastRow="0" w:firstColumn="1" w:lastColumn="0" w:noHBand="0" w:noVBand="1"/>
    </w:tblPr>
    <w:tblGrid>
      <w:gridCol w:w="5973"/>
      <w:gridCol w:w="3097"/>
    </w:tblGrid>
    <w:tr w:rsidR="00CA3857" w:rsidRPr="00362541" w14:paraId="699C1D88" w14:textId="77777777" w:rsidTr="00362541">
      <w:tc>
        <w:tcPr>
          <w:tcW w:w="5973" w:type="dxa"/>
          <w:vAlign w:val="bottom"/>
        </w:tcPr>
        <w:p w14:paraId="699C1D86" w14:textId="77777777" w:rsidR="00CA3857" w:rsidRPr="00D925AF" w:rsidRDefault="00CA3857" w:rsidP="00D925AF">
          <w:pPr>
            <w:spacing w:after="0" w:line="240" w:lineRule="auto"/>
            <w:jc w:val="left"/>
            <w:rPr>
              <w:b/>
              <w:noProof/>
              <w:color w:val="76923C"/>
              <w:sz w:val="20"/>
              <w:szCs w:val="20"/>
            </w:rPr>
          </w:pPr>
          <w:r>
            <w:rPr>
              <w:b/>
              <w:noProof/>
              <w:color w:val="76923C"/>
              <w:sz w:val="20"/>
              <w:szCs w:val="20"/>
            </w:rPr>
            <w:t>Enotna vstopna točka B2B</w:t>
          </w:r>
        </w:p>
      </w:tc>
      <w:tc>
        <w:tcPr>
          <w:tcW w:w="3097" w:type="dxa"/>
        </w:tcPr>
        <w:p w14:paraId="699C1D87" w14:textId="77777777" w:rsidR="00CA3857" w:rsidRPr="00D925AF" w:rsidRDefault="00CA3857" w:rsidP="00362541">
          <w:pPr>
            <w:spacing w:after="0" w:line="240" w:lineRule="auto"/>
            <w:jc w:val="right"/>
            <w:rPr>
              <w:b/>
              <w:color w:val="76923C"/>
              <w:sz w:val="20"/>
              <w:szCs w:val="20"/>
            </w:rPr>
          </w:pPr>
          <w:r>
            <w:rPr>
              <w:b/>
              <w:color w:val="76923C"/>
              <w:sz w:val="20"/>
              <w:szCs w:val="20"/>
            </w:rPr>
            <w:t xml:space="preserve">Informatika, </w:t>
          </w:r>
          <w:proofErr w:type="spellStart"/>
          <w:r>
            <w:rPr>
              <w:b/>
              <w:color w:val="76923C"/>
              <w:sz w:val="20"/>
              <w:szCs w:val="20"/>
            </w:rPr>
            <w:t>d.d</w:t>
          </w:r>
          <w:proofErr w:type="spellEnd"/>
          <w:r>
            <w:rPr>
              <w:b/>
              <w:color w:val="76923C"/>
              <w:sz w:val="20"/>
              <w:szCs w:val="20"/>
            </w:rPr>
            <w:t>.</w:t>
          </w:r>
        </w:p>
      </w:tc>
    </w:tr>
  </w:tbl>
  <w:p w14:paraId="699C1D89" w14:textId="77777777" w:rsidR="00CA3857" w:rsidRPr="00F06035" w:rsidRDefault="00CA3857" w:rsidP="009D29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175D"/>
    <w:multiLevelType w:val="hybridMultilevel"/>
    <w:tmpl w:val="0B1ED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006C9E"/>
    <w:multiLevelType w:val="hybridMultilevel"/>
    <w:tmpl w:val="8BEEC28E"/>
    <w:lvl w:ilvl="0" w:tplc="52F8785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73AB8"/>
    <w:multiLevelType w:val="hybridMultilevel"/>
    <w:tmpl w:val="D71255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4593C03"/>
    <w:multiLevelType w:val="hybridMultilevel"/>
    <w:tmpl w:val="CF64CF3A"/>
    <w:lvl w:ilvl="0" w:tplc="55C85D6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D088D"/>
    <w:multiLevelType w:val="hybridMultilevel"/>
    <w:tmpl w:val="7D26A084"/>
    <w:lvl w:ilvl="0" w:tplc="59605542">
      <w:numFmt w:val="bullet"/>
      <w:lvlText w:val="-"/>
      <w:lvlJc w:val="left"/>
      <w:pPr>
        <w:ind w:left="1069" w:hanging="360"/>
      </w:pPr>
      <w:rPr>
        <w:rFonts w:ascii="Calibri" w:eastAsia="Calibri" w:hAnsi="Calibri" w:cs="Times New Roman" w:hint="default"/>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14F0F63"/>
    <w:multiLevelType w:val="multilevel"/>
    <w:tmpl w:val="0826E6AE"/>
    <w:lvl w:ilvl="0">
      <w:start w:val="1"/>
      <w:numFmt w:val="decimal"/>
      <w:pStyle w:val="Heading1"/>
      <w:lvlText w:val="%1"/>
      <w:lvlJc w:val="left"/>
      <w:pPr>
        <w:ind w:left="858" w:hanging="432"/>
      </w:p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259604B"/>
    <w:multiLevelType w:val="hybridMultilevel"/>
    <w:tmpl w:val="F5E2A5D2"/>
    <w:lvl w:ilvl="0" w:tplc="E55E04A6">
      <w:start w:val="1"/>
      <w:numFmt w:val="decimal"/>
      <w:pStyle w:val="tevilenje-skupaj"/>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DF4297B"/>
    <w:multiLevelType w:val="hybridMultilevel"/>
    <w:tmpl w:val="01F8F6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FB916D0"/>
    <w:multiLevelType w:val="hybridMultilevel"/>
    <w:tmpl w:val="C270DD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2C55F26"/>
    <w:multiLevelType w:val="hybridMultilevel"/>
    <w:tmpl w:val="0EB218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30F171E"/>
    <w:multiLevelType w:val="hybridMultilevel"/>
    <w:tmpl w:val="411AE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A6290"/>
    <w:multiLevelType w:val="hybridMultilevel"/>
    <w:tmpl w:val="EB28258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1E10917"/>
    <w:multiLevelType w:val="hybridMultilevel"/>
    <w:tmpl w:val="ECF636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76B0DBD"/>
    <w:multiLevelType w:val="hybridMultilevel"/>
    <w:tmpl w:val="3F0881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C756D95"/>
    <w:multiLevelType w:val="hybridMultilevel"/>
    <w:tmpl w:val="991C4AA8"/>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1520799"/>
    <w:multiLevelType w:val="hybridMultilevel"/>
    <w:tmpl w:val="F4F6094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54F0917"/>
    <w:multiLevelType w:val="hybridMultilevel"/>
    <w:tmpl w:val="B16E55F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6680CD4"/>
    <w:multiLevelType w:val="hybridMultilevel"/>
    <w:tmpl w:val="82568A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4B30A8"/>
    <w:multiLevelType w:val="hybridMultilevel"/>
    <w:tmpl w:val="A2E496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BBC1174"/>
    <w:multiLevelType w:val="hybridMultilevel"/>
    <w:tmpl w:val="998AC4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C0D2481"/>
    <w:multiLevelType w:val="hybridMultilevel"/>
    <w:tmpl w:val="5AF26BB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05D1F5A"/>
    <w:multiLevelType w:val="hybridMultilevel"/>
    <w:tmpl w:val="458ED5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62C13F03"/>
    <w:multiLevelType w:val="hybridMultilevel"/>
    <w:tmpl w:val="52587418"/>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23" w15:restartNumberingAfterBreak="0">
    <w:nsid w:val="62EB2831"/>
    <w:multiLevelType w:val="hybridMultilevel"/>
    <w:tmpl w:val="194E2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346360E"/>
    <w:multiLevelType w:val="hybridMultilevel"/>
    <w:tmpl w:val="ED1019F6"/>
    <w:lvl w:ilvl="0" w:tplc="30B6466C">
      <w:numFmt w:val="bullet"/>
      <w:lvlText w:val="-"/>
      <w:lvlJc w:val="left"/>
      <w:pPr>
        <w:ind w:left="720" w:hanging="360"/>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9E96417"/>
    <w:multiLevelType w:val="hybridMultilevel"/>
    <w:tmpl w:val="31E69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AF22368"/>
    <w:multiLevelType w:val="hybridMultilevel"/>
    <w:tmpl w:val="22603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BDD43D6"/>
    <w:multiLevelType w:val="hybridMultilevel"/>
    <w:tmpl w:val="0B1ED7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2004CED"/>
    <w:multiLevelType w:val="hybridMultilevel"/>
    <w:tmpl w:val="CFF0E9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DD652C3"/>
    <w:multiLevelType w:val="hybridMultilevel"/>
    <w:tmpl w:val="BC860E32"/>
    <w:lvl w:ilvl="0" w:tplc="59605542">
      <w:numFmt w:val="bullet"/>
      <w:lvlText w:val="-"/>
      <w:lvlJc w:val="left"/>
      <w:pPr>
        <w:ind w:left="360" w:hanging="360"/>
      </w:pPr>
      <w:rPr>
        <w:rFonts w:ascii="Calibri" w:eastAsia="Calibri"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E7E78E9"/>
    <w:multiLevelType w:val="hybridMultilevel"/>
    <w:tmpl w:val="5CDE29CE"/>
    <w:lvl w:ilvl="0" w:tplc="308CCEE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3"/>
  </w:num>
  <w:num w:numId="4">
    <w:abstractNumId w:val="6"/>
    <w:lvlOverride w:ilvl="0">
      <w:startOverride w:val="1"/>
    </w:lvlOverride>
  </w:num>
  <w:num w:numId="5">
    <w:abstractNumId w:val="2"/>
  </w:num>
  <w:num w:numId="6">
    <w:abstractNumId w:val="9"/>
  </w:num>
  <w:num w:numId="7">
    <w:abstractNumId w:val="13"/>
  </w:num>
  <w:num w:numId="8">
    <w:abstractNumId w:val="8"/>
  </w:num>
  <w:num w:numId="9">
    <w:abstractNumId w:val="18"/>
  </w:num>
  <w:num w:numId="10">
    <w:abstractNumId w:val="14"/>
  </w:num>
  <w:num w:numId="11">
    <w:abstractNumId w:val="17"/>
  </w:num>
  <w:num w:numId="12">
    <w:abstractNumId w:val="16"/>
  </w:num>
  <w:num w:numId="13">
    <w:abstractNumId w:val="25"/>
  </w:num>
  <w:num w:numId="14">
    <w:abstractNumId w:val="0"/>
  </w:num>
  <w:num w:numId="15">
    <w:abstractNumId w:val="22"/>
  </w:num>
  <w:num w:numId="16">
    <w:abstractNumId w:val="30"/>
  </w:num>
  <w:num w:numId="17">
    <w:abstractNumId w:val="1"/>
  </w:num>
  <w:num w:numId="18">
    <w:abstractNumId w:val="3"/>
  </w:num>
  <w:num w:numId="19">
    <w:abstractNumId w:val="4"/>
  </w:num>
  <w:num w:numId="20">
    <w:abstractNumId w:val="29"/>
  </w:num>
  <w:num w:numId="21">
    <w:abstractNumId w:val="10"/>
  </w:num>
  <w:num w:numId="22">
    <w:abstractNumId w:val="27"/>
  </w:num>
  <w:num w:numId="23">
    <w:abstractNumId w:val="5"/>
  </w:num>
  <w:num w:numId="24">
    <w:abstractNumId w:val="24"/>
  </w:num>
  <w:num w:numId="25">
    <w:abstractNumId w:val="12"/>
  </w:num>
  <w:num w:numId="26">
    <w:abstractNumId w:val="15"/>
  </w:num>
  <w:num w:numId="27">
    <w:abstractNumId w:val="11"/>
  </w:num>
  <w:num w:numId="28">
    <w:abstractNumId w:val="26"/>
  </w:num>
  <w:num w:numId="29">
    <w:abstractNumId w:val="5"/>
  </w:num>
  <w:num w:numId="30">
    <w:abstractNumId w:val="5"/>
  </w:num>
  <w:num w:numId="31">
    <w:abstractNumId w:val="5"/>
  </w:num>
  <w:num w:numId="32">
    <w:abstractNumId w:val="5"/>
  </w:num>
  <w:num w:numId="33">
    <w:abstractNumId w:val="5"/>
  </w:num>
  <w:num w:numId="34">
    <w:abstractNumId w:val="21"/>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0"/>
  </w:num>
  <w:num w:numId="38">
    <w:abstractNumId w:val="28"/>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attachedTemplate r:id="rId1"/>
  <w:mailMerge>
    <w:mainDocumentType w:val="formLetters"/>
    <w:dataType w:val="textFile"/>
    <w:activeRecord w:val="-1"/>
  </w:mailMerge>
  <w:defaultTabStop w:val="709"/>
  <w:hyphenationZone w:val="425"/>
  <w:drawingGridHorizontalSpacing w:val="110"/>
  <w:displayHorizontalDrawingGridEvery w:val="2"/>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2B5"/>
    <w:rsid w:val="00000DC0"/>
    <w:rsid w:val="00003E57"/>
    <w:rsid w:val="0000600C"/>
    <w:rsid w:val="0001177B"/>
    <w:rsid w:val="00012FA0"/>
    <w:rsid w:val="0001315B"/>
    <w:rsid w:val="00021CAF"/>
    <w:rsid w:val="00022652"/>
    <w:rsid w:val="0002293F"/>
    <w:rsid w:val="0002295D"/>
    <w:rsid w:val="000232D9"/>
    <w:rsid w:val="00025A41"/>
    <w:rsid w:val="000264A9"/>
    <w:rsid w:val="00026E6A"/>
    <w:rsid w:val="00031EA1"/>
    <w:rsid w:val="0003259F"/>
    <w:rsid w:val="00033261"/>
    <w:rsid w:val="00035FA8"/>
    <w:rsid w:val="00042B42"/>
    <w:rsid w:val="00042F5F"/>
    <w:rsid w:val="000441A6"/>
    <w:rsid w:val="000457C7"/>
    <w:rsid w:val="000464DD"/>
    <w:rsid w:val="00054324"/>
    <w:rsid w:val="00054856"/>
    <w:rsid w:val="0006191F"/>
    <w:rsid w:val="00066EF7"/>
    <w:rsid w:val="0007129F"/>
    <w:rsid w:val="00072ABF"/>
    <w:rsid w:val="00075160"/>
    <w:rsid w:val="000803B2"/>
    <w:rsid w:val="00080E2B"/>
    <w:rsid w:val="00085193"/>
    <w:rsid w:val="00087C0B"/>
    <w:rsid w:val="000927E1"/>
    <w:rsid w:val="00094B6C"/>
    <w:rsid w:val="00095CB1"/>
    <w:rsid w:val="00096BBB"/>
    <w:rsid w:val="000979CC"/>
    <w:rsid w:val="00097D3A"/>
    <w:rsid w:val="00097F71"/>
    <w:rsid w:val="000A6C4F"/>
    <w:rsid w:val="000A728B"/>
    <w:rsid w:val="000B03D7"/>
    <w:rsid w:val="000B4572"/>
    <w:rsid w:val="000C305B"/>
    <w:rsid w:val="000C5BD3"/>
    <w:rsid w:val="000D2D82"/>
    <w:rsid w:val="000D3711"/>
    <w:rsid w:val="000D5F6F"/>
    <w:rsid w:val="000D63BA"/>
    <w:rsid w:val="000D7250"/>
    <w:rsid w:val="000E04B4"/>
    <w:rsid w:val="000F124F"/>
    <w:rsid w:val="000F314C"/>
    <w:rsid w:val="001031C2"/>
    <w:rsid w:val="001075AD"/>
    <w:rsid w:val="00112708"/>
    <w:rsid w:val="001141AC"/>
    <w:rsid w:val="00121362"/>
    <w:rsid w:val="001228D2"/>
    <w:rsid w:val="00126A45"/>
    <w:rsid w:val="00131036"/>
    <w:rsid w:val="00136A62"/>
    <w:rsid w:val="001372D8"/>
    <w:rsid w:val="00141ED2"/>
    <w:rsid w:val="001444BE"/>
    <w:rsid w:val="00146942"/>
    <w:rsid w:val="00152054"/>
    <w:rsid w:val="001522B8"/>
    <w:rsid w:val="0015293D"/>
    <w:rsid w:val="00154C9E"/>
    <w:rsid w:val="0015616B"/>
    <w:rsid w:val="00160A40"/>
    <w:rsid w:val="00160C50"/>
    <w:rsid w:val="001618BB"/>
    <w:rsid w:val="00166E74"/>
    <w:rsid w:val="00171917"/>
    <w:rsid w:val="00174CB4"/>
    <w:rsid w:val="001753AD"/>
    <w:rsid w:val="001824CF"/>
    <w:rsid w:val="0018361B"/>
    <w:rsid w:val="00184FA3"/>
    <w:rsid w:val="00185ADB"/>
    <w:rsid w:val="0018651E"/>
    <w:rsid w:val="00191535"/>
    <w:rsid w:val="001922F6"/>
    <w:rsid w:val="00192D3F"/>
    <w:rsid w:val="001934F2"/>
    <w:rsid w:val="00195140"/>
    <w:rsid w:val="00196608"/>
    <w:rsid w:val="001A2566"/>
    <w:rsid w:val="001A293D"/>
    <w:rsid w:val="001A3FBF"/>
    <w:rsid w:val="001A5B8C"/>
    <w:rsid w:val="001B1DA0"/>
    <w:rsid w:val="001B4815"/>
    <w:rsid w:val="001B64FC"/>
    <w:rsid w:val="001B6939"/>
    <w:rsid w:val="001B7EB9"/>
    <w:rsid w:val="001C7624"/>
    <w:rsid w:val="001D5B3F"/>
    <w:rsid w:val="001D5DE1"/>
    <w:rsid w:val="001D6126"/>
    <w:rsid w:val="001E001A"/>
    <w:rsid w:val="001E1753"/>
    <w:rsid w:val="001E6BA4"/>
    <w:rsid w:val="001F08A4"/>
    <w:rsid w:val="001F0DC9"/>
    <w:rsid w:val="001F442F"/>
    <w:rsid w:val="001F4516"/>
    <w:rsid w:val="0020182A"/>
    <w:rsid w:val="0020622F"/>
    <w:rsid w:val="00211741"/>
    <w:rsid w:val="00222773"/>
    <w:rsid w:val="00223C32"/>
    <w:rsid w:val="0022682C"/>
    <w:rsid w:val="0024067B"/>
    <w:rsid w:val="00240754"/>
    <w:rsid w:val="002475E7"/>
    <w:rsid w:val="0025199B"/>
    <w:rsid w:val="00254D12"/>
    <w:rsid w:val="002565D2"/>
    <w:rsid w:val="0026044E"/>
    <w:rsid w:val="0026286F"/>
    <w:rsid w:val="00263252"/>
    <w:rsid w:val="002639F1"/>
    <w:rsid w:val="00266ECF"/>
    <w:rsid w:val="00267444"/>
    <w:rsid w:val="00267ED0"/>
    <w:rsid w:val="002719F5"/>
    <w:rsid w:val="002728F5"/>
    <w:rsid w:val="002824F2"/>
    <w:rsid w:val="0028336C"/>
    <w:rsid w:val="00283A4B"/>
    <w:rsid w:val="002856A9"/>
    <w:rsid w:val="00287635"/>
    <w:rsid w:val="00290380"/>
    <w:rsid w:val="0029106C"/>
    <w:rsid w:val="00292DDD"/>
    <w:rsid w:val="002968D7"/>
    <w:rsid w:val="002A3F42"/>
    <w:rsid w:val="002B4D0F"/>
    <w:rsid w:val="002B4F48"/>
    <w:rsid w:val="002B75F1"/>
    <w:rsid w:val="002C20E4"/>
    <w:rsid w:val="002C4A1F"/>
    <w:rsid w:val="002C5373"/>
    <w:rsid w:val="002D035B"/>
    <w:rsid w:val="002D093F"/>
    <w:rsid w:val="002D1F60"/>
    <w:rsid w:val="002D31D7"/>
    <w:rsid w:val="002D37DA"/>
    <w:rsid w:val="002E071B"/>
    <w:rsid w:val="002E09ED"/>
    <w:rsid w:val="002E348A"/>
    <w:rsid w:val="002E4B7B"/>
    <w:rsid w:val="002E6C86"/>
    <w:rsid w:val="002F1292"/>
    <w:rsid w:val="0030389D"/>
    <w:rsid w:val="00303BA3"/>
    <w:rsid w:val="003058C5"/>
    <w:rsid w:val="003072A5"/>
    <w:rsid w:val="00307D2D"/>
    <w:rsid w:val="00315C1C"/>
    <w:rsid w:val="003201CC"/>
    <w:rsid w:val="00325D46"/>
    <w:rsid w:val="00335F29"/>
    <w:rsid w:val="00341AEC"/>
    <w:rsid w:val="00341D12"/>
    <w:rsid w:val="00342F4B"/>
    <w:rsid w:val="00344CD1"/>
    <w:rsid w:val="003512A3"/>
    <w:rsid w:val="00353BCF"/>
    <w:rsid w:val="00357F8A"/>
    <w:rsid w:val="00362245"/>
    <w:rsid w:val="00362541"/>
    <w:rsid w:val="00376393"/>
    <w:rsid w:val="00376C4D"/>
    <w:rsid w:val="0038160A"/>
    <w:rsid w:val="0039766A"/>
    <w:rsid w:val="003A2F4B"/>
    <w:rsid w:val="003A4921"/>
    <w:rsid w:val="003A50A8"/>
    <w:rsid w:val="003B0D9A"/>
    <w:rsid w:val="003B245F"/>
    <w:rsid w:val="003C68C2"/>
    <w:rsid w:val="003C6BFB"/>
    <w:rsid w:val="003D17A6"/>
    <w:rsid w:val="003D1A63"/>
    <w:rsid w:val="003D1E54"/>
    <w:rsid w:val="003D6719"/>
    <w:rsid w:val="003E1D5A"/>
    <w:rsid w:val="003E31E0"/>
    <w:rsid w:val="003E6D68"/>
    <w:rsid w:val="003F278C"/>
    <w:rsid w:val="003F42C3"/>
    <w:rsid w:val="003F561E"/>
    <w:rsid w:val="00405D40"/>
    <w:rsid w:val="0040698B"/>
    <w:rsid w:val="00411149"/>
    <w:rsid w:val="004126CA"/>
    <w:rsid w:val="004170E0"/>
    <w:rsid w:val="004205BA"/>
    <w:rsid w:val="00421BEA"/>
    <w:rsid w:val="004251CF"/>
    <w:rsid w:val="00432BE3"/>
    <w:rsid w:val="00433C6F"/>
    <w:rsid w:val="00434978"/>
    <w:rsid w:val="0043716E"/>
    <w:rsid w:val="00453E90"/>
    <w:rsid w:val="00463571"/>
    <w:rsid w:val="00467315"/>
    <w:rsid w:val="004709AF"/>
    <w:rsid w:val="00482D74"/>
    <w:rsid w:val="00484FB7"/>
    <w:rsid w:val="0048557D"/>
    <w:rsid w:val="00491E74"/>
    <w:rsid w:val="004A047E"/>
    <w:rsid w:val="004A41B7"/>
    <w:rsid w:val="004A530F"/>
    <w:rsid w:val="004A77E9"/>
    <w:rsid w:val="004A78DB"/>
    <w:rsid w:val="004B19DF"/>
    <w:rsid w:val="004B1CC9"/>
    <w:rsid w:val="004B2357"/>
    <w:rsid w:val="004C0946"/>
    <w:rsid w:val="004C3064"/>
    <w:rsid w:val="004C5005"/>
    <w:rsid w:val="004C7135"/>
    <w:rsid w:val="004C7EFA"/>
    <w:rsid w:val="004D1124"/>
    <w:rsid w:val="004D37E1"/>
    <w:rsid w:val="004D3D4D"/>
    <w:rsid w:val="004D5023"/>
    <w:rsid w:val="004D5776"/>
    <w:rsid w:val="004D65FE"/>
    <w:rsid w:val="004E090F"/>
    <w:rsid w:val="004E670D"/>
    <w:rsid w:val="004E7CA4"/>
    <w:rsid w:val="004F08D5"/>
    <w:rsid w:val="004F3A5C"/>
    <w:rsid w:val="004F5A6D"/>
    <w:rsid w:val="004F5DDC"/>
    <w:rsid w:val="004F6A9F"/>
    <w:rsid w:val="005074F1"/>
    <w:rsid w:val="005149DA"/>
    <w:rsid w:val="00516377"/>
    <w:rsid w:val="00516F1A"/>
    <w:rsid w:val="005350F0"/>
    <w:rsid w:val="0054209B"/>
    <w:rsid w:val="00542EE6"/>
    <w:rsid w:val="0054397B"/>
    <w:rsid w:val="0054424D"/>
    <w:rsid w:val="005446C5"/>
    <w:rsid w:val="005469FB"/>
    <w:rsid w:val="00563745"/>
    <w:rsid w:val="00563E42"/>
    <w:rsid w:val="00575AF2"/>
    <w:rsid w:val="00583C7D"/>
    <w:rsid w:val="005848F4"/>
    <w:rsid w:val="00587C4B"/>
    <w:rsid w:val="005906BC"/>
    <w:rsid w:val="00590D6D"/>
    <w:rsid w:val="005918BD"/>
    <w:rsid w:val="00594CF1"/>
    <w:rsid w:val="00595DD6"/>
    <w:rsid w:val="005B0E84"/>
    <w:rsid w:val="005B7BCF"/>
    <w:rsid w:val="005B7F7D"/>
    <w:rsid w:val="005C23FB"/>
    <w:rsid w:val="005C3013"/>
    <w:rsid w:val="005C343D"/>
    <w:rsid w:val="005C3F8F"/>
    <w:rsid w:val="005C4B49"/>
    <w:rsid w:val="005C67EB"/>
    <w:rsid w:val="005C781C"/>
    <w:rsid w:val="005D1ACE"/>
    <w:rsid w:val="005D3F9A"/>
    <w:rsid w:val="005D4B22"/>
    <w:rsid w:val="005D73F4"/>
    <w:rsid w:val="005D7405"/>
    <w:rsid w:val="005D7D6B"/>
    <w:rsid w:val="005F50F2"/>
    <w:rsid w:val="005F5D4E"/>
    <w:rsid w:val="006078BF"/>
    <w:rsid w:val="00611FC6"/>
    <w:rsid w:val="00612853"/>
    <w:rsid w:val="006207B5"/>
    <w:rsid w:val="00624A35"/>
    <w:rsid w:val="00632B9C"/>
    <w:rsid w:val="00633659"/>
    <w:rsid w:val="006336AE"/>
    <w:rsid w:val="0063455D"/>
    <w:rsid w:val="00640DE9"/>
    <w:rsid w:val="006423DA"/>
    <w:rsid w:val="00644F96"/>
    <w:rsid w:val="00646501"/>
    <w:rsid w:val="006509A6"/>
    <w:rsid w:val="00661041"/>
    <w:rsid w:val="006615B0"/>
    <w:rsid w:val="0066362F"/>
    <w:rsid w:val="006654DF"/>
    <w:rsid w:val="006659D3"/>
    <w:rsid w:val="00670653"/>
    <w:rsid w:val="006708C2"/>
    <w:rsid w:val="00674321"/>
    <w:rsid w:val="00677B2D"/>
    <w:rsid w:val="006803A7"/>
    <w:rsid w:val="00682107"/>
    <w:rsid w:val="00686092"/>
    <w:rsid w:val="006879E5"/>
    <w:rsid w:val="00696E5D"/>
    <w:rsid w:val="00697343"/>
    <w:rsid w:val="006A1A1D"/>
    <w:rsid w:val="006A2337"/>
    <w:rsid w:val="006B0A1C"/>
    <w:rsid w:val="006B29B1"/>
    <w:rsid w:val="006B4237"/>
    <w:rsid w:val="006C17D2"/>
    <w:rsid w:val="006C4C0D"/>
    <w:rsid w:val="006C503F"/>
    <w:rsid w:val="006C5913"/>
    <w:rsid w:val="006C625C"/>
    <w:rsid w:val="006C6723"/>
    <w:rsid w:val="006C6B0D"/>
    <w:rsid w:val="006D0DC2"/>
    <w:rsid w:val="006D3884"/>
    <w:rsid w:val="006D3E33"/>
    <w:rsid w:val="006D4F50"/>
    <w:rsid w:val="006E776D"/>
    <w:rsid w:val="006F30F7"/>
    <w:rsid w:val="006F3F94"/>
    <w:rsid w:val="006F49C2"/>
    <w:rsid w:val="006F5839"/>
    <w:rsid w:val="007011F2"/>
    <w:rsid w:val="00703B95"/>
    <w:rsid w:val="00705918"/>
    <w:rsid w:val="00730927"/>
    <w:rsid w:val="00734AD2"/>
    <w:rsid w:val="0073684C"/>
    <w:rsid w:val="00747002"/>
    <w:rsid w:val="0075008D"/>
    <w:rsid w:val="007515A4"/>
    <w:rsid w:val="00753D55"/>
    <w:rsid w:val="007602EB"/>
    <w:rsid w:val="00763AE1"/>
    <w:rsid w:val="00764867"/>
    <w:rsid w:val="00764DCB"/>
    <w:rsid w:val="00765DB7"/>
    <w:rsid w:val="00765F17"/>
    <w:rsid w:val="00775861"/>
    <w:rsid w:val="00777A88"/>
    <w:rsid w:val="00794645"/>
    <w:rsid w:val="00796D93"/>
    <w:rsid w:val="007A0C7E"/>
    <w:rsid w:val="007A4A8E"/>
    <w:rsid w:val="007A5387"/>
    <w:rsid w:val="007A718E"/>
    <w:rsid w:val="007A75CF"/>
    <w:rsid w:val="007B1F82"/>
    <w:rsid w:val="007B2ADD"/>
    <w:rsid w:val="007C0C02"/>
    <w:rsid w:val="007C102C"/>
    <w:rsid w:val="007C2794"/>
    <w:rsid w:val="007C4317"/>
    <w:rsid w:val="007C7366"/>
    <w:rsid w:val="007E0FA8"/>
    <w:rsid w:val="007E395C"/>
    <w:rsid w:val="007E564F"/>
    <w:rsid w:val="00804D8B"/>
    <w:rsid w:val="008131D4"/>
    <w:rsid w:val="00814386"/>
    <w:rsid w:val="008170DF"/>
    <w:rsid w:val="00820CE5"/>
    <w:rsid w:val="00823CAD"/>
    <w:rsid w:val="00834A40"/>
    <w:rsid w:val="008361F7"/>
    <w:rsid w:val="00836E74"/>
    <w:rsid w:val="00840B42"/>
    <w:rsid w:val="0085274A"/>
    <w:rsid w:val="008552E5"/>
    <w:rsid w:val="00856C97"/>
    <w:rsid w:val="00857E34"/>
    <w:rsid w:val="00861248"/>
    <w:rsid w:val="00863F08"/>
    <w:rsid w:val="00866211"/>
    <w:rsid w:val="00866992"/>
    <w:rsid w:val="0086725B"/>
    <w:rsid w:val="0087223B"/>
    <w:rsid w:val="008770C9"/>
    <w:rsid w:val="008772AB"/>
    <w:rsid w:val="00877ABC"/>
    <w:rsid w:val="00883E89"/>
    <w:rsid w:val="00890A5A"/>
    <w:rsid w:val="00893E28"/>
    <w:rsid w:val="008940F3"/>
    <w:rsid w:val="00896363"/>
    <w:rsid w:val="00897253"/>
    <w:rsid w:val="00897527"/>
    <w:rsid w:val="008A575D"/>
    <w:rsid w:val="008A5B8A"/>
    <w:rsid w:val="008A616B"/>
    <w:rsid w:val="008A6D64"/>
    <w:rsid w:val="008A747D"/>
    <w:rsid w:val="008B0966"/>
    <w:rsid w:val="008B20E6"/>
    <w:rsid w:val="008B6BFE"/>
    <w:rsid w:val="008B7FD2"/>
    <w:rsid w:val="008C17E8"/>
    <w:rsid w:val="008C774D"/>
    <w:rsid w:val="008D0D11"/>
    <w:rsid w:val="008D5422"/>
    <w:rsid w:val="008D6DAF"/>
    <w:rsid w:val="008E4F3C"/>
    <w:rsid w:val="008E5360"/>
    <w:rsid w:val="008E67BF"/>
    <w:rsid w:val="008F123C"/>
    <w:rsid w:val="008F317E"/>
    <w:rsid w:val="008F5FA5"/>
    <w:rsid w:val="00900B88"/>
    <w:rsid w:val="00901A47"/>
    <w:rsid w:val="00911029"/>
    <w:rsid w:val="009114BF"/>
    <w:rsid w:val="0091187A"/>
    <w:rsid w:val="009262AF"/>
    <w:rsid w:val="00930815"/>
    <w:rsid w:val="0093273C"/>
    <w:rsid w:val="009333E7"/>
    <w:rsid w:val="0093781F"/>
    <w:rsid w:val="00940C6C"/>
    <w:rsid w:val="00940DA4"/>
    <w:rsid w:val="00945F95"/>
    <w:rsid w:val="00953C8C"/>
    <w:rsid w:val="00954F9F"/>
    <w:rsid w:val="00955267"/>
    <w:rsid w:val="00955FF3"/>
    <w:rsid w:val="00960021"/>
    <w:rsid w:val="009712DA"/>
    <w:rsid w:val="00971AEF"/>
    <w:rsid w:val="00982271"/>
    <w:rsid w:val="00983C5F"/>
    <w:rsid w:val="00987834"/>
    <w:rsid w:val="00990EBD"/>
    <w:rsid w:val="0099386D"/>
    <w:rsid w:val="00994F73"/>
    <w:rsid w:val="0099505B"/>
    <w:rsid w:val="009A34AA"/>
    <w:rsid w:val="009A3AC1"/>
    <w:rsid w:val="009A4A8D"/>
    <w:rsid w:val="009A67F3"/>
    <w:rsid w:val="009B3D0D"/>
    <w:rsid w:val="009B402E"/>
    <w:rsid w:val="009C15A2"/>
    <w:rsid w:val="009C1F56"/>
    <w:rsid w:val="009C4224"/>
    <w:rsid w:val="009C4D7E"/>
    <w:rsid w:val="009C748F"/>
    <w:rsid w:val="009D2972"/>
    <w:rsid w:val="009D5DEA"/>
    <w:rsid w:val="009D77FB"/>
    <w:rsid w:val="009D7EE3"/>
    <w:rsid w:val="009E1DEB"/>
    <w:rsid w:val="009E1F97"/>
    <w:rsid w:val="009F28D7"/>
    <w:rsid w:val="009F344C"/>
    <w:rsid w:val="009F4CD0"/>
    <w:rsid w:val="009F6048"/>
    <w:rsid w:val="009F6D81"/>
    <w:rsid w:val="00A0443B"/>
    <w:rsid w:val="00A05C0C"/>
    <w:rsid w:val="00A11142"/>
    <w:rsid w:val="00A131D5"/>
    <w:rsid w:val="00A13D32"/>
    <w:rsid w:val="00A2483A"/>
    <w:rsid w:val="00A26C7B"/>
    <w:rsid w:val="00A31ACD"/>
    <w:rsid w:val="00A36FCD"/>
    <w:rsid w:val="00A403AC"/>
    <w:rsid w:val="00A604D2"/>
    <w:rsid w:val="00A60A43"/>
    <w:rsid w:val="00A61708"/>
    <w:rsid w:val="00A62379"/>
    <w:rsid w:val="00A64177"/>
    <w:rsid w:val="00A64C94"/>
    <w:rsid w:val="00A6516E"/>
    <w:rsid w:val="00A7074F"/>
    <w:rsid w:val="00A721FF"/>
    <w:rsid w:val="00A80622"/>
    <w:rsid w:val="00A90DA7"/>
    <w:rsid w:val="00A93568"/>
    <w:rsid w:val="00A9653B"/>
    <w:rsid w:val="00AA47E8"/>
    <w:rsid w:val="00AA5645"/>
    <w:rsid w:val="00AA6A45"/>
    <w:rsid w:val="00AA71AF"/>
    <w:rsid w:val="00AB0F1B"/>
    <w:rsid w:val="00AB1EB4"/>
    <w:rsid w:val="00AC01E3"/>
    <w:rsid w:val="00AD05E1"/>
    <w:rsid w:val="00AD3C4E"/>
    <w:rsid w:val="00AD6C8E"/>
    <w:rsid w:val="00AE0DDE"/>
    <w:rsid w:val="00AE47BE"/>
    <w:rsid w:val="00AF1C6A"/>
    <w:rsid w:val="00AF3A02"/>
    <w:rsid w:val="00B0055C"/>
    <w:rsid w:val="00B10883"/>
    <w:rsid w:val="00B132CB"/>
    <w:rsid w:val="00B23266"/>
    <w:rsid w:val="00B2729F"/>
    <w:rsid w:val="00B276B0"/>
    <w:rsid w:val="00B339C2"/>
    <w:rsid w:val="00B3651E"/>
    <w:rsid w:val="00B4031F"/>
    <w:rsid w:val="00B41625"/>
    <w:rsid w:val="00B43002"/>
    <w:rsid w:val="00B52F84"/>
    <w:rsid w:val="00B560AE"/>
    <w:rsid w:val="00B57FAC"/>
    <w:rsid w:val="00B60C76"/>
    <w:rsid w:val="00B64D17"/>
    <w:rsid w:val="00B65312"/>
    <w:rsid w:val="00B6662B"/>
    <w:rsid w:val="00B72B32"/>
    <w:rsid w:val="00B72F00"/>
    <w:rsid w:val="00B753D4"/>
    <w:rsid w:val="00B85309"/>
    <w:rsid w:val="00B8644B"/>
    <w:rsid w:val="00B8754B"/>
    <w:rsid w:val="00B87E96"/>
    <w:rsid w:val="00B9030C"/>
    <w:rsid w:val="00B90472"/>
    <w:rsid w:val="00B94D37"/>
    <w:rsid w:val="00B953CA"/>
    <w:rsid w:val="00B96343"/>
    <w:rsid w:val="00B96639"/>
    <w:rsid w:val="00BA00F9"/>
    <w:rsid w:val="00BA5EA0"/>
    <w:rsid w:val="00BA787B"/>
    <w:rsid w:val="00BB073D"/>
    <w:rsid w:val="00BB0B28"/>
    <w:rsid w:val="00BB11DE"/>
    <w:rsid w:val="00BB13DF"/>
    <w:rsid w:val="00BB1BBA"/>
    <w:rsid w:val="00BB74D4"/>
    <w:rsid w:val="00BC2928"/>
    <w:rsid w:val="00BD49E7"/>
    <w:rsid w:val="00BD4EE4"/>
    <w:rsid w:val="00BD5BD5"/>
    <w:rsid w:val="00BE343D"/>
    <w:rsid w:val="00BE3B4B"/>
    <w:rsid w:val="00BE5A5C"/>
    <w:rsid w:val="00BE6429"/>
    <w:rsid w:val="00BE6CB8"/>
    <w:rsid w:val="00BF0C88"/>
    <w:rsid w:val="00BF2023"/>
    <w:rsid w:val="00BF22FB"/>
    <w:rsid w:val="00BF2F97"/>
    <w:rsid w:val="00BF4442"/>
    <w:rsid w:val="00BF6BF1"/>
    <w:rsid w:val="00BF7DA8"/>
    <w:rsid w:val="00C02228"/>
    <w:rsid w:val="00C05BDE"/>
    <w:rsid w:val="00C079ED"/>
    <w:rsid w:val="00C13DF1"/>
    <w:rsid w:val="00C1508D"/>
    <w:rsid w:val="00C15609"/>
    <w:rsid w:val="00C16BAC"/>
    <w:rsid w:val="00C17A78"/>
    <w:rsid w:val="00C2044D"/>
    <w:rsid w:val="00C20707"/>
    <w:rsid w:val="00C21C73"/>
    <w:rsid w:val="00C24F01"/>
    <w:rsid w:val="00C27045"/>
    <w:rsid w:val="00C34903"/>
    <w:rsid w:val="00C34990"/>
    <w:rsid w:val="00C4071D"/>
    <w:rsid w:val="00C431B2"/>
    <w:rsid w:val="00C43E8B"/>
    <w:rsid w:val="00C44374"/>
    <w:rsid w:val="00C459E4"/>
    <w:rsid w:val="00C46365"/>
    <w:rsid w:val="00C46A05"/>
    <w:rsid w:val="00C52391"/>
    <w:rsid w:val="00C54B3C"/>
    <w:rsid w:val="00C571D8"/>
    <w:rsid w:val="00C5736C"/>
    <w:rsid w:val="00C6012A"/>
    <w:rsid w:val="00C61AB6"/>
    <w:rsid w:val="00C63A97"/>
    <w:rsid w:val="00C64850"/>
    <w:rsid w:val="00C700AC"/>
    <w:rsid w:val="00C712A7"/>
    <w:rsid w:val="00C731D4"/>
    <w:rsid w:val="00C740F0"/>
    <w:rsid w:val="00C822E3"/>
    <w:rsid w:val="00C877A0"/>
    <w:rsid w:val="00C952AE"/>
    <w:rsid w:val="00CA3857"/>
    <w:rsid w:val="00CA46CD"/>
    <w:rsid w:val="00CB0625"/>
    <w:rsid w:val="00CB27E8"/>
    <w:rsid w:val="00CC069B"/>
    <w:rsid w:val="00CC44B9"/>
    <w:rsid w:val="00CC59E6"/>
    <w:rsid w:val="00CC6C31"/>
    <w:rsid w:val="00CD0C30"/>
    <w:rsid w:val="00CD1753"/>
    <w:rsid w:val="00CD17D9"/>
    <w:rsid w:val="00CD2152"/>
    <w:rsid w:val="00CE1E26"/>
    <w:rsid w:val="00CE7716"/>
    <w:rsid w:val="00CF06F4"/>
    <w:rsid w:val="00CF652B"/>
    <w:rsid w:val="00D017B8"/>
    <w:rsid w:val="00D11386"/>
    <w:rsid w:val="00D16E1D"/>
    <w:rsid w:val="00D170C6"/>
    <w:rsid w:val="00D17547"/>
    <w:rsid w:val="00D179DA"/>
    <w:rsid w:val="00D255F0"/>
    <w:rsid w:val="00D26F63"/>
    <w:rsid w:val="00D27E4D"/>
    <w:rsid w:val="00D31030"/>
    <w:rsid w:val="00D44310"/>
    <w:rsid w:val="00D457E9"/>
    <w:rsid w:val="00D464FE"/>
    <w:rsid w:val="00D50D3D"/>
    <w:rsid w:val="00D604E7"/>
    <w:rsid w:val="00D60DED"/>
    <w:rsid w:val="00D616E4"/>
    <w:rsid w:val="00D642D8"/>
    <w:rsid w:val="00D64666"/>
    <w:rsid w:val="00D659C0"/>
    <w:rsid w:val="00D65A56"/>
    <w:rsid w:val="00D7132E"/>
    <w:rsid w:val="00D72A54"/>
    <w:rsid w:val="00D7318A"/>
    <w:rsid w:val="00D74C1B"/>
    <w:rsid w:val="00D75DFD"/>
    <w:rsid w:val="00D865C7"/>
    <w:rsid w:val="00D91671"/>
    <w:rsid w:val="00D925AF"/>
    <w:rsid w:val="00DA046C"/>
    <w:rsid w:val="00DA3CA3"/>
    <w:rsid w:val="00DA4E68"/>
    <w:rsid w:val="00DA5FEE"/>
    <w:rsid w:val="00DA6827"/>
    <w:rsid w:val="00DB77D1"/>
    <w:rsid w:val="00DB7834"/>
    <w:rsid w:val="00DB7CE6"/>
    <w:rsid w:val="00DC5EB2"/>
    <w:rsid w:val="00DD1255"/>
    <w:rsid w:val="00DD29AE"/>
    <w:rsid w:val="00DD5C0F"/>
    <w:rsid w:val="00DD7666"/>
    <w:rsid w:val="00DE2994"/>
    <w:rsid w:val="00DE2BE8"/>
    <w:rsid w:val="00DE376E"/>
    <w:rsid w:val="00DE5CE0"/>
    <w:rsid w:val="00DF4442"/>
    <w:rsid w:val="00DF6309"/>
    <w:rsid w:val="00DF6983"/>
    <w:rsid w:val="00E00225"/>
    <w:rsid w:val="00E031D3"/>
    <w:rsid w:val="00E104F0"/>
    <w:rsid w:val="00E10616"/>
    <w:rsid w:val="00E22FDF"/>
    <w:rsid w:val="00E236B4"/>
    <w:rsid w:val="00E27415"/>
    <w:rsid w:val="00E31E88"/>
    <w:rsid w:val="00E364A0"/>
    <w:rsid w:val="00E36C19"/>
    <w:rsid w:val="00E40846"/>
    <w:rsid w:val="00E50EA2"/>
    <w:rsid w:val="00E51A80"/>
    <w:rsid w:val="00E607D5"/>
    <w:rsid w:val="00E60C90"/>
    <w:rsid w:val="00E6152D"/>
    <w:rsid w:val="00E63D96"/>
    <w:rsid w:val="00E641F3"/>
    <w:rsid w:val="00E66CF7"/>
    <w:rsid w:val="00E73811"/>
    <w:rsid w:val="00E75003"/>
    <w:rsid w:val="00E75988"/>
    <w:rsid w:val="00E828CC"/>
    <w:rsid w:val="00E855D0"/>
    <w:rsid w:val="00E917FA"/>
    <w:rsid w:val="00E938FF"/>
    <w:rsid w:val="00EA1943"/>
    <w:rsid w:val="00EA2C2B"/>
    <w:rsid w:val="00EA3EB5"/>
    <w:rsid w:val="00EB11EC"/>
    <w:rsid w:val="00EB61B8"/>
    <w:rsid w:val="00EB6BA4"/>
    <w:rsid w:val="00EC16CB"/>
    <w:rsid w:val="00EC4880"/>
    <w:rsid w:val="00EC5BCB"/>
    <w:rsid w:val="00EC715B"/>
    <w:rsid w:val="00ED34D8"/>
    <w:rsid w:val="00ED5AC1"/>
    <w:rsid w:val="00ED72D7"/>
    <w:rsid w:val="00EE20A8"/>
    <w:rsid w:val="00EE2B70"/>
    <w:rsid w:val="00EE30E2"/>
    <w:rsid w:val="00EE5DDF"/>
    <w:rsid w:val="00EF472D"/>
    <w:rsid w:val="00F01376"/>
    <w:rsid w:val="00F0145C"/>
    <w:rsid w:val="00F020A1"/>
    <w:rsid w:val="00F04455"/>
    <w:rsid w:val="00F06035"/>
    <w:rsid w:val="00F11C92"/>
    <w:rsid w:val="00F11ED4"/>
    <w:rsid w:val="00F1276C"/>
    <w:rsid w:val="00F134F8"/>
    <w:rsid w:val="00F14E0C"/>
    <w:rsid w:val="00F20F52"/>
    <w:rsid w:val="00F21145"/>
    <w:rsid w:val="00F26431"/>
    <w:rsid w:val="00F31090"/>
    <w:rsid w:val="00F32E69"/>
    <w:rsid w:val="00F3776B"/>
    <w:rsid w:val="00F40053"/>
    <w:rsid w:val="00F4063D"/>
    <w:rsid w:val="00F42E90"/>
    <w:rsid w:val="00F449B1"/>
    <w:rsid w:val="00F4545B"/>
    <w:rsid w:val="00F454EE"/>
    <w:rsid w:val="00F45EBF"/>
    <w:rsid w:val="00F468C8"/>
    <w:rsid w:val="00F46ECC"/>
    <w:rsid w:val="00F51F85"/>
    <w:rsid w:val="00F67422"/>
    <w:rsid w:val="00F674BA"/>
    <w:rsid w:val="00F70A5F"/>
    <w:rsid w:val="00F75B10"/>
    <w:rsid w:val="00F77B12"/>
    <w:rsid w:val="00F81085"/>
    <w:rsid w:val="00F83E9B"/>
    <w:rsid w:val="00F912B5"/>
    <w:rsid w:val="00F91D59"/>
    <w:rsid w:val="00F92570"/>
    <w:rsid w:val="00F94FE0"/>
    <w:rsid w:val="00FA2C7D"/>
    <w:rsid w:val="00FA5644"/>
    <w:rsid w:val="00FA6458"/>
    <w:rsid w:val="00FB102E"/>
    <w:rsid w:val="00FB157B"/>
    <w:rsid w:val="00FB73B8"/>
    <w:rsid w:val="00FB7DB4"/>
    <w:rsid w:val="00FC027B"/>
    <w:rsid w:val="00FC15E1"/>
    <w:rsid w:val="00FC1B48"/>
    <w:rsid w:val="00FC2C87"/>
    <w:rsid w:val="00FC5279"/>
    <w:rsid w:val="00FC52D2"/>
    <w:rsid w:val="00FC5976"/>
    <w:rsid w:val="00FC5E54"/>
    <w:rsid w:val="00FD28B2"/>
    <w:rsid w:val="00FD4E81"/>
    <w:rsid w:val="00FD4F29"/>
    <w:rsid w:val="00FD705B"/>
    <w:rsid w:val="00FD7124"/>
    <w:rsid w:val="00FE39B5"/>
    <w:rsid w:val="00FF1C46"/>
    <w:rsid w:val="00FF20BC"/>
    <w:rsid w:val="00FF2A2D"/>
    <w:rsid w:val="00FF5FFE"/>
    <w:rsid w:val="00FF7552"/>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99C1C68"/>
  <w15:docId w15:val="{E02F6155-E5DA-439E-AEA1-387036DA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309"/>
    <w:pPr>
      <w:spacing w:after="200" w:line="276" w:lineRule="auto"/>
      <w:jc w:val="both"/>
    </w:pPr>
    <w:rPr>
      <w:sz w:val="22"/>
      <w:szCs w:val="22"/>
      <w:lang w:eastAsia="en-US"/>
    </w:rPr>
  </w:style>
  <w:style w:type="paragraph" w:styleId="Heading1">
    <w:name w:val="heading 1"/>
    <w:basedOn w:val="Normal"/>
    <w:next w:val="Normal"/>
    <w:link w:val="Heading1Char"/>
    <w:uiPriority w:val="9"/>
    <w:qFormat/>
    <w:rsid w:val="008A616B"/>
    <w:pPr>
      <w:keepNext/>
      <w:keepLines/>
      <w:numPr>
        <w:numId w:val="1"/>
      </w:numPr>
      <w:spacing w:before="480" w:after="240"/>
      <w:outlineLvl w:val="0"/>
    </w:pPr>
    <w:rPr>
      <w:rFonts w:ascii="Cambria" w:eastAsia="Times New Roman" w:hAnsi="Cambria"/>
      <w:b/>
      <w:bCs/>
      <w:color w:val="1F497D"/>
      <w:sz w:val="28"/>
      <w:szCs w:val="28"/>
    </w:rPr>
  </w:style>
  <w:style w:type="paragraph" w:styleId="Heading2">
    <w:name w:val="heading 2"/>
    <w:basedOn w:val="Normal"/>
    <w:next w:val="Normal"/>
    <w:link w:val="Heading2Char"/>
    <w:uiPriority w:val="9"/>
    <w:unhideWhenUsed/>
    <w:qFormat/>
    <w:rsid w:val="003B0D9A"/>
    <w:pPr>
      <w:keepNext/>
      <w:keepLines/>
      <w:numPr>
        <w:ilvl w:val="1"/>
        <w:numId w:val="1"/>
      </w:numPr>
      <w:spacing w:before="360" w:after="240"/>
      <w:outlineLvl w:val="1"/>
    </w:pPr>
    <w:rPr>
      <w:rFonts w:ascii="Cambria" w:eastAsia="Times New Roman" w:hAnsi="Cambria"/>
      <w:b/>
      <w:bCs/>
      <w:sz w:val="26"/>
      <w:szCs w:val="26"/>
    </w:rPr>
  </w:style>
  <w:style w:type="paragraph" w:styleId="Heading3">
    <w:name w:val="heading 3"/>
    <w:basedOn w:val="Normal"/>
    <w:next w:val="Normal"/>
    <w:link w:val="Heading3Char"/>
    <w:uiPriority w:val="9"/>
    <w:unhideWhenUsed/>
    <w:qFormat/>
    <w:rsid w:val="00D75DFD"/>
    <w:pPr>
      <w:keepNext/>
      <w:keepLines/>
      <w:numPr>
        <w:ilvl w:val="2"/>
        <w:numId w:val="1"/>
      </w:numPr>
      <w:spacing w:before="200" w:after="0"/>
      <w:outlineLvl w:val="2"/>
    </w:pPr>
    <w:rPr>
      <w:rFonts w:ascii="Cambria" w:eastAsia="Times New Roman" w:hAnsi="Cambria"/>
      <w:b/>
      <w:bCs/>
    </w:rPr>
  </w:style>
  <w:style w:type="paragraph" w:styleId="Heading4">
    <w:name w:val="heading 4"/>
    <w:basedOn w:val="Normal"/>
    <w:next w:val="Normal"/>
    <w:link w:val="Heading4Char"/>
    <w:uiPriority w:val="9"/>
    <w:unhideWhenUsed/>
    <w:qFormat/>
    <w:rsid w:val="00E855D0"/>
    <w:pPr>
      <w:keepNext/>
      <w:keepLines/>
      <w:numPr>
        <w:ilvl w:val="3"/>
        <w:numId w:val="1"/>
      </w:numPr>
      <w:spacing w:before="200" w:after="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E855D0"/>
    <w:pPr>
      <w:keepNext/>
      <w:keepLines/>
      <w:numPr>
        <w:ilvl w:val="4"/>
        <w:numId w:val="1"/>
      </w:numPr>
      <w:spacing w:before="200" w:after="0"/>
      <w:outlineLvl w:val="4"/>
    </w:pPr>
    <w:rPr>
      <w:rFonts w:ascii="Cambria" w:eastAsia="Times New Roman" w:hAnsi="Cambria"/>
    </w:rPr>
  </w:style>
  <w:style w:type="paragraph" w:styleId="Heading6">
    <w:name w:val="heading 6"/>
    <w:basedOn w:val="Normal"/>
    <w:next w:val="Normal"/>
    <w:link w:val="Heading6Char"/>
    <w:uiPriority w:val="9"/>
    <w:unhideWhenUsed/>
    <w:qFormat/>
    <w:rsid w:val="001D5B3F"/>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qFormat/>
    <w:rsid w:val="001D5B3F"/>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1D5B3F"/>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1D5B3F"/>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616B"/>
    <w:rPr>
      <w:rFonts w:ascii="Cambria" w:eastAsia="Times New Roman" w:hAnsi="Cambria"/>
      <w:b/>
      <w:bCs/>
      <w:color w:val="1F497D"/>
      <w:sz w:val="28"/>
      <w:szCs w:val="28"/>
      <w:lang w:eastAsia="en-US"/>
    </w:rPr>
  </w:style>
  <w:style w:type="character" w:customStyle="1" w:styleId="Heading2Char">
    <w:name w:val="Heading 2 Char"/>
    <w:basedOn w:val="DefaultParagraphFont"/>
    <w:link w:val="Heading2"/>
    <w:uiPriority w:val="9"/>
    <w:rsid w:val="003B0D9A"/>
    <w:rPr>
      <w:rFonts w:ascii="Cambria" w:eastAsia="Times New Roman" w:hAnsi="Cambria"/>
      <w:b/>
      <w:bCs/>
      <w:sz w:val="26"/>
      <w:szCs w:val="26"/>
      <w:lang w:eastAsia="en-US"/>
    </w:rPr>
  </w:style>
  <w:style w:type="character" w:customStyle="1" w:styleId="Heading3Char">
    <w:name w:val="Heading 3 Char"/>
    <w:basedOn w:val="DefaultParagraphFont"/>
    <w:link w:val="Heading3"/>
    <w:uiPriority w:val="9"/>
    <w:rsid w:val="00D75DFD"/>
    <w:rPr>
      <w:rFonts w:ascii="Cambria" w:eastAsia="Times New Roman" w:hAnsi="Cambria" w:cs="Times New Roman"/>
      <w:b/>
      <w:bCs/>
    </w:rPr>
  </w:style>
  <w:style w:type="character" w:customStyle="1" w:styleId="Heading4Char">
    <w:name w:val="Heading 4 Char"/>
    <w:basedOn w:val="DefaultParagraphFont"/>
    <w:link w:val="Heading4"/>
    <w:uiPriority w:val="9"/>
    <w:rsid w:val="00E855D0"/>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855D0"/>
    <w:rPr>
      <w:rFonts w:ascii="Cambria" w:eastAsia="Times New Roman" w:hAnsi="Cambria" w:cs="Times New Roman"/>
    </w:rPr>
  </w:style>
  <w:style w:type="character" w:customStyle="1" w:styleId="Heading6Char">
    <w:name w:val="Heading 6 Char"/>
    <w:basedOn w:val="DefaultParagraphFont"/>
    <w:link w:val="Heading6"/>
    <w:uiPriority w:val="9"/>
    <w:semiHidden/>
    <w:rsid w:val="001D5B3F"/>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1D5B3F"/>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1D5B3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1D5B3F"/>
    <w:rPr>
      <w:rFonts w:ascii="Cambria" w:eastAsia="Times New Roman" w:hAnsi="Cambria" w:cs="Times New Roman"/>
      <w:i/>
      <w:iCs/>
      <w:color w:val="404040"/>
      <w:sz w:val="20"/>
      <w:szCs w:val="20"/>
    </w:rPr>
  </w:style>
  <w:style w:type="paragraph" w:styleId="NoSpacing">
    <w:name w:val="No Spacing"/>
    <w:link w:val="NoSpacingChar"/>
    <w:uiPriority w:val="1"/>
    <w:qFormat/>
    <w:rsid w:val="008C17E8"/>
    <w:rPr>
      <w:rFonts w:eastAsia="Times New Roman"/>
      <w:sz w:val="22"/>
      <w:szCs w:val="22"/>
      <w:lang w:val="en-US" w:eastAsia="en-US"/>
    </w:rPr>
  </w:style>
  <w:style w:type="character" w:customStyle="1" w:styleId="NoSpacingChar">
    <w:name w:val="No Spacing Char"/>
    <w:basedOn w:val="DefaultParagraphFont"/>
    <w:link w:val="NoSpacing"/>
    <w:uiPriority w:val="1"/>
    <w:rsid w:val="008C17E8"/>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8C1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E8"/>
    <w:rPr>
      <w:rFonts w:ascii="Tahoma" w:hAnsi="Tahoma" w:cs="Tahoma"/>
      <w:sz w:val="16"/>
      <w:szCs w:val="16"/>
    </w:rPr>
  </w:style>
  <w:style w:type="paragraph" w:styleId="Header">
    <w:name w:val="header"/>
    <w:basedOn w:val="Normal"/>
    <w:link w:val="HeaderChar"/>
    <w:uiPriority w:val="99"/>
    <w:unhideWhenUsed/>
    <w:rsid w:val="00EA3E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B5"/>
  </w:style>
  <w:style w:type="paragraph" w:styleId="Footer">
    <w:name w:val="footer"/>
    <w:basedOn w:val="Normal"/>
    <w:link w:val="FooterChar"/>
    <w:uiPriority w:val="99"/>
    <w:unhideWhenUsed/>
    <w:rsid w:val="00EA3E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B5"/>
  </w:style>
  <w:style w:type="paragraph" w:styleId="Title">
    <w:name w:val="Title"/>
    <w:basedOn w:val="Normal"/>
    <w:next w:val="Normal"/>
    <w:link w:val="TitleChar"/>
    <w:uiPriority w:val="10"/>
    <w:rsid w:val="00EA3EB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A3EB5"/>
    <w:rPr>
      <w:rFonts w:ascii="Cambria" w:eastAsia="Times New Roman" w:hAnsi="Cambria" w:cs="Times New Roman"/>
      <w:color w:val="17365D"/>
      <w:spacing w:val="5"/>
      <w:kern w:val="28"/>
      <w:sz w:val="52"/>
      <w:szCs w:val="52"/>
    </w:rPr>
  </w:style>
  <w:style w:type="character" w:styleId="PlaceholderText">
    <w:name w:val="Placeholder Text"/>
    <w:basedOn w:val="DefaultParagraphFont"/>
    <w:uiPriority w:val="99"/>
    <w:semiHidden/>
    <w:rsid w:val="00EA3EB5"/>
    <w:rPr>
      <w:color w:val="808080"/>
    </w:rPr>
  </w:style>
  <w:style w:type="paragraph" w:styleId="TOCHeading">
    <w:name w:val="TOC Heading"/>
    <w:basedOn w:val="Heading1"/>
    <w:next w:val="Normal"/>
    <w:uiPriority w:val="39"/>
    <w:semiHidden/>
    <w:unhideWhenUsed/>
    <w:qFormat/>
    <w:rsid w:val="001D5B3F"/>
    <w:pPr>
      <w:numPr>
        <w:numId w:val="0"/>
      </w:numPr>
      <w:outlineLvl w:val="9"/>
    </w:pPr>
    <w:rPr>
      <w:lang w:val="en-US"/>
    </w:rPr>
  </w:style>
  <w:style w:type="paragraph" w:styleId="TOC1">
    <w:name w:val="toc 1"/>
    <w:basedOn w:val="Normal"/>
    <w:next w:val="Normal"/>
    <w:autoRedefine/>
    <w:uiPriority w:val="39"/>
    <w:unhideWhenUsed/>
    <w:rsid w:val="004C0946"/>
    <w:pPr>
      <w:spacing w:before="80" w:after="60"/>
    </w:pPr>
    <w:rPr>
      <w:b/>
    </w:rPr>
  </w:style>
  <w:style w:type="paragraph" w:styleId="TOC2">
    <w:name w:val="toc 2"/>
    <w:basedOn w:val="Normal"/>
    <w:next w:val="Normal"/>
    <w:autoRedefine/>
    <w:uiPriority w:val="39"/>
    <w:unhideWhenUsed/>
    <w:rsid w:val="0066362F"/>
    <w:pPr>
      <w:spacing w:before="40" w:after="40"/>
      <w:ind w:left="221"/>
    </w:pPr>
  </w:style>
  <w:style w:type="character" w:styleId="Hyperlink">
    <w:name w:val="Hyperlink"/>
    <w:basedOn w:val="DefaultParagraphFont"/>
    <w:uiPriority w:val="99"/>
    <w:unhideWhenUsed/>
    <w:rsid w:val="001D5B3F"/>
    <w:rPr>
      <w:color w:val="0000FF"/>
      <w:u w:val="single"/>
    </w:rPr>
  </w:style>
  <w:style w:type="paragraph" w:styleId="Caption">
    <w:name w:val="caption"/>
    <w:basedOn w:val="Normal"/>
    <w:next w:val="Normal"/>
    <w:link w:val="CaptionChar"/>
    <w:autoRedefine/>
    <w:uiPriority w:val="35"/>
    <w:unhideWhenUsed/>
    <w:qFormat/>
    <w:rsid w:val="005D4B22"/>
    <w:pPr>
      <w:spacing w:line="240" w:lineRule="auto"/>
      <w:jc w:val="center"/>
    </w:pPr>
    <w:rPr>
      <w:b/>
      <w:bCs/>
      <w:sz w:val="18"/>
      <w:szCs w:val="18"/>
    </w:rPr>
  </w:style>
  <w:style w:type="character" w:customStyle="1" w:styleId="CaptionChar">
    <w:name w:val="Caption Char"/>
    <w:basedOn w:val="DefaultParagraphFont"/>
    <w:link w:val="Caption"/>
    <w:uiPriority w:val="35"/>
    <w:rsid w:val="005D4B22"/>
    <w:rPr>
      <w:b/>
      <w:bCs/>
      <w:sz w:val="18"/>
      <w:szCs w:val="18"/>
      <w:lang w:eastAsia="en-US"/>
    </w:rPr>
  </w:style>
  <w:style w:type="paragraph" w:styleId="TableofFigures">
    <w:name w:val="table of figures"/>
    <w:basedOn w:val="Normal"/>
    <w:next w:val="Normal"/>
    <w:uiPriority w:val="99"/>
    <w:unhideWhenUsed/>
    <w:rsid w:val="0066362F"/>
    <w:pPr>
      <w:spacing w:before="60" w:after="60"/>
    </w:pPr>
  </w:style>
  <w:style w:type="paragraph" w:customStyle="1" w:styleId="Naslov-breztevilenja">
    <w:name w:val="Naslov - brez številčenja"/>
    <w:basedOn w:val="Normal"/>
    <w:next w:val="Normal"/>
    <w:link w:val="Naslov-breztevilenjaChar"/>
    <w:qFormat/>
    <w:rsid w:val="009114BF"/>
    <w:pPr>
      <w:spacing w:after="0"/>
    </w:pPr>
    <w:rPr>
      <w:rFonts w:ascii="Cambria" w:hAnsi="Cambria"/>
      <w:b/>
      <w:sz w:val="28"/>
    </w:rPr>
  </w:style>
  <w:style w:type="character" w:customStyle="1" w:styleId="Naslov-breztevilenjaChar">
    <w:name w:val="Naslov - brez številčenja Char"/>
    <w:basedOn w:val="Heading1Char"/>
    <w:link w:val="Naslov-breztevilenja"/>
    <w:rsid w:val="009114BF"/>
    <w:rPr>
      <w:rFonts w:ascii="Cambria" w:eastAsia="Times New Roman" w:hAnsi="Cambria" w:cs="Times New Roman"/>
      <w:b/>
      <w:bCs/>
      <w:color w:val="1F497D"/>
      <w:sz w:val="28"/>
      <w:szCs w:val="28"/>
      <w:lang w:eastAsia="en-US"/>
    </w:rPr>
  </w:style>
  <w:style w:type="table" w:styleId="TableGrid">
    <w:name w:val="Table Grid"/>
    <w:basedOn w:val="TableNormal"/>
    <w:uiPriority w:val="59"/>
    <w:rsid w:val="002903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qFormat/>
    <w:rsid w:val="009114BF"/>
    <w:rPr>
      <w:b/>
      <w:bCs/>
    </w:rPr>
  </w:style>
  <w:style w:type="paragraph" w:customStyle="1" w:styleId="Naslov-breztevilenjapresledki">
    <w:name w:val="Naslov - brez številčenja + presledki"/>
    <w:basedOn w:val="Naslov-breztevilenja"/>
    <w:next w:val="Normal"/>
    <w:link w:val="Naslov-breztevilenjapresledkiChar"/>
    <w:qFormat/>
    <w:rsid w:val="009114BF"/>
    <w:pPr>
      <w:spacing w:before="120" w:after="240"/>
    </w:pPr>
  </w:style>
  <w:style w:type="character" w:customStyle="1" w:styleId="Naslov-breztevilenjapresledkiChar">
    <w:name w:val="Naslov - brez številčenja + presledki Char"/>
    <w:basedOn w:val="Naslov-breztevilenjaChar"/>
    <w:link w:val="Naslov-breztevilenjapresledki"/>
    <w:rsid w:val="009114BF"/>
    <w:rPr>
      <w:rFonts w:ascii="Cambria" w:eastAsia="Times New Roman" w:hAnsi="Cambria" w:cs="Times New Roman"/>
      <w:b/>
      <w:bCs/>
      <w:color w:val="1F497D"/>
      <w:sz w:val="28"/>
      <w:szCs w:val="28"/>
      <w:lang w:eastAsia="en-US"/>
    </w:rPr>
  </w:style>
  <w:style w:type="paragraph" w:styleId="ListParagraph">
    <w:name w:val="List Paragraph"/>
    <w:basedOn w:val="Normal"/>
    <w:link w:val="ListParagraphChar"/>
    <w:uiPriority w:val="34"/>
    <w:qFormat/>
    <w:rsid w:val="008D6DAF"/>
    <w:pPr>
      <w:ind w:left="720"/>
      <w:contextualSpacing/>
    </w:pPr>
  </w:style>
  <w:style w:type="character" w:customStyle="1" w:styleId="ListParagraphChar">
    <w:name w:val="List Paragraph Char"/>
    <w:basedOn w:val="DefaultParagraphFont"/>
    <w:link w:val="ListParagraph"/>
    <w:uiPriority w:val="34"/>
    <w:rsid w:val="008D6DAF"/>
  </w:style>
  <w:style w:type="paragraph" w:customStyle="1" w:styleId="tevilenje-skupaj">
    <w:name w:val="Številčenje - skupaj"/>
    <w:basedOn w:val="ListParagraph"/>
    <w:link w:val="tevilenje-skupajChar1"/>
    <w:qFormat/>
    <w:rsid w:val="000F314C"/>
    <w:pPr>
      <w:numPr>
        <w:numId w:val="2"/>
      </w:numPr>
      <w:ind w:left="714" w:hanging="357"/>
    </w:pPr>
  </w:style>
  <w:style w:type="character" w:customStyle="1" w:styleId="tevilenje-skupajChar1">
    <w:name w:val="Številčenje - skupaj Char1"/>
    <w:basedOn w:val="ListParagraphChar"/>
    <w:link w:val="tevilenje-skupaj"/>
    <w:rsid w:val="000F314C"/>
  </w:style>
  <w:style w:type="paragraph" w:customStyle="1" w:styleId="tevilenje-presledki">
    <w:name w:val="Številčenje - presledki"/>
    <w:basedOn w:val="tevilenje-skupaj"/>
    <w:link w:val="tevilenje-presledkiChar"/>
    <w:qFormat/>
    <w:rsid w:val="000F314C"/>
    <w:pPr>
      <w:spacing w:line="480" w:lineRule="auto"/>
    </w:pPr>
  </w:style>
  <w:style w:type="character" w:customStyle="1" w:styleId="tevilenje-presledkiChar">
    <w:name w:val="Številčenje - presledki Char"/>
    <w:basedOn w:val="tevilenje-skupajChar1"/>
    <w:link w:val="tevilenje-presledki"/>
    <w:rsid w:val="000F314C"/>
  </w:style>
  <w:style w:type="character" w:customStyle="1" w:styleId="tevilenje-skupajChar">
    <w:name w:val="Številčenje - skupaj Char"/>
    <w:basedOn w:val="ListParagraphChar"/>
    <w:rsid w:val="008D6DAF"/>
  </w:style>
  <w:style w:type="paragraph" w:styleId="TOC3">
    <w:name w:val="toc 3"/>
    <w:basedOn w:val="Normal"/>
    <w:next w:val="Normal"/>
    <w:autoRedefine/>
    <w:uiPriority w:val="39"/>
    <w:unhideWhenUsed/>
    <w:rsid w:val="00E855D0"/>
    <w:pPr>
      <w:spacing w:after="100"/>
      <w:ind w:left="440"/>
    </w:pPr>
  </w:style>
  <w:style w:type="paragraph" w:customStyle="1" w:styleId="Default">
    <w:name w:val="Default"/>
    <w:rsid w:val="00DE376E"/>
    <w:pPr>
      <w:widowControl w:val="0"/>
      <w:autoSpaceDE w:val="0"/>
      <w:autoSpaceDN w:val="0"/>
      <w:adjustRightInd w:val="0"/>
    </w:pPr>
    <w:rPr>
      <w:rFonts w:ascii="Tahoma" w:eastAsiaTheme="minorEastAsia" w:hAnsi="Tahoma" w:cs="Tahoma"/>
      <w:color w:val="000000"/>
      <w:sz w:val="24"/>
      <w:szCs w:val="24"/>
    </w:rPr>
  </w:style>
  <w:style w:type="character" w:styleId="CommentReference">
    <w:name w:val="annotation reference"/>
    <w:basedOn w:val="DefaultParagraphFont"/>
    <w:uiPriority w:val="99"/>
    <w:semiHidden/>
    <w:unhideWhenUsed/>
    <w:rsid w:val="00AD3C4E"/>
    <w:rPr>
      <w:sz w:val="16"/>
      <w:szCs w:val="16"/>
    </w:rPr>
  </w:style>
  <w:style w:type="paragraph" w:styleId="CommentText">
    <w:name w:val="annotation text"/>
    <w:basedOn w:val="Normal"/>
    <w:link w:val="CommentTextChar"/>
    <w:uiPriority w:val="99"/>
    <w:semiHidden/>
    <w:unhideWhenUsed/>
    <w:rsid w:val="00AD3C4E"/>
    <w:pPr>
      <w:spacing w:line="240" w:lineRule="auto"/>
    </w:pPr>
    <w:rPr>
      <w:sz w:val="20"/>
      <w:szCs w:val="20"/>
    </w:rPr>
  </w:style>
  <w:style w:type="character" w:customStyle="1" w:styleId="CommentTextChar">
    <w:name w:val="Comment Text Char"/>
    <w:basedOn w:val="DefaultParagraphFont"/>
    <w:link w:val="CommentText"/>
    <w:uiPriority w:val="99"/>
    <w:semiHidden/>
    <w:rsid w:val="00AD3C4E"/>
    <w:rPr>
      <w:lang w:eastAsia="en-US"/>
    </w:rPr>
  </w:style>
  <w:style w:type="paragraph" w:styleId="CommentSubject">
    <w:name w:val="annotation subject"/>
    <w:basedOn w:val="CommentText"/>
    <w:next w:val="CommentText"/>
    <w:link w:val="CommentSubjectChar"/>
    <w:uiPriority w:val="99"/>
    <w:semiHidden/>
    <w:unhideWhenUsed/>
    <w:rsid w:val="00AD3C4E"/>
    <w:rPr>
      <w:b/>
      <w:bCs/>
    </w:rPr>
  </w:style>
  <w:style w:type="character" w:customStyle="1" w:styleId="CommentSubjectChar">
    <w:name w:val="Comment Subject Char"/>
    <w:basedOn w:val="CommentTextChar"/>
    <w:link w:val="CommentSubject"/>
    <w:uiPriority w:val="99"/>
    <w:semiHidden/>
    <w:rsid w:val="00AD3C4E"/>
    <w:rPr>
      <w:b/>
      <w:bCs/>
      <w:lang w:eastAsia="en-US"/>
    </w:rPr>
  </w:style>
  <w:style w:type="character" w:styleId="FootnoteReference">
    <w:name w:val="footnote reference"/>
    <w:basedOn w:val="DefaultParagraphFont"/>
    <w:semiHidden/>
    <w:rsid w:val="00646501"/>
    <w:rPr>
      <w:rFonts w:ascii="Trebuchet MS" w:hAnsi="Trebuchet MS"/>
      <w:sz w:val="22"/>
      <w:vertAlign w:val="superscript"/>
    </w:rPr>
  </w:style>
  <w:style w:type="paragraph" w:styleId="FootnoteText">
    <w:name w:val="footnote text"/>
    <w:basedOn w:val="Normal"/>
    <w:link w:val="FootnoteTextChar"/>
    <w:semiHidden/>
    <w:rsid w:val="00646501"/>
    <w:pPr>
      <w:spacing w:after="0" w:line="240" w:lineRule="auto"/>
      <w:jc w:val="left"/>
    </w:pPr>
    <w:rPr>
      <w:rFonts w:ascii="Trebuchet MS" w:eastAsia="Times New Roman" w:hAnsi="Trebuchet MS"/>
      <w:sz w:val="20"/>
      <w:szCs w:val="20"/>
      <w:lang w:eastAsia="sl-SI"/>
    </w:rPr>
  </w:style>
  <w:style w:type="character" w:customStyle="1" w:styleId="FootnoteTextChar">
    <w:name w:val="Footnote Text Char"/>
    <w:basedOn w:val="DefaultParagraphFont"/>
    <w:link w:val="FootnoteText"/>
    <w:semiHidden/>
    <w:rsid w:val="00646501"/>
    <w:rPr>
      <w:rFonts w:ascii="Trebuchet MS" w:eastAsia="Times New Roman" w:hAnsi="Trebuchet MS"/>
    </w:rPr>
  </w:style>
  <w:style w:type="table" w:customStyle="1" w:styleId="LightList-Accent11">
    <w:name w:val="Light List - Accent 11"/>
    <w:basedOn w:val="TableNormal"/>
    <w:uiPriority w:val="61"/>
    <w:rsid w:val="00646501"/>
    <w:rPr>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sid w:val="00F14E0C"/>
    <w:rPr>
      <w:color w:val="800080" w:themeColor="followedHyperlink"/>
      <w:u w:val="single"/>
    </w:rPr>
  </w:style>
  <w:style w:type="paragraph" w:styleId="TOC4">
    <w:name w:val="toc 4"/>
    <w:basedOn w:val="Normal"/>
    <w:next w:val="Normal"/>
    <w:autoRedefine/>
    <w:uiPriority w:val="39"/>
    <w:unhideWhenUsed/>
    <w:rsid w:val="002719F5"/>
    <w:pPr>
      <w:spacing w:after="100"/>
      <w:ind w:left="660"/>
      <w:jc w:val="left"/>
    </w:pPr>
    <w:rPr>
      <w:rFonts w:asciiTheme="minorHAnsi" w:eastAsiaTheme="minorEastAsia" w:hAnsiTheme="minorHAnsi" w:cstheme="minorBidi"/>
      <w:lang w:eastAsia="zh-CN"/>
    </w:rPr>
  </w:style>
  <w:style w:type="paragraph" w:styleId="TOC5">
    <w:name w:val="toc 5"/>
    <w:basedOn w:val="Normal"/>
    <w:next w:val="Normal"/>
    <w:autoRedefine/>
    <w:uiPriority w:val="39"/>
    <w:unhideWhenUsed/>
    <w:rsid w:val="002719F5"/>
    <w:pPr>
      <w:spacing w:after="100"/>
      <w:ind w:left="880"/>
      <w:jc w:val="left"/>
    </w:pPr>
    <w:rPr>
      <w:rFonts w:asciiTheme="minorHAnsi" w:eastAsiaTheme="minorEastAsia" w:hAnsiTheme="minorHAnsi" w:cstheme="minorBidi"/>
      <w:lang w:eastAsia="zh-CN"/>
    </w:rPr>
  </w:style>
  <w:style w:type="paragraph" w:styleId="TOC6">
    <w:name w:val="toc 6"/>
    <w:basedOn w:val="Normal"/>
    <w:next w:val="Normal"/>
    <w:autoRedefine/>
    <w:uiPriority w:val="39"/>
    <w:unhideWhenUsed/>
    <w:rsid w:val="002719F5"/>
    <w:pPr>
      <w:spacing w:after="100"/>
      <w:ind w:left="1100"/>
      <w:jc w:val="left"/>
    </w:pPr>
    <w:rPr>
      <w:rFonts w:asciiTheme="minorHAnsi" w:eastAsiaTheme="minorEastAsia" w:hAnsiTheme="minorHAnsi" w:cstheme="minorBidi"/>
      <w:lang w:eastAsia="zh-CN"/>
    </w:rPr>
  </w:style>
  <w:style w:type="paragraph" w:styleId="TOC7">
    <w:name w:val="toc 7"/>
    <w:basedOn w:val="Normal"/>
    <w:next w:val="Normal"/>
    <w:autoRedefine/>
    <w:uiPriority w:val="39"/>
    <w:unhideWhenUsed/>
    <w:rsid w:val="002719F5"/>
    <w:pPr>
      <w:spacing w:after="100"/>
      <w:ind w:left="1320"/>
      <w:jc w:val="left"/>
    </w:pPr>
    <w:rPr>
      <w:rFonts w:asciiTheme="minorHAnsi" w:eastAsiaTheme="minorEastAsia" w:hAnsiTheme="minorHAnsi" w:cstheme="minorBidi"/>
      <w:lang w:eastAsia="zh-CN"/>
    </w:rPr>
  </w:style>
  <w:style w:type="paragraph" w:styleId="TOC8">
    <w:name w:val="toc 8"/>
    <w:basedOn w:val="Normal"/>
    <w:next w:val="Normal"/>
    <w:autoRedefine/>
    <w:uiPriority w:val="39"/>
    <w:unhideWhenUsed/>
    <w:rsid w:val="002719F5"/>
    <w:pPr>
      <w:spacing w:after="100"/>
      <w:ind w:left="1540"/>
      <w:jc w:val="left"/>
    </w:pPr>
    <w:rPr>
      <w:rFonts w:asciiTheme="minorHAnsi" w:eastAsiaTheme="minorEastAsia" w:hAnsiTheme="minorHAnsi" w:cstheme="minorBidi"/>
      <w:lang w:eastAsia="zh-CN"/>
    </w:rPr>
  </w:style>
  <w:style w:type="paragraph" w:styleId="TOC9">
    <w:name w:val="toc 9"/>
    <w:basedOn w:val="Normal"/>
    <w:next w:val="Normal"/>
    <w:autoRedefine/>
    <w:uiPriority w:val="39"/>
    <w:unhideWhenUsed/>
    <w:rsid w:val="002719F5"/>
    <w:pPr>
      <w:spacing w:after="100"/>
      <w:ind w:left="1760"/>
      <w:jc w:val="left"/>
    </w:pPr>
    <w:rPr>
      <w:rFonts w:asciiTheme="minorHAnsi" w:eastAsiaTheme="minorEastAsia" w:hAnsiTheme="minorHAnsi" w:cstheme="minorBidi"/>
      <w:lang w:eastAsia="zh-CN"/>
    </w:rPr>
  </w:style>
  <w:style w:type="character" w:customStyle="1" w:styleId="Nerazreenaomemba1">
    <w:name w:val="Nerazrešena omemba1"/>
    <w:basedOn w:val="DefaultParagraphFont"/>
    <w:uiPriority w:val="99"/>
    <w:semiHidden/>
    <w:unhideWhenUsed/>
    <w:rsid w:val="00E917FA"/>
    <w:rPr>
      <w:color w:val="808080"/>
      <w:shd w:val="clear" w:color="auto" w:fill="E6E6E6"/>
    </w:rPr>
  </w:style>
  <w:style w:type="character" w:customStyle="1" w:styleId="UnresolvedMention1">
    <w:name w:val="Unresolved Mention1"/>
    <w:basedOn w:val="DefaultParagraphFont"/>
    <w:uiPriority w:val="99"/>
    <w:semiHidden/>
    <w:unhideWhenUsed/>
    <w:rsid w:val="005446C5"/>
    <w:rPr>
      <w:color w:val="605E5C"/>
      <w:shd w:val="clear" w:color="auto" w:fill="E1DFDD"/>
    </w:rPr>
  </w:style>
  <w:style w:type="character" w:styleId="UnresolvedMention">
    <w:name w:val="Unresolved Mention"/>
    <w:basedOn w:val="DefaultParagraphFont"/>
    <w:uiPriority w:val="99"/>
    <w:semiHidden/>
    <w:unhideWhenUsed/>
    <w:rsid w:val="00F0145C"/>
    <w:rPr>
      <w:color w:val="605E5C"/>
      <w:shd w:val="clear" w:color="auto" w:fill="E1DFDD"/>
    </w:rPr>
  </w:style>
  <w:style w:type="paragraph" w:styleId="NormalWeb">
    <w:name w:val="Normal (Web)"/>
    <w:basedOn w:val="Normal"/>
    <w:uiPriority w:val="99"/>
    <w:semiHidden/>
    <w:unhideWhenUsed/>
    <w:rsid w:val="00D017B8"/>
    <w:pPr>
      <w:spacing w:before="100" w:beforeAutospacing="1" w:after="100" w:afterAutospacing="1" w:line="240" w:lineRule="auto"/>
      <w:jc w:val="left"/>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46809">
      <w:bodyDiv w:val="1"/>
      <w:marLeft w:val="0"/>
      <w:marRight w:val="0"/>
      <w:marTop w:val="0"/>
      <w:marBottom w:val="0"/>
      <w:divBdr>
        <w:top w:val="none" w:sz="0" w:space="0" w:color="auto"/>
        <w:left w:val="none" w:sz="0" w:space="0" w:color="auto"/>
        <w:bottom w:val="none" w:sz="0" w:space="0" w:color="auto"/>
        <w:right w:val="none" w:sz="0" w:space="0" w:color="auto"/>
      </w:divBdr>
    </w:div>
    <w:div w:id="160122582">
      <w:bodyDiv w:val="1"/>
      <w:marLeft w:val="0"/>
      <w:marRight w:val="0"/>
      <w:marTop w:val="0"/>
      <w:marBottom w:val="0"/>
      <w:divBdr>
        <w:top w:val="none" w:sz="0" w:space="0" w:color="auto"/>
        <w:left w:val="none" w:sz="0" w:space="0" w:color="auto"/>
        <w:bottom w:val="none" w:sz="0" w:space="0" w:color="auto"/>
        <w:right w:val="none" w:sz="0" w:space="0" w:color="auto"/>
      </w:divBdr>
    </w:div>
    <w:div w:id="276328889">
      <w:bodyDiv w:val="1"/>
      <w:marLeft w:val="0"/>
      <w:marRight w:val="0"/>
      <w:marTop w:val="0"/>
      <w:marBottom w:val="0"/>
      <w:divBdr>
        <w:top w:val="none" w:sz="0" w:space="0" w:color="auto"/>
        <w:left w:val="none" w:sz="0" w:space="0" w:color="auto"/>
        <w:bottom w:val="none" w:sz="0" w:space="0" w:color="auto"/>
        <w:right w:val="none" w:sz="0" w:space="0" w:color="auto"/>
      </w:divBdr>
    </w:div>
    <w:div w:id="282931828">
      <w:bodyDiv w:val="1"/>
      <w:marLeft w:val="0"/>
      <w:marRight w:val="0"/>
      <w:marTop w:val="0"/>
      <w:marBottom w:val="0"/>
      <w:divBdr>
        <w:top w:val="none" w:sz="0" w:space="0" w:color="auto"/>
        <w:left w:val="none" w:sz="0" w:space="0" w:color="auto"/>
        <w:bottom w:val="none" w:sz="0" w:space="0" w:color="auto"/>
        <w:right w:val="none" w:sz="0" w:space="0" w:color="auto"/>
      </w:divBdr>
    </w:div>
    <w:div w:id="515122979">
      <w:bodyDiv w:val="1"/>
      <w:marLeft w:val="0"/>
      <w:marRight w:val="0"/>
      <w:marTop w:val="0"/>
      <w:marBottom w:val="0"/>
      <w:divBdr>
        <w:top w:val="none" w:sz="0" w:space="0" w:color="auto"/>
        <w:left w:val="none" w:sz="0" w:space="0" w:color="auto"/>
        <w:bottom w:val="none" w:sz="0" w:space="0" w:color="auto"/>
        <w:right w:val="none" w:sz="0" w:space="0" w:color="auto"/>
      </w:divBdr>
    </w:div>
    <w:div w:id="586501001">
      <w:bodyDiv w:val="1"/>
      <w:marLeft w:val="0"/>
      <w:marRight w:val="0"/>
      <w:marTop w:val="0"/>
      <w:marBottom w:val="0"/>
      <w:divBdr>
        <w:top w:val="none" w:sz="0" w:space="0" w:color="auto"/>
        <w:left w:val="none" w:sz="0" w:space="0" w:color="auto"/>
        <w:bottom w:val="none" w:sz="0" w:space="0" w:color="auto"/>
        <w:right w:val="none" w:sz="0" w:space="0" w:color="auto"/>
      </w:divBdr>
    </w:div>
    <w:div w:id="588466380">
      <w:bodyDiv w:val="1"/>
      <w:marLeft w:val="0"/>
      <w:marRight w:val="0"/>
      <w:marTop w:val="0"/>
      <w:marBottom w:val="0"/>
      <w:divBdr>
        <w:top w:val="none" w:sz="0" w:space="0" w:color="auto"/>
        <w:left w:val="none" w:sz="0" w:space="0" w:color="auto"/>
        <w:bottom w:val="none" w:sz="0" w:space="0" w:color="auto"/>
        <w:right w:val="none" w:sz="0" w:space="0" w:color="auto"/>
      </w:divBdr>
      <w:divsChild>
        <w:div w:id="1209300878">
          <w:marLeft w:val="0"/>
          <w:marRight w:val="0"/>
          <w:marTop w:val="0"/>
          <w:marBottom w:val="0"/>
          <w:divBdr>
            <w:top w:val="none" w:sz="0" w:space="0" w:color="auto"/>
            <w:left w:val="none" w:sz="0" w:space="0" w:color="auto"/>
            <w:bottom w:val="none" w:sz="0" w:space="0" w:color="auto"/>
            <w:right w:val="none" w:sz="0" w:space="0" w:color="auto"/>
          </w:divBdr>
        </w:div>
      </w:divsChild>
    </w:div>
    <w:div w:id="613827569">
      <w:bodyDiv w:val="1"/>
      <w:marLeft w:val="0"/>
      <w:marRight w:val="0"/>
      <w:marTop w:val="0"/>
      <w:marBottom w:val="0"/>
      <w:divBdr>
        <w:top w:val="none" w:sz="0" w:space="0" w:color="auto"/>
        <w:left w:val="none" w:sz="0" w:space="0" w:color="auto"/>
        <w:bottom w:val="none" w:sz="0" w:space="0" w:color="auto"/>
        <w:right w:val="none" w:sz="0" w:space="0" w:color="auto"/>
      </w:divBdr>
    </w:div>
    <w:div w:id="670572819">
      <w:bodyDiv w:val="1"/>
      <w:marLeft w:val="0"/>
      <w:marRight w:val="0"/>
      <w:marTop w:val="0"/>
      <w:marBottom w:val="0"/>
      <w:divBdr>
        <w:top w:val="none" w:sz="0" w:space="0" w:color="auto"/>
        <w:left w:val="none" w:sz="0" w:space="0" w:color="auto"/>
        <w:bottom w:val="none" w:sz="0" w:space="0" w:color="auto"/>
        <w:right w:val="none" w:sz="0" w:space="0" w:color="auto"/>
      </w:divBdr>
    </w:div>
    <w:div w:id="684743700">
      <w:bodyDiv w:val="1"/>
      <w:marLeft w:val="0"/>
      <w:marRight w:val="0"/>
      <w:marTop w:val="0"/>
      <w:marBottom w:val="0"/>
      <w:divBdr>
        <w:top w:val="none" w:sz="0" w:space="0" w:color="auto"/>
        <w:left w:val="none" w:sz="0" w:space="0" w:color="auto"/>
        <w:bottom w:val="none" w:sz="0" w:space="0" w:color="auto"/>
        <w:right w:val="none" w:sz="0" w:space="0" w:color="auto"/>
      </w:divBdr>
    </w:div>
    <w:div w:id="707682941">
      <w:bodyDiv w:val="1"/>
      <w:marLeft w:val="0"/>
      <w:marRight w:val="0"/>
      <w:marTop w:val="0"/>
      <w:marBottom w:val="0"/>
      <w:divBdr>
        <w:top w:val="none" w:sz="0" w:space="0" w:color="auto"/>
        <w:left w:val="none" w:sz="0" w:space="0" w:color="auto"/>
        <w:bottom w:val="none" w:sz="0" w:space="0" w:color="auto"/>
        <w:right w:val="none" w:sz="0" w:space="0" w:color="auto"/>
      </w:divBdr>
    </w:div>
    <w:div w:id="744423452">
      <w:bodyDiv w:val="1"/>
      <w:marLeft w:val="0"/>
      <w:marRight w:val="0"/>
      <w:marTop w:val="0"/>
      <w:marBottom w:val="0"/>
      <w:divBdr>
        <w:top w:val="none" w:sz="0" w:space="0" w:color="auto"/>
        <w:left w:val="none" w:sz="0" w:space="0" w:color="auto"/>
        <w:bottom w:val="none" w:sz="0" w:space="0" w:color="auto"/>
        <w:right w:val="none" w:sz="0" w:space="0" w:color="auto"/>
      </w:divBdr>
    </w:div>
    <w:div w:id="803743407">
      <w:bodyDiv w:val="1"/>
      <w:marLeft w:val="0"/>
      <w:marRight w:val="0"/>
      <w:marTop w:val="0"/>
      <w:marBottom w:val="0"/>
      <w:divBdr>
        <w:top w:val="none" w:sz="0" w:space="0" w:color="auto"/>
        <w:left w:val="none" w:sz="0" w:space="0" w:color="auto"/>
        <w:bottom w:val="none" w:sz="0" w:space="0" w:color="auto"/>
        <w:right w:val="none" w:sz="0" w:space="0" w:color="auto"/>
      </w:divBdr>
    </w:div>
    <w:div w:id="911038932">
      <w:bodyDiv w:val="1"/>
      <w:marLeft w:val="0"/>
      <w:marRight w:val="0"/>
      <w:marTop w:val="0"/>
      <w:marBottom w:val="0"/>
      <w:divBdr>
        <w:top w:val="none" w:sz="0" w:space="0" w:color="auto"/>
        <w:left w:val="none" w:sz="0" w:space="0" w:color="auto"/>
        <w:bottom w:val="none" w:sz="0" w:space="0" w:color="auto"/>
        <w:right w:val="none" w:sz="0" w:space="0" w:color="auto"/>
      </w:divBdr>
      <w:divsChild>
        <w:div w:id="1810585507">
          <w:marLeft w:val="0"/>
          <w:marRight w:val="0"/>
          <w:marTop w:val="0"/>
          <w:marBottom w:val="0"/>
          <w:divBdr>
            <w:top w:val="none" w:sz="0" w:space="0" w:color="auto"/>
            <w:left w:val="none" w:sz="0" w:space="0" w:color="auto"/>
            <w:bottom w:val="none" w:sz="0" w:space="0" w:color="auto"/>
            <w:right w:val="none" w:sz="0" w:space="0" w:color="auto"/>
          </w:divBdr>
        </w:div>
      </w:divsChild>
    </w:div>
    <w:div w:id="940725381">
      <w:bodyDiv w:val="1"/>
      <w:marLeft w:val="0"/>
      <w:marRight w:val="0"/>
      <w:marTop w:val="0"/>
      <w:marBottom w:val="0"/>
      <w:divBdr>
        <w:top w:val="none" w:sz="0" w:space="0" w:color="auto"/>
        <w:left w:val="none" w:sz="0" w:space="0" w:color="auto"/>
        <w:bottom w:val="none" w:sz="0" w:space="0" w:color="auto"/>
        <w:right w:val="none" w:sz="0" w:space="0" w:color="auto"/>
      </w:divBdr>
    </w:div>
    <w:div w:id="1138301844">
      <w:bodyDiv w:val="1"/>
      <w:marLeft w:val="0"/>
      <w:marRight w:val="0"/>
      <w:marTop w:val="0"/>
      <w:marBottom w:val="0"/>
      <w:divBdr>
        <w:top w:val="none" w:sz="0" w:space="0" w:color="auto"/>
        <w:left w:val="none" w:sz="0" w:space="0" w:color="auto"/>
        <w:bottom w:val="none" w:sz="0" w:space="0" w:color="auto"/>
        <w:right w:val="none" w:sz="0" w:space="0" w:color="auto"/>
      </w:divBdr>
    </w:div>
    <w:div w:id="1215390192">
      <w:bodyDiv w:val="1"/>
      <w:marLeft w:val="0"/>
      <w:marRight w:val="0"/>
      <w:marTop w:val="0"/>
      <w:marBottom w:val="0"/>
      <w:divBdr>
        <w:top w:val="none" w:sz="0" w:space="0" w:color="auto"/>
        <w:left w:val="none" w:sz="0" w:space="0" w:color="auto"/>
        <w:bottom w:val="none" w:sz="0" w:space="0" w:color="auto"/>
        <w:right w:val="none" w:sz="0" w:space="0" w:color="auto"/>
      </w:divBdr>
    </w:div>
    <w:div w:id="1336029575">
      <w:bodyDiv w:val="1"/>
      <w:marLeft w:val="0"/>
      <w:marRight w:val="0"/>
      <w:marTop w:val="0"/>
      <w:marBottom w:val="0"/>
      <w:divBdr>
        <w:top w:val="none" w:sz="0" w:space="0" w:color="auto"/>
        <w:left w:val="none" w:sz="0" w:space="0" w:color="auto"/>
        <w:bottom w:val="none" w:sz="0" w:space="0" w:color="auto"/>
        <w:right w:val="none" w:sz="0" w:space="0" w:color="auto"/>
      </w:divBdr>
    </w:div>
    <w:div w:id="1373116357">
      <w:bodyDiv w:val="1"/>
      <w:marLeft w:val="0"/>
      <w:marRight w:val="0"/>
      <w:marTop w:val="0"/>
      <w:marBottom w:val="0"/>
      <w:divBdr>
        <w:top w:val="none" w:sz="0" w:space="0" w:color="auto"/>
        <w:left w:val="none" w:sz="0" w:space="0" w:color="auto"/>
        <w:bottom w:val="none" w:sz="0" w:space="0" w:color="auto"/>
        <w:right w:val="none" w:sz="0" w:space="0" w:color="auto"/>
      </w:divBdr>
      <w:divsChild>
        <w:div w:id="1919241003">
          <w:marLeft w:val="0"/>
          <w:marRight w:val="0"/>
          <w:marTop w:val="0"/>
          <w:marBottom w:val="0"/>
          <w:divBdr>
            <w:top w:val="none" w:sz="0" w:space="0" w:color="auto"/>
            <w:left w:val="none" w:sz="0" w:space="0" w:color="auto"/>
            <w:bottom w:val="none" w:sz="0" w:space="0" w:color="auto"/>
            <w:right w:val="none" w:sz="0" w:space="0" w:color="auto"/>
          </w:divBdr>
        </w:div>
      </w:divsChild>
    </w:div>
    <w:div w:id="1598827756">
      <w:bodyDiv w:val="1"/>
      <w:marLeft w:val="0"/>
      <w:marRight w:val="0"/>
      <w:marTop w:val="0"/>
      <w:marBottom w:val="0"/>
      <w:divBdr>
        <w:top w:val="none" w:sz="0" w:space="0" w:color="auto"/>
        <w:left w:val="none" w:sz="0" w:space="0" w:color="auto"/>
        <w:bottom w:val="none" w:sz="0" w:space="0" w:color="auto"/>
        <w:right w:val="none" w:sz="0" w:space="0" w:color="auto"/>
      </w:divBdr>
    </w:div>
    <w:div w:id="1706366020">
      <w:bodyDiv w:val="1"/>
      <w:marLeft w:val="0"/>
      <w:marRight w:val="0"/>
      <w:marTop w:val="0"/>
      <w:marBottom w:val="0"/>
      <w:divBdr>
        <w:top w:val="none" w:sz="0" w:space="0" w:color="auto"/>
        <w:left w:val="none" w:sz="0" w:space="0" w:color="auto"/>
        <w:bottom w:val="none" w:sz="0" w:space="0" w:color="auto"/>
        <w:right w:val="none" w:sz="0" w:space="0" w:color="auto"/>
      </w:divBdr>
    </w:div>
    <w:div w:id="1787388387">
      <w:bodyDiv w:val="1"/>
      <w:marLeft w:val="0"/>
      <w:marRight w:val="0"/>
      <w:marTop w:val="0"/>
      <w:marBottom w:val="0"/>
      <w:divBdr>
        <w:top w:val="none" w:sz="0" w:space="0" w:color="auto"/>
        <w:left w:val="none" w:sz="0" w:space="0" w:color="auto"/>
        <w:bottom w:val="none" w:sz="0" w:space="0" w:color="auto"/>
        <w:right w:val="none" w:sz="0" w:space="0" w:color="auto"/>
      </w:divBdr>
    </w:div>
    <w:div w:id="1904364714">
      <w:bodyDiv w:val="1"/>
      <w:marLeft w:val="0"/>
      <w:marRight w:val="0"/>
      <w:marTop w:val="0"/>
      <w:marBottom w:val="0"/>
      <w:divBdr>
        <w:top w:val="none" w:sz="0" w:space="0" w:color="auto"/>
        <w:left w:val="none" w:sz="0" w:space="0" w:color="auto"/>
        <w:bottom w:val="none" w:sz="0" w:space="0" w:color="auto"/>
        <w:right w:val="none" w:sz="0" w:space="0" w:color="auto"/>
      </w:divBdr>
    </w:div>
    <w:div w:id="1949846327">
      <w:bodyDiv w:val="1"/>
      <w:marLeft w:val="0"/>
      <w:marRight w:val="0"/>
      <w:marTop w:val="0"/>
      <w:marBottom w:val="0"/>
      <w:divBdr>
        <w:top w:val="none" w:sz="0" w:space="0" w:color="auto"/>
        <w:left w:val="none" w:sz="0" w:space="0" w:color="auto"/>
        <w:bottom w:val="none" w:sz="0" w:space="0" w:color="auto"/>
        <w:right w:val="none" w:sz="0" w:space="0" w:color="auto"/>
      </w:divBdr>
    </w:div>
    <w:div w:id="1971084020">
      <w:bodyDiv w:val="1"/>
      <w:marLeft w:val="0"/>
      <w:marRight w:val="0"/>
      <w:marTop w:val="0"/>
      <w:marBottom w:val="0"/>
      <w:divBdr>
        <w:top w:val="none" w:sz="0" w:space="0" w:color="auto"/>
        <w:left w:val="none" w:sz="0" w:space="0" w:color="auto"/>
        <w:bottom w:val="none" w:sz="0" w:space="0" w:color="auto"/>
        <w:right w:val="none" w:sz="0" w:space="0" w:color="auto"/>
      </w:divBdr>
    </w:div>
    <w:div w:id="1977641912">
      <w:bodyDiv w:val="1"/>
      <w:marLeft w:val="0"/>
      <w:marRight w:val="0"/>
      <w:marTop w:val="0"/>
      <w:marBottom w:val="0"/>
      <w:divBdr>
        <w:top w:val="none" w:sz="0" w:space="0" w:color="auto"/>
        <w:left w:val="none" w:sz="0" w:space="0" w:color="auto"/>
        <w:bottom w:val="none" w:sz="0" w:space="0" w:color="auto"/>
        <w:right w:val="none" w:sz="0" w:space="0" w:color="auto"/>
      </w:divBdr>
    </w:div>
    <w:div w:id="206321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ervices.informatika.si/EvidencaZahtevWeb/sca/VrstaZahteveStoritev?WSDL" TargetMode="External"/><Relationship Id="rId21" Type="http://schemas.openxmlformats.org/officeDocument/2006/relationships/hyperlink" Target="https://services-test.informatika.si/NacinEvidentiranjaMeritveWeb/sca/NacinEvidentiranjaMeritveStoritev" TargetMode="External"/><Relationship Id="rId42" Type="http://schemas.openxmlformats.org/officeDocument/2006/relationships/hyperlink" Target="https://services-test.informatika.si/PridobivanjeOdbirkaWeb/sca/VrniOdbirke3Storitev?WSDL" TargetMode="External"/><Relationship Id="rId63" Type="http://schemas.openxmlformats.org/officeDocument/2006/relationships/hyperlink" Target="https://services.informatika.si/PridobivanjePodatkovMMWeb/sca/PridobivanjePodatkovMM4Storitev?WSDL" TargetMode="External"/><Relationship Id="rId84" Type="http://schemas.openxmlformats.org/officeDocument/2006/relationships/oleObject" Target="embeddings/Microsoft_Visio_2003-2010_Drawing3.vsd"/><Relationship Id="rId138" Type="http://schemas.openxmlformats.org/officeDocument/2006/relationships/hyperlink" Target="https://services-test.informatika.si/EvidencaZahtevWeb/sca/MasovnaOddajaZahtevInfo2Storitev?WSDL" TargetMode="External"/><Relationship Id="rId159" Type="http://schemas.openxmlformats.org/officeDocument/2006/relationships/hyperlink" Target="https://services.informatika.si/EvidencaSpremembMMWeb%20/sca/VrniVrsteSpremembMMStoritev?WSDL" TargetMode="External"/><Relationship Id="rId170" Type="http://schemas.openxmlformats.org/officeDocument/2006/relationships/hyperlink" Target="https://services-test.informatika.si/EvidencaSpremembMMWeb/sca/VrniSeznamSpremembMMPoDKreiranjaStoritev" TargetMode="External"/><Relationship Id="rId191" Type="http://schemas.openxmlformats.org/officeDocument/2006/relationships/hyperlink" Target="https://services-test.informatika.si/KolicineWeb/sca/NajdiKolicine2Storitev?wsdl" TargetMode="External"/><Relationship Id="rId196" Type="http://schemas.openxmlformats.org/officeDocument/2006/relationships/header" Target="header2.xml"/><Relationship Id="rId200" Type="http://schemas.openxmlformats.org/officeDocument/2006/relationships/fontTable" Target="fontTable.xml"/><Relationship Id="rId16" Type="http://schemas.openxmlformats.org/officeDocument/2006/relationships/header" Target="header1.xml"/><Relationship Id="rId107" Type="http://schemas.openxmlformats.org/officeDocument/2006/relationships/hyperlink" Target="https://services-test.informatika.si/EvidencaZahtevWeb/sca/StatusZahteveStoritev?WSDL" TargetMode="External"/><Relationship Id="rId11" Type="http://schemas.openxmlformats.org/officeDocument/2006/relationships/footnotes" Target="footnotes.xml"/><Relationship Id="rId32" Type="http://schemas.openxmlformats.org/officeDocument/2006/relationships/hyperlink" Target="https://services-test.informatika.si/VnosOdbirkaWeb/sca/VnosOdbirkaStoritev?WSDL" TargetMode="External"/><Relationship Id="rId37" Type="http://schemas.openxmlformats.org/officeDocument/2006/relationships/hyperlink" Target="https://services.informatika.si/PridobivanjeOdbirkaWeb/sca/VrniOdbirke?WSDL" TargetMode="External"/><Relationship Id="rId53" Type="http://schemas.openxmlformats.org/officeDocument/2006/relationships/hyperlink" Target="https://services.informatika.si/PridobivanjePDPWeb/sca/PridobivanjePDPStoritev?WSDL" TargetMode="External"/><Relationship Id="rId58" Type="http://schemas.openxmlformats.org/officeDocument/2006/relationships/hyperlink" Target="https://services.informatika.si:443/VnosPDPWeb/sca/VnosPDPStoritev?WSDL" TargetMode="External"/><Relationship Id="rId74" Type="http://schemas.openxmlformats.org/officeDocument/2006/relationships/oleObject" Target="embeddings/Microsoft_Visio_2003-2010_Drawing.vsd"/><Relationship Id="rId79" Type="http://schemas.openxmlformats.org/officeDocument/2006/relationships/hyperlink" Target="https://services-test.informatika.si/MenjavaDobaviteljaWeb/sca/NajdiVlogo?WSDL" TargetMode="External"/><Relationship Id="rId102" Type="http://schemas.openxmlformats.org/officeDocument/2006/relationships/image" Target="media/image7.png"/><Relationship Id="rId123" Type="http://schemas.openxmlformats.org/officeDocument/2006/relationships/hyperlink" Target="https://services.informatika.si/EvidencaZahtevWeb/sca/EvidencaZahtevVrniZahtevaStoritev?WSDL" TargetMode="External"/><Relationship Id="rId128" Type="http://schemas.openxmlformats.org/officeDocument/2006/relationships/hyperlink" Target="https://services.informatika.si/EvidencaZahtevWeb/sca/PodatkiMMStoritev?WSDL" TargetMode="External"/><Relationship Id="rId144" Type="http://schemas.openxmlformats.org/officeDocument/2006/relationships/hyperlink" Target="https://services-test.informatika.si/SklepanjePoDWeb/sca/PrviPriklopStoritev?WSDL" TargetMode="External"/><Relationship Id="rId149" Type="http://schemas.openxmlformats.org/officeDocument/2006/relationships/hyperlink" Target="https://services.informatika.si/SklepanjePoDWeb/sca/NovaPoD2Storitev?WSDL" TargetMode="External"/><Relationship Id="rId5" Type="http://schemas.openxmlformats.org/officeDocument/2006/relationships/customXml" Target="../customXml/item5.xml"/><Relationship Id="rId90" Type="http://schemas.openxmlformats.org/officeDocument/2006/relationships/hyperlink" Target="https://services-test.informatika.si:443/MenjavaDobaviteljaWeb/sca/VrniVlogo?WSDL" TargetMode="External"/><Relationship Id="rId95" Type="http://schemas.openxmlformats.org/officeDocument/2006/relationships/oleObject" Target="embeddings/Microsoft_Visio_2003-2010_Drawing6.vsd"/><Relationship Id="rId160" Type="http://schemas.openxmlformats.org/officeDocument/2006/relationships/hyperlink" Target="https://services-test.informatika.si/EvidencaSpremembMMWeb%20/sca/VrniVrsteSpremembMMStoritev?WSDL" TargetMode="External"/><Relationship Id="rId165" Type="http://schemas.openxmlformats.org/officeDocument/2006/relationships/hyperlink" Target="https://services.informatika.si/EvidencaSpremembMMWeb/sca/VrniSeznamSpremembMMPodrobnoStoritev?WSDL" TargetMode="External"/><Relationship Id="rId181" Type="http://schemas.openxmlformats.org/officeDocument/2006/relationships/hyperlink" Target="https://services-test.informatika.si/InformativniObracunWeb/sca/InformativniObracunEnostavniStoritev?WSDL" TargetMode="External"/><Relationship Id="rId186" Type="http://schemas.openxmlformats.org/officeDocument/2006/relationships/hyperlink" Target="https://services-test.informatika.si/InformativniObracunWeb/sca/InformativniObracunStoritev?wsdl" TargetMode="External"/><Relationship Id="rId22" Type="http://schemas.openxmlformats.org/officeDocument/2006/relationships/hyperlink" Target="https://services-test.informatika.si/ObracunskiTipMeritveWeb/sca/ObracunskiTipMeritveStoritev" TargetMode="External"/><Relationship Id="rId27" Type="http://schemas.openxmlformats.org/officeDocument/2006/relationships/hyperlink" Target="https://services.informatika.si/NacinEvidentiranjaMeritveWeb/sca/NacinEvidentiranjaMeritveStoritev" TargetMode="External"/><Relationship Id="rId43" Type="http://schemas.openxmlformats.org/officeDocument/2006/relationships/hyperlink" Target="https://services.informatika.si/PridobivanjeOdbirkaWeb/sca/VrniOdbirkeCakajociStoritev?WSDL" TargetMode="External"/><Relationship Id="rId48" Type="http://schemas.openxmlformats.org/officeDocument/2006/relationships/hyperlink" Target="https://services-test.informatika.si/PridobivanjeOdbirkaWeb/sca/VrniOdbirkeCakajoci3Storitev?WSDL" TargetMode="External"/><Relationship Id="rId64" Type="http://schemas.openxmlformats.org/officeDocument/2006/relationships/hyperlink" Target="https://services-test.informatika.si/PridobivanjePodatkovMMWeb/sca/PridobivanjePodatkovMM4Storitev?WSDL" TargetMode="External"/><Relationship Id="rId69" Type="http://schemas.openxmlformats.org/officeDocument/2006/relationships/hyperlink" Target="https://services.informatika.si/FakturiranaRealizacijaZaMMWeb/sca/FakturiranaRealizacija2Storitev?WSDL" TargetMode="External"/><Relationship Id="rId113" Type="http://schemas.openxmlformats.org/officeDocument/2006/relationships/hyperlink" Target="https://services-test.informatika.si/EvidencaZahtevWeb/sca/StatusZahteveStoritev?WSDL" TargetMode="External"/><Relationship Id="rId118" Type="http://schemas.openxmlformats.org/officeDocument/2006/relationships/hyperlink" Target="https://services-test.informatika.si/EvidencaZahtevWeb/sca/VrstaZahteveStoritev?WSDL" TargetMode="External"/><Relationship Id="rId134" Type="http://schemas.openxmlformats.org/officeDocument/2006/relationships/hyperlink" Target="https://services.informatika.si/EvidencaZahtevWeb/sca/MasovnaOddajaPodatkovMM2Storitev?WSDL" TargetMode="External"/><Relationship Id="rId139" Type="http://schemas.openxmlformats.org/officeDocument/2006/relationships/hyperlink" Target="https://services.informatika.si/OdpovedPogodbeODobaviWeb/sca/OdpovedPogodbeODobaviStoritev?WSDL" TargetMode="External"/><Relationship Id="rId80" Type="http://schemas.openxmlformats.org/officeDocument/2006/relationships/image" Target="media/image3.emf"/><Relationship Id="rId85" Type="http://schemas.openxmlformats.org/officeDocument/2006/relationships/hyperlink" Target="https://services.informatika.si:443/MenjavaDobaviteljaWeb/sca/VrniVlogo?WSDL" TargetMode="External"/><Relationship Id="rId150" Type="http://schemas.openxmlformats.org/officeDocument/2006/relationships/hyperlink" Target="https://services-test.informatika.si/SklepanjePoDWeb/sca/NovaPoD2Storitev?WSDL" TargetMode="External"/><Relationship Id="rId155" Type="http://schemas.openxmlformats.org/officeDocument/2006/relationships/hyperlink" Target="https://services.informatika.si/SklepanjePoDWeb/sca/OdjavaPlacnikaStoritev?WSDL" TargetMode="External"/><Relationship Id="rId171" Type="http://schemas.openxmlformats.org/officeDocument/2006/relationships/hyperlink" Target="https://services.informatika.si/EvidencaSpremembMMWeb/sca/VrniSeznamSpremembMMPoDKreiranja3Storitev?wsdl" TargetMode="External"/><Relationship Id="rId176" Type="http://schemas.openxmlformats.org/officeDocument/2006/relationships/hyperlink" Target="https://services-test.informatika.si/EnotnaVstopnaTocka/EvidencaSpremembService?WSDL" TargetMode="External"/><Relationship Id="rId192" Type="http://schemas.openxmlformats.org/officeDocument/2006/relationships/hyperlink" Target="https://services.informatika.si/KolicineWeb/sca/VrniKolicineZaMerilnoMestoStoritev?wsdl" TargetMode="External"/><Relationship Id="rId197" Type="http://schemas.openxmlformats.org/officeDocument/2006/relationships/header" Target="header3.xml"/><Relationship Id="rId201" Type="http://schemas.openxmlformats.org/officeDocument/2006/relationships/theme" Target="theme/theme1.xml"/><Relationship Id="rId12" Type="http://schemas.openxmlformats.org/officeDocument/2006/relationships/endnotes" Target="endnotes.xml"/><Relationship Id="rId17" Type="http://schemas.openxmlformats.org/officeDocument/2006/relationships/hyperlink" Target="https://services.informatika.si/PridobivanjeOdbirkaWeb/sca/PridobivanjeOdbirkaStoritev?WSDL" TargetMode="External"/><Relationship Id="rId33" Type="http://schemas.openxmlformats.org/officeDocument/2006/relationships/hyperlink" Target="https://services-test.informatika.si/VnosOdbirkaWeb/sca/VnosOdbirka2Storitev?WSDL" TargetMode="External"/><Relationship Id="rId38" Type="http://schemas.openxmlformats.org/officeDocument/2006/relationships/hyperlink" Target="https://services-test.informatika.si/PridobivanjeOdbirkaWeb/sca/VrniOdbirke?WSDL" TargetMode="External"/><Relationship Id="rId59" Type="http://schemas.openxmlformats.org/officeDocument/2006/relationships/hyperlink" Target="https://services.informatika.si/VnosPDPWeb/sca/VnosPDP2Storitev?WSDL" TargetMode="External"/><Relationship Id="rId103" Type="http://schemas.openxmlformats.org/officeDocument/2006/relationships/hyperlink" Target="https://services.informatika.si/EvidencaZahtevWeb/sca/IskanjeZahteveStoritev?WSDL" TargetMode="External"/><Relationship Id="rId108" Type="http://schemas.openxmlformats.org/officeDocument/2006/relationships/hyperlink" Target="https://services-test.informatika.si/EvidencaZahtevWeb/sca/VrstaZahteveStoritev?WSDL" TargetMode="External"/><Relationship Id="rId124" Type="http://schemas.openxmlformats.org/officeDocument/2006/relationships/hyperlink" Target="https://services-test.informatika.si/EvidencaZahtevWeb/sca/EvidencaZahtevVrniZahtevaStoritev?WSDL" TargetMode="External"/><Relationship Id="rId129" Type="http://schemas.openxmlformats.org/officeDocument/2006/relationships/hyperlink" Target="https://services.informatika.si/EvidencaZahtevWeb/sca/MasovnaOddajaInfoStoritev?WSDL" TargetMode="External"/><Relationship Id="rId54" Type="http://schemas.openxmlformats.org/officeDocument/2006/relationships/hyperlink" Target="https://services-test.informatika.si:443/PridobivanjePDPWeb/sca/PridobivanjePDPStoritev?WSDL" TargetMode="External"/><Relationship Id="rId70" Type="http://schemas.openxmlformats.org/officeDocument/2006/relationships/hyperlink" Target="https://services-test.informatika.si/FakturiranaRealizacijaZaMMWeb/sca/FakturiranaRealizacija2Storitev?WSDL" TargetMode="External"/><Relationship Id="rId75" Type="http://schemas.openxmlformats.org/officeDocument/2006/relationships/hyperlink" Target="https://services.informatika.si/MenjavaDobaviteljaWeb/sca/OddajaVloge2Storitev?WSDL" TargetMode="External"/><Relationship Id="rId91" Type="http://schemas.openxmlformats.org/officeDocument/2006/relationships/oleObject" Target="embeddings/Microsoft_Visio_2003-2010_Drawing5.vsd"/><Relationship Id="rId96" Type="http://schemas.openxmlformats.org/officeDocument/2006/relationships/hyperlink" Target="https://services.informatika.si/MenjavaDobaviteljaWeb/sca/OddajaDopolnjeneVloge2Storitev?wsdl" TargetMode="External"/><Relationship Id="rId140" Type="http://schemas.openxmlformats.org/officeDocument/2006/relationships/hyperlink" Target="https://services-test.informatika.si/OdpovedPogodbeODobaviWeb/sca/OdpovedPogodbeODobaviStoritev?WSDL" TargetMode="External"/><Relationship Id="rId145" Type="http://schemas.openxmlformats.org/officeDocument/2006/relationships/hyperlink" Target="https://services.informatika.si/SklepanjePoDWeb/sca/PrviPriklop2Storitev?WSDL" TargetMode="External"/><Relationship Id="rId161" Type="http://schemas.openxmlformats.org/officeDocument/2006/relationships/hyperlink" Target="https://services.informatika.si/EvidencaSpremembMMWeb/sca/VrniSeznamSpremembMMStoritev?WSDL" TargetMode="External"/><Relationship Id="rId166" Type="http://schemas.openxmlformats.org/officeDocument/2006/relationships/hyperlink" Target="https://services-test.informatika.si/EvidencaSpremembMMWeb/sca/VrniSeznamSpremembMMPodrobnoStoritev?WSDL" TargetMode="External"/><Relationship Id="rId182" Type="http://schemas.openxmlformats.org/officeDocument/2006/relationships/hyperlink" Target="https://services-test.informatika.si/PridobivanjeObracunskihObdobijWeb/sca/ObracunskaObdobjaPartner?wsdl" TargetMode="External"/><Relationship Id="rId187" Type="http://schemas.openxmlformats.org/officeDocument/2006/relationships/hyperlink" Target="https://services-test.informatika.si/ProzenjeObracunaWeb/sca/ObracunPartner?wsd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hyperlink" Target="https://services.informatika.si/PridobivanjeOdbirkaWeb/sca/PridobivanjeOdbirka2Storitev?WSDL" TargetMode="External"/><Relationship Id="rId28" Type="http://schemas.openxmlformats.org/officeDocument/2006/relationships/hyperlink" Target="https://services.informatika.si/ObracunskiTipMeritveWeb/sca/ObracunskiTipMeritveStoritev" TargetMode="External"/><Relationship Id="rId49" Type="http://schemas.openxmlformats.org/officeDocument/2006/relationships/hyperlink" Target="https://services.informatika.si/VnosOdbirkaWeb/sca/RazveljaviOdbirek3Storitev?wsdl" TargetMode="External"/><Relationship Id="rId114" Type="http://schemas.openxmlformats.org/officeDocument/2006/relationships/hyperlink" Target="https://services-test.informatika.si/EvidencaZahtevWeb/sca/VrstaZahteveStoritev?WSDL" TargetMode="External"/><Relationship Id="rId119" Type="http://schemas.openxmlformats.org/officeDocument/2006/relationships/hyperlink" Target="https://services.informatika.si/EvidencaZahtevWeb/sca/EvidencaZahtevDodaj2Storitev?WSDL" TargetMode="External"/><Relationship Id="rId44" Type="http://schemas.openxmlformats.org/officeDocument/2006/relationships/hyperlink" Target="https://services-test.informatika.si/PridobivanjeOdbirkaWeb/sca/VrniOdbirkeCakajociStoritev?WSDL" TargetMode="External"/><Relationship Id="rId60" Type="http://schemas.openxmlformats.org/officeDocument/2006/relationships/hyperlink" Target="https://services.informatika.si/VnosPDPWeb/sca/VnosPDP2Storitev?WSDL" TargetMode="External"/><Relationship Id="rId65" Type="http://schemas.openxmlformats.org/officeDocument/2006/relationships/hyperlink" Target="https://services.informatika.si/PridobivanjePodatkovMMWeb/sca/PridobivanjePodatkovMM5Storitev?WSDL" TargetMode="External"/><Relationship Id="rId81" Type="http://schemas.openxmlformats.org/officeDocument/2006/relationships/oleObject" Target="embeddings/Microsoft_Visio_2003-2010_Drawing2.vsd"/><Relationship Id="rId86" Type="http://schemas.openxmlformats.org/officeDocument/2006/relationships/hyperlink" Target="https://services-test.informatika.si:443/MenjavaDobaviteljaWeb/sca/VrniVlogo?WSDL" TargetMode="External"/><Relationship Id="rId130" Type="http://schemas.openxmlformats.org/officeDocument/2006/relationships/hyperlink" Target="https://services-test.informatika.si/EvidencaZahtevWeb/sca/MenjavaDobaviteljaStoritev?WSDL" TargetMode="External"/><Relationship Id="rId135" Type="http://schemas.openxmlformats.org/officeDocument/2006/relationships/hyperlink" Target="https://services.informatika.si/EvidencaZahtevWeb/sca/MasovnaOddajaZahtevInfo2Storitev?WSDL" TargetMode="External"/><Relationship Id="rId151" Type="http://schemas.openxmlformats.org/officeDocument/2006/relationships/hyperlink" Target="https://services.informatika.si/SklepanjePoDWeb/sca/SpremembaBremenitveStoritev?WSDL" TargetMode="External"/><Relationship Id="rId156" Type="http://schemas.openxmlformats.org/officeDocument/2006/relationships/hyperlink" Target="https://services-test.informatika.si/SklepanjePoDWeb/sca/OdjavaPlacnikaStoritev?WSDL" TargetMode="External"/><Relationship Id="rId177" Type="http://schemas.openxmlformats.org/officeDocument/2006/relationships/hyperlink" Target="https://services.informatika.si/InformativniObracunWeb/sca/InformativniObracunStoritev?wsdl" TargetMode="External"/><Relationship Id="rId198" Type="http://schemas.openxmlformats.org/officeDocument/2006/relationships/footer" Target="footer1.xml"/><Relationship Id="rId172" Type="http://schemas.openxmlformats.org/officeDocument/2006/relationships/hyperlink" Target="https://services-test.informatika.si/EvidencaSpremembMMWeb/sca/VrniSeznamSpremembMMPoDKreiranja3Storitev?wsdl" TargetMode="External"/><Relationship Id="rId193" Type="http://schemas.openxmlformats.org/officeDocument/2006/relationships/hyperlink" Target="https://services-test.informatika.si/KolicineWeb/sca/VrniKolicineZaMerilnoMestoStoritev?wsdl" TargetMode="External"/><Relationship Id="rId13" Type="http://schemas.openxmlformats.org/officeDocument/2006/relationships/image" Target="media/image1.png"/><Relationship Id="rId18" Type="http://schemas.openxmlformats.org/officeDocument/2006/relationships/hyperlink" Target="https://services-test.informatika.si/PridobivanjeOdbirkaWeb/sca/PridobivanjeOdbirkaStoritev?WSDL" TargetMode="External"/><Relationship Id="rId39" Type="http://schemas.openxmlformats.org/officeDocument/2006/relationships/hyperlink" Target="https://services.informatika.si/PridobivanjeOdbirkaWeb/sca/VrniOdbirke2Storitev?WSDL" TargetMode="External"/><Relationship Id="rId109" Type="http://schemas.openxmlformats.org/officeDocument/2006/relationships/hyperlink" Target="https://services.informatika.si/EvidencaZahtevWeb/sca/EvidencaZahtevNajdiZahteva2Storitev?WSDL" TargetMode="External"/><Relationship Id="rId34" Type="http://schemas.openxmlformats.org/officeDocument/2006/relationships/hyperlink" Target="https://services-test.informatika.si/VnosOdbirkaWeb/sca/VnosOdbirka3Storitev?WSDL" TargetMode="External"/><Relationship Id="rId50" Type="http://schemas.openxmlformats.org/officeDocument/2006/relationships/hyperlink" Target="https://services-test.informatika.si/VnosOdbirkaWeb/sca/RazveljaviOdbirek3Storitev?wsdl" TargetMode="External"/><Relationship Id="rId55" Type="http://schemas.openxmlformats.org/officeDocument/2006/relationships/hyperlink" Target="https://services.informatika.si/PridobivanjePDPWeb/sca/PridobivanjePDP2Storitev?WSDL" TargetMode="External"/><Relationship Id="rId76" Type="http://schemas.openxmlformats.org/officeDocument/2006/relationships/hyperlink" Target="https://services-test.informatika.si/MenjavaDobaviteljaWeb/sca/OddajaVloge2Storitev?WSDL" TargetMode="External"/><Relationship Id="rId97" Type="http://schemas.openxmlformats.org/officeDocument/2006/relationships/hyperlink" Target="https://services-test.informatika.si/MenjavaDobaviteljaWeb/sca/OddajaDopolnjeneVloge2Storitev?wsdl" TargetMode="External"/><Relationship Id="rId104" Type="http://schemas.openxmlformats.org/officeDocument/2006/relationships/hyperlink" Target="https://services-test.informatika.si/EvidencaZahtevWeb/sca/IskanjeZahteveStoritev?WSDL" TargetMode="External"/><Relationship Id="rId120" Type="http://schemas.openxmlformats.org/officeDocument/2006/relationships/hyperlink" Target="https://services-test.informatika.si/EvidencaZahtevWeb/sca/EvidencaZahtevDodaj2Storitev?WSDL" TargetMode="External"/><Relationship Id="rId125" Type="http://schemas.openxmlformats.org/officeDocument/2006/relationships/hyperlink" Target="https://services.informatika.si/EvidencaZahtevWeb/sca/EvidencaZahtevVrni2Storitev?WSDL" TargetMode="External"/><Relationship Id="rId141" Type="http://schemas.openxmlformats.org/officeDocument/2006/relationships/hyperlink" Target="https://services.informatika.si/OdpovedPogodbeODobaviWeb/sca/OdpovedPogodbeODobaviOddaj3Storitev?WSDL" TargetMode="External"/><Relationship Id="rId146" Type="http://schemas.openxmlformats.org/officeDocument/2006/relationships/hyperlink" Target="https://services-test.informatika.si/SklepanjePoDWeb/sca/PrviPriklop2Storitev?WSDL" TargetMode="External"/><Relationship Id="rId167" Type="http://schemas.openxmlformats.org/officeDocument/2006/relationships/hyperlink" Target="https://services.informatika.si/EvidencaSpremembMMWeb/sca/VrniSeznamSpremembMMPodrobno3Storitev?WSDL" TargetMode="External"/><Relationship Id="rId188" Type="http://schemas.openxmlformats.org/officeDocument/2006/relationships/hyperlink" Target="https://services.informatika.si/KolicineWeb/sca/NajdiKolicineStoritev?wsdl" TargetMode="External"/><Relationship Id="rId7" Type="http://schemas.openxmlformats.org/officeDocument/2006/relationships/numbering" Target="numbering.xml"/><Relationship Id="rId71" Type="http://schemas.openxmlformats.org/officeDocument/2006/relationships/hyperlink" Target="https://services.informatika.si/MenjavaDobaviteljaWeb/sca/OddajaVloge?WSDL" TargetMode="External"/><Relationship Id="rId92" Type="http://schemas.openxmlformats.org/officeDocument/2006/relationships/hyperlink" Target="https://services.informatika.si/MenjavaDobaviteljaWeb/sca/OddajaDopVloge?WSDL" TargetMode="External"/><Relationship Id="rId162" Type="http://schemas.openxmlformats.org/officeDocument/2006/relationships/hyperlink" Target="https://services-test.informatika.si/EvidencaSpremembMMWeb/sca/VrniSeznamSpremembMMStoritev?WSDL" TargetMode="External"/><Relationship Id="rId183" Type="http://schemas.openxmlformats.org/officeDocument/2006/relationships/hyperlink" Target="https://services-test.informatika.si/InformativniObracunWeb/sca/InformativniObracunStoritev?wsdl" TargetMode="External"/><Relationship Id="rId2" Type="http://schemas.openxmlformats.org/officeDocument/2006/relationships/customXml" Target="../customXml/item2.xml"/><Relationship Id="rId29" Type="http://schemas.openxmlformats.org/officeDocument/2006/relationships/hyperlink" Target="https://services-test.informatika.si/NacinEvidentiranjaMeritveWeb/sca/NacinEvidentiranjaMeritveStoritev" TargetMode="External"/><Relationship Id="rId24" Type="http://schemas.openxmlformats.org/officeDocument/2006/relationships/hyperlink" Target="https://services-test.informatika.si/PridobivanjeOdbirkaWeb/sca/PridobivanjeOdbirka2Storitev?WSDL" TargetMode="External"/><Relationship Id="rId40" Type="http://schemas.openxmlformats.org/officeDocument/2006/relationships/hyperlink" Target="https://services-test.informatika.si/PridobivanjeOdbirkaWeb/sca/VrniOdbirke2Storitev?WSDL" TargetMode="External"/><Relationship Id="rId45" Type="http://schemas.openxmlformats.org/officeDocument/2006/relationships/hyperlink" Target="https://services.informatika.si/PridobivanjeOdbirkaWeb/sca/VrniOdbirkeCakajoci2Storitev?WSDL" TargetMode="External"/><Relationship Id="rId66" Type="http://schemas.openxmlformats.org/officeDocument/2006/relationships/hyperlink" Target="https://services-test.informatika.si/PridobivanjePodatkovMMWeb/sca/PridobivanjePodatkovMM5Storitev?WSDL" TargetMode="External"/><Relationship Id="rId87" Type="http://schemas.openxmlformats.org/officeDocument/2006/relationships/image" Target="media/image4.emf"/><Relationship Id="rId110" Type="http://schemas.openxmlformats.org/officeDocument/2006/relationships/hyperlink" Target="https://services-test.informatika.si/EvidencaZahtevWeb/sca/EvidencaZahtevNajdiZahteva2Storitev?WSDL" TargetMode="External"/><Relationship Id="rId115" Type="http://schemas.openxmlformats.org/officeDocument/2006/relationships/hyperlink" Target="https://services.informatika.si/EvidencaZahtevWeb/sca/VnosZahteveStoritev?WSDL" TargetMode="External"/><Relationship Id="rId131" Type="http://schemas.openxmlformats.org/officeDocument/2006/relationships/hyperlink" Target="https://services.informatika.si/EvidencaZahtevWeb/sca/PodatkiMMStoritev?WSDL" TargetMode="External"/><Relationship Id="rId136" Type="http://schemas.openxmlformats.org/officeDocument/2006/relationships/hyperlink" Target="https://services-test.informatika.si/EvidencaZahtevWeb/sca/MasovnaOddajaMenjavDobavitelja2Storitev?WSDL" TargetMode="External"/><Relationship Id="rId157" Type="http://schemas.openxmlformats.org/officeDocument/2006/relationships/hyperlink" Target="https://services.informatika.si/EvidencaSpremembMMWeb/sca/VrniSeznamSpremembMMStoritev?WSDL" TargetMode="External"/><Relationship Id="rId178" Type="http://schemas.openxmlformats.org/officeDocument/2006/relationships/hyperlink" Target="https://services-test.informatika.si/InformativniObracunWeb/sca/InformativniObracunStoritev?wsdl" TargetMode="External"/><Relationship Id="rId61" Type="http://schemas.openxmlformats.org/officeDocument/2006/relationships/hyperlink" Target="https://services.informatika.si/PridobivanjePodatkovMMWeb/sca/PridobivanjePodatkovMMStoritev2?WSDL" TargetMode="External"/><Relationship Id="rId82" Type="http://schemas.openxmlformats.org/officeDocument/2006/relationships/hyperlink" Target="https://services.informatika.si/MenjavaDobaviteljaWeb/sca/NajdiVloga3Storitev?WSDL" TargetMode="External"/><Relationship Id="rId152" Type="http://schemas.openxmlformats.org/officeDocument/2006/relationships/hyperlink" Target="https://services-test.informatika.si/SklepanjePoDWeb/sca/SpremembaBremenitveStoritev?WSDL" TargetMode="External"/><Relationship Id="rId173" Type="http://schemas.openxmlformats.org/officeDocument/2006/relationships/hyperlink" Target="https://services.informatika.si:443/EvidencaSpremembMMWeb/sca/VrniSprememboMMPoIDStoritev_v2%20.wsdl" TargetMode="External"/><Relationship Id="rId194" Type="http://schemas.openxmlformats.org/officeDocument/2006/relationships/hyperlink" Target="https://services.informatika.si/KolicineWeb/sca/VrniKolicineZaMerilnoMestoStoritev?wsdl" TargetMode="External"/><Relationship Id="rId199" Type="http://schemas.openxmlformats.org/officeDocument/2006/relationships/footer" Target="footer2.xml"/><Relationship Id="rId19" Type="http://schemas.openxmlformats.org/officeDocument/2006/relationships/hyperlink" Target="https://services.informatika.si/NacinEvidentiranjaMeritveWeb/sca/NacinEvidentiranjaMeritveStoritev" TargetMode="External"/><Relationship Id="rId30" Type="http://schemas.openxmlformats.org/officeDocument/2006/relationships/hyperlink" Target="https://services-test.informatika.si/ObracunskiTipMeritveWeb/sca/ObracunskiTipMeritveStoritev" TargetMode="External"/><Relationship Id="rId35" Type="http://schemas.openxmlformats.org/officeDocument/2006/relationships/hyperlink" Target="https://services.informatika.si/VnosOdbirkaWeb/sca/VnosOdbirkaEnostavni3Storitev?WSDL" TargetMode="External"/><Relationship Id="rId56" Type="http://schemas.openxmlformats.org/officeDocument/2006/relationships/hyperlink" Target="https://services-test.informatika.si:443/PridobivanjePDPWeb/sca/PridobivanjePDP2Storitev?WSDL" TargetMode="External"/><Relationship Id="rId77" Type="http://schemas.openxmlformats.org/officeDocument/2006/relationships/oleObject" Target="embeddings/Microsoft_Visio_2003-2010_Drawing1.vsd"/><Relationship Id="rId100" Type="http://schemas.openxmlformats.org/officeDocument/2006/relationships/hyperlink" Target="https://services.informatika.si/EnotnaVstopnaTocka/MenjavaDobaviteljaService?wsdl" TargetMode="External"/><Relationship Id="rId105" Type="http://schemas.openxmlformats.org/officeDocument/2006/relationships/hyperlink" Target="https://services.informatika.si/EvidencaZahtevWeb/sca/StatusZahteveStoritev?WSDL" TargetMode="External"/><Relationship Id="rId126" Type="http://schemas.openxmlformats.org/officeDocument/2006/relationships/hyperlink" Target="https://services-test.informatika.si/EvidencaZahtevWeb/sca/EvidencaZahtevVrni2Storitev?WSDL" TargetMode="External"/><Relationship Id="rId147" Type="http://schemas.openxmlformats.org/officeDocument/2006/relationships/hyperlink" Target="https://services.informatika.si/SklepanjePoDWeb/sca/NovaPoDStoritev?WSDL" TargetMode="External"/><Relationship Id="rId168" Type="http://schemas.openxmlformats.org/officeDocument/2006/relationships/hyperlink" Target="https://services-test.informatika.si/EvidencaSpremembMMWeb/sca/VrniSeznamSpremembMMPodrobno3Storitev?WSDL" TargetMode="External"/><Relationship Id="rId8" Type="http://schemas.openxmlformats.org/officeDocument/2006/relationships/styles" Target="styles.xml"/><Relationship Id="rId51" Type="http://schemas.openxmlformats.org/officeDocument/2006/relationships/hyperlink" Target="https://services.informatika.si/EnotnaVstopnaTocka/ObracunskeMeritveService?wsdl" TargetMode="External"/><Relationship Id="rId72" Type="http://schemas.openxmlformats.org/officeDocument/2006/relationships/hyperlink" Target="https://services-test.informatika.si/MenjavaDobaviteljaWeb/sca/OddajaVloge?WSDL" TargetMode="External"/><Relationship Id="rId93" Type="http://schemas.openxmlformats.org/officeDocument/2006/relationships/hyperlink" Target="https://services-test.informatika.si/MenjavaDobaviteljaWeb/sca/OddajaDopVloge?WSDL" TargetMode="External"/><Relationship Id="rId98" Type="http://schemas.openxmlformats.org/officeDocument/2006/relationships/image" Target="media/image6.emf"/><Relationship Id="rId121" Type="http://schemas.openxmlformats.org/officeDocument/2006/relationships/hyperlink" Target="https://services.informatika.si/EvidencaZahtevWeb/sca/VrstaZahteveStoritev?WSDL" TargetMode="External"/><Relationship Id="rId142" Type="http://schemas.openxmlformats.org/officeDocument/2006/relationships/hyperlink" Target="https://services-test.informatika.si/OdpovedPogodbeODobaviWeb/sca/OdpovedPogodbeODobaviOddaj3Storitev?WSDL" TargetMode="External"/><Relationship Id="rId163" Type="http://schemas.openxmlformats.org/officeDocument/2006/relationships/hyperlink" Target="https://services.informatika.si/EvidencaSpremembMMWeb%20/sca/VrniVrsteSpremembMMStoritev?WSDL" TargetMode="External"/><Relationship Id="rId184" Type="http://schemas.openxmlformats.org/officeDocument/2006/relationships/hyperlink" Target="https://services-test.informatika.si/PridobivanjeObracunskihObdobijWeb/sca/ObracunskaObdobjaPartner?wsdl" TargetMode="External"/><Relationship Id="rId189" Type="http://schemas.openxmlformats.org/officeDocument/2006/relationships/hyperlink" Target="https://services-test.informatika.si/KolicineWeb/sca/NajdiKolicineStoritev?wsdl" TargetMode="External"/><Relationship Id="rId3" Type="http://schemas.openxmlformats.org/officeDocument/2006/relationships/customXml" Target="../customXml/item3.xml"/><Relationship Id="rId25" Type="http://schemas.openxmlformats.org/officeDocument/2006/relationships/hyperlink" Target="https://services.informatika.si/PridobivanjeOdbirkaWeb/sca/PridobivanjeOdbirka3Storitev?wsdl" TargetMode="External"/><Relationship Id="rId46" Type="http://schemas.openxmlformats.org/officeDocument/2006/relationships/hyperlink" Target="https://services-test.informatika.si/PridobivanjeOdbirkaWeb/sca/VrniOdbirkeCakajoci2Storitev?WSDL" TargetMode="External"/><Relationship Id="rId67" Type="http://schemas.openxmlformats.org/officeDocument/2006/relationships/hyperlink" Target="https://services.informatika.si/FakturiranaRealizacijaZaMMWeb/sca/FakturiranaRealizacijaStoritev?WSDL" TargetMode="External"/><Relationship Id="rId116" Type="http://schemas.openxmlformats.org/officeDocument/2006/relationships/hyperlink" Target="https://services-test.informatika.si/EvidencaZahtevWeb/sca/VnosZahteveStoritev?WSDL" TargetMode="External"/><Relationship Id="rId137" Type="http://schemas.openxmlformats.org/officeDocument/2006/relationships/hyperlink" Target="https://services-test.informatika.si/EvidencaZahtevWeb/sca/MasovnaOddajaPodatkovMM2Storitev?WSDL" TargetMode="External"/><Relationship Id="rId158" Type="http://schemas.openxmlformats.org/officeDocument/2006/relationships/hyperlink" Target="https://services-test.informatika.si/EvidencaSpremembMMWeb/sca/VrniSeznamSpremembMMStoritev?WSDL" TargetMode="External"/><Relationship Id="rId20" Type="http://schemas.openxmlformats.org/officeDocument/2006/relationships/hyperlink" Target="https://services.informatika.si/ObracunskiTipMeritveWeb/sca/ObracunskiTipMeritveStoritev" TargetMode="External"/><Relationship Id="rId41" Type="http://schemas.openxmlformats.org/officeDocument/2006/relationships/hyperlink" Target="https://services.informatika.si/PridobivanjeOdbirkaWeb/sca/VrniOdbirke3Storitev?WSDL" TargetMode="External"/><Relationship Id="rId62" Type="http://schemas.openxmlformats.org/officeDocument/2006/relationships/hyperlink" Target="https://services-test.informatika.si/PridobivanjePodatkovMMWeb/sca/PridobivanjePodatkovMMStoritev2?WSDL" TargetMode="External"/><Relationship Id="rId83" Type="http://schemas.openxmlformats.org/officeDocument/2006/relationships/hyperlink" Target="https://services-test.informatika.si/MenjavaDobaviteljaWeb/sca/NajdiVloga3Storitev?WSDL" TargetMode="External"/><Relationship Id="rId88" Type="http://schemas.openxmlformats.org/officeDocument/2006/relationships/oleObject" Target="embeddings/Microsoft_Visio_2003-2010_Drawing4.vsd"/><Relationship Id="rId111" Type="http://schemas.openxmlformats.org/officeDocument/2006/relationships/hyperlink" Target="https://services.informatika.si/EvidencaZahtevWeb/sca/StatusZahteveStoritev?WSDL" TargetMode="External"/><Relationship Id="rId132" Type="http://schemas.openxmlformats.org/officeDocument/2006/relationships/hyperlink" Target="https://services.informatika.si/EvidencaZahtevWeb/sca/MasovnaOddajaInfoStoritev?WSDL" TargetMode="External"/><Relationship Id="rId153" Type="http://schemas.openxmlformats.org/officeDocument/2006/relationships/hyperlink" Target="https://services.informatika.si/SklepanjePoDWeb/sca/SpremembaBremenitve2Storitev?WSDL" TargetMode="External"/><Relationship Id="rId174" Type="http://schemas.openxmlformats.org/officeDocument/2006/relationships/hyperlink" Target="https://eur03.safelinks.protection.outlook.com/?url=https%3A%2F%2Fservices-test.informatika.si%2FEvidencaSpremembMMWeb%2Fsca%2FVrniSprememboMMPoIDStoritev_v2&amp;data=04%7C01%7CSabina.Muskinja%40informatika.si%7C506b4b5168114a50b2c308d8a650e832%7C66451e3d65374f688765cbd7a86bd1d2%7C0%7C0%7C637442213707650537%7CUnknown%7CTWFpbGZsb3d8eyJWIjoiMC4wLjAwMDAiLCJQIjoiV2luMzIiLCJBTiI6Ik1haWwiLCJXVCI6Mn0%3D%7C1000&amp;sdata=GhghwHIGWcc99vvXTY54lrXYYviTQICQM0nrbJ7YJKc%3D&amp;reserved=0" TargetMode="External"/><Relationship Id="rId179" Type="http://schemas.openxmlformats.org/officeDocument/2006/relationships/hyperlink" Target="https://services.informatika.si/InformativniObracunWeb/sca/InformativniObracun2Storitev?WSDL" TargetMode="External"/><Relationship Id="rId195" Type="http://schemas.openxmlformats.org/officeDocument/2006/relationships/hyperlink" Target="https://services-test.informatika.si/KolicineWeb/sca/VrniKolicineZaMerilnoMesto2Storitev?wsdl" TargetMode="External"/><Relationship Id="rId190" Type="http://schemas.openxmlformats.org/officeDocument/2006/relationships/hyperlink" Target="https://services.informatika.si/KolicineWeb/sca/NajdiKolicine2Storitev?wsdl" TargetMode="External"/><Relationship Id="rId15" Type="http://schemas.openxmlformats.org/officeDocument/2006/relationships/image" Target="media/image2.gif"/><Relationship Id="rId36" Type="http://schemas.openxmlformats.org/officeDocument/2006/relationships/hyperlink" Target="https://services-test.informatika.si/VnosOdbirkaWeb/sca/VnosOdbirkaEnostavni3Storitev?WSDL" TargetMode="External"/><Relationship Id="rId57" Type="http://schemas.openxmlformats.org/officeDocument/2006/relationships/hyperlink" Target="https://services.informatika.si:443/VnosPDPWeb/sca/VnosPDPStoritev?WSDL" TargetMode="External"/><Relationship Id="rId106" Type="http://schemas.openxmlformats.org/officeDocument/2006/relationships/hyperlink" Target="https://services.informatika.si/EvidencaZahtevWeb/sca/VrstaZahteveStoritev?WSDL" TargetMode="External"/><Relationship Id="rId127" Type="http://schemas.openxmlformats.org/officeDocument/2006/relationships/hyperlink" Target="https://services.informatika.si/EvidencaZahtevWeb/sca/MenjavaDobaviteljaStoritev?WSDL" TargetMode="External"/><Relationship Id="rId10" Type="http://schemas.openxmlformats.org/officeDocument/2006/relationships/webSettings" Target="webSettings.xml"/><Relationship Id="rId31" Type="http://schemas.openxmlformats.org/officeDocument/2006/relationships/hyperlink" Target="https://services.informatika.si/VnosOdbirkaWeb/sca/VnosOdbirkaStoritev?WSDL" TargetMode="External"/><Relationship Id="rId52" Type="http://schemas.openxmlformats.org/officeDocument/2006/relationships/hyperlink" Target="https://services-test.informatika.si/EnotnaVstopnaTocka/ObracunskeMeritveService?wsdl" TargetMode="External"/><Relationship Id="rId73" Type="http://schemas.openxmlformats.org/officeDocument/2006/relationships/image" Target="media/image2.emf"/><Relationship Id="rId78" Type="http://schemas.openxmlformats.org/officeDocument/2006/relationships/hyperlink" Target="https://services.informatika.si/MenjavaDobaviteljaWeb/sca/NajdiVlogo?WSDL" TargetMode="External"/><Relationship Id="rId94" Type="http://schemas.openxmlformats.org/officeDocument/2006/relationships/image" Target="media/image5.emf"/><Relationship Id="rId99" Type="http://schemas.openxmlformats.org/officeDocument/2006/relationships/oleObject" Target="embeddings/Microsoft_Visio_2003-2010_Drawing7.vsd"/><Relationship Id="rId101" Type="http://schemas.openxmlformats.org/officeDocument/2006/relationships/hyperlink" Target="https://services-test.informatika.si/EnotnaVstopnaTocka/MenjavaDobaviteljaService?wsdl" TargetMode="External"/><Relationship Id="rId122" Type="http://schemas.openxmlformats.org/officeDocument/2006/relationships/hyperlink" Target="https://services-test.informatika.si/EvidencaZahtevWeb/sca/VrstaZahteveStoritev?WSDL" TargetMode="External"/><Relationship Id="rId143" Type="http://schemas.openxmlformats.org/officeDocument/2006/relationships/hyperlink" Target="https://services.informatika.si/SklepanjePoDWeb/sca/PrviPriklopStoritev?WSDL" TargetMode="External"/><Relationship Id="rId148" Type="http://schemas.openxmlformats.org/officeDocument/2006/relationships/hyperlink" Target="https://services-test.informatika.si/SklepanjePoDWeb/sca/NovaPoDStoritev?WSDL" TargetMode="External"/><Relationship Id="rId164" Type="http://schemas.openxmlformats.org/officeDocument/2006/relationships/hyperlink" Target="https://services-test.informatika.si/EvidencaSpremembMMWeb%20/sca/VrniVrsteSpremembMMStoritev?WSDL" TargetMode="External"/><Relationship Id="rId169" Type="http://schemas.openxmlformats.org/officeDocument/2006/relationships/hyperlink" Target="https://services.informatika.si/EvidencaSpremembMMWeb/sca/VrniSeznamSpremembMMPoDKreiranjaStoritev" TargetMode="External"/><Relationship Id="rId185" Type="http://schemas.openxmlformats.org/officeDocument/2006/relationships/hyperlink" Target="https://services-test.informatika.si/ProzenjeObracunaWeb/sca/ObracunPartner?wsdl" TargetMode="External"/><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hyperlink" Target="https://services-test.informatika.si/InformativniObracunWeb/sca/InformativniObracun2Storitev?WSDL" TargetMode="External"/><Relationship Id="rId26" Type="http://schemas.openxmlformats.org/officeDocument/2006/relationships/hyperlink" Target="https://services-test.informatika.si/PridobivanjeOdbirkaWeb/sca/PridobivanjeOdbirka3Storitev?wsdl" TargetMode="External"/><Relationship Id="rId47" Type="http://schemas.openxmlformats.org/officeDocument/2006/relationships/hyperlink" Target="https://services.informatika.si/PridobivanjeOdbirkaWeb/sca/VrniOdbirkeCakajoci3Storitev?WSDL" TargetMode="External"/><Relationship Id="rId68" Type="http://schemas.openxmlformats.org/officeDocument/2006/relationships/hyperlink" Target="https://services-test.informatika.si/FakturiranaRealizacijaZaMMWeb/sca/FakturiranaRealizacijaStoritev?WSDL" TargetMode="External"/><Relationship Id="rId89" Type="http://schemas.openxmlformats.org/officeDocument/2006/relationships/hyperlink" Target="https://services.informatika.si:443/MenjavaDobaviteljaWeb/sca/VrniVlogo?WSDL" TargetMode="External"/><Relationship Id="rId112" Type="http://schemas.openxmlformats.org/officeDocument/2006/relationships/hyperlink" Target="https://services.informatika.si/EvidencaZahtevWeb/sca/VrstaZahteveStoritev?WSDL" TargetMode="External"/><Relationship Id="rId133" Type="http://schemas.openxmlformats.org/officeDocument/2006/relationships/hyperlink" Target="https://services.informatika.si/EvidencaZahtevWeb/sca/MasovnaOddajaMenjavDobavitelja2Storitev?WSDL" TargetMode="External"/><Relationship Id="rId154" Type="http://schemas.openxmlformats.org/officeDocument/2006/relationships/hyperlink" Target="https://services-test.informatika.si/SklepanjePoDWeb/sca/SpremembaBremenitve2Storitev?WSDL" TargetMode="External"/><Relationship Id="rId175" Type="http://schemas.openxmlformats.org/officeDocument/2006/relationships/hyperlink" Target="https://services.informatika.si/EnotnaVstopnaTocka/EvidencaSpremembService?WSD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ejgr\AppData\Local\Temp\Dokument%20-%20Template%20-%20V1.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2008-06-10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4DAADBECE9AA54495A3DCC556E06CE3" ma:contentTypeVersion="4" ma:contentTypeDescription="Create a new document." ma:contentTypeScope="" ma:versionID="dc59d6c74a914de55081203a8092e468">
  <xsd:schema xmlns:xsd="http://www.w3.org/2001/XMLSchema" xmlns:xs="http://www.w3.org/2001/XMLSchema" xmlns:p="http://schemas.microsoft.com/office/2006/metadata/properties" xmlns:ns2="20779959-a764-4eb0-a72b-80c3bf93b9eb" targetNamespace="http://schemas.microsoft.com/office/2006/metadata/properties" ma:root="true" ma:fieldsID="dbb99eeccd7a80e8a00669736e829655" ns2:_="">
    <xsd:import namespace="20779959-a764-4eb0-a72b-80c3bf93b9e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79959-a764-4eb0-a72b-80c3bf93b9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documentManagement>
    <_dlc_DocId xmlns="20779959-a764-4eb0-a72b-80c3bf93b9eb">INFORMATIKA-290-33</_dlc_DocId>
    <_dlc_DocIdUrl xmlns="20779959-a764-4eb0-a72b-80c3bf93b9eb">
      <Url>http://intranet.in.si/sluzbe/tehpodrocje/razinvzd/_layouts/DocIdRedir.aspx?ID=INFORMATIKA-290-33</Url>
      <Description>INFORMATIKA-290-33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6404BB-9AF1-48FA-99B8-D7AF8B0ADDA7}">
  <ds:schemaRefs>
    <ds:schemaRef ds:uri="http://schemas.microsoft.com/sharepoint/v3/contenttype/forms"/>
  </ds:schemaRefs>
</ds:datastoreItem>
</file>

<file path=customXml/itemProps3.xml><?xml version="1.0" encoding="utf-8"?>
<ds:datastoreItem xmlns:ds="http://schemas.openxmlformats.org/officeDocument/2006/customXml" ds:itemID="{B8C7083C-715A-4EAB-BF31-AB3ADD0B1A80}">
  <ds:schemaRefs>
    <ds:schemaRef ds:uri="http://schemas.microsoft.com/sharepoint/events"/>
  </ds:schemaRefs>
</ds:datastoreItem>
</file>

<file path=customXml/itemProps4.xml><?xml version="1.0" encoding="utf-8"?>
<ds:datastoreItem xmlns:ds="http://schemas.openxmlformats.org/officeDocument/2006/customXml" ds:itemID="{43C5A17C-F4C3-4BFA-BB51-79DB59688BEE}">
  <ds:schemaRefs>
    <ds:schemaRef ds:uri="http://schemas.openxmlformats.org/officeDocument/2006/bibliography"/>
  </ds:schemaRefs>
</ds:datastoreItem>
</file>

<file path=customXml/itemProps5.xml><?xml version="1.0" encoding="utf-8"?>
<ds:datastoreItem xmlns:ds="http://schemas.openxmlformats.org/officeDocument/2006/customXml" ds:itemID="{93343A90-08D3-42F3-AD8D-5F84EE4F9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79959-a764-4eb0-a72b-80c3bf93b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0E9EFB4-E083-40F6-BA24-9DBE2943C08C}">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20779959-a764-4eb0-a72b-80c3bf93b9e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Dokument - Template - V1.30</Template>
  <TotalTime>217</TotalTime>
  <Pages>107</Pages>
  <Words>26285</Words>
  <Characters>149828</Characters>
  <Application>Microsoft Office Word</Application>
  <DocSecurity>0</DocSecurity>
  <Lines>1248</Lines>
  <Paragraphs>351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Vzpostavitveni dokument projekta</vt:lpstr>
      <vt:lpstr>Vzpostavitveni dokument projekta</vt:lpstr>
    </vt:vector>
  </TitlesOfParts>
  <Company>Informatika d.d.</Company>
  <LinksUpToDate>false</LinksUpToDate>
  <CharactersWithSpaces>175762</CharactersWithSpaces>
  <SharedDoc>false</SharedDoc>
  <HLinks>
    <vt:vector size="12" baseType="variant">
      <vt:variant>
        <vt:i4>1245232</vt:i4>
      </vt:variant>
      <vt:variant>
        <vt:i4>41</vt:i4>
      </vt:variant>
      <vt:variant>
        <vt:i4>0</vt:i4>
      </vt:variant>
      <vt:variant>
        <vt:i4>5</vt:i4>
      </vt:variant>
      <vt:variant>
        <vt:lpwstr/>
      </vt:variant>
      <vt:variant>
        <vt:lpwstr>_Toc207464342</vt:lpwstr>
      </vt:variant>
      <vt:variant>
        <vt:i4>1245232</vt:i4>
      </vt:variant>
      <vt:variant>
        <vt:i4>35</vt:i4>
      </vt:variant>
      <vt:variant>
        <vt:i4>0</vt:i4>
      </vt:variant>
      <vt:variant>
        <vt:i4>5</vt:i4>
      </vt:variant>
      <vt:variant>
        <vt:lpwstr/>
      </vt:variant>
      <vt:variant>
        <vt:lpwstr>_Toc207464341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Vzpostavitveni dokument projekta</dc:title>
  <dc:subject>Ime projekta</dc:subject>
  <dc:creator>Franci.Klauzner@informatika.si</dc:creator>
  <cp:lastModifiedBy>Marcel Križevnik</cp:lastModifiedBy>
  <cp:revision>48</cp:revision>
  <cp:lastPrinted>2011-06-14T07:20:00Z</cp:lastPrinted>
  <dcterms:created xsi:type="dcterms:W3CDTF">2021-02-01T10:31:00Z</dcterms:created>
  <dcterms:modified xsi:type="dcterms:W3CDTF">2021-02-22T11:14:00Z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0x010100E4DAADBECE9AA54495A3DCC556E06CE3</vt:lpwstr>
  </property>
  <property fmtid="{D5CDD505-2E9C-101B-9397-08002B2CF9AE}" pid="3" name="_dlc_DocIdItemGuid">
    <vt:lpwstr>558e68f6-a1e4-4d99-9e20-56dccb20817a</vt:lpwstr>
  </property>
</Properties>
</file>